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1D8C4" w14:textId="3111D603" w:rsidR="00EE5AF6" w:rsidRPr="00423AFF" w:rsidRDefault="00EE5AF6" w:rsidP="00423AFF">
      <w:pPr>
        <w:pStyle w:val="Heading1"/>
        <w:jc w:val="center"/>
        <w:rPr>
          <w:bCs/>
          <w:lang w:val="en-US"/>
        </w:rPr>
      </w:pPr>
      <w:proofErr w:type="spellStart"/>
      <w:r w:rsidRPr="000B620D">
        <w:rPr>
          <w:bCs/>
          <w:lang w:val="en-US"/>
        </w:rPr>
        <w:t>Kerang</w:t>
      </w:r>
      <w:proofErr w:type="spellEnd"/>
      <w:r w:rsidRPr="000B620D">
        <w:rPr>
          <w:bCs/>
          <w:lang w:val="en-US"/>
        </w:rPr>
        <w:t xml:space="preserve"> Wetlands </w:t>
      </w:r>
      <w:proofErr w:type="spellStart"/>
      <w:r w:rsidRPr="000B620D">
        <w:rPr>
          <w:bCs/>
          <w:lang w:val="en-US"/>
        </w:rPr>
        <w:t>Ramsar</w:t>
      </w:r>
      <w:proofErr w:type="spellEnd"/>
      <w:r w:rsidRPr="000B620D">
        <w:rPr>
          <w:bCs/>
          <w:lang w:val="en-US"/>
        </w:rPr>
        <w:t xml:space="preserve"> Information Sheet</w:t>
      </w:r>
      <w:bookmarkStart w:id="0" w:name="_Hlk32242925"/>
      <w:r w:rsidR="00423AFF">
        <w:rPr>
          <w:bCs/>
          <w:lang w:val="en-US"/>
        </w:rPr>
        <w:t>: a</w:t>
      </w:r>
      <w:r w:rsidRPr="000B620D">
        <w:rPr>
          <w:bCs/>
          <w:lang w:val="en-US"/>
        </w:rPr>
        <w:t>dditional reports and documents under Section 6.1.2</w:t>
      </w:r>
      <w:bookmarkEnd w:id="0"/>
    </w:p>
    <w:p w14:paraId="4A9591DF" w14:textId="77777777" w:rsidR="00EE5AF6" w:rsidRPr="00310C30" w:rsidRDefault="00EE5AF6" w:rsidP="00EE5AF6">
      <w:pPr>
        <w:pStyle w:val="Heading2"/>
        <w:rPr>
          <w:rFonts w:ascii="Calibri Light" w:hAnsi="Calibri Light"/>
          <w:color w:val="2F5496"/>
          <w:lang w:val="en-US"/>
        </w:rPr>
      </w:pPr>
      <w:r w:rsidRPr="00310C30">
        <w:rPr>
          <w:rFonts w:ascii="Calibri Light" w:hAnsi="Calibri Light"/>
          <w:color w:val="2F5496"/>
          <w:lang w:val="en-US"/>
        </w:rPr>
        <w:t xml:space="preserve">Written description of the </w:t>
      </w:r>
      <w:proofErr w:type="spellStart"/>
      <w:r w:rsidRPr="00310C30">
        <w:rPr>
          <w:rFonts w:ascii="Calibri Light" w:hAnsi="Calibri Light"/>
          <w:color w:val="2F5496"/>
          <w:lang w:val="en-US"/>
        </w:rPr>
        <w:t>Kerang</w:t>
      </w:r>
      <w:proofErr w:type="spellEnd"/>
      <w:r w:rsidRPr="00310C30">
        <w:rPr>
          <w:rFonts w:ascii="Calibri Light" w:hAnsi="Calibri Light"/>
          <w:color w:val="2F5496"/>
          <w:lang w:val="en-US"/>
        </w:rPr>
        <w:t xml:space="preserve"> Wetlands </w:t>
      </w:r>
      <w:proofErr w:type="spellStart"/>
      <w:r w:rsidRPr="00310C30">
        <w:rPr>
          <w:rFonts w:ascii="Calibri Light" w:hAnsi="Calibri Light"/>
          <w:color w:val="2F5496"/>
          <w:lang w:val="en-US"/>
        </w:rPr>
        <w:t>Ramsar</w:t>
      </w:r>
      <w:proofErr w:type="spellEnd"/>
      <w:r w:rsidRPr="00310C30">
        <w:rPr>
          <w:rFonts w:ascii="Calibri Light" w:hAnsi="Calibri Light"/>
          <w:color w:val="2F5496"/>
          <w:lang w:val="en-US"/>
        </w:rPr>
        <w:t xml:space="preserve"> Site boundary</w:t>
      </w:r>
    </w:p>
    <w:p w14:paraId="6709FA77" w14:textId="77777777" w:rsidR="00EE5AF6" w:rsidRPr="00BB7F74" w:rsidRDefault="00EE5AF6" w:rsidP="00EE5AF6">
      <w:pPr>
        <w:pStyle w:val="Body"/>
        <w:rPr>
          <w:rFonts w:eastAsia="PMingLiU"/>
        </w:rPr>
      </w:pPr>
      <w:r w:rsidRPr="00BB7F74">
        <w:t xml:space="preserve">The Kerang Wetlands </w:t>
      </w:r>
      <w:proofErr w:type="spellStart"/>
      <w:r w:rsidRPr="00BB7F74">
        <w:t>Ramsar</w:t>
      </w:r>
      <w:proofErr w:type="spellEnd"/>
      <w:r w:rsidRPr="00BB7F74">
        <w:t xml:space="preserve"> Site consists of 23 wetlands. P</w:t>
      </w:r>
      <w:bookmarkStart w:id="1" w:name="_GoBack"/>
      <w:bookmarkEnd w:id="1"/>
      <w:r w:rsidRPr="00BB7F74">
        <w:t>oints referred to in the description are shown on the maps in Appendix 2.</w:t>
      </w:r>
    </w:p>
    <w:p w14:paraId="04DA9B00" w14:textId="77777777" w:rsidR="00EE5AF6" w:rsidRPr="00BB7F74" w:rsidRDefault="00EE5AF6" w:rsidP="00EE5AF6">
      <w:pPr>
        <w:pStyle w:val="HC"/>
      </w:pPr>
      <w:bookmarkStart w:id="2" w:name="_Toc348950592"/>
      <w:r w:rsidRPr="00BB7F74">
        <w:t xml:space="preserve">Lake </w:t>
      </w:r>
      <w:proofErr w:type="spellStart"/>
      <w:r w:rsidRPr="00BB7F74">
        <w:t>Tutchewop</w:t>
      </w:r>
      <w:bookmarkEnd w:id="2"/>
      <w:proofErr w:type="spellEnd"/>
    </w:p>
    <w:p w14:paraId="5178F477" w14:textId="77777777" w:rsidR="00EE5AF6" w:rsidRPr="00BB7F74" w:rsidRDefault="00EE5AF6" w:rsidP="00EE5AF6">
      <w:pPr>
        <w:pStyle w:val="Body"/>
      </w:pPr>
      <w:r w:rsidRPr="00BB7F74">
        <w:t xml:space="preserve">This part of the site is comprised of parcels 14~3 </w:t>
      </w:r>
      <w:r>
        <w:t xml:space="preserve">and </w:t>
      </w:r>
      <w:r w:rsidRPr="00BB7F74">
        <w:t xml:space="preserve">on parish plan 2162 and 2025 on parish plan 2120, and parcel 15~3 on parish plan 2162 that is truncated to the north by the prolongation of the southern border of parcel 2110 on parish plan 2162 to the </w:t>
      </w:r>
      <w:r>
        <w:t>southwest</w:t>
      </w:r>
      <w:r w:rsidRPr="00BB7F74">
        <w:t xml:space="preserve"> corner of parcel 2113 on parish plan 2162.</w:t>
      </w:r>
    </w:p>
    <w:p w14:paraId="28474C2E" w14:textId="77777777" w:rsidR="00EE5AF6" w:rsidRPr="00BB7F74" w:rsidRDefault="00EE5AF6" w:rsidP="00EE5AF6">
      <w:pPr>
        <w:pStyle w:val="HC"/>
      </w:pPr>
      <w:bookmarkStart w:id="3" w:name="_Toc348950593"/>
      <w:r w:rsidRPr="00BB7F74">
        <w:t>Lake William</w:t>
      </w:r>
      <w:bookmarkEnd w:id="3"/>
    </w:p>
    <w:p w14:paraId="5242371C" w14:textId="77777777" w:rsidR="00EE5AF6" w:rsidRPr="00BB7F74" w:rsidRDefault="00EE5AF6" w:rsidP="00EE5AF6">
      <w:pPr>
        <w:pStyle w:val="Body"/>
      </w:pPr>
      <w:r w:rsidRPr="00BB7F74">
        <w:t>This part of the site is comprised of parcels 40, 40A, and 40B in section 4 of parish plan 2120.</w:t>
      </w:r>
    </w:p>
    <w:p w14:paraId="51490211" w14:textId="77777777" w:rsidR="00EE5AF6" w:rsidRPr="00BB7F74" w:rsidRDefault="00EE5AF6" w:rsidP="00EE5AF6">
      <w:pPr>
        <w:pStyle w:val="HC"/>
      </w:pPr>
      <w:bookmarkStart w:id="4" w:name="_Toc348950594"/>
      <w:r w:rsidRPr="00BB7F74">
        <w:t>Lake Kelly &amp; Little Lake Kelly</w:t>
      </w:r>
      <w:bookmarkEnd w:id="4"/>
    </w:p>
    <w:p w14:paraId="78E1184B" w14:textId="77777777" w:rsidR="00EE5AF6" w:rsidRPr="00BB7F74" w:rsidRDefault="00EE5AF6" w:rsidP="00EE5AF6">
      <w:pPr>
        <w:pStyle w:val="Body"/>
      </w:pPr>
      <w:r w:rsidRPr="00BB7F74">
        <w:t>This part of the site is comprised of parcels 41, 42, 43, 44, and 45 in section 4 of parish plan 2120.</w:t>
      </w:r>
    </w:p>
    <w:p w14:paraId="6E6DF871" w14:textId="77777777" w:rsidR="00EE5AF6" w:rsidRPr="00BB7F74" w:rsidRDefault="00EE5AF6" w:rsidP="00EE5AF6">
      <w:pPr>
        <w:pStyle w:val="HC"/>
      </w:pPr>
      <w:bookmarkStart w:id="5" w:name="_Toc348950595"/>
      <w:r w:rsidRPr="00BB7F74">
        <w:t>Kangaroo Lake &amp; Racecourse Lake</w:t>
      </w:r>
      <w:bookmarkEnd w:id="5"/>
    </w:p>
    <w:p w14:paraId="0BE1095B" w14:textId="77777777" w:rsidR="00EE5AF6" w:rsidRPr="00CC5E02" w:rsidRDefault="00EE5AF6" w:rsidP="00EE5AF6">
      <w:pPr>
        <w:pStyle w:val="Body"/>
      </w:pPr>
      <w:r>
        <w:t xml:space="preserve">This part of the site is comprised of all of </w:t>
      </w:r>
      <w:r w:rsidRPr="009D2F41">
        <w:t>parcels</w:t>
      </w:r>
      <w:r w:rsidRPr="00CC5E02">
        <w:t xml:space="preserve"> 11D and 28B in section 6 on parish plan 2162, parcels 1D, 4D, 1E, and 1F of section C and parcel 3B of section A on parish plan 2499, </w:t>
      </w:r>
      <w:r>
        <w:t xml:space="preserve">parcel 10H on section D of parish plan 2038 </w:t>
      </w:r>
      <w:r w:rsidRPr="00CC5E02">
        <w:t>and lot 1 on town plan 879332.</w:t>
      </w:r>
    </w:p>
    <w:p w14:paraId="533096BD" w14:textId="77777777" w:rsidR="00EE5AF6" w:rsidRPr="00CC5E02" w:rsidRDefault="00EE5AF6" w:rsidP="00EE5AF6">
      <w:pPr>
        <w:pStyle w:val="Body"/>
      </w:pPr>
      <w:r w:rsidRPr="00CC5E02">
        <w:t>A</w:t>
      </w:r>
      <w:r>
        <w:t>lso included are:</w:t>
      </w:r>
    </w:p>
    <w:p w14:paraId="0A13B0B9" w14:textId="77777777" w:rsidR="00EE5AF6" w:rsidRPr="002B5195" w:rsidRDefault="00EE5AF6" w:rsidP="00EE5AF6">
      <w:pPr>
        <w:pStyle w:val="Bullet"/>
      </w:pPr>
      <w:r w:rsidRPr="002B5195">
        <w:t xml:space="preserve">the road reserve to the east of the truncation line from the </w:t>
      </w:r>
      <w:r>
        <w:t>southwest</w:t>
      </w:r>
      <w:r w:rsidRPr="002B5195">
        <w:t xml:space="preserve"> corner of parcel 10C~D on parish plan 2038 to the </w:t>
      </w:r>
      <w:r>
        <w:t>northwest</w:t>
      </w:r>
      <w:r w:rsidRPr="002B5195">
        <w:t xml:space="preserve"> corner of lot 1 on town plan 879332.</w:t>
      </w:r>
    </w:p>
    <w:p w14:paraId="306F5770" w14:textId="77777777" w:rsidR="00EE5AF6" w:rsidRPr="002B5195" w:rsidRDefault="00EE5AF6" w:rsidP="00EE5AF6">
      <w:pPr>
        <w:pStyle w:val="Bullet"/>
      </w:pPr>
      <w:r w:rsidRPr="002B5195">
        <w:t xml:space="preserve">The section of road reserve between parcels 1D and 4D in section C on parish plan 2499 east of the truncation line between the </w:t>
      </w:r>
      <w:r>
        <w:t>southwest</w:t>
      </w:r>
      <w:r w:rsidRPr="002B5195">
        <w:t xml:space="preserve"> corner of parcel 4D to the corner of parcel 1D nearest 35°36'49.716</w:t>
      </w:r>
      <w:r>
        <w:t>” S, 1</w:t>
      </w:r>
      <w:r w:rsidRPr="002B5195">
        <w:t>43°47'47.407</w:t>
      </w:r>
      <w:r>
        <w:t>” E</w:t>
      </w:r>
      <w:r w:rsidRPr="002B5195">
        <w:t xml:space="preserve"> </w:t>
      </w:r>
      <w:r>
        <w:t>(point </w:t>
      </w:r>
      <w:r w:rsidRPr="002B5195">
        <w:t xml:space="preserve">A), and west of the truncation line from the </w:t>
      </w:r>
      <w:r>
        <w:t>northeast</w:t>
      </w:r>
      <w:r w:rsidRPr="002B5195">
        <w:t xml:space="preserve"> corner of parcel 4D to the </w:t>
      </w:r>
      <w:r>
        <w:t xml:space="preserve">southwest </w:t>
      </w:r>
      <w:r w:rsidRPr="002B5195">
        <w:t xml:space="preserve">corner of </w:t>
      </w:r>
      <w:r>
        <w:t>allotment 1</w:t>
      </w:r>
      <w:r w:rsidRPr="002B5195">
        <w:t xml:space="preserve"> </w:t>
      </w:r>
      <w:r>
        <w:t>on town plan 244318.</w:t>
      </w:r>
    </w:p>
    <w:p w14:paraId="3A7A404D" w14:textId="77777777" w:rsidR="00EE5AF6" w:rsidRPr="002B5195" w:rsidRDefault="00EE5AF6" w:rsidP="00EE5AF6">
      <w:pPr>
        <w:pStyle w:val="Bullet"/>
      </w:pPr>
      <w:r w:rsidRPr="002B5195">
        <w:t>the northern end of lot 1 on town plan 880594 truncated by the line crossing lot 1 from the corner closest to 35°36'24.848</w:t>
      </w:r>
      <w:r>
        <w:t>” S, 1</w:t>
      </w:r>
      <w:r w:rsidRPr="002B5195">
        <w:t>43°46’18.856</w:t>
      </w:r>
      <w:r>
        <w:t>” E</w:t>
      </w:r>
      <w:r w:rsidRPr="002B5195">
        <w:t xml:space="preserve"> </w:t>
      </w:r>
      <w:r>
        <w:t>(point </w:t>
      </w:r>
      <w:r w:rsidRPr="002B5195">
        <w:t>B) to the point on the Mean High Water Mark (MHWM) of Kangaroo Lake closest to 35°36'22.909</w:t>
      </w:r>
      <w:r>
        <w:t>” S, 1</w:t>
      </w:r>
      <w:r w:rsidRPr="002B5195">
        <w:t>43°46’13.97</w:t>
      </w:r>
      <w:r>
        <w:t>” E</w:t>
      </w:r>
      <w:r w:rsidRPr="002B5195">
        <w:t xml:space="preserve"> </w:t>
      </w:r>
      <w:r>
        <w:t>(point </w:t>
      </w:r>
      <w:r w:rsidRPr="002B5195">
        <w:t>C) to the point on the MHWM closest to 35°36'23.113</w:t>
      </w:r>
      <w:r>
        <w:t>” S, 1</w:t>
      </w:r>
      <w:r w:rsidRPr="002B5195">
        <w:t>43°46’11.783</w:t>
      </w:r>
      <w:r>
        <w:t>” E</w:t>
      </w:r>
      <w:r w:rsidRPr="002B5195">
        <w:t xml:space="preserve"> </w:t>
      </w:r>
      <w:r>
        <w:t>(point </w:t>
      </w:r>
      <w:r w:rsidRPr="002B5195">
        <w:t>D) to the corner of lot 1</w:t>
      </w:r>
      <w:r>
        <w:t xml:space="preserve"> </w:t>
      </w:r>
      <w:r w:rsidRPr="002B5195">
        <w:t>on town plan 880594  closest to 35°36'17.284</w:t>
      </w:r>
      <w:r>
        <w:t>” S, 1</w:t>
      </w:r>
      <w:r w:rsidRPr="002B5195">
        <w:t>43°46’4.417</w:t>
      </w:r>
      <w:r>
        <w:t>” E</w:t>
      </w:r>
      <w:r w:rsidRPr="002B5195">
        <w:t xml:space="preserve"> </w:t>
      </w:r>
      <w:r>
        <w:t>(point </w:t>
      </w:r>
      <w:r w:rsidRPr="002B5195">
        <w:t>E).</w:t>
      </w:r>
    </w:p>
    <w:p w14:paraId="7F0190ED" w14:textId="77777777" w:rsidR="00EE5AF6" w:rsidRPr="00BB7F74" w:rsidRDefault="00EE5AF6" w:rsidP="00EE5AF6">
      <w:pPr>
        <w:pStyle w:val="HC"/>
      </w:pPr>
      <w:bookmarkStart w:id="6" w:name="_Toc348950596"/>
      <w:r w:rsidRPr="00BB7F74">
        <w:t>Lake Charm &amp; Little Lake Charm</w:t>
      </w:r>
      <w:bookmarkEnd w:id="6"/>
    </w:p>
    <w:p w14:paraId="7A21D4D2" w14:textId="77777777" w:rsidR="00EE5AF6" w:rsidRPr="00BB7F74" w:rsidRDefault="00EE5AF6" w:rsidP="00EE5AF6">
      <w:pPr>
        <w:pStyle w:val="Body"/>
      </w:pPr>
      <w:r w:rsidRPr="00BB7F74">
        <w:t>This part of the site is comprised of parcels 21A~A, 2~B, 2B1~B, 2D~B, 3C~B, 3E~B, 2001 and 2002 on parish plan 2499, and parcel 2~4 on parish plan 5445.</w:t>
      </w:r>
    </w:p>
    <w:p w14:paraId="7EEE7EE3" w14:textId="77777777" w:rsidR="00EE5AF6" w:rsidRPr="00BB7F74" w:rsidRDefault="00EE5AF6" w:rsidP="00EE5AF6">
      <w:pPr>
        <w:pStyle w:val="HC"/>
      </w:pPr>
      <w:bookmarkStart w:id="7" w:name="_Toc348950597"/>
      <w:r w:rsidRPr="00BB7F74">
        <w:t>Stevenson Swamp</w:t>
      </w:r>
      <w:bookmarkEnd w:id="7"/>
    </w:p>
    <w:p w14:paraId="1E86BB62" w14:textId="77777777" w:rsidR="00EE5AF6" w:rsidRPr="00BB7F74" w:rsidRDefault="00EE5AF6" w:rsidP="00EE5AF6">
      <w:pPr>
        <w:pStyle w:val="Body"/>
      </w:pPr>
      <w:r w:rsidRPr="00BB7F74">
        <w:t>The boundary matches the Stevenson Swamp Wildlife Reserve boundary that is represented by Crown parcel 10A~B on parish plan 2499.</w:t>
      </w:r>
    </w:p>
    <w:p w14:paraId="31CF6E40" w14:textId="77777777" w:rsidR="00EE5AF6" w:rsidRPr="00BB7F74" w:rsidRDefault="00EE5AF6" w:rsidP="00EE5AF6">
      <w:pPr>
        <w:pStyle w:val="HC"/>
      </w:pPr>
      <w:bookmarkStart w:id="8" w:name="_Toc348950598"/>
      <w:r w:rsidRPr="00BB7F74">
        <w:t>Third Lake, Middle Lake &amp; Reedy Lake</w:t>
      </w:r>
      <w:bookmarkEnd w:id="8"/>
    </w:p>
    <w:p w14:paraId="7DC56A4F" w14:textId="77777777" w:rsidR="00EE5AF6" w:rsidRPr="009D2F41" w:rsidRDefault="00EE5AF6" w:rsidP="00EE5AF6">
      <w:pPr>
        <w:pStyle w:val="Body"/>
      </w:pPr>
      <w:r w:rsidRPr="00111173">
        <w:t xml:space="preserve">This part of the site is comprised of </w:t>
      </w:r>
      <w:r w:rsidRPr="00BC467C">
        <w:t>parcels 7F, 26E, 26B, 26H, 2J</w:t>
      </w:r>
      <w:r w:rsidRPr="000A36DA">
        <w:t>, 26D, 26F</w:t>
      </w:r>
      <w:r w:rsidRPr="00D06134">
        <w:t xml:space="preserve">, </w:t>
      </w:r>
      <w:r w:rsidRPr="00513357">
        <w:t>2K, 26C, 7A, 6D, 7C, 7B, 6C, 26G and 26K</w:t>
      </w:r>
      <w:r>
        <w:t xml:space="preserve"> all in section G on parish plan </w:t>
      </w:r>
      <w:r w:rsidRPr="009D2F41">
        <w:t>2499</w:t>
      </w:r>
      <w:r>
        <w:t>.</w:t>
      </w:r>
    </w:p>
    <w:p w14:paraId="198C4978" w14:textId="77777777" w:rsidR="00EE5AF6" w:rsidRPr="009D2F41" w:rsidRDefault="00EE5AF6" w:rsidP="00EE5AF6">
      <w:pPr>
        <w:pStyle w:val="Body"/>
      </w:pPr>
      <w:r w:rsidRPr="009D2F41">
        <w:t>Also included in the site are two road reserves</w:t>
      </w:r>
      <w:r>
        <w:t>:</w:t>
      </w:r>
      <w:r w:rsidRPr="009D2F41">
        <w:t xml:space="preserve"> </w:t>
      </w:r>
    </w:p>
    <w:p w14:paraId="35EB424F" w14:textId="77777777" w:rsidR="00EE5AF6" w:rsidRPr="009D2F41" w:rsidRDefault="00EE5AF6" w:rsidP="00EE5AF6">
      <w:pPr>
        <w:pStyle w:val="Bullet"/>
      </w:pPr>
      <w:r w:rsidRPr="009D2F41">
        <w:t xml:space="preserve">The road reserve between Third Lake and Middle Lake </w:t>
      </w:r>
      <w:r>
        <w:t xml:space="preserve">southwest of the truncation line from </w:t>
      </w:r>
      <w:r w:rsidRPr="009D2F41">
        <w:t>the corner of parcel 6D~G</w:t>
      </w:r>
      <w:r>
        <w:t xml:space="preserve"> on parish plan </w:t>
      </w:r>
      <w:r w:rsidRPr="009D2F41">
        <w:t>2499</w:t>
      </w:r>
      <w:r>
        <w:t xml:space="preserve"> nearest to </w:t>
      </w:r>
      <w:r w:rsidRPr="009D2F41">
        <w:t>35°39'14.3</w:t>
      </w:r>
      <w:r>
        <w:t xml:space="preserve">71” S, </w:t>
      </w:r>
      <w:r>
        <w:lastRenderedPageBreak/>
        <w:t>1</w:t>
      </w:r>
      <w:r w:rsidRPr="009D2F41">
        <w:t>43°52'33.3</w:t>
      </w:r>
      <w:r>
        <w:t>68” E</w:t>
      </w:r>
      <w:r w:rsidRPr="009D2F41">
        <w:t xml:space="preserve"> </w:t>
      </w:r>
      <w:r>
        <w:t>(point F</w:t>
      </w:r>
      <w:r w:rsidRPr="009D2F41">
        <w:t xml:space="preserve">) </w:t>
      </w:r>
      <w:r>
        <w:t xml:space="preserve">to </w:t>
      </w:r>
      <w:r w:rsidRPr="009D2F41">
        <w:t>the corner of parcel 26E~G</w:t>
      </w:r>
      <w:r>
        <w:t xml:space="preserve"> on parish plan 2499 </w:t>
      </w:r>
      <w:r w:rsidRPr="009D2F41">
        <w:t>nearest to 35°39'14.6</w:t>
      </w:r>
      <w:r>
        <w:t>78” S, 1</w:t>
      </w:r>
      <w:r w:rsidRPr="009D2F41">
        <w:t>43°52'34.1</w:t>
      </w:r>
      <w:r>
        <w:t xml:space="preserve">7” E (point G), and northeast of the truncation line from </w:t>
      </w:r>
      <w:r w:rsidRPr="009D2F41">
        <w:t>the corner of parcel 26E~G</w:t>
      </w:r>
      <w:r>
        <w:t xml:space="preserve"> on parish plan 2</w:t>
      </w:r>
      <w:r w:rsidRPr="009D2F41">
        <w:t>499 nearest to 35°39'20.2</w:t>
      </w:r>
      <w:r>
        <w:t>35” S, 1</w:t>
      </w:r>
      <w:r w:rsidRPr="009D2F41">
        <w:t>43°52'27.56</w:t>
      </w:r>
      <w:r>
        <w:t>4” E (point H</w:t>
      </w:r>
      <w:r w:rsidRPr="009D2F41">
        <w:t xml:space="preserve">) </w:t>
      </w:r>
      <w:r>
        <w:t xml:space="preserve">to </w:t>
      </w:r>
      <w:r w:rsidRPr="009D2F41">
        <w:t>a point on the boundary of parcel 6D~G</w:t>
      </w:r>
      <w:r>
        <w:t xml:space="preserve"> on parish plan </w:t>
      </w:r>
      <w:r w:rsidRPr="009D2F41">
        <w:t>2499 nearest to 35°39'19.76</w:t>
      </w:r>
      <w:r>
        <w:t>” S, 1</w:t>
      </w:r>
      <w:r w:rsidRPr="009D2F41">
        <w:t>43°52'26.96</w:t>
      </w:r>
      <w:r>
        <w:t>4” E (point I</w:t>
      </w:r>
      <w:r w:rsidRPr="009D2F41">
        <w:t>).</w:t>
      </w:r>
    </w:p>
    <w:p w14:paraId="1D5B8FA4" w14:textId="77777777" w:rsidR="00EE5AF6" w:rsidRPr="009D2F41" w:rsidRDefault="00EE5AF6" w:rsidP="00EE5AF6">
      <w:pPr>
        <w:pStyle w:val="Bullet"/>
      </w:pPr>
      <w:r w:rsidRPr="009D2F41">
        <w:t>The road reserve bet</w:t>
      </w:r>
      <w:r>
        <w:t xml:space="preserve">ween Middle Lake and Reedy Lake west of the truncation line </w:t>
      </w:r>
      <w:r w:rsidRPr="009D2F41">
        <w:t xml:space="preserve">joining </w:t>
      </w:r>
      <w:r>
        <w:t xml:space="preserve">the northwest </w:t>
      </w:r>
      <w:r w:rsidRPr="009D2F41">
        <w:t xml:space="preserve">corner of </w:t>
      </w:r>
      <w:r>
        <w:t xml:space="preserve">lot 1 on plan of subdivision </w:t>
      </w:r>
      <w:r w:rsidRPr="00CE7F83">
        <w:t xml:space="preserve">527731 </w:t>
      </w:r>
      <w:r>
        <w:t>to the</w:t>
      </w:r>
      <w:r w:rsidRPr="009D2F41">
        <w:t xml:space="preserve"> corner of parcel 26</w:t>
      </w:r>
      <w:r>
        <w:t>F</w:t>
      </w:r>
      <w:r w:rsidRPr="009D2F41">
        <w:t>~G</w:t>
      </w:r>
      <w:r>
        <w:t xml:space="preserve"> on parish plan </w:t>
      </w:r>
      <w:r w:rsidRPr="009D2F41">
        <w:t>2499 nearest to 35°40'1</w:t>
      </w:r>
      <w:r>
        <w:t>7</w:t>
      </w:r>
      <w:r w:rsidRPr="009D2F41">
        <w:t>.</w:t>
      </w:r>
      <w:r>
        <w:t>386” S, 1</w:t>
      </w:r>
      <w:r w:rsidRPr="009D2F41">
        <w:t>43°52'5</w:t>
      </w:r>
      <w:r>
        <w:t>9</w:t>
      </w:r>
      <w:r w:rsidRPr="009D2F41">
        <w:t>.</w:t>
      </w:r>
      <w:r>
        <w:t>693” E (point J</w:t>
      </w:r>
      <w:r w:rsidRPr="009D2F41">
        <w:t>)</w:t>
      </w:r>
      <w:r>
        <w:t xml:space="preserve">, and east of the truncation line </w:t>
      </w:r>
      <w:r w:rsidRPr="009D2F41">
        <w:t xml:space="preserve">joining </w:t>
      </w:r>
      <w:r>
        <w:t xml:space="preserve">the southwest </w:t>
      </w:r>
      <w:r w:rsidRPr="009D2F41">
        <w:t>corner of parcel 2</w:t>
      </w:r>
      <w:r>
        <w:t xml:space="preserve"> on town plan </w:t>
      </w:r>
      <w:r w:rsidRPr="009D2F41">
        <w:t xml:space="preserve">819144 </w:t>
      </w:r>
      <w:r>
        <w:t xml:space="preserve">and the northwest </w:t>
      </w:r>
      <w:r w:rsidRPr="009D2F41">
        <w:t>corner of parcel 26G~G</w:t>
      </w:r>
      <w:r>
        <w:t xml:space="preserve"> on parish plan </w:t>
      </w:r>
      <w:r w:rsidRPr="009D2F41">
        <w:t>2499.</w:t>
      </w:r>
    </w:p>
    <w:p w14:paraId="5CA2503B" w14:textId="77777777" w:rsidR="00EE5AF6" w:rsidRPr="00BB7F74" w:rsidRDefault="00EE5AF6" w:rsidP="00EE5AF6">
      <w:pPr>
        <w:pStyle w:val="HC"/>
      </w:pPr>
      <w:bookmarkStart w:id="9" w:name="_Toc348950599"/>
      <w:r w:rsidRPr="00BB7F74">
        <w:t>Lake Cullen</w:t>
      </w:r>
      <w:bookmarkEnd w:id="9"/>
    </w:p>
    <w:p w14:paraId="59ECD67A" w14:textId="77777777" w:rsidR="00EE5AF6" w:rsidRPr="00BB7F74" w:rsidRDefault="00EE5AF6" w:rsidP="00EE5AF6">
      <w:pPr>
        <w:pStyle w:val="Body"/>
      </w:pPr>
      <w:r w:rsidRPr="00BB7F74">
        <w:t>This part of the site is comprised of parcels 2018, 2021, and  2023 on parish plan 2499</w:t>
      </w:r>
    </w:p>
    <w:p w14:paraId="6DECE780" w14:textId="77777777" w:rsidR="00EE5AF6" w:rsidRPr="00BB7F74" w:rsidRDefault="00EE5AF6" w:rsidP="00EE5AF6">
      <w:pPr>
        <w:pStyle w:val="HC"/>
      </w:pPr>
      <w:bookmarkStart w:id="10" w:name="_Toc348950600"/>
      <w:r>
        <w:t>Town</w:t>
      </w:r>
      <w:r w:rsidRPr="00BB7F74">
        <w:t xml:space="preserve"> Swamp</w:t>
      </w:r>
      <w:bookmarkEnd w:id="10"/>
      <w:r w:rsidRPr="00BB7F74">
        <w:t xml:space="preserve"> and Kerang Weir Pool</w:t>
      </w:r>
    </w:p>
    <w:p w14:paraId="347A09E5" w14:textId="77777777" w:rsidR="00EE5AF6" w:rsidRPr="004D2D1B" w:rsidRDefault="00EE5AF6" w:rsidP="00EE5AF6">
      <w:pPr>
        <w:pStyle w:val="Body"/>
      </w:pPr>
      <w:r w:rsidRPr="00BC467C">
        <w:t>This part of the site is comprised of parcels 12A~27, 21A~46, 2004, 12B~27, 2002 on parish plan 5413</w:t>
      </w:r>
      <w:r w:rsidRPr="000A36DA">
        <w:t>, and parcels 2C~A, 2D~A, 2016, 9A~</w:t>
      </w:r>
      <w:r w:rsidRPr="00BC467C">
        <w:t>A</w:t>
      </w:r>
      <w:r>
        <w:t>,</w:t>
      </w:r>
      <w:r w:rsidRPr="00BC467C">
        <w:t xml:space="preserve"> 2017, 2018, 2019, 2020, and 2021 on parish plan 3088, and parcel </w:t>
      </w:r>
      <w:r w:rsidRPr="000A36DA">
        <w:t>2041 on parish plan 2862</w:t>
      </w:r>
      <w:r>
        <w:t xml:space="preserve"> truncated to the north by the prolongation of the northern boundary of parcel </w:t>
      </w:r>
      <w:r w:rsidRPr="00B72174">
        <w:t>9A~A</w:t>
      </w:r>
      <w:r>
        <w:t xml:space="preserve"> on parish plan </w:t>
      </w:r>
      <w:r w:rsidRPr="00B72174">
        <w:t>3088</w:t>
      </w:r>
      <w:r>
        <w:t>.</w:t>
      </w:r>
    </w:p>
    <w:p w14:paraId="48DA5B5A" w14:textId="77777777" w:rsidR="00EE5AF6" w:rsidRPr="00BB7F74" w:rsidRDefault="00EE5AF6" w:rsidP="00EE5AF6">
      <w:pPr>
        <w:pStyle w:val="HC"/>
      </w:pPr>
      <w:bookmarkStart w:id="11" w:name="_Toc348950601"/>
      <w:r w:rsidRPr="00BB7F74">
        <w:t xml:space="preserve">Third Marsh, Second Marsh, First Marsh, &amp; Lake </w:t>
      </w:r>
      <w:proofErr w:type="spellStart"/>
      <w:r w:rsidRPr="00BB7F74">
        <w:t>Bael</w:t>
      </w:r>
      <w:proofErr w:type="spellEnd"/>
      <w:r w:rsidRPr="00BB7F74">
        <w:t xml:space="preserve"> </w:t>
      </w:r>
      <w:proofErr w:type="spellStart"/>
      <w:r w:rsidRPr="00BB7F74">
        <w:t>Bael</w:t>
      </w:r>
      <w:bookmarkEnd w:id="11"/>
      <w:proofErr w:type="spellEnd"/>
    </w:p>
    <w:p w14:paraId="7BEF5845" w14:textId="77777777" w:rsidR="00EE5AF6" w:rsidRPr="00280778" w:rsidRDefault="00EE5AF6" w:rsidP="00EE5AF6">
      <w:pPr>
        <w:pStyle w:val="Body"/>
      </w:pPr>
      <w:r w:rsidRPr="00280778">
        <w:t>This part of the site is comprised of parcels 22~D, 23~D, 12E~D, 14A~D, 18A~D, 2027, 2028, 2029, 2031 and 2032 on parish plan 2038, parcels 22A and parcel 2020 on parish plan 2912 truncated to the west by a line connecting the corner of the parcel nearest 35°41'46.484” S, 143°43'38.633” E (point K) to the corner of the parcel closest to 35°41'45.276” S, 143°43'38.487” E (point L).</w:t>
      </w:r>
    </w:p>
    <w:p w14:paraId="281A4155" w14:textId="77777777" w:rsidR="00EE5AF6" w:rsidRPr="00513357" w:rsidRDefault="00EE5AF6" w:rsidP="00EE5AF6">
      <w:pPr>
        <w:pStyle w:val="Body"/>
      </w:pPr>
      <w:r w:rsidRPr="00280778">
        <w:t xml:space="preserve">Also included in the site is the road reserve between First Marsh and Lake </w:t>
      </w:r>
      <w:proofErr w:type="spellStart"/>
      <w:r w:rsidRPr="00280778">
        <w:t>Bael</w:t>
      </w:r>
      <w:proofErr w:type="spellEnd"/>
      <w:r w:rsidRPr="00280778">
        <w:t xml:space="preserve"> </w:t>
      </w:r>
      <w:proofErr w:type="spellStart"/>
      <w:r w:rsidRPr="00280778">
        <w:t>Bael</w:t>
      </w:r>
      <w:proofErr w:type="spellEnd"/>
      <w:r w:rsidRPr="00280778">
        <w:t xml:space="preserve"> that is east of the truncation line between the northwest corner of parcel 2027on parish plan 2038 and the eastern corner of parcel 24~D on parish plan 2038, and west of the truncation line between the corner of parcel 18A~D on parish plan 2038 closest to 35°40'13.574” S, 143°44'17.96” E (point M) and the point on the northern boundary of parcel 2028 on parish plan 2038 nearest 35°40'16.479” S, 143°44'18.26” E (point N).</w:t>
      </w:r>
    </w:p>
    <w:p w14:paraId="124933DF" w14:textId="77777777" w:rsidR="00EE5AF6" w:rsidRPr="00BB7F74" w:rsidRDefault="00EE5AF6" w:rsidP="00EE5AF6">
      <w:pPr>
        <w:pStyle w:val="HC"/>
      </w:pPr>
      <w:bookmarkStart w:id="12" w:name="_Toc348950602"/>
      <w:r w:rsidRPr="00BB7F74">
        <w:t>Cemetery Swamp</w:t>
      </w:r>
      <w:bookmarkEnd w:id="12"/>
    </w:p>
    <w:p w14:paraId="1D57AB42" w14:textId="77777777" w:rsidR="00EE5AF6" w:rsidRPr="00BB7F74" w:rsidRDefault="00EE5AF6" w:rsidP="00EE5AF6">
      <w:pPr>
        <w:pStyle w:val="Body"/>
      </w:pPr>
      <w:r w:rsidRPr="00F30B9B">
        <w:t>This part of the site is comprised of parcels 23E~B, 3C~B, 3D~B, 3E~B, 3F~B, 3G~B, 3J~B, 4D~B, 4E~B and 2014 on</w:t>
      </w:r>
      <w:r w:rsidRPr="00BB7F74">
        <w:t xml:space="preserve"> parish plan 2862.</w:t>
      </w:r>
    </w:p>
    <w:p w14:paraId="4751D420" w14:textId="77777777" w:rsidR="00EE5AF6" w:rsidRPr="00BB7F74" w:rsidRDefault="00EE5AF6" w:rsidP="00EE5AF6">
      <w:pPr>
        <w:pStyle w:val="HC"/>
      </w:pPr>
      <w:bookmarkStart w:id="13" w:name="_Toc348950603"/>
      <w:r w:rsidRPr="00BB7F74">
        <w:t>Fosters Swamp</w:t>
      </w:r>
      <w:bookmarkEnd w:id="13"/>
    </w:p>
    <w:p w14:paraId="29439E9A" w14:textId="77777777" w:rsidR="00EE5AF6" w:rsidRPr="00BB7F74" w:rsidRDefault="00EE5AF6" w:rsidP="00EE5AF6">
      <w:pPr>
        <w:pStyle w:val="Body"/>
      </w:pPr>
      <w:r w:rsidRPr="00BB7F74">
        <w:t>This part of the site is comprised of parcel</w:t>
      </w:r>
      <w:r>
        <w:t>s</w:t>
      </w:r>
      <w:r w:rsidRPr="00BB7F74">
        <w:t xml:space="preserve"> </w:t>
      </w:r>
      <w:r>
        <w:t>2161, 2162 and 2163 on parish plan 2862.</w:t>
      </w:r>
    </w:p>
    <w:p w14:paraId="22283EA8" w14:textId="77777777" w:rsidR="00EE5AF6" w:rsidRPr="00BB7F74" w:rsidRDefault="00EE5AF6" w:rsidP="00EE5AF6">
      <w:pPr>
        <w:pStyle w:val="HC"/>
      </w:pPr>
      <w:bookmarkStart w:id="14" w:name="_Toc348950604"/>
      <w:r w:rsidRPr="00BB7F74">
        <w:t>Johnson Swamp</w:t>
      </w:r>
      <w:bookmarkEnd w:id="14"/>
    </w:p>
    <w:p w14:paraId="7CF87C28" w14:textId="77777777" w:rsidR="00EE5AF6" w:rsidRPr="00BB7F74" w:rsidRDefault="00EE5AF6" w:rsidP="00EE5AF6">
      <w:pPr>
        <w:pStyle w:val="Body"/>
      </w:pPr>
      <w:r w:rsidRPr="00BB7F74">
        <w:t xml:space="preserve">The Johnson Swamp Wildlife Reserve forms part of the </w:t>
      </w:r>
      <w:proofErr w:type="spellStart"/>
      <w:r w:rsidRPr="00BB7F74">
        <w:t>Ramsar</w:t>
      </w:r>
      <w:proofErr w:type="spellEnd"/>
      <w:r w:rsidRPr="00BB7F74">
        <w:t xml:space="preserve"> site</w:t>
      </w:r>
      <w:r>
        <w:t xml:space="preserve"> and</w:t>
      </w:r>
      <w:r w:rsidRPr="00BB7F74">
        <w:t xml:space="preserve"> is comprised of parcels 2009, 2010, 2172, 2176, 2177, 2178, 2179, 2180 and 2181 on parish plan 3028, and the parts of parcels 2174 and 2175 on parish plan 3028 south of the prolongation of the northern boundary of parcel 2176 on parish plan 3028.</w:t>
      </w:r>
    </w:p>
    <w:p w14:paraId="63C01585" w14:textId="77777777" w:rsidR="00EE5AF6" w:rsidRPr="00BB7F74" w:rsidRDefault="00EE5AF6" w:rsidP="00EE5AF6">
      <w:pPr>
        <w:pStyle w:val="HC"/>
      </w:pPr>
      <w:bookmarkStart w:id="15" w:name="_Toc348950605"/>
      <w:proofErr w:type="spellStart"/>
      <w:r w:rsidRPr="00BB7F74">
        <w:t>Hird</w:t>
      </w:r>
      <w:proofErr w:type="spellEnd"/>
      <w:r w:rsidRPr="00BB7F74">
        <w:t xml:space="preserve"> Swamp</w:t>
      </w:r>
      <w:bookmarkEnd w:id="15"/>
    </w:p>
    <w:p w14:paraId="5B068D6B" w14:textId="77777777" w:rsidR="00EE5AF6" w:rsidRPr="00BB7F74" w:rsidRDefault="00EE5AF6" w:rsidP="00EE5AF6">
      <w:pPr>
        <w:pStyle w:val="Body"/>
      </w:pPr>
      <w:r w:rsidRPr="00CF4FCF">
        <w:t xml:space="preserve">The </w:t>
      </w:r>
      <w:proofErr w:type="spellStart"/>
      <w:r w:rsidRPr="00CF4FCF">
        <w:t>Hird</w:t>
      </w:r>
      <w:proofErr w:type="spellEnd"/>
      <w:r w:rsidRPr="00CF4FCF">
        <w:t xml:space="preserve"> Swamp Wildlife Reserve forms part of the </w:t>
      </w:r>
      <w:proofErr w:type="spellStart"/>
      <w:r w:rsidRPr="00CF4FCF">
        <w:t>Ramsar</w:t>
      </w:r>
      <w:proofErr w:type="spellEnd"/>
      <w:r w:rsidRPr="00CF4FCF">
        <w:t xml:space="preserve"> site and is comprised of parcels 2B~D, 2007, 2008, 2157, 2159, 2160, 2162, 2163, 2164, 2165, 2166, 2167, 2168 all on parish plan 3028.</w:t>
      </w:r>
    </w:p>
    <w:p w14:paraId="256C369C" w14:textId="4DC2577E" w:rsidR="00EE5AF6" w:rsidRDefault="00EE5AF6" w:rsidP="00EE5AF6">
      <w:bookmarkStart w:id="16" w:name="_Toc434922472"/>
    </w:p>
    <w:p w14:paraId="33A36BF8" w14:textId="77777777" w:rsidR="00EE5AF6" w:rsidRPr="00DC7C50" w:rsidRDefault="00EE5AF6" w:rsidP="00EE5AF6"/>
    <w:p w14:paraId="4377D85C" w14:textId="77777777" w:rsidR="00EE5AF6" w:rsidRPr="00310C30" w:rsidRDefault="00EE5AF6" w:rsidP="00EE5AF6">
      <w:pPr>
        <w:pStyle w:val="Heading2"/>
        <w:rPr>
          <w:lang w:val="en-US"/>
        </w:rPr>
      </w:pPr>
      <w:r w:rsidRPr="00310C30">
        <w:rPr>
          <w:lang w:val="en-US"/>
        </w:rPr>
        <w:t xml:space="preserve">Coordinates used to define the </w:t>
      </w:r>
      <w:proofErr w:type="spellStart"/>
      <w:r w:rsidRPr="00310C30">
        <w:rPr>
          <w:lang w:val="en-US"/>
        </w:rPr>
        <w:t>Kerang</w:t>
      </w:r>
      <w:proofErr w:type="spellEnd"/>
      <w:r w:rsidRPr="00310C30">
        <w:rPr>
          <w:lang w:val="en-US"/>
        </w:rPr>
        <w:t xml:space="preserve"> Wetlands </w:t>
      </w:r>
      <w:proofErr w:type="spellStart"/>
      <w:r w:rsidRPr="00310C30">
        <w:rPr>
          <w:lang w:val="en-US"/>
        </w:rPr>
        <w:t>Ramsar</w:t>
      </w:r>
      <w:proofErr w:type="spellEnd"/>
      <w:r w:rsidRPr="00310C30">
        <w:rPr>
          <w:lang w:val="en-US"/>
        </w:rPr>
        <w:t xml:space="preserve"> Site boundary.</w:t>
      </w:r>
    </w:p>
    <w:tbl>
      <w:tblPr>
        <w:tblStyle w:val="DSETable"/>
        <w:tblW w:w="4805" w:type="dxa"/>
        <w:tblLook w:val="04A0" w:firstRow="1" w:lastRow="0" w:firstColumn="1" w:lastColumn="0" w:noHBand="0" w:noVBand="1"/>
      </w:tblPr>
      <w:tblGrid>
        <w:gridCol w:w="881"/>
        <w:gridCol w:w="1856"/>
        <w:gridCol w:w="2068"/>
      </w:tblGrid>
      <w:tr w:rsidR="00EE5AF6" w:rsidRPr="002C55C3" w14:paraId="79E717E8" w14:textId="77777777" w:rsidTr="00C43D5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noWrap/>
            <w:vAlign w:val="center"/>
            <w:hideMark/>
          </w:tcPr>
          <w:p w14:paraId="67B42B85" w14:textId="77777777" w:rsidR="00EE5AF6" w:rsidRPr="002C55C3" w:rsidRDefault="00EE5AF6" w:rsidP="00C43D50">
            <w:pPr>
              <w:jc w:val="center"/>
            </w:pPr>
            <w:r w:rsidRPr="002C55C3">
              <w:t>Point</w:t>
            </w:r>
          </w:p>
        </w:tc>
        <w:tc>
          <w:tcPr>
            <w:tcW w:w="1856" w:type="dxa"/>
            <w:noWrap/>
            <w:vAlign w:val="center"/>
            <w:hideMark/>
          </w:tcPr>
          <w:p w14:paraId="05F66EF4" w14:textId="77777777" w:rsidR="00EE5AF6" w:rsidRPr="002C55C3" w:rsidRDefault="00EE5AF6" w:rsidP="00C43D50">
            <w:pPr>
              <w:jc w:val="center"/>
              <w:cnfStyle w:val="100000000000" w:firstRow="1" w:lastRow="0" w:firstColumn="0" w:lastColumn="0" w:oddVBand="0" w:evenVBand="0" w:oddHBand="0" w:evenHBand="0" w:firstRowFirstColumn="0" w:firstRowLastColumn="0" w:lastRowFirstColumn="0" w:lastRowLastColumn="0"/>
            </w:pPr>
            <w:r w:rsidRPr="002C55C3">
              <w:t>Latitude</w:t>
            </w:r>
          </w:p>
        </w:tc>
        <w:tc>
          <w:tcPr>
            <w:tcW w:w="2068" w:type="dxa"/>
            <w:noWrap/>
            <w:vAlign w:val="center"/>
            <w:hideMark/>
          </w:tcPr>
          <w:p w14:paraId="5A0B2DC0" w14:textId="77777777" w:rsidR="00EE5AF6" w:rsidRPr="002C55C3" w:rsidRDefault="00EE5AF6" w:rsidP="00C43D50">
            <w:pPr>
              <w:jc w:val="center"/>
              <w:cnfStyle w:val="100000000000" w:firstRow="1" w:lastRow="0" w:firstColumn="0" w:lastColumn="0" w:oddVBand="0" w:evenVBand="0" w:oddHBand="0" w:evenHBand="0" w:firstRowFirstColumn="0" w:firstRowLastColumn="0" w:lastRowFirstColumn="0" w:lastRowLastColumn="0"/>
            </w:pPr>
            <w:r w:rsidRPr="002C55C3">
              <w:t>Longitude</w:t>
            </w:r>
          </w:p>
        </w:tc>
      </w:tr>
      <w:tr w:rsidR="00EE5AF6" w:rsidRPr="002C55C3" w14:paraId="6CE9AB37" w14:textId="77777777" w:rsidTr="00C43D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tcBorders>
              <w:bottom w:val="none" w:sz="0" w:space="0" w:color="auto"/>
            </w:tcBorders>
            <w:noWrap/>
            <w:vAlign w:val="center"/>
          </w:tcPr>
          <w:p w14:paraId="318D1478" w14:textId="77777777" w:rsidR="00EE5AF6" w:rsidRPr="002C55C3" w:rsidRDefault="00EE5AF6" w:rsidP="00C43D50">
            <w:pPr>
              <w:jc w:val="center"/>
            </w:pPr>
            <w:r w:rsidRPr="002C55C3">
              <w:t>A</w:t>
            </w:r>
          </w:p>
        </w:tc>
        <w:tc>
          <w:tcPr>
            <w:tcW w:w="1856" w:type="dxa"/>
            <w:tcBorders>
              <w:bottom w:val="none" w:sz="0" w:space="0" w:color="auto"/>
            </w:tcBorders>
            <w:noWrap/>
            <w:vAlign w:val="center"/>
          </w:tcPr>
          <w:p w14:paraId="0C571CBC" w14:textId="77777777" w:rsidR="00EE5AF6" w:rsidRPr="002C55C3" w:rsidRDefault="00EE5AF6" w:rsidP="00C43D50">
            <w:pPr>
              <w:jc w:val="center"/>
              <w:cnfStyle w:val="000000100000" w:firstRow="0" w:lastRow="0" w:firstColumn="0" w:lastColumn="0" w:oddVBand="0" w:evenVBand="0" w:oddHBand="1" w:evenHBand="0" w:firstRowFirstColumn="0" w:firstRowLastColumn="0" w:lastRowFirstColumn="0" w:lastRowLastColumn="0"/>
            </w:pPr>
            <w:r w:rsidRPr="002C55C3">
              <w:t>35° 36' 49.77" S</w:t>
            </w:r>
          </w:p>
        </w:tc>
        <w:tc>
          <w:tcPr>
            <w:tcW w:w="2068" w:type="dxa"/>
            <w:tcBorders>
              <w:bottom w:val="none" w:sz="0" w:space="0" w:color="auto"/>
            </w:tcBorders>
            <w:noWrap/>
            <w:vAlign w:val="center"/>
          </w:tcPr>
          <w:p w14:paraId="04F6034F" w14:textId="77777777" w:rsidR="00EE5AF6" w:rsidRPr="002C55C3" w:rsidRDefault="00EE5AF6" w:rsidP="00C43D50">
            <w:pPr>
              <w:jc w:val="center"/>
              <w:cnfStyle w:val="000000100000" w:firstRow="0" w:lastRow="0" w:firstColumn="0" w:lastColumn="0" w:oddVBand="0" w:evenVBand="0" w:oddHBand="1" w:evenHBand="0" w:firstRowFirstColumn="0" w:firstRowLastColumn="0" w:lastRowFirstColumn="0" w:lastRowLastColumn="0"/>
            </w:pPr>
            <w:r w:rsidRPr="002C55C3">
              <w:t>143° 47' 47.39" E</w:t>
            </w:r>
          </w:p>
        </w:tc>
      </w:tr>
      <w:tr w:rsidR="00EE5AF6" w:rsidRPr="002C55C3" w14:paraId="773ABAE1" w14:textId="77777777" w:rsidTr="00C43D5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tcBorders>
              <w:bottom w:val="none" w:sz="0" w:space="0" w:color="auto"/>
            </w:tcBorders>
            <w:noWrap/>
            <w:vAlign w:val="center"/>
          </w:tcPr>
          <w:p w14:paraId="5B5A3BB0" w14:textId="77777777" w:rsidR="00EE5AF6" w:rsidRPr="002C55C3" w:rsidRDefault="00EE5AF6" w:rsidP="00C43D50">
            <w:pPr>
              <w:jc w:val="center"/>
            </w:pPr>
            <w:r w:rsidRPr="002C55C3">
              <w:lastRenderedPageBreak/>
              <w:t>B</w:t>
            </w:r>
          </w:p>
        </w:tc>
        <w:tc>
          <w:tcPr>
            <w:tcW w:w="1856" w:type="dxa"/>
            <w:tcBorders>
              <w:bottom w:val="none" w:sz="0" w:space="0" w:color="auto"/>
            </w:tcBorders>
            <w:noWrap/>
            <w:vAlign w:val="center"/>
          </w:tcPr>
          <w:p w14:paraId="2FB0BF8E" w14:textId="77777777" w:rsidR="00EE5AF6" w:rsidRPr="002C55C3" w:rsidRDefault="00EE5AF6" w:rsidP="00C43D50">
            <w:pPr>
              <w:jc w:val="center"/>
              <w:cnfStyle w:val="000000010000" w:firstRow="0" w:lastRow="0" w:firstColumn="0" w:lastColumn="0" w:oddVBand="0" w:evenVBand="0" w:oddHBand="0" w:evenHBand="1" w:firstRowFirstColumn="0" w:firstRowLastColumn="0" w:lastRowFirstColumn="0" w:lastRowLastColumn="0"/>
            </w:pPr>
            <w:r w:rsidRPr="002C55C3">
              <w:t>35° 36' 24.85" S</w:t>
            </w:r>
          </w:p>
        </w:tc>
        <w:tc>
          <w:tcPr>
            <w:tcW w:w="2068" w:type="dxa"/>
            <w:tcBorders>
              <w:bottom w:val="none" w:sz="0" w:space="0" w:color="auto"/>
            </w:tcBorders>
            <w:noWrap/>
            <w:vAlign w:val="center"/>
          </w:tcPr>
          <w:p w14:paraId="2AB184A7" w14:textId="77777777" w:rsidR="00EE5AF6" w:rsidRPr="002C55C3" w:rsidRDefault="00EE5AF6" w:rsidP="00C43D50">
            <w:pPr>
              <w:jc w:val="center"/>
              <w:cnfStyle w:val="000000010000" w:firstRow="0" w:lastRow="0" w:firstColumn="0" w:lastColumn="0" w:oddVBand="0" w:evenVBand="0" w:oddHBand="0" w:evenHBand="1" w:firstRowFirstColumn="0" w:firstRowLastColumn="0" w:lastRowFirstColumn="0" w:lastRowLastColumn="0"/>
            </w:pPr>
            <w:r w:rsidRPr="002C55C3">
              <w:t>143° 46' 18.86" E</w:t>
            </w:r>
          </w:p>
        </w:tc>
      </w:tr>
      <w:tr w:rsidR="00EE5AF6" w:rsidRPr="002C55C3" w14:paraId="493C62A2" w14:textId="77777777" w:rsidTr="00C43D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tcBorders>
              <w:bottom w:val="none" w:sz="0" w:space="0" w:color="auto"/>
            </w:tcBorders>
            <w:noWrap/>
            <w:vAlign w:val="center"/>
          </w:tcPr>
          <w:p w14:paraId="23203D21" w14:textId="77777777" w:rsidR="00EE5AF6" w:rsidRPr="002C55C3" w:rsidRDefault="00EE5AF6" w:rsidP="00C43D50">
            <w:pPr>
              <w:jc w:val="center"/>
            </w:pPr>
            <w:r w:rsidRPr="002C55C3">
              <w:t>C</w:t>
            </w:r>
          </w:p>
        </w:tc>
        <w:tc>
          <w:tcPr>
            <w:tcW w:w="1856" w:type="dxa"/>
            <w:tcBorders>
              <w:bottom w:val="none" w:sz="0" w:space="0" w:color="auto"/>
            </w:tcBorders>
            <w:noWrap/>
            <w:vAlign w:val="center"/>
          </w:tcPr>
          <w:p w14:paraId="26D5EA57" w14:textId="77777777" w:rsidR="00EE5AF6" w:rsidRPr="002C55C3" w:rsidRDefault="00EE5AF6" w:rsidP="00C43D50">
            <w:pPr>
              <w:jc w:val="center"/>
              <w:cnfStyle w:val="000000100000" w:firstRow="0" w:lastRow="0" w:firstColumn="0" w:lastColumn="0" w:oddVBand="0" w:evenVBand="0" w:oddHBand="1" w:evenHBand="0" w:firstRowFirstColumn="0" w:firstRowLastColumn="0" w:lastRowFirstColumn="0" w:lastRowLastColumn="0"/>
            </w:pPr>
            <w:r w:rsidRPr="002C55C3">
              <w:t>35° 36' 22.91" S</w:t>
            </w:r>
          </w:p>
        </w:tc>
        <w:tc>
          <w:tcPr>
            <w:tcW w:w="2068" w:type="dxa"/>
            <w:tcBorders>
              <w:bottom w:val="none" w:sz="0" w:space="0" w:color="auto"/>
            </w:tcBorders>
            <w:noWrap/>
            <w:vAlign w:val="center"/>
          </w:tcPr>
          <w:p w14:paraId="778BCCCA" w14:textId="77777777" w:rsidR="00EE5AF6" w:rsidRPr="002C55C3" w:rsidRDefault="00EE5AF6" w:rsidP="00C43D50">
            <w:pPr>
              <w:jc w:val="center"/>
              <w:cnfStyle w:val="000000100000" w:firstRow="0" w:lastRow="0" w:firstColumn="0" w:lastColumn="0" w:oddVBand="0" w:evenVBand="0" w:oddHBand="1" w:evenHBand="0" w:firstRowFirstColumn="0" w:firstRowLastColumn="0" w:lastRowFirstColumn="0" w:lastRowLastColumn="0"/>
            </w:pPr>
            <w:r w:rsidRPr="002C55C3">
              <w:t>143° 46' 13.97" E</w:t>
            </w:r>
          </w:p>
        </w:tc>
      </w:tr>
      <w:tr w:rsidR="00EE5AF6" w:rsidRPr="002C55C3" w14:paraId="23BB6B88" w14:textId="77777777" w:rsidTr="00C43D5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tcBorders>
              <w:bottom w:val="none" w:sz="0" w:space="0" w:color="auto"/>
            </w:tcBorders>
            <w:noWrap/>
            <w:vAlign w:val="center"/>
          </w:tcPr>
          <w:p w14:paraId="2CA0C76E" w14:textId="77777777" w:rsidR="00EE5AF6" w:rsidRPr="002C55C3" w:rsidRDefault="00EE5AF6" w:rsidP="00C43D50">
            <w:pPr>
              <w:jc w:val="center"/>
            </w:pPr>
            <w:r w:rsidRPr="002C55C3">
              <w:t>D</w:t>
            </w:r>
          </w:p>
        </w:tc>
        <w:tc>
          <w:tcPr>
            <w:tcW w:w="1856" w:type="dxa"/>
            <w:tcBorders>
              <w:bottom w:val="none" w:sz="0" w:space="0" w:color="auto"/>
            </w:tcBorders>
            <w:noWrap/>
            <w:vAlign w:val="center"/>
          </w:tcPr>
          <w:p w14:paraId="2F0F93FD" w14:textId="77777777" w:rsidR="00EE5AF6" w:rsidRPr="002C55C3" w:rsidRDefault="00EE5AF6" w:rsidP="00C43D50">
            <w:pPr>
              <w:jc w:val="center"/>
              <w:cnfStyle w:val="000000010000" w:firstRow="0" w:lastRow="0" w:firstColumn="0" w:lastColumn="0" w:oddVBand="0" w:evenVBand="0" w:oddHBand="0" w:evenHBand="1" w:firstRowFirstColumn="0" w:firstRowLastColumn="0" w:lastRowFirstColumn="0" w:lastRowLastColumn="0"/>
            </w:pPr>
            <w:r w:rsidRPr="002C55C3">
              <w:t>35° 36' 23.11" S</w:t>
            </w:r>
          </w:p>
        </w:tc>
        <w:tc>
          <w:tcPr>
            <w:tcW w:w="2068" w:type="dxa"/>
            <w:tcBorders>
              <w:bottom w:val="none" w:sz="0" w:space="0" w:color="auto"/>
            </w:tcBorders>
            <w:noWrap/>
            <w:vAlign w:val="center"/>
          </w:tcPr>
          <w:p w14:paraId="03AD2043" w14:textId="77777777" w:rsidR="00EE5AF6" w:rsidRPr="002C55C3" w:rsidRDefault="00EE5AF6" w:rsidP="00C43D50">
            <w:pPr>
              <w:jc w:val="center"/>
              <w:cnfStyle w:val="000000010000" w:firstRow="0" w:lastRow="0" w:firstColumn="0" w:lastColumn="0" w:oddVBand="0" w:evenVBand="0" w:oddHBand="0" w:evenHBand="1" w:firstRowFirstColumn="0" w:firstRowLastColumn="0" w:lastRowFirstColumn="0" w:lastRowLastColumn="0"/>
            </w:pPr>
            <w:r w:rsidRPr="002C55C3">
              <w:t>143° 46' 11.78" E</w:t>
            </w:r>
          </w:p>
        </w:tc>
      </w:tr>
      <w:tr w:rsidR="00EE5AF6" w:rsidRPr="002C55C3" w14:paraId="26A4F1DB" w14:textId="77777777" w:rsidTr="00C43D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tcBorders>
              <w:bottom w:val="none" w:sz="0" w:space="0" w:color="auto"/>
            </w:tcBorders>
            <w:noWrap/>
            <w:vAlign w:val="center"/>
          </w:tcPr>
          <w:p w14:paraId="6818F4EE" w14:textId="77777777" w:rsidR="00EE5AF6" w:rsidRPr="002C55C3" w:rsidRDefault="00EE5AF6" w:rsidP="00C43D50">
            <w:pPr>
              <w:jc w:val="center"/>
            </w:pPr>
            <w:r w:rsidRPr="002C55C3">
              <w:t>E</w:t>
            </w:r>
          </w:p>
        </w:tc>
        <w:tc>
          <w:tcPr>
            <w:tcW w:w="1856" w:type="dxa"/>
            <w:tcBorders>
              <w:bottom w:val="none" w:sz="0" w:space="0" w:color="auto"/>
            </w:tcBorders>
            <w:noWrap/>
            <w:vAlign w:val="center"/>
          </w:tcPr>
          <w:p w14:paraId="207934F7" w14:textId="77777777" w:rsidR="00EE5AF6" w:rsidRPr="002C55C3" w:rsidRDefault="00EE5AF6" w:rsidP="00C43D50">
            <w:pPr>
              <w:jc w:val="center"/>
              <w:cnfStyle w:val="000000100000" w:firstRow="0" w:lastRow="0" w:firstColumn="0" w:lastColumn="0" w:oddVBand="0" w:evenVBand="0" w:oddHBand="1" w:evenHBand="0" w:firstRowFirstColumn="0" w:firstRowLastColumn="0" w:lastRowFirstColumn="0" w:lastRowLastColumn="0"/>
            </w:pPr>
            <w:r w:rsidRPr="002C55C3">
              <w:t>35° 36' 17.28" S</w:t>
            </w:r>
          </w:p>
        </w:tc>
        <w:tc>
          <w:tcPr>
            <w:tcW w:w="2068" w:type="dxa"/>
            <w:tcBorders>
              <w:bottom w:val="none" w:sz="0" w:space="0" w:color="auto"/>
            </w:tcBorders>
            <w:noWrap/>
            <w:vAlign w:val="center"/>
          </w:tcPr>
          <w:p w14:paraId="64F1ADC9" w14:textId="77777777" w:rsidR="00EE5AF6" w:rsidRPr="002C55C3" w:rsidRDefault="00EE5AF6" w:rsidP="00C43D50">
            <w:pPr>
              <w:jc w:val="center"/>
              <w:cnfStyle w:val="000000100000" w:firstRow="0" w:lastRow="0" w:firstColumn="0" w:lastColumn="0" w:oddVBand="0" w:evenVBand="0" w:oddHBand="1" w:evenHBand="0" w:firstRowFirstColumn="0" w:firstRowLastColumn="0" w:lastRowFirstColumn="0" w:lastRowLastColumn="0"/>
            </w:pPr>
            <w:r w:rsidRPr="002C55C3">
              <w:t>143° 46' 4.42" E</w:t>
            </w:r>
          </w:p>
        </w:tc>
      </w:tr>
      <w:tr w:rsidR="00EE5AF6" w:rsidRPr="002C55C3" w14:paraId="551A61DE" w14:textId="77777777" w:rsidTr="00C43D5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tcBorders>
              <w:bottom w:val="none" w:sz="0" w:space="0" w:color="auto"/>
            </w:tcBorders>
            <w:noWrap/>
            <w:vAlign w:val="center"/>
          </w:tcPr>
          <w:p w14:paraId="20DF1F60" w14:textId="77777777" w:rsidR="00EE5AF6" w:rsidRPr="002C55C3" w:rsidRDefault="00EE5AF6" w:rsidP="00C43D50">
            <w:pPr>
              <w:jc w:val="center"/>
            </w:pPr>
            <w:r w:rsidRPr="002C55C3">
              <w:t>F</w:t>
            </w:r>
          </w:p>
        </w:tc>
        <w:tc>
          <w:tcPr>
            <w:tcW w:w="1856" w:type="dxa"/>
            <w:tcBorders>
              <w:bottom w:val="none" w:sz="0" w:space="0" w:color="auto"/>
            </w:tcBorders>
            <w:noWrap/>
            <w:vAlign w:val="center"/>
          </w:tcPr>
          <w:p w14:paraId="2AC35DEC" w14:textId="77777777" w:rsidR="00EE5AF6" w:rsidRPr="002C55C3" w:rsidRDefault="00EE5AF6" w:rsidP="00C43D50">
            <w:pPr>
              <w:jc w:val="center"/>
              <w:cnfStyle w:val="000000010000" w:firstRow="0" w:lastRow="0" w:firstColumn="0" w:lastColumn="0" w:oddVBand="0" w:evenVBand="0" w:oddHBand="0" w:evenHBand="1" w:firstRowFirstColumn="0" w:firstRowLastColumn="0" w:lastRowFirstColumn="0" w:lastRowLastColumn="0"/>
            </w:pPr>
            <w:r w:rsidRPr="002C55C3">
              <w:t>35° 39' 14.37" S</w:t>
            </w:r>
          </w:p>
        </w:tc>
        <w:tc>
          <w:tcPr>
            <w:tcW w:w="2068" w:type="dxa"/>
            <w:tcBorders>
              <w:bottom w:val="none" w:sz="0" w:space="0" w:color="auto"/>
            </w:tcBorders>
            <w:noWrap/>
            <w:vAlign w:val="center"/>
          </w:tcPr>
          <w:p w14:paraId="23F6FB7B" w14:textId="77777777" w:rsidR="00EE5AF6" w:rsidRPr="002C55C3" w:rsidRDefault="00EE5AF6" w:rsidP="00C43D50">
            <w:pPr>
              <w:jc w:val="center"/>
              <w:cnfStyle w:val="000000010000" w:firstRow="0" w:lastRow="0" w:firstColumn="0" w:lastColumn="0" w:oddVBand="0" w:evenVBand="0" w:oddHBand="0" w:evenHBand="1" w:firstRowFirstColumn="0" w:firstRowLastColumn="0" w:lastRowFirstColumn="0" w:lastRowLastColumn="0"/>
            </w:pPr>
            <w:r w:rsidRPr="002C55C3">
              <w:t>143° 52' 33.37" E</w:t>
            </w:r>
          </w:p>
        </w:tc>
      </w:tr>
      <w:tr w:rsidR="00EE5AF6" w:rsidRPr="002C55C3" w14:paraId="0933AB89" w14:textId="77777777" w:rsidTr="00C43D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tcBorders>
              <w:bottom w:val="none" w:sz="0" w:space="0" w:color="auto"/>
            </w:tcBorders>
            <w:noWrap/>
            <w:vAlign w:val="center"/>
          </w:tcPr>
          <w:p w14:paraId="702966B9" w14:textId="77777777" w:rsidR="00EE5AF6" w:rsidRPr="002C55C3" w:rsidRDefault="00EE5AF6" w:rsidP="00C43D50">
            <w:pPr>
              <w:jc w:val="center"/>
            </w:pPr>
            <w:r w:rsidRPr="002C55C3">
              <w:t>G</w:t>
            </w:r>
          </w:p>
        </w:tc>
        <w:tc>
          <w:tcPr>
            <w:tcW w:w="1856" w:type="dxa"/>
            <w:tcBorders>
              <w:bottom w:val="none" w:sz="0" w:space="0" w:color="auto"/>
            </w:tcBorders>
            <w:noWrap/>
            <w:vAlign w:val="center"/>
          </w:tcPr>
          <w:p w14:paraId="7F56C8AE" w14:textId="77777777" w:rsidR="00EE5AF6" w:rsidRPr="002C55C3" w:rsidRDefault="00EE5AF6" w:rsidP="00C43D50">
            <w:pPr>
              <w:jc w:val="center"/>
              <w:cnfStyle w:val="000000100000" w:firstRow="0" w:lastRow="0" w:firstColumn="0" w:lastColumn="0" w:oddVBand="0" w:evenVBand="0" w:oddHBand="1" w:evenHBand="0" w:firstRowFirstColumn="0" w:firstRowLastColumn="0" w:lastRowFirstColumn="0" w:lastRowLastColumn="0"/>
            </w:pPr>
            <w:r w:rsidRPr="002C55C3">
              <w:t>35° 39' 14.68" S</w:t>
            </w:r>
          </w:p>
        </w:tc>
        <w:tc>
          <w:tcPr>
            <w:tcW w:w="2068" w:type="dxa"/>
            <w:tcBorders>
              <w:bottom w:val="none" w:sz="0" w:space="0" w:color="auto"/>
            </w:tcBorders>
            <w:noWrap/>
            <w:vAlign w:val="center"/>
          </w:tcPr>
          <w:p w14:paraId="3F5DB69E" w14:textId="77777777" w:rsidR="00EE5AF6" w:rsidRPr="002C55C3" w:rsidRDefault="00EE5AF6" w:rsidP="00C43D50">
            <w:pPr>
              <w:jc w:val="center"/>
              <w:cnfStyle w:val="000000100000" w:firstRow="0" w:lastRow="0" w:firstColumn="0" w:lastColumn="0" w:oddVBand="0" w:evenVBand="0" w:oddHBand="1" w:evenHBand="0" w:firstRowFirstColumn="0" w:firstRowLastColumn="0" w:lastRowFirstColumn="0" w:lastRowLastColumn="0"/>
            </w:pPr>
            <w:r w:rsidRPr="002C55C3">
              <w:t>143° 52' 34.17" E</w:t>
            </w:r>
          </w:p>
        </w:tc>
      </w:tr>
      <w:tr w:rsidR="00EE5AF6" w:rsidRPr="002C55C3" w14:paraId="15E06B7F" w14:textId="77777777" w:rsidTr="00C43D5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tcBorders>
              <w:bottom w:val="none" w:sz="0" w:space="0" w:color="auto"/>
            </w:tcBorders>
            <w:noWrap/>
            <w:vAlign w:val="center"/>
          </w:tcPr>
          <w:p w14:paraId="1E485BF9" w14:textId="77777777" w:rsidR="00EE5AF6" w:rsidRPr="002C55C3" w:rsidRDefault="00EE5AF6" w:rsidP="00C43D50">
            <w:pPr>
              <w:jc w:val="center"/>
            </w:pPr>
            <w:r w:rsidRPr="002C55C3">
              <w:t>H</w:t>
            </w:r>
          </w:p>
        </w:tc>
        <w:tc>
          <w:tcPr>
            <w:tcW w:w="1856" w:type="dxa"/>
            <w:tcBorders>
              <w:bottom w:val="none" w:sz="0" w:space="0" w:color="auto"/>
            </w:tcBorders>
            <w:noWrap/>
            <w:vAlign w:val="center"/>
          </w:tcPr>
          <w:p w14:paraId="58FD1195" w14:textId="77777777" w:rsidR="00EE5AF6" w:rsidRPr="002C55C3" w:rsidRDefault="00EE5AF6" w:rsidP="00C43D50">
            <w:pPr>
              <w:jc w:val="center"/>
              <w:cnfStyle w:val="000000010000" w:firstRow="0" w:lastRow="0" w:firstColumn="0" w:lastColumn="0" w:oddVBand="0" w:evenVBand="0" w:oddHBand="0" w:evenHBand="1" w:firstRowFirstColumn="0" w:firstRowLastColumn="0" w:lastRowFirstColumn="0" w:lastRowLastColumn="0"/>
            </w:pPr>
            <w:r w:rsidRPr="002C55C3">
              <w:t>35° 39' 20.24" S</w:t>
            </w:r>
          </w:p>
        </w:tc>
        <w:tc>
          <w:tcPr>
            <w:tcW w:w="2068" w:type="dxa"/>
            <w:tcBorders>
              <w:bottom w:val="none" w:sz="0" w:space="0" w:color="auto"/>
            </w:tcBorders>
            <w:noWrap/>
            <w:vAlign w:val="center"/>
          </w:tcPr>
          <w:p w14:paraId="7F986ED2" w14:textId="77777777" w:rsidR="00EE5AF6" w:rsidRPr="002C55C3" w:rsidRDefault="00EE5AF6" w:rsidP="00C43D50">
            <w:pPr>
              <w:jc w:val="center"/>
              <w:cnfStyle w:val="000000010000" w:firstRow="0" w:lastRow="0" w:firstColumn="0" w:lastColumn="0" w:oddVBand="0" w:evenVBand="0" w:oddHBand="0" w:evenHBand="1" w:firstRowFirstColumn="0" w:firstRowLastColumn="0" w:lastRowFirstColumn="0" w:lastRowLastColumn="0"/>
            </w:pPr>
            <w:r w:rsidRPr="002C55C3">
              <w:t>143° 52' 27.56" E</w:t>
            </w:r>
          </w:p>
        </w:tc>
      </w:tr>
      <w:tr w:rsidR="00EE5AF6" w:rsidRPr="002C55C3" w14:paraId="21EDDF03" w14:textId="77777777" w:rsidTr="00C43D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tcBorders>
              <w:bottom w:val="none" w:sz="0" w:space="0" w:color="auto"/>
            </w:tcBorders>
            <w:noWrap/>
            <w:vAlign w:val="center"/>
          </w:tcPr>
          <w:p w14:paraId="5D88AEB1" w14:textId="77777777" w:rsidR="00EE5AF6" w:rsidRPr="002C55C3" w:rsidRDefault="00EE5AF6" w:rsidP="00C43D50">
            <w:pPr>
              <w:jc w:val="center"/>
            </w:pPr>
            <w:r w:rsidRPr="002C55C3">
              <w:t>I</w:t>
            </w:r>
          </w:p>
        </w:tc>
        <w:tc>
          <w:tcPr>
            <w:tcW w:w="1856" w:type="dxa"/>
            <w:tcBorders>
              <w:bottom w:val="none" w:sz="0" w:space="0" w:color="auto"/>
            </w:tcBorders>
            <w:noWrap/>
            <w:vAlign w:val="center"/>
          </w:tcPr>
          <w:p w14:paraId="5FA2A80C" w14:textId="77777777" w:rsidR="00EE5AF6" w:rsidRPr="002C55C3" w:rsidRDefault="00EE5AF6" w:rsidP="00C43D50">
            <w:pPr>
              <w:jc w:val="center"/>
              <w:cnfStyle w:val="000000100000" w:firstRow="0" w:lastRow="0" w:firstColumn="0" w:lastColumn="0" w:oddVBand="0" w:evenVBand="0" w:oddHBand="1" w:evenHBand="0" w:firstRowFirstColumn="0" w:firstRowLastColumn="0" w:lastRowFirstColumn="0" w:lastRowLastColumn="0"/>
            </w:pPr>
            <w:r w:rsidRPr="002C55C3">
              <w:t>35° 39' 19.76" S</w:t>
            </w:r>
          </w:p>
        </w:tc>
        <w:tc>
          <w:tcPr>
            <w:tcW w:w="2068" w:type="dxa"/>
            <w:tcBorders>
              <w:bottom w:val="none" w:sz="0" w:space="0" w:color="auto"/>
            </w:tcBorders>
            <w:noWrap/>
            <w:vAlign w:val="center"/>
          </w:tcPr>
          <w:p w14:paraId="7E15B5D6" w14:textId="77777777" w:rsidR="00EE5AF6" w:rsidRPr="002C55C3" w:rsidRDefault="00EE5AF6" w:rsidP="00C43D50">
            <w:pPr>
              <w:jc w:val="center"/>
              <w:cnfStyle w:val="000000100000" w:firstRow="0" w:lastRow="0" w:firstColumn="0" w:lastColumn="0" w:oddVBand="0" w:evenVBand="0" w:oddHBand="1" w:evenHBand="0" w:firstRowFirstColumn="0" w:firstRowLastColumn="0" w:lastRowFirstColumn="0" w:lastRowLastColumn="0"/>
            </w:pPr>
            <w:r w:rsidRPr="002C55C3">
              <w:t>143° 52' 26.96" E</w:t>
            </w:r>
          </w:p>
        </w:tc>
      </w:tr>
      <w:tr w:rsidR="00EE5AF6" w:rsidRPr="002C55C3" w14:paraId="35C456AD" w14:textId="77777777" w:rsidTr="00C43D5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tcBorders>
              <w:bottom w:val="none" w:sz="0" w:space="0" w:color="auto"/>
            </w:tcBorders>
            <w:noWrap/>
            <w:vAlign w:val="center"/>
          </w:tcPr>
          <w:p w14:paraId="3D912AC4" w14:textId="77777777" w:rsidR="00EE5AF6" w:rsidRPr="002C55C3" w:rsidRDefault="00EE5AF6" w:rsidP="00C43D50">
            <w:pPr>
              <w:jc w:val="center"/>
            </w:pPr>
            <w:r w:rsidRPr="002C55C3">
              <w:t>J</w:t>
            </w:r>
          </w:p>
        </w:tc>
        <w:tc>
          <w:tcPr>
            <w:tcW w:w="1856" w:type="dxa"/>
            <w:tcBorders>
              <w:bottom w:val="none" w:sz="0" w:space="0" w:color="auto"/>
            </w:tcBorders>
            <w:noWrap/>
            <w:vAlign w:val="center"/>
          </w:tcPr>
          <w:p w14:paraId="05226F48" w14:textId="77777777" w:rsidR="00EE5AF6" w:rsidRPr="002C55C3" w:rsidRDefault="00EE5AF6" w:rsidP="00C43D50">
            <w:pPr>
              <w:jc w:val="center"/>
              <w:cnfStyle w:val="000000010000" w:firstRow="0" w:lastRow="0" w:firstColumn="0" w:lastColumn="0" w:oddVBand="0" w:evenVBand="0" w:oddHBand="0" w:evenHBand="1" w:firstRowFirstColumn="0" w:firstRowLastColumn="0" w:lastRowFirstColumn="0" w:lastRowLastColumn="0"/>
            </w:pPr>
            <w:r w:rsidRPr="002C55C3">
              <w:t>35° 40' 17.39" S</w:t>
            </w:r>
          </w:p>
        </w:tc>
        <w:tc>
          <w:tcPr>
            <w:tcW w:w="2068" w:type="dxa"/>
            <w:tcBorders>
              <w:bottom w:val="none" w:sz="0" w:space="0" w:color="auto"/>
            </w:tcBorders>
            <w:noWrap/>
            <w:vAlign w:val="center"/>
          </w:tcPr>
          <w:p w14:paraId="1513DAFA" w14:textId="77777777" w:rsidR="00EE5AF6" w:rsidRPr="002C55C3" w:rsidRDefault="00EE5AF6" w:rsidP="00C43D50">
            <w:pPr>
              <w:jc w:val="center"/>
              <w:cnfStyle w:val="000000010000" w:firstRow="0" w:lastRow="0" w:firstColumn="0" w:lastColumn="0" w:oddVBand="0" w:evenVBand="0" w:oddHBand="0" w:evenHBand="1" w:firstRowFirstColumn="0" w:firstRowLastColumn="0" w:lastRowFirstColumn="0" w:lastRowLastColumn="0"/>
            </w:pPr>
            <w:r w:rsidRPr="002C55C3">
              <w:t>143° 52' 59.69" E</w:t>
            </w:r>
          </w:p>
        </w:tc>
      </w:tr>
      <w:tr w:rsidR="00EE5AF6" w:rsidRPr="002C55C3" w14:paraId="65272411" w14:textId="77777777" w:rsidTr="00C43D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tcBorders>
              <w:bottom w:val="none" w:sz="0" w:space="0" w:color="auto"/>
            </w:tcBorders>
            <w:noWrap/>
            <w:vAlign w:val="center"/>
          </w:tcPr>
          <w:p w14:paraId="483E0AFB" w14:textId="77777777" w:rsidR="00EE5AF6" w:rsidRPr="002C55C3" w:rsidRDefault="00EE5AF6" w:rsidP="00C43D50">
            <w:pPr>
              <w:jc w:val="center"/>
            </w:pPr>
            <w:r w:rsidRPr="002C55C3">
              <w:t>K</w:t>
            </w:r>
          </w:p>
        </w:tc>
        <w:tc>
          <w:tcPr>
            <w:tcW w:w="1856" w:type="dxa"/>
            <w:tcBorders>
              <w:bottom w:val="none" w:sz="0" w:space="0" w:color="auto"/>
            </w:tcBorders>
            <w:noWrap/>
            <w:vAlign w:val="center"/>
          </w:tcPr>
          <w:p w14:paraId="0F381AC0" w14:textId="77777777" w:rsidR="00EE5AF6" w:rsidRPr="002C55C3" w:rsidRDefault="00EE5AF6" w:rsidP="00C43D50">
            <w:pPr>
              <w:jc w:val="center"/>
              <w:cnfStyle w:val="000000100000" w:firstRow="0" w:lastRow="0" w:firstColumn="0" w:lastColumn="0" w:oddVBand="0" w:evenVBand="0" w:oddHBand="1" w:evenHBand="0" w:firstRowFirstColumn="0" w:firstRowLastColumn="0" w:lastRowFirstColumn="0" w:lastRowLastColumn="0"/>
            </w:pPr>
            <w:r w:rsidRPr="002C55C3">
              <w:t>35° 41' 46.48" S</w:t>
            </w:r>
          </w:p>
        </w:tc>
        <w:tc>
          <w:tcPr>
            <w:tcW w:w="2068" w:type="dxa"/>
            <w:tcBorders>
              <w:bottom w:val="none" w:sz="0" w:space="0" w:color="auto"/>
            </w:tcBorders>
            <w:noWrap/>
            <w:vAlign w:val="center"/>
          </w:tcPr>
          <w:p w14:paraId="7666E9E0" w14:textId="77777777" w:rsidR="00EE5AF6" w:rsidRPr="002C55C3" w:rsidRDefault="00EE5AF6" w:rsidP="00C43D50">
            <w:pPr>
              <w:jc w:val="center"/>
              <w:cnfStyle w:val="000000100000" w:firstRow="0" w:lastRow="0" w:firstColumn="0" w:lastColumn="0" w:oddVBand="0" w:evenVBand="0" w:oddHBand="1" w:evenHBand="0" w:firstRowFirstColumn="0" w:firstRowLastColumn="0" w:lastRowFirstColumn="0" w:lastRowLastColumn="0"/>
            </w:pPr>
            <w:r w:rsidRPr="002C55C3">
              <w:t>143° 43' 38.63" E</w:t>
            </w:r>
          </w:p>
        </w:tc>
      </w:tr>
      <w:tr w:rsidR="00EE5AF6" w:rsidRPr="002C55C3" w14:paraId="139D9D76" w14:textId="77777777" w:rsidTr="00C43D5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tcBorders>
              <w:bottom w:val="none" w:sz="0" w:space="0" w:color="auto"/>
            </w:tcBorders>
            <w:noWrap/>
            <w:vAlign w:val="center"/>
          </w:tcPr>
          <w:p w14:paraId="299F9D62" w14:textId="77777777" w:rsidR="00EE5AF6" w:rsidRPr="002C55C3" w:rsidRDefault="00EE5AF6" w:rsidP="00C43D50">
            <w:pPr>
              <w:jc w:val="center"/>
            </w:pPr>
            <w:r w:rsidRPr="002C55C3">
              <w:t>L</w:t>
            </w:r>
          </w:p>
        </w:tc>
        <w:tc>
          <w:tcPr>
            <w:tcW w:w="1856" w:type="dxa"/>
            <w:tcBorders>
              <w:bottom w:val="none" w:sz="0" w:space="0" w:color="auto"/>
            </w:tcBorders>
            <w:noWrap/>
            <w:vAlign w:val="center"/>
          </w:tcPr>
          <w:p w14:paraId="6B658015" w14:textId="77777777" w:rsidR="00EE5AF6" w:rsidRPr="002C55C3" w:rsidRDefault="00EE5AF6" w:rsidP="00C43D50">
            <w:pPr>
              <w:jc w:val="center"/>
              <w:cnfStyle w:val="000000010000" w:firstRow="0" w:lastRow="0" w:firstColumn="0" w:lastColumn="0" w:oddVBand="0" w:evenVBand="0" w:oddHBand="0" w:evenHBand="1" w:firstRowFirstColumn="0" w:firstRowLastColumn="0" w:lastRowFirstColumn="0" w:lastRowLastColumn="0"/>
            </w:pPr>
            <w:r w:rsidRPr="002C55C3">
              <w:t>35° 41' 45.28" S</w:t>
            </w:r>
          </w:p>
        </w:tc>
        <w:tc>
          <w:tcPr>
            <w:tcW w:w="2068" w:type="dxa"/>
            <w:tcBorders>
              <w:bottom w:val="none" w:sz="0" w:space="0" w:color="auto"/>
            </w:tcBorders>
            <w:noWrap/>
            <w:vAlign w:val="center"/>
          </w:tcPr>
          <w:p w14:paraId="2FEF8A69" w14:textId="77777777" w:rsidR="00EE5AF6" w:rsidRPr="002C55C3" w:rsidRDefault="00EE5AF6" w:rsidP="00C43D50">
            <w:pPr>
              <w:jc w:val="center"/>
              <w:cnfStyle w:val="000000010000" w:firstRow="0" w:lastRow="0" w:firstColumn="0" w:lastColumn="0" w:oddVBand="0" w:evenVBand="0" w:oddHBand="0" w:evenHBand="1" w:firstRowFirstColumn="0" w:firstRowLastColumn="0" w:lastRowFirstColumn="0" w:lastRowLastColumn="0"/>
            </w:pPr>
            <w:r w:rsidRPr="002C55C3">
              <w:t>143° 43' 38.49" E</w:t>
            </w:r>
          </w:p>
        </w:tc>
      </w:tr>
      <w:tr w:rsidR="00EE5AF6" w:rsidRPr="002C55C3" w14:paraId="0C3416D0" w14:textId="77777777" w:rsidTr="00C43D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tcBorders>
              <w:bottom w:val="none" w:sz="0" w:space="0" w:color="auto"/>
            </w:tcBorders>
            <w:noWrap/>
            <w:vAlign w:val="center"/>
          </w:tcPr>
          <w:p w14:paraId="20AE7E01" w14:textId="77777777" w:rsidR="00EE5AF6" w:rsidRPr="002C55C3" w:rsidRDefault="00EE5AF6" w:rsidP="00C43D50">
            <w:pPr>
              <w:jc w:val="center"/>
            </w:pPr>
            <w:r w:rsidRPr="002C55C3">
              <w:t>M</w:t>
            </w:r>
          </w:p>
        </w:tc>
        <w:tc>
          <w:tcPr>
            <w:tcW w:w="1856" w:type="dxa"/>
            <w:tcBorders>
              <w:bottom w:val="none" w:sz="0" w:space="0" w:color="auto"/>
            </w:tcBorders>
            <w:noWrap/>
            <w:vAlign w:val="center"/>
          </w:tcPr>
          <w:p w14:paraId="6124A070" w14:textId="77777777" w:rsidR="00EE5AF6" w:rsidRPr="002C55C3" w:rsidRDefault="00EE5AF6" w:rsidP="00C43D50">
            <w:pPr>
              <w:jc w:val="center"/>
              <w:cnfStyle w:val="000000100000" w:firstRow="0" w:lastRow="0" w:firstColumn="0" w:lastColumn="0" w:oddVBand="0" w:evenVBand="0" w:oddHBand="1" w:evenHBand="0" w:firstRowFirstColumn="0" w:firstRowLastColumn="0" w:lastRowFirstColumn="0" w:lastRowLastColumn="0"/>
            </w:pPr>
            <w:r w:rsidRPr="002C55C3">
              <w:t>35° 40' 13.57" S</w:t>
            </w:r>
          </w:p>
        </w:tc>
        <w:tc>
          <w:tcPr>
            <w:tcW w:w="2068" w:type="dxa"/>
            <w:tcBorders>
              <w:bottom w:val="none" w:sz="0" w:space="0" w:color="auto"/>
            </w:tcBorders>
            <w:noWrap/>
            <w:vAlign w:val="center"/>
          </w:tcPr>
          <w:p w14:paraId="552BCBBE" w14:textId="77777777" w:rsidR="00EE5AF6" w:rsidRPr="002C55C3" w:rsidRDefault="00EE5AF6" w:rsidP="00C43D50">
            <w:pPr>
              <w:jc w:val="center"/>
              <w:cnfStyle w:val="000000100000" w:firstRow="0" w:lastRow="0" w:firstColumn="0" w:lastColumn="0" w:oddVBand="0" w:evenVBand="0" w:oddHBand="1" w:evenHBand="0" w:firstRowFirstColumn="0" w:firstRowLastColumn="0" w:lastRowFirstColumn="0" w:lastRowLastColumn="0"/>
            </w:pPr>
            <w:r w:rsidRPr="002C55C3">
              <w:t>143° 44' 17.96" E</w:t>
            </w:r>
          </w:p>
        </w:tc>
      </w:tr>
      <w:tr w:rsidR="00EE5AF6" w:rsidRPr="002C55C3" w14:paraId="219E55A1" w14:textId="77777777" w:rsidTr="00C43D5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1" w:type="dxa"/>
            <w:tcBorders>
              <w:bottom w:val="none" w:sz="0" w:space="0" w:color="auto"/>
            </w:tcBorders>
            <w:noWrap/>
            <w:vAlign w:val="center"/>
          </w:tcPr>
          <w:p w14:paraId="455BD46C" w14:textId="77777777" w:rsidR="00EE5AF6" w:rsidRPr="002C55C3" w:rsidRDefault="00EE5AF6" w:rsidP="00C43D50">
            <w:pPr>
              <w:jc w:val="center"/>
            </w:pPr>
            <w:r w:rsidRPr="002C55C3">
              <w:t>N</w:t>
            </w:r>
          </w:p>
        </w:tc>
        <w:tc>
          <w:tcPr>
            <w:tcW w:w="1856" w:type="dxa"/>
            <w:tcBorders>
              <w:bottom w:val="none" w:sz="0" w:space="0" w:color="auto"/>
            </w:tcBorders>
            <w:noWrap/>
            <w:vAlign w:val="center"/>
          </w:tcPr>
          <w:p w14:paraId="6EF1092D" w14:textId="77777777" w:rsidR="00EE5AF6" w:rsidRPr="002C55C3" w:rsidRDefault="00EE5AF6" w:rsidP="00C43D50">
            <w:pPr>
              <w:jc w:val="center"/>
              <w:cnfStyle w:val="000000010000" w:firstRow="0" w:lastRow="0" w:firstColumn="0" w:lastColumn="0" w:oddVBand="0" w:evenVBand="0" w:oddHBand="0" w:evenHBand="1" w:firstRowFirstColumn="0" w:firstRowLastColumn="0" w:lastRowFirstColumn="0" w:lastRowLastColumn="0"/>
            </w:pPr>
            <w:r w:rsidRPr="002C55C3">
              <w:t>35° 40' 16.48" S</w:t>
            </w:r>
          </w:p>
        </w:tc>
        <w:tc>
          <w:tcPr>
            <w:tcW w:w="2068" w:type="dxa"/>
            <w:tcBorders>
              <w:bottom w:val="none" w:sz="0" w:space="0" w:color="auto"/>
            </w:tcBorders>
            <w:noWrap/>
            <w:vAlign w:val="center"/>
          </w:tcPr>
          <w:p w14:paraId="2FF9EA4D" w14:textId="77777777" w:rsidR="00EE5AF6" w:rsidRPr="002C55C3" w:rsidRDefault="00EE5AF6" w:rsidP="00C43D50">
            <w:pPr>
              <w:jc w:val="center"/>
              <w:cnfStyle w:val="000000010000" w:firstRow="0" w:lastRow="0" w:firstColumn="0" w:lastColumn="0" w:oddVBand="0" w:evenVBand="0" w:oddHBand="0" w:evenHBand="1" w:firstRowFirstColumn="0" w:firstRowLastColumn="0" w:lastRowFirstColumn="0" w:lastRowLastColumn="0"/>
            </w:pPr>
            <w:r w:rsidRPr="002C55C3">
              <w:t>143° 44' 18.26" E</w:t>
            </w:r>
          </w:p>
        </w:tc>
      </w:tr>
    </w:tbl>
    <w:p w14:paraId="5247CA2B" w14:textId="77777777" w:rsidR="00EE5AF6" w:rsidRPr="00F527DD" w:rsidRDefault="00EE5AF6" w:rsidP="00EE5AF6">
      <w:pPr>
        <w:rPr>
          <w:rFonts w:cs="Tahoma"/>
          <w:color w:val="000000"/>
          <w:lang w:val="en-US"/>
        </w:rPr>
      </w:pPr>
    </w:p>
    <w:p w14:paraId="2723B4CE" w14:textId="77777777" w:rsidR="00EE5AF6" w:rsidRPr="00310C30" w:rsidRDefault="00EE5AF6" w:rsidP="00EE5AF6">
      <w:pPr>
        <w:pStyle w:val="Heading2"/>
        <w:rPr>
          <w:lang w:val="en-US"/>
        </w:rPr>
      </w:pPr>
      <w:proofErr w:type="spellStart"/>
      <w:r w:rsidRPr="00310C30">
        <w:rPr>
          <w:lang w:val="en-US"/>
        </w:rPr>
        <w:t>Kerang</w:t>
      </w:r>
      <w:proofErr w:type="spellEnd"/>
      <w:r w:rsidRPr="00310C30">
        <w:rPr>
          <w:lang w:val="en-US"/>
        </w:rPr>
        <w:t xml:space="preserve"> Wetlands </w:t>
      </w:r>
      <w:proofErr w:type="spellStart"/>
      <w:r w:rsidRPr="00310C30">
        <w:rPr>
          <w:lang w:val="en-US"/>
        </w:rPr>
        <w:t>Ramsar</w:t>
      </w:r>
      <w:proofErr w:type="spellEnd"/>
      <w:r w:rsidRPr="00310C30">
        <w:rPr>
          <w:lang w:val="en-US"/>
        </w:rPr>
        <w:t xml:space="preserve"> Site Area in Hectares.</w:t>
      </w:r>
    </w:p>
    <w:tbl>
      <w:tblPr>
        <w:tblStyle w:val="DSETable"/>
        <w:tblW w:w="7939" w:type="dxa"/>
        <w:tblLayout w:type="fixed"/>
        <w:tblLook w:val="01E0" w:firstRow="1" w:lastRow="1" w:firstColumn="1" w:lastColumn="1" w:noHBand="0" w:noVBand="0"/>
      </w:tblPr>
      <w:tblGrid>
        <w:gridCol w:w="6521"/>
        <w:gridCol w:w="1418"/>
      </w:tblGrid>
      <w:tr w:rsidR="00EE5AF6" w:rsidRPr="005C5AB6" w14:paraId="3CDC82C7" w14:textId="77777777" w:rsidTr="00C43D50">
        <w:trPr>
          <w:cnfStyle w:val="100000000000" w:firstRow="1" w:lastRow="0" w:firstColumn="0" w:lastColumn="0" w:oddVBand="0" w:evenVBand="0" w:oddHBand="0"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vAlign w:val="center"/>
          </w:tcPr>
          <w:p w14:paraId="1FDC0CDE" w14:textId="77777777" w:rsidR="00EE5AF6" w:rsidRPr="005C5AB6" w:rsidRDefault="00EE5AF6" w:rsidP="00C43D50">
            <w:r w:rsidRPr="005C5AB6">
              <w:t>Name of site or subunit</w:t>
            </w:r>
          </w:p>
        </w:tc>
        <w:tc>
          <w:tcPr>
            <w:tcW w:w="1418" w:type="dxa"/>
            <w:vAlign w:val="center"/>
          </w:tcPr>
          <w:p w14:paraId="57E665CE" w14:textId="77777777" w:rsidR="00EE5AF6" w:rsidRPr="005C5AB6" w:rsidRDefault="00EE5AF6" w:rsidP="00C43D50">
            <w:pPr>
              <w:cnfStyle w:val="100000000000" w:firstRow="1" w:lastRow="0" w:firstColumn="0" w:lastColumn="0" w:oddVBand="0" w:evenVBand="0" w:oddHBand="0" w:evenHBand="0" w:firstRowFirstColumn="0" w:firstRowLastColumn="0" w:lastRowFirstColumn="0" w:lastRowLastColumn="0"/>
            </w:pPr>
            <w:r w:rsidRPr="005C5AB6">
              <w:t>Equal Albers Area (Ha)</w:t>
            </w:r>
          </w:p>
        </w:tc>
      </w:tr>
      <w:tr w:rsidR="00EE5AF6" w:rsidRPr="00580E8B" w14:paraId="3F7E67E8" w14:textId="77777777" w:rsidTr="00C43D50">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Borders>
              <w:bottom w:val="none" w:sz="0" w:space="0" w:color="auto"/>
            </w:tcBorders>
            <w:vAlign w:val="center"/>
          </w:tcPr>
          <w:p w14:paraId="7291D831" w14:textId="77777777" w:rsidR="00EE5AF6" w:rsidRPr="00580E8B" w:rsidRDefault="00EE5AF6" w:rsidP="00C43D50">
            <w:r w:rsidRPr="00580E8B">
              <w:t>Cemetery Swamp</w:t>
            </w:r>
          </w:p>
        </w:tc>
        <w:tc>
          <w:tcPr>
            <w:tcW w:w="1418" w:type="dxa"/>
            <w:tcBorders>
              <w:bottom w:val="none" w:sz="0" w:space="0" w:color="auto"/>
            </w:tcBorders>
            <w:vAlign w:val="center"/>
          </w:tcPr>
          <w:p w14:paraId="601FD014" w14:textId="77777777" w:rsidR="00EE5AF6" w:rsidRPr="00580E8B" w:rsidRDefault="00EE5AF6" w:rsidP="00C43D50">
            <w:pPr>
              <w:tabs>
                <w:tab w:val="decimal" w:pos="722"/>
              </w:tabs>
              <w:cnfStyle w:val="000000100000" w:firstRow="0" w:lastRow="0" w:firstColumn="0" w:lastColumn="0" w:oddVBand="0" w:evenVBand="0" w:oddHBand="1" w:evenHBand="0" w:firstRowFirstColumn="0" w:firstRowLastColumn="0" w:lastRowFirstColumn="0" w:lastRowLastColumn="0"/>
            </w:pPr>
            <w:r w:rsidRPr="00580E8B">
              <w:t>295.8</w:t>
            </w:r>
          </w:p>
        </w:tc>
      </w:tr>
      <w:tr w:rsidR="00EE5AF6" w:rsidRPr="00580E8B" w14:paraId="063E5DF6" w14:textId="77777777" w:rsidTr="00C43D50">
        <w:trPr>
          <w:cnfStyle w:val="000000010000" w:firstRow="0" w:lastRow="0" w:firstColumn="0" w:lastColumn="0" w:oddVBand="0" w:evenVBand="0" w:oddHBand="0" w:evenHBand="1"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Borders>
              <w:bottom w:val="none" w:sz="0" w:space="0" w:color="auto"/>
            </w:tcBorders>
            <w:vAlign w:val="center"/>
          </w:tcPr>
          <w:p w14:paraId="6F65048C" w14:textId="77777777" w:rsidR="00EE5AF6" w:rsidRPr="00580E8B" w:rsidRDefault="00EE5AF6" w:rsidP="00C43D50">
            <w:r w:rsidRPr="00580E8B">
              <w:t>Fosters Swamp</w:t>
            </w:r>
          </w:p>
        </w:tc>
        <w:tc>
          <w:tcPr>
            <w:tcW w:w="1418" w:type="dxa"/>
            <w:tcBorders>
              <w:bottom w:val="none" w:sz="0" w:space="0" w:color="auto"/>
            </w:tcBorders>
            <w:vAlign w:val="center"/>
          </w:tcPr>
          <w:p w14:paraId="116C63D3" w14:textId="77777777" w:rsidR="00EE5AF6" w:rsidRPr="00580E8B" w:rsidRDefault="00EE5AF6" w:rsidP="00C43D50">
            <w:pPr>
              <w:tabs>
                <w:tab w:val="decimal" w:pos="722"/>
              </w:tabs>
              <w:cnfStyle w:val="000000010000" w:firstRow="0" w:lastRow="0" w:firstColumn="0" w:lastColumn="0" w:oddVBand="0" w:evenVBand="0" w:oddHBand="0" w:evenHBand="1" w:firstRowFirstColumn="0" w:firstRowLastColumn="0" w:lastRowFirstColumn="0" w:lastRowLastColumn="0"/>
            </w:pPr>
            <w:r w:rsidRPr="00580E8B">
              <w:t>436.7</w:t>
            </w:r>
          </w:p>
        </w:tc>
      </w:tr>
      <w:tr w:rsidR="00EE5AF6" w:rsidRPr="00580E8B" w14:paraId="0598899E" w14:textId="77777777" w:rsidTr="00C43D50">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Borders>
              <w:bottom w:val="none" w:sz="0" w:space="0" w:color="auto"/>
            </w:tcBorders>
            <w:vAlign w:val="center"/>
          </w:tcPr>
          <w:p w14:paraId="21A764B6" w14:textId="77777777" w:rsidR="00EE5AF6" w:rsidRPr="00580E8B" w:rsidRDefault="00EE5AF6" w:rsidP="00C43D50">
            <w:proofErr w:type="spellStart"/>
            <w:r w:rsidRPr="00580E8B">
              <w:t>Hird</w:t>
            </w:r>
            <w:proofErr w:type="spellEnd"/>
            <w:r w:rsidRPr="00580E8B">
              <w:t xml:space="preserve"> Swamp</w:t>
            </w:r>
          </w:p>
        </w:tc>
        <w:tc>
          <w:tcPr>
            <w:tcW w:w="1418" w:type="dxa"/>
            <w:tcBorders>
              <w:bottom w:val="none" w:sz="0" w:space="0" w:color="auto"/>
            </w:tcBorders>
            <w:vAlign w:val="center"/>
          </w:tcPr>
          <w:p w14:paraId="2DCF5264" w14:textId="77777777" w:rsidR="00EE5AF6" w:rsidRPr="00580E8B" w:rsidRDefault="00EE5AF6" w:rsidP="00C43D50">
            <w:pPr>
              <w:tabs>
                <w:tab w:val="decimal" w:pos="722"/>
              </w:tabs>
              <w:cnfStyle w:val="000000100000" w:firstRow="0" w:lastRow="0" w:firstColumn="0" w:lastColumn="0" w:oddVBand="0" w:evenVBand="0" w:oddHBand="1" w:evenHBand="0" w:firstRowFirstColumn="0" w:firstRowLastColumn="0" w:lastRowFirstColumn="0" w:lastRowLastColumn="0"/>
            </w:pPr>
            <w:r w:rsidRPr="00580E8B">
              <w:t>434.7</w:t>
            </w:r>
          </w:p>
        </w:tc>
      </w:tr>
      <w:tr w:rsidR="00EE5AF6" w:rsidRPr="00580E8B" w14:paraId="5600A768" w14:textId="77777777" w:rsidTr="00C43D50">
        <w:trPr>
          <w:cnfStyle w:val="000000010000" w:firstRow="0" w:lastRow="0" w:firstColumn="0" w:lastColumn="0" w:oddVBand="0" w:evenVBand="0" w:oddHBand="0" w:evenHBand="1"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Borders>
              <w:bottom w:val="none" w:sz="0" w:space="0" w:color="auto"/>
            </w:tcBorders>
            <w:vAlign w:val="center"/>
          </w:tcPr>
          <w:p w14:paraId="47E42A38" w14:textId="77777777" w:rsidR="00EE5AF6" w:rsidRPr="00580E8B" w:rsidRDefault="00EE5AF6" w:rsidP="00C43D50">
            <w:r w:rsidRPr="00580E8B">
              <w:t>Johnson Swamp</w:t>
            </w:r>
          </w:p>
        </w:tc>
        <w:tc>
          <w:tcPr>
            <w:tcW w:w="1418" w:type="dxa"/>
            <w:tcBorders>
              <w:bottom w:val="none" w:sz="0" w:space="0" w:color="auto"/>
            </w:tcBorders>
            <w:vAlign w:val="center"/>
          </w:tcPr>
          <w:p w14:paraId="17348C8C" w14:textId="77777777" w:rsidR="00EE5AF6" w:rsidRPr="00580E8B" w:rsidRDefault="00EE5AF6" w:rsidP="00C43D50">
            <w:pPr>
              <w:tabs>
                <w:tab w:val="decimal" w:pos="722"/>
              </w:tabs>
              <w:cnfStyle w:val="000000010000" w:firstRow="0" w:lastRow="0" w:firstColumn="0" w:lastColumn="0" w:oddVBand="0" w:evenVBand="0" w:oddHBand="0" w:evenHBand="1" w:firstRowFirstColumn="0" w:firstRowLastColumn="0" w:lastRowFirstColumn="0" w:lastRowLastColumn="0"/>
            </w:pPr>
            <w:r w:rsidRPr="00580E8B">
              <w:t>516.0</w:t>
            </w:r>
          </w:p>
        </w:tc>
      </w:tr>
      <w:tr w:rsidR="00EE5AF6" w:rsidRPr="00580E8B" w14:paraId="7CCEAE06" w14:textId="77777777" w:rsidTr="00C43D50">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Borders>
              <w:bottom w:val="none" w:sz="0" w:space="0" w:color="auto"/>
            </w:tcBorders>
            <w:vAlign w:val="center"/>
          </w:tcPr>
          <w:p w14:paraId="722324BC" w14:textId="77777777" w:rsidR="00EE5AF6" w:rsidRPr="00580E8B" w:rsidRDefault="00EE5AF6" w:rsidP="00C43D50">
            <w:r w:rsidRPr="00580E8B">
              <w:t>Kangaroo Lake</w:t>
            </w:r>
          </w:p>
        </w:tc>
        <w:tc>
          <w:tcPr>
            <w:tcW w:w="1418" w:type="dxa"/>
            <w:tcBorders>
              <w:bottom w:val="none" w:sz="0" w:space="0" w:color="auto"/>
            </w:tcBorders>
            <w:vAlign w:val="center"/>
          </w:tcPr>
          <w:p w14:paraId="494525F9" w14:textId="77777777" w:rsidR="00EE5AF6" w:rsidRPr="00580E8B" w:rsidRDefault="00EE5AF6" w:rsidP="00C43D50">
            <w:pPr>
              <w:tabs>
                <w:tab w:val="decimal" w:pos="722"/>
              </w:tabs>
              <w:cnfStyle w:val="000000100000" w:firstRow="0" w:lastRow="0" w:firstColumn="0" w:lastColumn="0" w:oddVBand="0" w:evenVBand="0" w:oddHBand="1" w:evenHBand="0" w:firstRowFirstColumn="0" w:firstRowLastColumn="0" w:lastRowFirstColumn="0" w:lastRowLastColumn="0"/>
            </w:pPr>
            <w:r w:rsidRPr="00580E8B">
              <w:t>1</w:t>
            </w:r>
            <w:r>
              <w:t>,</w:t>
            </w:r>
            <w:r w:rsidRPr="00580E8B">
              <w:t>326.1</w:t>
            </w:r>
          </w:p>
        </w:tc>
      </w:tr>
      <w:tr w:rsidR="00EE5AF6" w:rsidRPr="00580E8B" w14:paraId="77B3F6C6" w14:textId="77777777" w:rsidTr="00C43D50">
        <w:trPr>
          <w:cnfStyle w:val="000000010000" w:firstRow="0" w:lastRow="0" w:firstColumn="0" w:lastColumn="0" w:oddVBand="0" w:evenVBand="0" w:oddHBand="0" w:evenHBand="1"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Borders>
              <w:bottom w:val="none" w:sz="0" w:space="0" w:color="auto"/>
            </w:tcBorders>
            <w:vAlign w:val="center"/>
          </w:tcPr>
          <w:p w14:paraId="1FF723F4" w14:textId="77777777" w:rsidR="00EE5AF6" w:rsidRPr="00580E8B" w:rsidRDefault="00EE5AF6" w:rsidP="00C43D50">
            <w:r w:rsidRPr="00580E8B">
              <w:t>Lake Charm</w:t>
            </w:r>
          </w:p>
        </w:tc>
        <w:tc>
          <w:tcPr>
            <w:tcW w:w="1418" w:type="dxa"/>
            <w:tcBorders>
              <w:bottom w:val="none" w:sz="0" w:space="0" w:color="auto"/>
            </w:tcBorders>
            <w:vAlign w:val="center"/>
          </w:tcPr>
          <w:p w14:paraId="672B0036" w14:textId="77777777" w:rsidR="00EE5AF6" w:rsidRPr="00580E8B" w:rsidRDefault="00EE5AF6" w:rsidP="00C43D50">
            <w:pPr>
              <w:tabs>
                <w:tab w:val="decimal" w:pos="722"/>
              </w:tabs>
              <w:cnfStyle w:val="000000010000" w:firstRow="0" w:lastRow="0" w:firstColumn="0" w:lastColumn="0" w:oddVBand="0" w:evenVBand="0" w:oddHBand="0" w:evenHBand="1" w:firstRowFirstColumn="0" w:firstRowLastColumn="0" w:lastRowFirstColumn="0" w:lastRowLastColumn="0"/>
            </w:pPr>
            <w:r w:rsidRPr="00580E8B">
              <w:t>703.9</w:t>
            </w:r>
          </w:p>
        </w:tc>
      </w:tr>
      <w:tr w:rsidR="00EE5AF6" w:rsidRPr="00580E8B" w14:paraId="2AF07927" w14:textId="77777777" w:rsidTr="00C43D50">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Borders>
              <w:bottom w:val="none" w:sz="0" w:space="0" w:color="auto"/>
            </w:tcBorders>
            <w:vAlign w:val="center"/>
          </w:tcPr>
          <w:p w14:paraId="4E0EFDFE" w14:textId="77777777" w:rsidR="00EE5AF6" w:rsidRPr="00580E8B" w:rsidRDefault="00EE5AF6" w:rsidP="00C43D50">
            <w:r w:rsidRPr="00580E8B">
              <w:t>Lake Cullen</w:t>
            </w:r>
          </w:p>
        </w:tc>
        <w:tc>
          <w:tcPr>
            <w:tcW w:w="1418" w:type="dxa"/>
            <w:tcBorders>
              <w:bottom w:val="none" w:sz="0" w:space="0" w:color="auto"/>
            </w:tcBorders>
            <w:vAlign w:val="center"/>
          </w:tcPr>
          <w:p w14:paraId="3032E10D" w14:textId="77777777" w:rsidR="00EE5AF6" w:rsidRPr="00580E8B" w:rsidRDefault="00EE5AF6" w:rsidP="00C43D50">
            <w:pPr>
              <w:tabs>
                <w:tab w:val="decimal" w:pos="722"/>
              </w:tabs>
              <w:cnfStyle w:val="000000100000" w:firstRow="0" w:lastRow="0" w:firstColumn="0" w:lastColumn="0" w:oddVBand="0" w:evenVBand="0" w:oddHBand="1" w:evenHBand="0" w:firstRowFirstColumn="0" w:firstRowLastColumn="0" w:lastRowFirstColumn="0" w:lastRowLastColumn="0"/>
            </w:pPr>
            <w:r w:rsidRPr="00580E8B">
              <w:t>669.5</w:t>
            </w:r>
          </w:p>
        </w:tc>
      </w:tr>
      <w:tr w:rsidR="00EE5AF6" w:rsidRPr="00580E8B" w14:paraId="67BFCF01" w14:textId="77777777" w:rsidTr="00C43D50">
        <w:trPr>
          <w:cnfStyle w:val="000000010000" w:firstRow="0" w:lastRow="0" w:firstColumn="0" w:lastColumn="0" w:oddVBand="0" w:evenVBand="0" w:oddHBand="0" w:evenHBand="1"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Borders>
              <w:bottom w:val="none" w:sz="0" w:space="0" w:color="auto"/>
            </w:tcBorders>
            <w:vAlign w:val="center"/>
          </w:tcPr>
          <w:p w14:paraId="6664A74E" w14:textId="77777777" w:rsidR="00EE5AF6" w:rsidRPr="00580E8B" w:rsidRDefault="00EE5AF6" w:rsidP="00C43D50">
            <w:r w:rsidRPr="00580E8B">
              <w:t>Lake Kelly</w:t>
            </w:r>
          </w:p>
        </w:tc>
        <w:tc>
          <w:tcPr>
            <w:tcW w:w="1418" w:type="dxa"/>
            <w:tcBorders>
              <w:bottom w:val="none" w:sz="0" w:space="0" w:color="auto"/>
            </w:tcBorders>
            <w:vAlign w:val="center"/>
          </w:tcPr>
          <w:p w14:paraId="3E7348E2" w14:textId="77777777" w:rsidR="00EE5AF6" w:rsidRPr="00580E8B" w:rsidRDefault="00EE5AF6" w:rsidP="00C43D50">
            <w:pPr>
              <w:tabs>
                <w:tab w:val="decimal" w:pos="722"/>
              </w:tabs>
              <w:cnfStyle w:val="000000010000" w:firstRow="0" w:lastRow="0" w:firstColumn="0" w:lastColumn="0" w:oddVBand="0" w:evenVBand="0" w:oddHBand="0" w:evenHBand="1" w:firstRowFirstColumn="0" w:firstRowLastColumn="0" w:lastRowFirstColumn="0" w:lastRowLastColumn="0"/>
            </w:pPr>
            <w:r w:rsidRPr="00580E8B">
              <w:t>164.9</w:t>
            </w:r>
          </w:p>
        </w:tc>
      </w:tr>
      <w:tr w:rsidR="00EE5AF6" w:rsidRPr="00580E8B" w14:paraId="3A25157C" w14:textId="77777777" w:rsidTr="00C43D50">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Borders>
              <w:bottom w:val="none" w:sz="0" w:space="0" w:color="auto"/>
            </w:tcBorders>
            <w:vAlign w:val="center"/>
          </w:tcPr>
          <w:p w14:paraId="44754F73" w14:textId="77777777" w:rsidR="00EE5AF6" w:rsidRPr="00580E8B" w:rsidRDefault="00EE5AF6" w:rsidP="00C43D50">
            <w:r w:rsidRPr="00580E8B">
              <w:t xml:space="preserve">Lake </w:t>
            </w:r>
            <w:proofErr w:type="spellStart"/>
            <w:r w:rsidRPr="00580E8B">
              <w:t>Tutchewop</w:t>
            </w:r>
            <w:proofErr w:type="spellEnd"/>
          </w:p>
        </w:tc>
        <w:tc>
          <w:tcPr>
            <w:tcW w:w="1418" w:type="dxa"/>
            <w:tcBorders>
              <w:bottom w:val="none" w:sz="0" w:space="0" w:color="auto"/>
            </w:tcBorders>
            <w:vAlign w:val="center"/>
          </w:tcPr>
          <w:p w14:paraId="6375D2CE" w14:textId="77777777" w:rsidR="00EE5AF6" w:rsidRPr="00580E8B" w:rsidRDefault="00EE5AF6" w:rsidP="00C43D50">
            <w:pPr>
              <w:tabs>
                <w:tab w:val="decimal" w:pos="722"/>
              </w:tabs>
              <w:cnfStyle w:val="000000100000" w:firstRow="0" w:lastRow="0" w:firstColumn="0" w:lastColumn="0" w:oddVBand="0" w:evenVBand="0" w:oddHBand="1" w:evenHBand="0" w:firstRowFirstColumn="0" w:firstRowLastColumn="0" w:lastRowFirstColumn="0" w:lastRowLastColumn="0"/>
            </w:pPr>
            <w:r w:rsidRPr="00580E8B">
              <w:t>965.2</w:t>
            </w:r>
          </w:p>
        </w:tc>
      </w:tr>
      <w:tr w:rsidR="00EE5AF6" w:rsidRPr="00580E8B" w14:paraId="6F6713DF" w14:textId="77777777" w:rsidTr="00C43D50">
        <w:trPr>
          <w:cnfStyle w:val="000000010000" w:firstRow="0" w:lastRow="0" w:firstColumn="0" w:lastColumn="0" w:oddVBand="0" w:evenVBand="0" w:oddHBand="0" w:evenHBand="1"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Borders>
              <w:bottom w:val="none" w:sz="0" w:space="0" w:color="auto"/>
            </w:tcBorders>
            <w:vAlign w:val="center"/>
          </w:tcPr>
          <w:p w14:paraId="3BB5F80F" w14:textId="77777777" w:rsidR="00EE5AF6" w:rsidRPr="00580E8B" w:rsidRDefault="00EE5AF6" w:rsidP="00C43D50">
            <w:r w:rsidRPr="00580E8B">
              <w:t>Lake William</w:t>
            </w:r>
          </w:p>
        </w:tc>
        <w:tc>
          <w:tcPr>
            <w:tcW w:w="1418" w:type="dxa"/>
            <w:tcBorders>
              <w:bottom w:val="none" w:sz="0" w:space="0" w:color="auto"/>
            </w:tcBorders>
            <w:vAlign w:val="center"/>
          </w:tcPr>
          <w:p w14:paraId="4EFA3243" w14:textId="77777777" w:rsidR="00EE5AF6" w:rsidRPr="00580E8B" w:rsidRDefault="00EE5AF6" w:rsidP="00C43D50">
            <w:pPr>
              <w:tabs>
                <w:tab w:val="decimal" w:pos="722"/>
              </w:tabs>
              <w:cnfStyle w:val="000000010000" w:firstRow="0" w:lastRow="0" w:firstColumn="0" w:lastColumn="0" w:oddVBand="0" w:evenVBand="0" w:oddHBand="0" w:evenHBand="1" w:firstRowFirstColumn="0" w:firstRowLastColumn="0" w:lastRowFirstColumn="0" w:lastRowLastColumn="0"/>
            </w:pPr>
            <w:r w:rsidRPr="00580E8B">
              <w:t>121.2</w:t>
            </w:r>
          </w:p>
        </w:tc>
      </w:tr>
      <w:tr w:rsidR="00EE5AF6" w:rsidRPr="00580E8B" w14:paraId="58DC01A6" w14:textId="77777777" w:rsidTr="00C43D50">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Borders>
              <w:bottom w:val="none" w:sz="0" w:space="0" w:color="auto"/>
            </w:tcBorders>
            <w:vAlign w:val="center"/>
          </w:tcPr>
          <w:p w14:paraId="6072428D" w14:textId="77777777" w:rsidR="00EE5AF6" w:rsidRPr="00580E8B" w:rsidRDefault="00EE5AF6" w:rsidP="00C43D50">
            <w:r w:rsidRPr="00580E8B">
              <w:t>Reedy Lake</w:t>
            </w:r>
          </w:p>
        </w:tc>
        <w:tc>
          <w:tcPr>
            <w:tcW w:w="1418" w:type="dxa"/>
            <w:tcBorders>
              <w:bottom w:val="none" w:sz="0" w:space="0" w:color="auto"/>
            </w:tcBorders>
            <w:vAlign w:val="center"/>
          </w:tcPr>
          <w:p w14:paraId="1A7014D5" w14:textId="77777777" w:rsidR="00EE5AF6" w:rsidRPr="00580E8B" w:rsidRDefault="00EE5AF6" w:rsidP="00C43D50">
            <w:pPr>
              <w:tabs>
                <w:tab w:val="decimal" w:pos="722"/>
              </w:tabs>
              <w:cnfStyle w:val="000000100000" w:firstRow="0" w:lastRow="0" w:firstColumn="0" w:lastColumn="0" w:oddVBand="0" w:evenVBand="0" w:oddHBand="1" w:evenHBand="0" w:firstRowFirstColumn="0" w:firstRowLastColumn="0" w:lastRowFirstColumn="0" w:lastRowLastColumn="0"/>
            </w:pPr>
            <w:r w:rsidRPr="00580E8B">
              <w:t>773.8</w:t>
            </w:r>
          </w:p>
        </w:tc>
      </w:tr>
      <w:tr w:rsidR="00EE5AF6" w:rsidRPr="00580E8B" w14:paraId="65B98536" w14:textId="77777777" w:rsidTr="00C43D50">
        <w:trPr>
          <w:cnfStyle w:val="000000010000" w:firstRow="0" w:lastRow="0" w:firstColumn="0" w:lastColumn="0" w:oddVBand="0" w:evenVBand="0" w:oddHBand="0" w:evenHBand="1"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Borders>
              <w:bottom w:val="none" w:sz="0" w:space="0" w:color="auto"/>
            </w:tcBorders>
            <w:vAlign w:val="center"/>
          </w:tcPr>
          <w:p w14:paraId="0B382815" w14:textId="77777777" w:rsidR="00EE5AF6" w:rsidRPr="00580E8B" w:rsidRDefault="00EE5AF6" w:rsidP="00C43D50">
            <w:r w:rsidRPr="00580E8B">
              <w:t>Stevenson Swamp</w:t>
            </w:r>
          </w:p>
        </w:tc>
        <w:tc>
          <w:tcPr>
            <w:tcW w:w="1418" w:type="dxa"/>
            <w:tcBorders>
              <w:bottom w:val="none" w:sz="0" w:space="0" w:color="auto"/>
            </w:tcBorders>
            <w:vAlign w:val="center"/>
          </w:tcPr>
          <w:p w14:paraId="04665AE4" w14:textId="77777777" w:rsidR="00EE5AF6" w:rsidRPr="00580E8B" w:rsidRDefault="00EE5AF6" w:rsidP="00C43D50">
            <w:pPr>
              <w:tabs>
                <w:tab w:val="decimal" w:pos="722"/>
              </w:tabs>
              <w:cnfStyle w:val="000000010000" w:firstRow="0" w:lastRow="0" w:firstColumn="0" w:lastColumn="0" w:oddVBand="0" w:evenVBand="0" w:oddHBand="0" w:evenHBand="1" w:firstRowFirstColumn="0" w:firstRowLastColumn="0" w:lastRowFirstColumn="0" w:lastRowLastColumn="0"/>
            </w:pPr>
            <w:r w:rsidRPr="00580E8B">
              <w:t>92.6</w:t>
            </w:r>
          </w:p>
        </w:tc>
      </w:tr>
      <w:tr w:rsidR="00EE5AF6" w:rsidRPr="00580E8B" w14:paraId="7BB59F1C" w14:textId="77777777" w:rsidTr="00C43D50">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Borders>
              <w:bottom w:val="none" w:sz="0" w:space="0" w:color="auto"/>
            </w:tcBorders>
            <w:vAlign w:val="center"/>
          </w:tcPr>
          <w:p w14:paraId="19386527" w14:textId="77777777" w:rsidR="00EE5AF6" w:rsidRPr="00580E8B" w:rsidRDefault="00EE5AF6" w:rsidP="00C43D50">
            <w:r w:rsidRPr="00580E8B">
              <w:t>The Marshes</w:t>
            </w:r>
          </w:p>
        </w:tc>
        <w:tc>
          <w:tcPr>
            <w:tcW w:w="1418" w:type="dxa"/>
            <w:tcBorders>
              <w:bottom w:val="none" w:sz="0" w:space="0" w:color="auto"/>
            </w:tcBorders>
            <w:vAlign w:val="center"/>
          </w:tcPr>
          <w:p w14:paraId="238D384D" w14:textId="77777777" w:rsidR="00EE5AF6" w:rsidRPr="00580E8B" w:rsidRDefault="00EE5AF6" w:rsidP="00C43D50">
            <w:pPr>
              <w:tabs>
                <w:tab w:val="decimal" w:pos="722"/>
              </w:tabs>
              <w:cnfStyle w:val="000000100000" w:firstRow="0" w:lastRow="0" w:firstColumn="0" w:lastColumn="0" w:oddVBand="0" w:evenVBand="0" w:oddHBand="1" w:evenHBand="0" w:firstRowFirstColumn="0" w:firstRowLastColumn="0" w:lastRowFirstColumn="0" w:lastRowLastColumn="0"/>
            </w:pPr>
            <w:r w:rsidRPr="00580E8B">
              <w:t>3</w:t>
            </w:r>
            <w:r>
              <w:t>,</w:t>
            </w:r>
            <w:r w:rsidRPr="00580E8B">
              <w:t>071.9</w:t>
            </w:r>
          </w:p>
        </w:tc>
      </w:tr>
      <w:tr w:rsidR="00EE5AF6" w:rsidRPr="00580E8B" w14:paraId="58BB48E0" w14:textId="77777777" w:rsidTr="00C43D50">
        <w:trPr>
          <w:cnfStyle w:val="000000010000" w:firstRow="0" w:lastRow="0" w:firstColumn="0" w:lastColumn="0" w:oddVBand="0" w:evenVBand="0" w:oddHBand="0" w:evenHBand="1"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Borders>
              <w:bottom w:val="none" w:sz="0" w:space="0" w:color="auto"/>
            </w:tcBorders>
            <w:vAlign w:val="center"/>
          </w:tcPr>
          <w:p w14:paraId="01A5FDC5" w14:textId="77777777" w:rsidR="00EE5AF6" w:rsidRPr="00580E8B" w:rsidRDefault="00EE5AF6" w:rsidP="00C43D50">
            <w:r>
              <w:t>Town</w:t>
            </w:r>
            <w:r w:rsidRPr="00580E8B">
              <w:t xml:space="preserve"> Swamp/Kerang Weir Pool</w:t>
            </w:r>
          </w:p>
        </w:tc>
        <w:tc>
          <w:tcPr>
            <w:tcW w:w="1418" w:type="dxa"/>
            <w:tcBorders>
              <w:bottom w:val="none" w:sz="0" w:space="0" w:color="auto"/>
            </w:tcBorders>
            <w:vAlign w:val="center"/>
          </w:tcPr>
          <w:p w14:paraId="58052723" w14:textId="77777777" w:rsidR="00EE5AF6" w:rsidRPr="00580E8B" w:rsidRDefault="00EE5AF6" w:rsidP="00C43D50">
            <w:pPr>
              <w:tabs>
                <w:tab w:val="decimal" w:pos="722"/>
              </w:tabs>
              <w:cnfStyle w:val="000000010000" w:firstRow="0" w:lastRow="0" w:firstColumn="0" w:lastColumn="0" w:oddVBand="0" w:evenVBand="0" w:oddHBand="0" w:evenHBand="1" w:firstRowFirstColumn="0" w:firstRowLastColumn="0" w:lastRowFirstColumn="0" w:lastRowLastColumn="0"/>
            </w:pPr>
            <w:r w:rsidRPr="00580E8B">
              <w:t>212.1</w:t>
            </w:r>
          </w:p>
        </w:tc>
      </w:tr>
      <w:tr w:rsidR="00EE5AF6" w:rsidRPr="00580E8B" w14:paraId="06E6050C" w14:textId="77777777" w:rsidTr="00C43D50">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6521" w:type="dxa"/>
            <w:tcBorders>
              <w:bottom w:val="none" w:sz="0" w:space="0" w:color="auto"/>
            </w:tcBorders>
            <w:vAlign w:val="center"/>
          </w:tcPr>
          <w:p w14:paraId="23E7928B" w14:textId="77777777" w:rsidR="00EE5AF6" w:rsidRPr="00580E8B" w:rsidRDefault="00EE5AF6" w:rsidP="00C43D50">
            <w:pPr>
              <w:rPr>
                <w:b/>
              </w:rPr>
            </w:pPr>
            <w:r w:rsidRPr="00580E8B">
              <w:rPr>
                <w:b/>
              </w:rPr>
              <w:t>Total</w:t>
            </w:r>
          </w:p>
        </w:tc>
        <w:tc>
          <w:tcPr>
            <w:tcW w:w="1418" w:type="dxa"/>
            <w:tcBorders>
              <w:bottom w:val="none" w:sz="0" w:space="0" w:color="auto"/>
            </w:tcBorders>
            <w:vAlign w:val="center"/>
          </w:tcPr>
          <w:p w14:paraId="05ED97D2" w14:textId="77777777" w:rsidR="00EE5AF6" w:rsidRPr="00580E8B" w:rsidRDefault="00EE5AF6" w:rsidP="00C43D50">
            <w:pPr>
              <w:tabs>
                <w:tab w:val="decimal" w:pos="722"/>
              </w:tabs>
              <w:cnfStyle w:val="000000100000" w:firstRow="0" w:lastRow="0" w:firstColumn="0" w:lastColumn="0" w:oddVBand="0" w:evenVBand="0" w:oddHBand="1" w:evenHBand="0" w:firstRowFirstColumn="0" w:firstRowLastColumn="0" w:lastRowFirstColumn="0" w:lastRowLastColumn="0"/>
              <w:rPr>
                <w:b/>
              </w:rPr>
            </w:pPr>
            <w:r w:rsidRPr="00916A15">
              <w:rPr>
                <w:b/>
              </w:rPr>
              <w:t>9784.4</w:t>
            </w:r>
          </w:p>
        </w:tc>
      </w:tr>
      <w:bookmarkEnd w:id="16"/>
    </w:tbl>
    <w:p w14:paraId="4CC2CC42" w14:textId="6A3DE48F" w:rsidR="00BB449B" w:rsidRPr="00EE5AF6" w:rsidRDefault="00BB449B" w:rsidP="00EE5AF6">
      <w:pPr>
        <w:pStyle w:val="Body"/>
      </w:pPr>
    </w:p>
    <w:sectPr w:rsidR="00BB449B" w:rsidRPr="00EE5AF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62043C" w14:textId="77777777" w:rsidR="00EE5AF6" w:rsidRDefault="00EE5AF6" w:rsidP="00EE5AF6">
      <w:pPr>
        <w:spacing w:after="0" w:line="240" w:lineRule="auto"/>
      </w:pPr>
      <w:r>
        <w:separator/>
      </w:r>
    </w:p>
  </w:endnote>
  <w:endnote w:type="continuationSeparator" w:id="0">
    <w:p w14:paraId="36F79BA1" w14:textId="77777777" w:rsidR="00EE5AF6" w:rsidRDefault="00EE5AF6" w:rsidP="00EE5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101BF" w14:textId="77777777" w:rsidR="001175A0" w:rsidRDefault="001175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CCFA6" w14:textId="77777777" w:rsidR="00EE5AF6" w:rsidRDefault="001175A0" w:rsidP="00EE5AF6">
    <w:pPr>
      <w:pStyle w:val="Footer"/>
    </w:pPr>
    <w:hyperlink r:id="rId1" w:history="1">
      <w:r w:rsidR="00EE5AF6" w:rsidRPr="002E7767">
        <w:rPr>
          <w:rStyle w:val="Hyperlink"/>
          <w:rFonts w:ascii="Arial" w:hAnsi="Arial"/>
        </w:rPr>
        <w:t xml:space="preserve">Kerang Wetlands </w:t>
      </w:r>
      <w:proofErr w:type="spellStart"/>
      <w:r w:rsidR="00EE5AF6" w:rsidRPr="002E7767">
        <w:rPr>
          <w:rStyle w:val="Hyperlink"/>
          <w:rFonts w:ascii="Arial" w:hAnsi="Arial"/>
        </w:rPr>
        <w:t>Ramsar</w:t>
      </w:r>
      <w:proofErr w:type="spellEnd"/>
      <w:r w:rsidR="00EE5AF6" w:rsidRPr="002E7767">
        <w:rPr>
          <w:rStyle w:val="Hyperlink"/>
          <w:rFonts w:ascii="Arial" w:hAnsi="Arial"/>
        </w:rPr>
        <w:t xml:space="preserve"> Information Sheet</w:t>
      </w:r>
    </w:hyperlink>
  </w:p>
  <w:p w14:paraId="043F3DA1" w14:textId="77777777" w:rsidR="00EE5AF6" w:rsidRDefault="00EE5AF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1930D" w14:textId="77777777" w:rsidR="001175A0" w:rsidRDefault="001175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454C0D" w14:textId="77777777" w:rsidR="00EE5AF6" w:rsidRDefault="00EE5AF6" w:rsidP="00EE5AF6">
      <w:pPr>
        <w:spacing w:after="0" w:line="240" w:lineRule="auto"/>
      </w:pPr>
      <w:r>
        <w:separator/>
      </w:r>
    </w:p>
  </w:footnote>
  <w:footnote w:type="continuationSeparator" w:id="0">
    <w:p w14:paraId="36519694" w14:textId="77777777" w:rsidR="00EE5AF6" w:rsidRDefault="00EE5AF6" w:rsidP="00EE5A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F1FED" w14:textId="77777777" w:rsidR="001175A0" w:rsidRDefault="001175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40486" w14:textId="167501DB" w:rsidR="00EE5AF6" w:rsidRDefault="00EE5AF6">
    <w:pPr>
      <w:pStyle w:val="Header"/>
    </w:pPr>
    <w:r w:rsidRPr="00310C30">
      <w:rPr>
        <w:rFonts w:ascii="Calibri Light" w:hAnsi="Calibri Light"/>
        <w:noProof/>
        <w:sz w:val="16"/>
        <w:szCs w:val="16"/>
        <w:lang w:eastAsia="en-AU"/>
      </w:rPr>
      <w:drawing>
        <wp:inline distT="0" distB="0" distL="0" distR="0" wp14:anchorId="21D4FEA9" wp14:editId="033A538B">
          <wp:extent cx="2417064" cy="7254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17064" cy="725424"/>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91B70" w14:textId="77777777" w:rsidR="001175A0" w:rsidRDefault="001175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3701D"/>
    <w:multiLevelType w:val="hybridMultilevel"/>
    <w:tmpl w:val="CC5EDD1C"/>
    <w:lvl w:ilvl="0" w:tplc="8D9E8BE6">
      <w:start w:val="1"/>
      <w:numFmt w:val="bullet"/>
      <w:pStyle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AF6"/>
    <w:rsid w:val="001175A0"/>
    <w:rsid w:val="00423AFF"/>
    <w:rsid w:val="00BB449B"/>
    <w:rsid w:val="00EE5A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63E915"/>
  <w15:chartTrackingRefBased/>
  <w15:docId w15:val="{E6A9CC1F-A8AD-47F3-8F3B-B0781DA95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E5A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E5A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AF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E5AF6"/>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EE5A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5AF6"/>
  </w:style>
  <w:style w:type="paragraph" w:styleId="Footer">
    <w:name w:val="footer"/>
    <w:basedOn w:val="Normal"/>
    <w:link w:val="FooterChar"/>
    <w:uiPriority w:val="99"/>
    <w:unhideWhenUsed/>
    <w:rsid w:val="00EE5A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5AF6"/>
  </w:style>
  <w:style w:type="paragraph" w:customStyle="1" w:styleId="Bullet">
    <w:name w:val="_Bullet"/>
    <w:basedOn w:val="Body"/>
    <w:link w:val="BulletChar"/>
    <w:qFormat/>
    <w:rsid w:val="00EE5AF6"/>
    <w:pPr>
      <w:numPr>
        <w:numId w:val="1"/>
      </w:numPr>
    </w:pPr>
  </w:style>
  <w:style w:type="character" w:customStyle="1" w:styleId="BulletChar">
    <w:name w:val="_Bullet Char"/>
    <w:link w:val="Bullet"/>
    <w:rsid w:val="00EE5AF6"/>
    <w:rPr>
      <w:rFonts w:ascii="Arial" w:eastAsia="Times New Roman" w:hAnsi="Arial" w:cs="Arial"/>
      <w:sz w:val="18"/>
      <w:szCs w:val="24"/>
    </w:rPr>
  </w:style>
  <w:style w:type="paragraph" w:customStyle="1" w:styleId="HC">
    <w:name w:val="_HC"/>
    <w:next w:val="Normal"/>
    <w:uiPriority w:val="2"/>
    <w:qFormat/>
    <w:rsid w:val="00EE5AF6"/>
    <w:pPr>
      <w:keepNext/>
      <w:spacing w:before="140" w:after="57" w:line="220" w:lineRule="atLeast"/>
    </w:pPr>
    <w:rPr>
      <w:rFonts w:ascii="Calibri" w:eastAsia="Times New Roman" w:hAnsi="Calibri" w:cs="Arial"/>
      <w:b/>
      <w:sz w:val="24"/>
      <w:szCs w:val="24"/>
    </w:rPr>
  </w:style>
  <w:style w:type="table" w:customStyle="1" w:styleId="DSETable">
    <w:name w:val="DSE_Table"/>
    <w:basedOn w:val="TableGrid"/>
    <w:rsid w:val="00EE5AF6"/>
    <w:rPr>
      <w:rFonts w:ascii="Times New Roman" w:eastAsia="Times New Roman" w:hAnsi="Times New Roman" w:cs="Times New Roman"/>
      <w:sz w:val="20"/>
      <w:szCs w:val="20"/>
      <w:lang w:eastAsia="en-AU"/>
    </w:rPr>
    <w:tblPr>
      <w:tblStyleRowBandSize w:val="1"/>
      <w:tblStyleColBandSize w:val="1"/>
      <w:tblInd w:w="108" w:type="dxa"/>
    </w:tblPr>
    <w:tblStylePr w:type="firstRow">
      <w:pPr>
        <w:wordWrap/>
        <w:spacing w:beforeLines="0" w:before="120" w:beforeAutospacing="0" w:afterLines="0" w:after="120" w:afterAutospacing="0"/>
      </w:pPr>
      <w:rPr>
        <w:rFonts w:ascii="Arial" w:hAnsi="Arial"/>
        <w:b/>
      </w:rPr>
      <w:tblPr/>
      <w:trPr>
        <w:cantSplit/>
        <w:tblHeader/>
      </w:trPr>
      <w:tcPr>
        <w:shd w:val="clear" w:color="auto" w:fill="A5DBD6"/>
      </w:tcPr>
    </w:tblStylePr>
    <w:tblStylePr w:type="lastRow">
      <w:tblPr/>
      <w:tcPr>
        <w:tcBorders>
          <w:bottom w:val="single" w:sz="4" w:space="0" w:color="3BBEB4"/>
        </w:tcBorders>
      </w:tcPr>
    </w:tblStylePr>
    <w:tblStylePr w:type="firstCol">
      <w:tblPr/>
      <w:tcPr>
        <w:shd w:val="clear" w:color="auto" w:fill="ECF7F6"/>
      </w:tcPr>
    </w:tblStylePr>
    <w:tblStylePr w:type="band2Vert">
      <w:tblPr/>
      <w:tcPr>
        <w:shd w:val="clear" w:color="auto" w:fill="ECF7F6"/>
      </w:tcPr>
    </w:tblStylePr>
    <w:tblStylePr w:type="band1Horz">
      <w:tblPr/>
      <w:tcPr>
        <w:tcBorders>
          <w:bottom w:val="single" w:sz="4" w:space="0" w:color="3BBEB4"/>
          <w:insideH w:val="nil"/>
        </w:tcBorders>
      </w:tcPr>
    </w:tblStylePr>
    <w:tblStylePr w:type="band2Horz">
      <w:tblPr/>
      <w:tcPr>
        <w:tcBorders>
          <w:bottom w:val="single" w:sz="4" w:space="0" w:color="3BBEB4"/>
          <w:insideH w:val="nil"/>
        </w:tcBorders>
      </w:tcPr>
    </w:tblStylePr>
  </w:style>
  <w:style w:type="paragraph" w:customStyle="1" w:styleId="Body">
    <w:name w:val="_Body"/>
    <w:basedOn w:val="BodyText"/>
    <w:qFormat/>
    <w:rsid w:val="00EE5AF6"/>
    <w:pPr>
      <w:spacing w:after="113" w:line="240" w:lineRule="atLeast"/>
    </w:pPr>
    <w:rPr>
      <w:rFonts w:ascii="Arial" w:eastAsia="Times New Roman" w:hAnsi="Arial" w:cs="Arial"/>
      <w:sz w:val="18"/>
      <w:szCs w:val="24"/>
    </w:rPr>
  </w:style>
  <w:style w:type="table" w:styleId="TableGrid">
    <w:name w:val="Table Grid"/>
    <w:basedOn w:val="TableNormal"/>
    <w:uiPriority w:val="39"/>
    <w:rsid w:val="00EE5A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EE5AF6"/>
    <w:pPr>
      <w:spacing w:after="120"/>
    </w:pPr>
  </w:style>
  <w:style w:type="character" w:customStyle="1" w:styleId="BodyTextChar">
    <w:name w:val="Body Text Char"/>
    <w:basedOn w:val="DefaultParagraphFont"/>
    <w:link w:val="BodyText"/>
    <w:uiPriority w:val="99"/>
    <w:semiHidden/>
    <w:rsid w:val="00EE5AF6"/>
  </w:style>
  <w:style w:type="character" w:styleId="Hyperlink">
    <w:name w:val="Hyperlink"/>
    <w:uiPriority w:val="99"/>
    <w:rsid w:val="00EE5AF6"/>
    <w:rPr>
      <w:rFonts w:ascii="Calibri" w:hAnsi="Calibri"/>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vironment.gov.au/cgi-bin/wetlands/ramsardetails.pl?refcode=1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8BBE493B.dotm</Template>
  <TotalTime>0</TotalTime>
  <Pages>3</Pages>
  <Words>1034</Words>
  <Characters>5899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Kerang Wetlands Ramsar Information Sheet: additional reports and documents under Section 6.1.2</dc:title>
  <dc:subject/>
  <dc:creator>Department of Agriculture, Water and the Environment</dc:creator>
  <cp:keywords/>
  <dc:description/>
  <cp:lastModifiedBy>Bec Durack</cp:lastModifiedBy>
  <cp:revision>2</cp:revision>
  <dcterms:created xsi:type="dcterms:W3CDTF">2020-02-11T00:29:00Z</dcterms:created>
  <dcterms:modified xsi:type="dcterms:W3CDTF">2020-02-11T00:29:00Z</dcterms:modified>
</cp:coreProperties>
</file>