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9B066" w14:textId="77777777" w:rsidR="00D94A78" w:rsidRDefault="00D94A78" w:rsidP="00D94A78">
      <w:r>
        <w:rPr>
          <w:noProof/>
          <w:lang w:eastAsia="en-AU"/>
        </w:rPr>
        <w:drawing>
          <wp:inline distT="0" distB="0" distL="0" distR="0" wp14:anchorId="6647D1C9" wp14:editId="5BF2C96E">
            <wp:extent cx="3581838" cy="609600"/>
            <wp:effectExtent l="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8"/>
                    <a:stretch>
                      <a:fillRect/>
                    </a:stretch>
                  </pic:blipFill>
                  <pic:spPr bwMode="auto">
                    <a:xfrm>
                      <a:off x="0" y="0"/>
                      <a:ext cx="3596382" cy="612075"/>
                    </a:xfrm>
                    <a:prstGeom prst="rect">
                      <a:avLst/>
                    </a:prstGeom>
                    <a:noFill/>
                    <a:ln w="9525">
                      <a:noFill/>
                      <a:miter lim="800000"/>
                      <a:headEnd/>
                      <a:tailEnd/>
                    </a:ln>
                  </pic:spPr>
                </pic:pic>
              </a:graphicData>
            </a:graphic>
          </wp:inline>
        </w:drawing>
      </w:r>
    </w:p>
    <w:p w14:paraId="64009AE6" w14:textId="5A1EA6DC" w:rsidR="00CF5CAE" w:rsidRPr="00B0197B" w:rsidRDefault="00CF5CAE" w:rsidP="00CF5CAE">
      <w:pPr>
        <w:jc w:val="right"/>
      </w:pPr>
      <w:r w:rsidRPr="0012744F">
        <w:t xml:space="preserve">Ref: </w:t>
      </w:r>
      <w:r w:rsidR="00DE559B">
        <w:t>002068366</w:t>
      </w:r>
    </w:p>
    <w:p w14:paraId="064358D4" w14:textId="05540B19" w:rsidR="00CF5CAE" w:rsidRDefault="00D94A78" w:rsidP="00D94A78">
      <w:pPr>
        <w:tabs>
          <w:tab w:val="left" w:pos="3570"/>
        </w:tabs>
        <w:contextualSpacing/>
      </w:pPr>
      <w:r>
        <w:tab/>
      </w:r>
    </w:p>
    <w:p w14:paraId="79A50E90" w14:textId="1F1C39E2" w:rsidR="00C1515D" w:rsidRPr="00E525E1" w:rsidRDefault="00DC37E0" w:rsidP="00250919">
      <w:pPr>
        <w:contextualSpacing/>
        <w:rPr>
          <w:rFonts w:cs="Arial"/>
        </w:rPr>
      </w:pPr>
      <w:r>
        <w:rPr>
          <w:rFonts w:cs="Arial"/>
        </w:rPr>
        <w:t>Hon Tim Whetstone MP</w:t>
      </w:r>
    </w:p>
    <w:p w14:paraId="4C2C92B0" w14:textId="3931FBCA" w:rsidR="00C1515D" w:rsidRPr="00E525E1" w:rsidRDefault="00DC37E0" w:rsidP="00250919">
      <w:pPr>
        <w:contextualSpacing/>
        <w:rPr>
          <w:rFonts w:cs="Arial"/>
        </w:rPr>
      </w:pPr>
      <w:r>
        <w:rPr>
          <w:rFonts w:cs="Arial"/>
        </w:rPr>
        <w:t>Minister for Primary Industries and Regional Development</w:t>
      </w:r>
    </w:p>
    <w:p w14:paraId="488A7997" w14:textId="77777777" w:rsidR="00C1515D" w:rsidRPr="00E525E1" w:rsidRDefault="00C1515D" w:rsidP="00C1515D">
      <w:pPr>
        <w:spacing w:after="0"/>
        <w:rPr>
          <w:rFonts w:cs="Arial"/>
        </w:rPr>
      </w:pPr>
      <w:r w:rsidRPr="00E525E1">
        <w:rPr>
          <w:rFonts w:cs="Arial"/>
        </w:rPr>
        <w:t>GPO Box 1671</w:t>
      </w:r>
    </w:p>
    <w:p w14:paraId="03676968" w14:textId="77777777" w:rsidR="00C1515D" w:rsidRPr="00E525E1" w:rsidRDefault="00C1515D" w:rsidP="00C1515D">
      <w:pPr>
        <w:spacing w:after="0"/>
        <w:rPr>
          <w:rFonts w:cs="Arial"/>
        </w:rPr>
      </w:pPr>
      <w:r w:rsidRPr="00E525E1">
        <w:rPr>
          <w:rFonts w:cs="Arial"/>
        </w:rPr>
        <w:t>Adelaide SA 5001</w:t>
      </w:r>
    </w:p>
    <w:p w14:paraId="31435C33" w14:textId="77777777" w:rsidR="00C1515D" w:rsidRPr="00E525E1" w:rsidRDefault="00C1515D" w:rsidP="00CF5CAE">
      <w:pPr>
        <w:rPr>
          <w:rFonts w:cs="Arial"/>
        </w:rPr>
      </w:pPr>
    </w:p>
    <w:p w14:paraId="0034EAD2" w14:textId="11CE9E80" w:rsidR="00874D88" w:rsidRPr="00E525E1" w:rsidRDefault="00874D88" w:rsidP="00874D88">
      <w:pPr>
        <w:rPr>
          <w:rFonts w:cs="Arial"/>
        </w:rPr>
      </w:pPr>
      <w:r w:rsidRPr="00E525E1">
        <w:rPr>
          <w:rFonts w:cs="Arial"/>
        </w:rPr>
        <w:t xml:space="preserve">Dear </w:t>
      </w:r>
      <w:r w:rsidR="00AD2283">
        <w:rPr>
          <w:rFonts w:cs="Arial"/>
        </w:rPr>
        <w:t>Minister</w:t>
      </w:r>
    </w:p>
    <w:p w14:paraId="6A9AD902" w14:textId="6C64B36D" w:rsidR="00A472AB" w:rsidRPr="00E525E1" w:rsidRDefault="00CF5CAE" w:rsidP="00AD2283">
      <w:pPr>
        <w:widowControl w:val="0"/>
        <w:rPr>
          <w:rFonts w:cs="Arial"/>
        </w:rPr>
      </w:pPr>
      <w:r w:rsidRPr="00010ECA">
        <w:rPr>
          <w:rFonts w:cs="Arial"/>
          <w:lang w:val="en-US"/>
        </w:rPr>
        <w:t>I am writing to you as Delegate of the Minister for the Environment in</w:t>
      </w:r>
      <w:r w:rsidRPr="00E525E1">
        <w:rPr>
          <w:rFonts w:cs="Arial"/>
          <w:lang w:val="en-US"/>
        </w:rPr>
        <w:t xml:space="preserve"> relation to the </w:t>
      </w:r>
      <w:r w:rsidR="00DC4837" w:rsidRPr="00113A5F">
        <w:rPr>
          <w:rFonts w:cs="Arial"/>
          <w:lang w:val="en-US"/>
        </w:rPr>
        <w:t>assessment</w:t>
      </w:r>
      <w:r w:rsidR="004B1820" w:rsidRPr="00113A5F">
        <w:rPr>
          <w:rFonts w:cs="Arial"/>
          <w:lang w:val="en-US"/>
        </w:rPr>
        <w:t xml:space="preserve"> </w:t>
      </w:r>
      <w:r w:rsidRPr="00113A5F">
        <w:rPr>
          <w:rFonts w:cs="Arial"/>
          <w:lang w:val="en-US"/>
        </w:rPr>
        <w:t xml:space="preserve">of the </w:t>
      </w:r>
      <w:r w:rsidR="009F41EA" w:rsidRPr="00113A5F">
        <w:rPr>
          <w:rFonts w:cs="Arial"/>
          <w:lang w:val="en-US"/>
        </w:rPr>
        <w:t>South Australian</w:t>
      </w:r>
      <w:r w:rsidR="00CD02FC" w:rsidRPr="00113A5F">
        <w:rPr>
          <w:rFonts w:cs="Arial"/>
          <w:lang w:val="en-US"/>
        </w:rPr>
        <w:t xml:space="preserve"> </w:t>
      </w:r>
      <w:r w:rsidR="009F41EA" w:rsidRPr="00113A5F">
        <w:rPr>
          <w:rFonts w:cs="Arial"/>
          <w:lang w:val="en-US"/>
        </w:rPr>
        <w:t>La</w:t>
      </w:r>
      <w:r w:rsidR="009F41EA">
        <w:rPr>
          <w:rFonts w:cs="Arial"/>
          <w:lang w:val="en-US"/>
        </w:rPr>
        <w:t>kes and Coorong Fishery</w:t>
      </w:r>
      <w:r w:rsidR="00DC4837" w:rsidRPr="00E525E1">
        <w:rPr>
          <w:rFonts w:cs="Arial"/>
          <w:lang w:val="en-US"/>
        </w:rPr>
        <w:t xml:space="preserve"> </w:t>
      </w:r>
      <w:r w:rsidRPr="00E525E1">
        <w:rPr>
          <w:rFonts w:cs="Arial"/>
        </w:rPr>
        <w:t>under the</w:t>
      </w:r>
      <w:r w:rsidR="00731B42" w:rsidRPr="00E525E1">
        <w:rPr>
          <w:rFonts w:cs="Arial"/>
        </w:rPr>
        <w:t xml:space="preserve"> </w:t>
      </w:r>
      <w:r w:rsidRPr="00E525E1">
        <w:rPr>
          <w:rFonts w:cs="Arial"/>
          <w:i/>
        </w:rPr>
        <w:t>Environment</w:t>
      </w:r>
      <w:r w:rsidR="00113A5F">
        <w:rPr>
          <w:rFonts w:cs="Arial"/>
          <w:i/>
        </w:rPr>
        <w:t> </w:t>
      </w:r>
      <w:r w:rsidRPr="00E525E1">
        <w:rPr>
          <w:rFonts w:cs="Arial"/>
          <w:i/>
        </w:rPr>
        <w:t xml:space="preserve">Protection and Biodiversity Conservation Act 1999 </w:t>
      </w:r>
      <w:r w:rsidRPr="00E525E1">
        <w:rPr>
          <w:rFonts w:cs="Arial"/>
        </w:rPr>
        <w:t>(EPBC Act).</w:t>
      </w:r>
      <w:r w:rsidR="00AD2283">
        <w:rPr>
          <w:rFonts w:cs="Arial"/>
        </w:rPr>
        <w:t xml:space="preserve"> </w:t>
      </w:r>
      <w:r w:rsidR="00A472AB">
        <w:rPr>
          <w:rFonts w:cs="Arial"/>
        </w:rPr>
        <w:t>In November</w:t>
      </w:r>
      <w:r w:rsidR="00DC4837" w:rsidRPr="00E525E1">
        <w:rPr>
          <w:rFonts w:cs="Arial"/>
        </w:rPr>
        <w:t xml:space="preserve"> 2018</w:t>
      </w:r>
      <w:r w:rsidR="00A472AB">
        <w:rPr>
          <w:rFonts w:cs="Arial"/>
        </w:rPr>
        <w:t xml:space="preserve">, the </w:t>
      </w:r>
      <w:r w:rsidR="00AD2283">
        <w:rPr>
          <w:rFonts w:cs="Arial"/>
        </w:rPr>
        <w:t xml:space="preserve">Department of </w:t>
      </w:r>
      <w:r w:rsidR="00A472AB" w:rsidRPr="00E525E1">
        <w:rPr>
          <w:rFonts w:cs="Arial"/>
        </w:rPr>
        <w:t xml:space="preserve">Primary Industries and Regions </w:t>
      </w:r>
      <w:r w:rsidR="00BF12F5">
        <w:rPr>
          <w:rFonts w:cs="Arial"/>
        </w:rPr>
        <w:t>South Australia</w:t>
      </w:r>
      <w:r w:rsidR="00AD2283">
        <w:rPr>
          <w:rFonts w:cs="Arial"/>
        </w:rPr>
        <w:t xml:space="preserve"> applied for export approval of the </w:t>
      </w:r>
      <w:r w:rsidR="00AD2283">
        <w:rPr>
          <w:rFonts w:cs="Arial"/>
          <w:bCs/>
        </w:rPr>
        <w:t xml:space="preserve">fishery under </w:t>
      </w:r>
      <w:r w:rsidR="00CD02FC" w:rsidRPr="00041980">
        <w:rPr>
          <w:color w:val="000000" w:themeColor="text1"/>
        </w:rPr>
        <w:t>the</w:t>
      </w:r>
      <w:r w:rsidR="00CD02FC">
        <w:rPr>
          <w:color w:val="000000" w:themeColor="text1"/>
        </w:rPr>
        <w:t xml:space="preserve"> </w:t>
      </w:r>
      <w:r w:rsidR="00CD02FC" w:rsidRPr="00041980">
        <w:rPr>
          <w:color w:val="000000" w:themeColor="text1"/>
        </w:rPr>
        <w:t>EPBC Act</w:t>
      </w:r>
      <w:r w:rsidR="00CD02FC">
        <w:rPr>
          <w:color w:val="000000" w:themeColor="text1"/>
        </w:rPr>
        <w:t xml:space="preserve">. </w:t>
      </w:r>
    </w:p>
    <w:p w14:paraId="0A800ED1" w14:textId="7438AFC0" w:rsidR="00CF5CAE" w:rsidRPr="00251149" w:rsidRDefault="00AD2283" w:rsidP="00CF5CAE">
      <w:pPr>
        <w:rPr>
          <w:rFonts w:cs="Arial"/>
        </w:rPr>
      </w:pPr>
      <w:r w:rsidRPr="006932E2">
        <w:rPr>
          <w:rFonts w:cs="Arial"/>
        </w:rPr>
        <w:t xml:space="preserve">The application has been assessed and I have declared the </w:t>
      </w:r>
      <w:r w:rsidRPr="006932E2">
        <w:rPr>
          <w:rFonts w:cs="Arial"/>
          <w:lang w:val="en-US"/>
        </w:rPr>
        <w:t>fishery</w:t>
      </w:r>
      <w:r w:rsidRPr="006932E2" w:rsidDel="00DD1580">
        <w:rPr>
          <w:rFonts w:cs="Arial"/>
        </w:rPr>
        <w:t xml:space="preserve"> </w:t>
      </w:r>
      <w:r w:rsidRPr="006932E2">
        <w:t xml:space="preserve">an approved wildlife trade operation under Part 13A of the EPBC Act until </w:t>
      </w:r>
      <w:r>
        <w:t>25</w:t>
      </w:r>
      <w:r w:rsidRPr="006932E2">
        <w:t> February 2022.</w:t>
      </w:r>
      <w:r w:rsidR="00CF5CAE" w:rsidRPr="00E525E1">
        <w:rPr>
          <w:rFonts w:cs="Arial"/>
        </w:rPr>
        <w:t xml:space="preserve"> </w:t>
      </w:r>
      <w:r w:rsidR="001E0328" w:rsidRPr="00E525E1">
        <w:rPr>
          <w:rFonts w:cs="Arial"/>
          <w:color w:val="000000"/>
          <w:lang w:val="en-US"/>
        </w:rPr>
        <w:t>The</w:t>
      </w:r>
      <w:r w:rsidR="001E0328" w:rsidRPr="00E525E1">
        <w:rPr>
          <w:rFonts w:cs="Arial"/>
        </w:rPr>
        <w:t xml:space="preserve"> list of exempt native </w:t>
      </w:r>
      <w:r w:rsidR="0035452E">
        <w:rPr>
          <w:rFonts w:cs="Arial"/>
        </w:rPr>
        <w:t xml:space="preserve">specimens </w:t>
      </w:r>
      <w:r>
        <w:rPr>
          <w:rFonts w:cs="Arial"/>
        </w:rPr>
        <w:t xml:space="preserve">includes an entry </w:t>
      </w:r>
      <w:r w:rsidR="00220CFF" w:rsidRPr="00E525E1">
        <w:rPr>
          <w:rFonts w:cs="Arial"/>
        </w:rPr>
        <w:t xml:space="preserve">to allow export of product from the </w:t>
      </w:r>
      <w:r w:rsidR="00DD1580" w:rsidRPr="00E525E1">
        <w:rPr>
          <w:rFonts w:cs="Arial"/>
          <w:lang w:val="en-US"/>
        </w:rPr>
        <w:t>fishery</w:t>
      </w:r>
      <w:r w:rsidR="00DD1580" w:rsidRPr="00E525E1" w:rsidDel="00DD1580">
        <w:rPr>
          <w:rFonts w:cs="Arial"/>
        </w:rPr>
        <w:t xml:space="preserve"> </w:t>
      </w:r>
      <w:r w:rsidR="00220CFF" w:rsidRPr="00E525E1">
        <w:rPr>
          <w:rFonts w:cs="Arial"/>
        </w:rPr>
        <w:t xml:space="preserve">while the </w:t>
      </w:r>
      <w:r>
        <w:rPr>
          <w:rFonts w:cs="Arial"/>
        </w:rPr>
        <w:t xml:space="preserve">specimens are covered by </w:t>
      </w:r>
      <w:r w:rsidR="00DD1580" w:rsidRPr="00251149">
        <w:rPr>
          <w:rFonts w:cs="Arial"/>
        </w:rPr>
        <w:t xml:space="preserve">an </w:t>
      </w:r>
      <w:r w:rsidR="00220CFF" w:rsidRPr="00251149">
        <w:rPr>
          <w:rFonts w:cs="Arial"/>
        </w:rPr>
        <w:t>approved wildlife trade operation</w:t>
      </w:r>
      <w:r w:rsidRPr="00AD2283">
        <w:rPr>
          <w:rFonts w:cs="Arial"/>
        </w:rPr>
        <w:t xml:space="preserve"> </w:t>
      </w:r>
      <w:r w:rsidRPr="00E525E1">
        <w:rPr>
          <w:rFonts w:cs="Arial"/>
        </w:rPr>
        <w:t>declara</w:t>
      </w:r>
      <w:r w:rsidRPr="00251149">
        <w:rPr>
          <w:rFonts w:cs="Arial"/>
        </w:rPr>
        <w:t>tion</w:t>
      </w:r>
      <w:r w:rsidR="001E0328" w:rsidRPr="00251149">
        <w:rPr>
          <w:rFonts w:cs="Arial"/>
        </w:rPr>
        <w:t xml:space="preserve">. </w:t>
      </w:r>
      <w:r w:rsidR="00DB2566" w:rsidRPr="00251149">
        <w:rPr>
          <w:rFonts w:cs="Arial"/>
        </w:rPr>
        <w:t xml:space="preserve">The </w:t>
      </w:r>
      <w:r w:rsidR="00DD1580" w:rsidRPr="00251149">
        <w:rPr>
          <w:rFonts w:cs="Arial"/>
        </w:rPr>
        <w:t>Part 13A declaration includes conditions that were agreed by officials from both departments</w:t>
      </w:r>
      <w:r w:rsidR="005A5674" w:rsidRPr="00251149">
        <w:rPr>
          <w:rFonts w:cs="Arial"/>
        </w:rPr>
        <w:t xml:space="preserve">, addressing </w:t>
      </w:r>
      <w:r w:rsidR="00DD1580" w:rsidRPr="00251149">
        <w:rPr>
          <w:rFonts w:cs="Arial"/>
        </w:rPr>
        <w:t>areas requiring ongoing attention</w:t>
      </w:r>
      <w:r w:rsidR="00DB2566" w:rsidRPr="00251149">
        <w:rPr>
          <w:rFonts w:cs="Arial"/>
        </w:rPr>
        <w:t xml:space="preserve">. These are set out at </w:t>
      </w:r>
      <w:r w:rsidR="00DB2566" w:rsidRPr="00251149">
        <w:rPr>
          <w:rFonts w:cs="Arial"/>
          <w:u w:val="single"/>
        </w:rPr>
        <w:t>Attachment</w:t>
      </w:r>
      <w:r w:rsidR="005A5674" w:rsidRPr="00251149">
        <w:rPr>
          <w:rFonts w:cs="Arial"/>
          <w:u w:val="single"/>
        </w:rPr>
        <w:t> </w:t>
      </w:r>
      <w:r w:rsidR="00DB2566" w:rsidRPr="00251149">
        <w:rPr>
          <w:rFonts w:cs="Arial"/>
          <w:u w:val="single"/>
        </w:rPr>
        <w:t>1</w:t>
      </w:r>
      <w:r w:rsidR="00DB2566" w:rsidRPr="00251149">
        <w:rPr>
          <w:rFonts w:cs="Arial"/>
        </w:rPr>
        <w:t>.</w:t>
      </w:r>
      <w:r w:rsidR="00D558DD" w:rsidRPr="00251149">
        <w:rPr>
          <w:rFonts w:cs="Arial"/>
          <w:lang w:eastAsia="zh-CN" w:bidi="th-TH"/>
        </w:rPr>
        <w:t xml:space="preserve"> </w:t>
      </w:r>
    </w:p>
    <w:p w14:paraId="3C35018D" w14:textId="6CE46D7A" w:rsidR="00CF5CAE" w:rsidRPr="00E525E1" w:rsidRDefault="00CF5CAE" w:rsidP="00CF5CAE">
      <w:pPr>
        <w:rPr>
          <w:rFonts w:cs="Arial"/>
        </w:rPr>
      </w:pPr>
      <w:r w:rsidRPr="00251149">
        <w:rPr>
          <w:rFonts w:cs="Arial"/>
        </w:rPr>
        <w:t>Please note that any person whose interests are affected by this decision</w:t>
      </w:r>
      <w:r w:rsidR="00E576F2" w:rsidRPr="00251149">
        <w:rPr>
          <w:rFonts w:cs="Arial"/>
        </w:rPr>
        <w:t>,</w:t>
      </w:r>
      <w:r w:rsidRPr="00251149">
        <w:rPr>
          <w:rFonts w:cs="Arial"/>
        </w:rPr>
        <w:t xml:space="preserve"> may make an application to the Department for the reasons for the decision, and may apply to the Administrative Appeals Tribunal to have this decision reviewed. I have enclosed further information on these processes</w:t>
      </w:r>
      <w:r w:rsidR="00D558DD" w:rsidRPr="00251149">
        <w:rPr>
          <w:rFonts w:cs="Arial"/>
        </w:rPr>
        <w:t xml:space="preserve"> at </w:t>
      </w:r>
      <w:r w:rsidR="00D558DD" w:rsidRPr="00251149">
        <w:rPr>
          <w:rFonts w:cs="Arial"/>
          <w:u w:val="single"/>
        </w:rPr>
        <w:t xml:space="preserve">Attachment </w:t>
      </w:r>
      <w:r w:rsidR="00E576F2" w:rsidRPr="00251149">
        <w:rPr>
          <w:rFonts w:cs="Arial"/>
          <w:u w:val="single"/>
        </w:rPr>
        <w:t>2</w:t>
      </w:r>
      <w:r w:rsidRPr="00251149">
        <w:rPr>
          <w:rFonts w:cs="Arial"/>
        </w:rPr>
        <w:t>.</w:t>
      </w:r>
    </w:p>
    <w:p w14:paraId="1153FF9B" w14:textId="77777777" w:rsidR="00E576F2" w:rsidRDefault="00E576F2" w:rsidP="00CF5CAE">
      <w:pPr>
        <w:rPr>
          <w:rFonts w:cs="Arial"/>
        </w:rPr>
      </w:pPr>
      <w:bookmarkStart w:id="0" w:name="bkStart"/>
      <w:bookmarkEnd w:id="0"/>
    </w:p>
    <w:p w14:paraId="441AF5DD" w14:textId="0CD55CED" w:rsidR="00CF5CAE" w:rsidRPr="00E525E1" w:rsidRDefault="00311394" w:rsidP="00CF5CAE">
      <w:pPr>
        <w:rPr>
          <w:rFonts w:cs="Arial"/>
        </w:rPr>
      </w:pPr>
      <w:r w:rsidRPr="00D65CE0">
        <w:rPr>
          <w:noProof/>
          <w:lang w:eastAsia="en-AU"/>
        </w:rPr>
        <w:drawing>
          <wp:anchor distT="0" distB="0" distL="114300" distR="114300" simplePos="0" relativeHeight="251659264" behindDoc="1" locked="0" layoutInCell="1" allowOverlap="1" wp14:anchorId="11790864" wp14:editId="3E65EFE7">
            <wp:simplePos x="0" y="0"/>
            <wp:positionH relativeFrom="column">
              <wp:posOffset>-45297</wp:posOffset>
            </wp:positionH>
            <wp:positionV relativeFrom="paragraph">
              <wp:posOffset>164677</wp:posOffset>
            </wp:positionV>
            <wp:extent cx="973667" cy="512587"/>
            <wp:effectExtent l="0" t="0" r="0" b="1905"/>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5083" cy="5133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5CAE" w:rsidRPr="00E525E1">
        <w:rPr>
          <w:rFonts w:cs="Arial"/>
        </w:rPr>
        <w:t>Yours sincerely</w:t>
      </w:r>
    </w:p>
    <w:p w14:paraId="5956FF31" w14:textId="170F4BD7" w:rsidR="00CF5CAE" w:rsidRDefault="00CF5CAE" w:rsidP="00CF5CAE">
      <w:pPr>
        <w:rPr>
          <w:rFonts w:cs="Arial"/>
        </w:rPr>
      </w:pPr>
    </w:p>
    <w:p w14:paraId="14324825" w14:textId="3BCB6F83" w:rsidR="00CF5CAE" w:rsidRPr="00E525E1" w:rsidRDefault="00CF5CAE" w:rsidP="00CF5CAE">
      <w:pPr>
        <w:tabs>
          <w:tab w:val="left" w:pos="284"/>
        </w:tabs>
        <w:rPr>
          <w:rFonts w:cs="Arial"/>
        </w:rPr>
      </w:pPr>
      <w:r w:rsidRPr="000A3E1D">
        <w:rPr>
          <w:rFonts w:cs="Arial"/>
        </w:rPr>
        <w:t>Paul Murphy</w:t>
      </w:r>
      <w:r w:rsidRPr="00E525E1">
        <w:rPr>
          <w:rFonts w:cs="Arial"/>
        </w:rPr>
        <w:br/>
      </w:r>
      <w:r w:rsidRPr="00BB2301">
        <w:rPr>
          <w:rFonts w:cs="Arial"/>
        </w:rPr>
        <w:t>Delegate of the Minister for the Environment</w:t>
      </w:r>
      <w:r w:rsidR="00EA61DD" w:rsidRPr="00E525E1">
        <w:rPr>
          <w:rFonts w:cs="Arial"/>
        </w:rPr>
        <w:t xml:space="preserve"> </w:t>
      </w:r>
      <w:r w:rsidRPr="00E525E1">
        <w:rPr>
          <w:rFonts w:cs="Arial"/>
        </w:rPr>
        <w:br/>
      </w:r>
      <w:r w:rsidR="00311394">
        <w:rPr>
          <w:rFonts w:ascii="Lucida Handwriting" w:hAnsi="Lucida Handwriting" w:cs="Arial"/>
          <w:color w:val="4F81BD" w:themeColor="accent1"/>
        </w:rPr>
        <w:t xml:space="preserve">26 </w:t>
      </w:r>
      <w:r w:rsidR="00AD2283">
        <w:rPr>
          <w:rFonts w:cs="Arial"/>
        </w:rPr>
        <w:t>February</w:t>
      </w:r>
      <w:r w:rsidR="00D97695">
        <w:rPr>
          <w:rFonts w:cs="Arial"/>
        </w:rPr>
        <w:t xml:space="preserve"> </w:t>
      </w:r>
      <w:r w:rsidR="00DC4837" w:rsidRPr="00E525E1">
        <w:rPr>
          <w:rFonts w:cs="Arial"/>
        </w:rPr>
        <w:t>2019</w:t>
      </w:r>
    </w:p>
    <w:p w14:paraId="680679CC" w14:textId="77777777" w:rsidR="00CF5CAE" w:rsidRPr="00E525E1" w:rsidRDefault="00CF5CAE" w:rsidP="00CF5CAE">
      <w:pPr>
        <w:tabs>
          <w:tab w:val="left" w:pos="284"/>
        </w:tabs>
        <w:rPr>
          <w:rFonts w:cs="Arial"/>
        </w:rPr>
      </w:pPr>
    </w:p>
    <w:p w14:paraId="5E818BEA" w14:textId="77777777" w:rsidR="00E576F2" w:rsidRDefault="00E576F2" w:rsidP="00CF5CAE">
      <w:pPr>
        <w:jc w:val="center"/>
        <w:rPr>
          <w:rFonts w:cs="Arial"/>
          <w:b/>
          <w:bCs/>
        </w:rPr>
      </w:pPr>
    </w:p>
    <w:p w14:paraId="74F476C0" w14:textId="1E40B1EC" w:rsidR="00AD2283" w:rsidRDefault="00AD2283" w:rsidP="00CF5CAE">
      <w:pPr>
        <w:jc w:val="center"/>
        <w:rPr>
          <w:rFonts w:cs="Arial"/>
          <w:b/>
          <w:bCs/>
        </w:rPr>
      </w:pPr>
    </w:p>
    <w:p w14:paraId="6B6F0C88" w14:textId="77777777" w:rsidR="00AD2283" w:rsidRDefault="00AD2283" w:rsidP="00CF5CAE">
      <w:pPr>
        <w:jc w:val="center"/>
        <w:rPr>
          <w:rFonts w:cs="Arial"/>
          <w:b/>
          <w:bCs/>
        </w:rPr>
      </w:pPr>
    </w:p>
    <w:p w14:paraId="7A41F1B2" w14:textId="77777777" w:rsidR="00AD2283" w:rsidRDefault="00AD2283" w:rsidP="00CF5CAE">
      <w:pPr>
        <w:jc w:val="center"/>
        <w:rPr>
          <w:rFonts w:cs="Arial"/>
          <w:b/>
          <w:bCs/>
        </w:rPr>
      </w:pPr>
    </w:p>
    <w:p w14:paraId="7584C949" w14:textId="1A75EA4F" w:rsidR="00CF5CAE" w:rsidRDefault="00CF5CAE" w:rsidP="00CF7DF7">
      <w:pPr>
        <w:spacing w:after="240"/>
        <w:jc w:val="center"/>
        <w:rPr>
          <w:rFonts w:cs="Arial"/>
          <w:b/>
          <w:bCs/>
          <w:caps/>
        </w:rPr>
      </w:pPr>
      <w:r w:rsidRPr="0038434B">
        <w:rPr>
          <w:rFonts w:cs="Arial"/>
          <w:b/>
          <w:bCs/>
        </w:rPr>
        <w:lastRenderedPageBreak/>
        <w:t xml:space="preserve">Conditions on the approved wildlife trade operation declaration for the </w:t>
      </w:r>
      <w:bookmarkStart w:id="1" w:name="_GoBack"/>
      <w:bookmarkEnd w:id="1"/>
      <w:r w:rsidR="00D97695" w:rsidRPr="0038434B">
        <w:rPr>
          <w:rFonts w:cs="Arial"/>
          <w:b/>
          <w:bCs/>
        </w:rPr>
        <w:t>South</w:t>
      </w:r>
      <w:r w:rsidR="00D94A78">
        <w:rPr>
          <w:rFonts w:cs="Arial"/>
          <w:b/>
          <w:bCs/>
        </w:rPr>
        <w:t> </w:t>
      </w:r>
      <w:r w:rsidR="00D97695" w:rsidRPr="0038434B">
        <w:rPr>
          <w:rFonts w:cs="Arial"/>
          <w:b/>
          <w:bCs/>
        </w:rPr>
        <w:t>Australian Lakes and Coorong Fishery</w:t>
      </w:r>
      <w:r w:rsidR="00DC4837" w:rsidRPr="0038434B">
        <w:rPr>
          <w:rFonts w:cs="Arial"/>
          <w:b/>
          <w:bCs/>
        </w:rPr>
        <w:t xml:space="preserve">, </w:t>
      </w:r>
      <w:r w:rsidR="00A55807">
        <w:rPr>
          <w:rFonts w:cs="Arial"/>
          <w:b/>
          <w:bCs/>
        </w:rPr>
        <w:t>March</w:t>
      </w:r>
      <w:r w:rsidR="00DC4837" w:rsidRPr="0038434B">
        <w:rPr>
          <w:rFonts w:cs="Arial"/>
          <w:b/>
          <w:bCs/>
          <w:caps/>
        </w:rPr>
        <w:t xml:space="preserve"> 2019</w:t>
      </w:r>
    </w:p>
    <w:p w14:paraId="1730B70D" w14:textId="52CD1D19" w:rsidR="00A55807" w:rsidRPr="00A55807" w:rsidRDefault="00A55807" w:rsidP="001B1BB8">
      <w:pPr>
        <w:pStyle w:val="ListParagraph"/>
        <w:numPr>
          <w:ilvl w:val="0"/>
          <w:numId w:val="37"/>
        </w:numPr>
        <w:spacing w:line="240" w:lineRule="auto"/>
        <w:contextualSpacing/>
        <w:rPr>
          <w:rFonts w:eastAsia="Times New Roman" w:cs="Arial"/>
          <w:lang w:val="en-US"/>
        </w:rPr>
      </w:pPr>
      <w:r w:rsidRPr="00CF7DF7">
        <w:rPr>
          <w:rFonts w:eastAsia="Times New Roman" w:cs="Arial"/>
          <w:lang w:eastAsia="en-AU"/>
        </w:rPr>
        <w:t xml:space="preserve">Operation of the South Australian (SA) Lakes and Coorong Fishery will be carried out in accordance with the </w:t>
      </w:r>
      <w:r w:rsidRPr="00CF7DF7">
        <w:rPr>
          <w:rFonts w:eastAsia="Times New Roman" w:cs="Arial"/>
          <w:i/>
          <w:lang w:eastAsia="en-AU"/>
        </w:rPr>
        <w:t>Management Plan for the South Australian Lakes and Coorong Fishery</w:t>
      </w:r>
      <w:r w:rsidRPr="00CF7DF7">
        <w:rPr>
          <w:rFonts w:eastAsia="Times New Roman" w:cs="Arial"/>
          <w:lang w:eastAsia="en-AU"/>
        </w:rPr>
        <w:t xml:space="preserve"> 2016, the </w:t>
      </w:r>
      <w:r w:rsidRPr="00CF7DF7">
        <w:rPr>
          <w:rFonts w:eastAsia="Times New Roman" w:cs="Arial"/>
          <w:iCs/>
          <w:lang w:eastAsia="en-AU"/>
        </w:rPr>
        <w:t>SA Fisheries Management (Lakes and Coorong Fishery) Regulations 2009, and the SA Fisheries Management (General) Regulations 2017</w:t>
      </w:r>
      <w:r w:rsidRPr="00CF7DF7">
        <w:rPr>
          <w:rFonts w:eastAsia="Times New Roman" w:cs="Arial"/>
          <w:i/>
          <w:iCs/>
          <w:lang w:eastAsia="en-AU"/>
        </w:rPr>
        <w:t>,</w:t>
      </w:r>
      <w:r w:rsidRPr="00CF7DF7">
        <w:rPr>
          <w:rFonts w:eastAsia="Times New Roman" w:cs="Arial"/>
          <w:lang w:eastAsia="en-AU"/>
        </w:rPr>
        <w:t xml:space="preserve"> in force under the South Australian </w:t>
      </w:r>
      <w:r w:rsidRPr="00CF7DF7">
        <w:rPr>
          <w:rFonts w:eastAsia="Times New Roman" w:cs="Arial"/>
          <w:i/>
          <w:lang w:eastAsia="en-AU"/>
        </w:rPr>
        <w:t>Fisheries Management Act 200</w:t>
      </w:r>
      <w:r w:rsidRPr="00CF7DF7">
        <w:rPr>
          <w:rFonts w:eastAsia="Times New Roman" w:cs="Arial"/>
          <w:lang w:eastAsia="en-AU"/>
        </w:rPr>
        <w:t>7</w:t>
      </w:r>
      <w:r w:rsidRPr="00CF7DF7">
        <w:rPr>
          <w:rFonts w:eastAsia="Times New Roman" w:cs="Arial"/>
          <w:i/>
          <w:lang w:eastAsia="en-AU"/>
        </w:rPr>
        <w:t xml:space="preserve">. </w:t>
      </w:r>
    </w:p>
    <w:p w14:paraId="045497FF" w14:textId="77777777" w:rsidR="00710C5A" w:rsidRDefault="00A55807" w:rsidP="00A55807">
      <w:pPr>
        <w:numPr>
          <w:ilvl w:val="0"/>
          <w:numId w:val="37"/>
        </w:numPr>
        <w:spacing w:after="0" w:line="240" w:lineRule="auto"/>
        <w:ind w:left="0" w:firstLine="0"/>
        <w:rPr>
          <w:rFonts w:eastAsia="Times New Roman" w:cs="Arial"/>
          <w:lang w:val="en-US"/>
        </w:rPr>
      </w:pPr>
      <w:r w:rsidRPr="00A55807">
        <w:rPr>
          <w:rFonts w:eastAsia="Times New Roman" w:cs="Arial"/>
          <w:lang w:val="en-US"/>
        </w:rPr>
        <w:t xml:space="preserve">The Department of Primary Industries and Regions South Australia, to inform the </w:t>
      </w:r>
      <w:r w:rsidR="00710C5A">
        <w:rPr>
          <w:rFonts w:eastAsia="Times New Roman" w:cs="Arial"/>
          <w:lang w:val="en-US"/>
        </w:rPr>
        <w:t xml:space="preserve">    </w:t>
      </w:r>
    </w:p>
    <w:p w14:paraId="7915E94D" w14:textId="77777777" w:rsidR="00710C5A" w:rsidRDefault="00710C5A" w:rsidP="00A55807">
      <w:pPr>
        <w:spacing w:after="0" w:line="240" w:lineRule="auto"/>
        <w:rPr>
          <w:rFonts w:eastAsia="Times New Roman" w:cs="Arial"/>
          <w:lang w:val="en-US"/>
        </w:rPr>
      </w:pPr>
      <w:r>
        <w:rPr>
          <w:rFonts w:eastAsia="Times New Roman" w:cs="Arial"/>
          <w:lang w:val="en-US"/>
        </w:rPr>
        <w:t xml:space="preserve">      </w:t>
      </w:r>
      <w:r w:rsidR="00A55807" w:rsidRPr="00A55807">
        <w:rPr>
          <w:rFonts w:eastAsia="Times New Roman" w:cs="Arial"/>
          <w:lang w:val="en-US"/>
        </w:rPr>
        <w:t xml:space="preserve">Department of the Environment and Energy of any intended material changes to the SA </w:t>
      </w:r>
    </w:p>
    <w:p w14:paraId="728B6324" w14:textId="77777777" w:rsidR="00710C5A" w:rsidRDefault="00710C5A" w:rsidP="00A55807">
      <w:pPr>
        <w:spacing w:after="0" w:line="240" w:lineRule="auto"/>
        <w:rPr>
          <w:rFonts w:eastAsia="Times New Roman" w:cs="Arial"/>
          <w:lang w:val="en-US"/>
        </w:rPr>
      </w:pPr>
      <w:r>
        <w:rPr>
          <w:rFonts w:eastAsia="Times New Roman" w:cs="Arial"/>
          <w:lang w:val="en-US"/>
        </w:rPr>
        <w:t xml:space="preserve">      </w:t>
      </w:r>
      <w:r w:rsidR="00A55807" w:rsidRPr="00A55807">
        <w:rPr>
          <w:rFonts w:eastAsia="Times New Roman" w:cs="Arial"/>
          <w:lang w:val="en-US"/>
        </w:rPr>
        <w:t xml:space="preserve">Lakes and Coorong Fishery management arrangements that may affect the assessment </w:t>
      </w:r>
    </w:p>
    <w:p w14:paraId="32C1E1E4" w14:textId="77777777" w:rsidR="00710C5A" w:rsidRDefault="00710C5A" w:rsidP="00710C5A">
      <w:pPr>
        <w:spacing w:after="0" w:line="240" w:lineRule="auto"/>
        <w:rPr>
          <w:rFonts w:eastAsia="Times New Roman" w:cs="Arial"/>
          <w:lang w:val="en-US"/>
        </w:rPr>
      </w:pPr>
      <w:r>
        <w:rPr>
          <w:rFonts w:eastAsia="Times New Roman" w:cs="Arial"/>
          <w:lang w:val="en-US"/>
        </w:rPr>
        <w:t xml:space="preserve">      </w:t>
      </w:r>
      <w:proofErr w:type="gramStart"/>
      <w:r w:rsidR="00A55807" w:rsidRPr="00A55807">
        <w:rPr>
          <w:rFonts w:eastAsia="Times New Roman" w:cs="Arial"/>
          <w:lang w:val="en-US"/>
        </w:rPr>
        <w:t>against</w:t>
      </w:r>
      <w:proofErr w:type="gramEnd"/>
      <w:r w:rsidR="00A55807" w:rsidRPr="00A55807">
        <w:rPr>
          <w:rFonts w:eastAsia="Times New Roman" w:cs="Arial"/>
          <w:lang w:val="en-US"/>
        </w:rPr>
        <w:t xml:space="preserve"> which </w:t>
      </w:r>
      <w:r w:rsidR="00A55807" w:rsidRPr="00A55807">
        <w:rPr>
          <w:rFonts w:eastAsia="Times New Roman" w:cs="Arial"/>
          <w:i/>
          <w:iCs/>
          <w:lang w:val="en-US"/>
        </w:rPr>
        <w:t>Environment Protection and Biodiversity Conservation Act 1999</w:t>
      </w:r>
      <w:r w:rsidR="00A55807" w:rsidRPr="00A55807">
        <w:rPr>
          <w:rFonts w:eastAsia="Times New Roman" w:cs="Arial"/>
          <w:lang w:val="en-US"/>
        </w:rPr>
        <w:t xml:space="preserve"> decisions </w:t>
      </w:r>
    </w:p>
    <w:p w14:paraId="1EFF1379" w14:textId="7B7893CA" w:rsidR="00A55807" w:rsidRDefault="00710C5A" w:rsidP="00710C5A">
      <w:pPr>
        <w:spacing w:after="0" w:line="240" w:lineRule="auto"/>
        <w:rPr>
          <w:rFonts w:eastAsia="Times New Roman" w:cs="Arial"/>
          <w:lang w:val="en-US"/>
        </w:rPr>
      </w:pPr>
      <w:r>
        <w:rPr>
          <w:rFonts w:eastAsia="Times New Roman" w:cs="Arial"/>
          <w:lang w:val="en-US"/>
        </w:rPr>
        <w:t xml:space="preserve">      </w:t>
      </w:r>
      <w:proofErr w:type="gramStart"/>
      <w:r w:rsidR="00A55807" w:rsidRPr="00A55807">
        <w:rPr>
          <w:rFonts w:eastAsia="Times New Roman" w:cs="Arial"/>
          <w:lang w:val="en-US"/>
        </w:rPr>
        <w:t>are</w:t>
      </w:r>
      <w:proofErr w:type="gramEnd"/>
      <w:r w:rsidR="00A55807" w:rsidRPr="00A55807">
        <w:rPr>
          <w:rFonts w:eastAsia="Times New Roman" w:cs="Arial"/>
          <w:lang w:val="en-US"/>
        </w:rPr>
        <w:t xml:space="preserve"> made.</w:t>
      </w:r>
    </w:p>
    <w:p w14:paraId="54E1F4C9" w14:textId="77777777" w:rsidR="00710C5A" w:rsidRPr="00A55807" w:rsidRDefault="00710C5A" w:rsidP="00710C5A">
      <w:pPr>
        <w:spacing w:after="0" w:line="240" w:lineRule="auto"/>
        <w:rPr>
          <w:rFonts w:eastAsia="Times New Roman" w:cs="Arial"/>
          <w:lang w:val="en-US"/>
        </w:rPr>
      </w:pPr>
    </w:p>
    <w:p w14:paraId="6AA9808C" w14:textId="77777777" w:rsidR="00710C5A" w:rsidRDefault="00A55807" w:rsidP="00A55807">
      <w:pPr>
        <w:numPr>
          <w:ilvl w:val="0"/>
          <w:numId w:val="37"/>
        </w:numPr>
        <w:spacing w:after="0" w:line="240" w:lineRule="auto"/>
        <w:ind w:left="0" w:firstLine="0"/>
        <w:rPr>
          <w:rFonts w:eastAsia="Times New Roman" w:cs="Arial"/>
          <w:lang w:val="en-US"/>
        </w:rPr>
      </w:pPr>
      <w:r w:rsidRPr="00A55807">
        <w:rPr>
          <w:rFonts w:eastAsia="Times New Roman" w:cs="Arial"/>
          <w:lang w:val="en-US"/>
        </w:rPr>
        <w:t xml:space="preserve">The Department of Primary Industries and Regions South Australia to produce and </w:t>
      </w:r>
    </w:p>
    <w:p w14:paraId="00D4DEE5" w14:textId="77777777" w:rsidR="00710C5A" w:rsidRDefault="00710C5A" w:rsidP="00A55807">
      <w:pPr>
        <w:spacing w:after="0" w:line="240" w:lineRule="auto"/>
        <w:rPr>
          <w:rFonts w:eastAsia="Times New Roman" w:cs="Arial"/>
          <w:lang w:val="en-US"/>
        </w:rPr>
      </w:pPr>
      <w:r>
        <w:rPr>
          <w:rFonts w:eastAsia="Times New Roman" w:cs="Arial"/>
          <w:lang w:val="en-US"/>
        </w:rPr>
        <w:t xml:space="preserve">      </w:t>
      </w:r>
      <w:proofErr w:type="gramStart"/>
      <w:r w:rsidR="00A55807" w:rsidRPr="00A55807">
        <w:rPr>
          <w:rFonts w:eastAsia="Times New Roman" w:cs="Arial"/>
          <w:lang w:val="en-US"/>
        </w:rPr>
        <w:t>present</w:t>
      </w:r>
      <w:proofErr w:type="gramEnd"/>
      <w:r w:rsidR="00A55807" w:rsidRPr="00A55807">
        <w:rPr>
          <w:rFonts w:eastAsia="Times New Roman" w:cs="Arial"/>
          <w:lang w:val="en-US"/>
        </w:rPr>
        <w:t xml:space="preserve"> reports</w:t>
      </w:r>
      <w:r>
        <w:rPr>
          <w:rFonts w:eastAsia="Times New Roman" w:cs="Arial"/>
          <w:lang w:val="en-US"/>
        </w:rPr>
        <w:t xml:space="preserve"> </w:t>
      </w:r>
      <w:r w:rsidR="00A55807" w:rsidRPr="00A55807">
        <w:rPr>
          <w:rFonts w:eastAsia="Times New Roman" w:cs="Arial"/>
          <w:lang w:val="en-US"/>
        </w:rPr>
        <w:t xml:space="preserve">to the Department of the Environment and Energy annually, as per </w:t>
      </w:r>
    </w:p>
    <w:p w14:paraId="5C83AA05" w14:textId="437D826A" w:rsidR="00710C5A" w:rsidRDefault="00710C5A" w:rsidP="00710C5A">
      <w:pPr>
        <w:spacing w:after="0" w:line="240" w:lineRule="auto"/>
        <w:rPr>
          <w:rFonts w:eastAsia="Times New Roman" w:cs="Arial"/>
          <w:i/>
          <w:lang w:val="en-US"/>
        </w:rPr>
      </w:pPr>
      <w:r>
        <w:rPr>
          <w:rFonts w:eastAsia="Times New Roman" w:cs="Arial"/>
          <w:lang w:val="en-US"/>
        </w:rPr>
        <w:t xml:space="preserve">      </w:t>
      </w:r>
      <w:r w:rsidR="00A55807" w:rsidRPr="00A55807">
        <w:rPr>
          <w:rFonts w:eastAsia="Times New Roman" w:cs="Arial"/>
          <w:lang w:val="en-US"/>
        </w:rPr>
        <w:t xml:space="preserve">Appendix B of the </w:t>
      </w:r>
      <w:r w:rsidR="00A55807" w:rsidRPr="00A55807">
        <w:rPr>
          <w:rFonts w:eastAsia="Times New Roman" w:cs="Arial"/>
          <w:i/>
          <w:lang w:val="en-US"/>
        </w:rPr>
        <w:t xml:space="preserve">Guidelines for the Ecologically Sustainable Management of Fisheries </w:t>
      </w:r>
      <w:r>
        <w:rPr>
          <w:rFonts w:eastAsia="Times New Roman" w:cs="Arial"/>
          <w:i/>
          <w:lang w:val="en-US"/>
        </w:rPr>
        <w:t>–</w:t>
      </w:r>
      <w:r w:rsidR="00A55807" w:rsidRPr="00A55807">
        <w:rPr>
          <w:rFonts w:eastAsia="Times New Roman" w:cs="Arial"/>
          <w:i/>
          <w:lang w:val="en-US"/>
        </w:rPr>
        <w:t xml:space="preserve"> </w:t>
      </w:r>
    </w:p>
    <w:p w14:paraId="57364096" w14:textId="4100F4EC" w:rsidR="00A55807" w:rsidRPr="00A55807" w:rsidRDefault="00710C5A" w:rsidP="00710C5A">
      <w:pPr>
        <w:spacing w:after="240" w:line="240" w:lineRule="auto"/>
        <w:rPr>
          <w:rFonts w:eastAsia="Times New Roman" w:cs="Arial"/>
          <w:lang w:val="en-US"/>
        </w:rPr>
      </w:pPr>
      <w:r>
        <w:rPr>
          <w:rFonts w:eastAsia="Times New Roman" w:cs="Arial"/>
          <w:i/>
          <w:lang w:val="en-US"/>
        </w:rPr>
        <w:t xml:space="preserve">      </w:t>
      </w:r>
      <w:r w:rsidR="00A55807" w:rsidRPr="00A55807">
        <w:rPr>
          <w:rFonts w:eastAsia="Times New Roman" w:cs="Arial"/>
          <w:i/>
          <w:lang w:val="en-US"/>
        </w:rPr>
        <w:t>2nd Edition.</w:t>
      </w:r>
    </w:p>
    <w:p w14:paraId="5758AE68" w14:textId="5CC0E876" w:rsidR="00A55807" w:rsidRPr="00A55807" w:rsidRDefault="00A55807" w:rsidP="001B1BB8">
      <w:pPr>
        <w:spacing w:before="60" w:after="60"/>
        <w:rPr>
          <w:rFonts w:cs="Arial"/>
          <w:lang w:val="en-US"/>
        </w:rPr>
      </w:pPr>
      <w:r w:rsidRPr="00A55807">
        <w:rPr>
          <w:rFonts w:eastAsia="Times New Roman" w:cs="Arial"/>
          <w:lang w:val="en-US"/>
        </w:rPr>
        <w:t xml:space="preserve">4.  </w:t>
      </w:r>
      <w:r w:rsidRPr="00A55807">
        <w:rPr>
          <w:rFonts w:cs="Arial"/>
          <w:lang w:val="en-US"/>
        </w:rPr>
        <w:t xml:space="preserve"> The Department of Primary Industries and Regions South Australia to: </w:t>
      </w:r>
    </w:p>
    <w:p w14:paraId="0027A58D" w14:textId="77777777" w:rsidR="00A55807" w:rsidRPr="00A55807" w:rsidRDefault="00A55807" w:rsidP="00A55807">
      <w:pPr>
        <w:numPr>
          <w:ilvl w:val="0"/>
          <w:numId w:val="44"/>
        </w:numPr>
        <w:autoSpaceDE w:val="0"/>
        <w:autoSpaceDN w:val="0"/>
        <w:adjustRightInd w:val="0"/>
        <w:spacing w:after="120" w:line="240" w:lineRule="auto"/>
        <w:ind w:left="757"/>
        <w:rPr>
          <w:rFonts w:eastAsia="Times New Roman" w:cs="Arial"/>
          <w:lang w:eastAsia="en-AU"/>
        </w:rPr>
      </w:pPr>
      <w:proofErr w:type="gramStart"/>
      <w:r w:rsidRPr="00A55807">
        <w:rPr>
          <w:rFonts w:eastAsia="Times New Roman" w:cs="Arial"/>
          <w:lang w:eastAsia="en-AU"/>
        </w:rPr>
        <w:t>continue</w:t>
      </w:r>
      <w:proofErr w:type="gramEnd"/>
      <w:r w:rsidRPr="00A55807">
        <w:rPr>
          <w:rFonts w:eastAsia="Times New Roman" w:cs="Arial"/>
          <w:lang w:eastAsia="en-AU"/>
        </w:rPr>
        <w:t xml:space="preserve"> regularly reviewing the management arrangements for Murray Cod stocks in the SA Lakes and Coorong Fishery, on an annual basis as a minimum.</w:t>
      </w:r>
    </w:p>
    <w:p w14:paraId="0C06B691" w14:textId="77777777" w:rsidR="00A55807" w:rsidRPr="00A55807" w:rsidRDefault="00A55807" w:rsidP="00710C5A">
      <w:pPr>
        <w:numPr>
          <w:ilvl w:val="0"/>
          <w:numId w:val="44"/>
        </w:numPr>
        <w:autoSpaceDE w:val="0"/>
        <w:autoSpaceDN w:val="0"/>
        <w:adjustRightInd w:val="0"/>
        <w:spacing w:after="240" w:line="240" w:lineRule="auto"/>
        <w:ind w:left="757"/>
        <w:rPr>
          <w:rFonts w:eastAsia="Times New Roman" w:cs="Arial"/>
          <w:lang w:eastAsia="en-AU"/>
        </w:rPr>
      </w:pPr>
      <w:proofErr w:type="gramStart"/>
      <w:r w:rsidRPr="00A55807">
        <w:rPr>
          <w:rFonts w:eastAsia="Times New Roman" w:cs="Arial"/>
          <w:lang w:eastAsia="en-AU"/>
        </w:rPr>
        <w:t>implement</w:t>
      </w:r>
      <w:proofErr w:type="gramEnd"/>
      <w:r w:rsidRPr="00A55807">
        <w:rPr>
          <w:rFonts w:eastAsia="Times New Roman" w:cs="Arial"/>
          <w:lang w:eastAsia="en-AU"/>
        </w:rPr>
        <w:t xml:space="preserve"> appropriate and timely protection and management measures, until Murray Cod stock levels increase to a sustainable level.</w:t>
      </w:r>
    </w:p>
    <w:p w14:paraId="78968FD2" w14:textId="77777777" w:rsidR="00A55807" w:rsidRPr="00A55807" w:rsidRDefault="00A55807" w:rsidP="00A55807">
      <w:pPr>
        <w:spacing w:before="60" w:after="120" w:line="240" w:lineRule="auto"/>
        <w:rPr>
          <w:rFonts w:cs="Arial"/>
        </w:rPr>
      </w:pPr>
      <w:r w:rsidRPr="00A55807">
        <w:rPr>
          <w:rFonts w:cs="Arial"/>
        </w:rPr>
        <w:t>5.   The Department of Primary Industries and Regions South Australia to:</w:t>
      </w:r>
    </w:p>
    <w:p w14:paraId="59AC545F" w14:textId="77777777" w:rsidR="00710C5A" w:rsidRDefault="00710C5A" w:rsidP="00A55807">
      <w:pPr>
        <w:autoSpaceDE w:val="0"/>
        <w:autoSpaceDN w:val="0"/>
        <w:adjustRightInd w:val="0"/>
        <w:spacing w:after="0"/>
        <w:ind w:left="340"/>
        <w:rPr>
          <w:rFonts w:eastAsia="Times New Roman" w:cs="Arial"/>
          <w:lang w:val="en-US"/>
        </w:rPr>
      </w:pPr>
      <w:r>
        <w:rPr>
          <w:rFonts w:eastAsia="Times New Roman" w:cs="Arial"/>
          <w:lang w:val="en-US"/>
        </w:rPr>
        <w:t xml:space="preserve"> </w:t>
      </w:r>
      <w:r w:rsidR="00A55807" w:rsidRPr="00A55807">
        <w:rPr>
          <w:rFonts w:eastAsia="Times New Roman" w:cs="Arial"/>
          <w:lang w:val="en-US"/>
        </w:rPr>
        <w:t xml:space="preserve">a)  </w:t>
      </w:r>
      <w:proofErr w:type="gramStart"/>
      <w:r w:rsidR="00A55807" w:rsidRPr="00A55807">
        <w:rPr>
          <w:rFonts w:eastAsia="Times New Roman" w:cs="Arial"/>
          <w:lang w:val="en-US"/>
        </w:rPr>
        <w:t>conduct</w:t>
      </w:r>
      <w:proofErr w:type="gramEnd"/>
      <w:r w:rsidR="00A55807" w:rsidRPr="00A55807">
        <w:rPr>
          <w:rFonts w:eastAsia="Times New Roman" w:cs="Arial"/>
          <w:lang w:val="en-US"/>
        </w:rPr>
        <w:t xml:space="preserve"> a review of the current (temporary) management arrangements for Black </w:t>
      </w:r>
      <w:r>
        <w:rPr>
          <w:rFonts w:eastAsia="Times New Roman" w:cs="Arial"/>
          <w:lang w:val="en-US"/>
        </w:rPr>
        <w:t xml:space="preserve">  </w:t>
      </w:r>
    </w:p>
    <w:p w14:paraId="7AD208C2" w14:textId="77777777" w:rsidR="00710C5A" w:rsidRDefault="00710C5A" w:rsidP="00710C5A">
      <w:pPr>
        <w:autoSpaceDE w:val="0"/>
        <w:autoSpaceDN w:val="0"/>
        <w:adjustRightInd w:val="0"/>
        <w:spacing w:after="0"/>
        <w:ind w:left="340"/>
        <w:rPr>
          <w:rFonts w:eastAsia="Times New Roman" w:cs="Arial"/>
          <w:lang w:val="en-US"/>
        </w:rPr>
      </w:pPr>
      <w:r>
        <w:rPr>
          <w:rFonts w:eastAsia="Times New Roman" w:cs="Arial"/>
          <w:lang w:val="en-US"/>
        </w:rPr>
        <w:t xml:space="preserve">      </w:t>
      </w:r>
      <w:r w:rsidR="00A55807" w:rsidRPr="00A55807">
        <w:rPr>
          <w:rFonts w:eastAsia="Times New Roman" w:cs="Arial"/>
          <w:lang w:val="en-US"/>
        </w:rPr>
        <w:t xml:space="preserve">Bream, and implement appropriate management arrangements for the 2019 </w:t>
      </w:r>
    </w:p>
    <w:p w14:paraId="6CE22C13" w14:textId="445F4D93" w:rsidR="00710C5A" w:rsidRPr="00A55807" w:rsidRDefault="00710C5A" w:rsidP="00710C5A">
      <w:pPr>
        <w:autoSpaceDE w:val="0"/>
        <w:autoSpaceDN w:val="0"/>
        <w:adjustRightInd w:val="0"/>
        <w:spacing w:after="120"/>
        <w:ind w:left="340"/>
        <w:rPr>
          <w:rFonts w:eastAsia="Times New Roman" w:cs="Arial"/>
          <w:lang w:val="en-US"/>
        </w:rPr>
      </w:pPr>
      <w:r>
        <w:rPr>
          <w:rFonts w:eastAsia="Times New Roman" w:cs="Arial"/>
          <w:lang w:val="en-US"/>
        </w:rPr>
        <w:t xml:space="preserve">      </w:t>
      </w:r>
      <w:proofErr w:type="gramStart"/>
      <w:r w:rsidR="00A55807" w:rsidRPr="00A55807">
        <w:rPr>
          <w:rFonts w:eastAsia="Times New Roman" w:cs="Arial"/>
          <w:lang w:val="en-US"/>
        </w:rPr>
        <w:t>spawning</w:t>
      </w:r>
      <w:proofErr w:type="gramEnd"/>
      <w:r w:rsidR="00A55807" w:rsidRPr="00A55807">
        <w:rPr>
          <w:rFonts w:eastAsia="Times New Roman" w:cs="Arial"/>
          <w:lang w:val="en-US"/>
        </w:rPr>
        <w:t xml:space="preserve"> season.</w:t>
      </w:r>
    </w:p>
    <w:p w14:paraId="6F6533FC" w14:textId="172FC7F6" w:rsidR="00A55807" w:rsidRPr="00A55807" w:rsidRDefault="00710C5A" w:rsidP="00A55807">
      <w:pPr>
        <w:autoSpaceDE w:val="0"/>
        <w:autoSpaceDN w:val="0"/>
        <w:adjustRightInd w:val="0"/>
        <w:spacing w:after="120"/>
        <w:ind w:left="340"/>
        <w:rPr>
          <w:rFonts w:eastAsia="Times New Roman" w:cs="Arial"/>
          <w:lang w:val="en-US"/>
        </w:rPr>
      </w:pPr>
      <w:r>
        <w:rPr>
          <w:rFonts w:eastAsia="Times New Roman" w:cs="Arial"/>
          <w:lang w:val="en-US"/>
        </w:rPr>
        <w:t xml:space="preserve"> </w:t>
      </w:r>
      <w:r w:rsidR="00A55807" w:rsidRPr="00A55807">
        <w:rPr>
          <w:rFonts w:eastAsia="Times New Roman" w:cs="Arial"/>
          <w:lang w:val="en-US"/>
        </w:rPr>
        <w:t xml:space="preserve">b)  </w:t>
      </w:r>
      <w:proofErr w:type="gramStart"/>
      <w:r w:rsidR="00A55807" w:rsidRPr="00A55807">
        <w:rPr>
          <w:rFonts w:eastAsia="Times New Roman" w:cs="Arial"/>
          <w:lang w:val="en-US"/>
        </w:rPr>
        <w:t>advise</w:t>
      </w:r>
      <w:proofErr w:type="gramEnd"/>
      <w:r w:rsidR="00A55807" w:rsidRPr="00A55807">
        <w:rPr>
          <w:rFonts w:eastAsia="Times New Roman" w:cs="Arial"/>
          <w:lang w:val="en-US"/>
        </w:rPr>
        <w:t xml:space="preserve"> the Department of the outcomes of the review in 2019.</w:t>
      </w:r>
    </w:p>
    <w:p w14:paraId="4B40929D" w14:textId="77777777" w:rsidR="00710C5A" w:rsidRDefault="00710C5A" w:rsidP="00A55807">
      <w:pPr>
        <w:autoSpaceDE w:val="0"/>
        <w:autoSpaceDN w:val="0"/>
        <w:adjustRightInd w:val="0"/>
        <w:spacing w:after="0"/>
        <w:ind w:left="340"/>
        <w:rPr>
          <w:rFonts w:eastAsia="Times New Roman" w:cs="Arial"/>
          <w:i/>
          <w:lang w:val="en-US"/>
        </w:rPr>
      </w:pPr>
      <w:r>
        <w:rPr>
          <w:rFonts w:eastAsia="Times New Roman" w:cs="Arial"/>
          <w:lang w:val="en-US"/>
        </w:rPr>
        <w:t xml:space="preserve"> </w:t>
      </w:r>
      <w:r w:rsidR="00A55807" w:rsidRPr="00A55807">
        <w:rPr>
          <w:rFonts w:eastAsia="Times New Roman" w:cs="Arial"/>
          <w:lang w:val="en-US"/>
        </w:rPr>
        <w:t xml:space="preserve">c)  </w:t>
      </w:r>
      <w:proofErr w:type="gramStart"/>
      <w:r w:rsidR="00A55807" w:rsidRPr="00A55807">
        <w:rPr>
          <w:rFonts w:eastAsia="Times New Roman" w:cs="Arial"/>
          <w:lang w:val="en-US"/>
        </w:rPr>
        <w:t>provide</w:t>
      </w:r>
      <w:proofErr w:type="gramEnd"/>
      <w:r w:rsidR="00A55807" w:rsidRPr="00A55807">
        <w:rPr>
          <w:rFonts w:eastAsia="Times New Roman" w:cs="Arial"/>
          <w:lang w:val="en-US"/>
        </w:rPr>
        <w:t xml:space="preserve"> the Department with the report </w:t>
      </w:r>
      <w:r w:rsidR="00A55807" w:rsidRPr="00A55807">
        <w:rPr>
          <w:rFonts w:eastAsia="Times New Roman" w:cs="Arial"/>
          <w:i/>
          <w:lang w:val="en-US"/>
        </w:rPr>
        <w:t xml:space="preserve">Monitoring salt wedge conditions and black </w:t>
      </w:r>
      <w:r>
        <w:rPr>
          <w:rFonts w:eastAsia="Times New Roman" w:cs="Arial"/>
          <w:i/>
          <w:lang w:val="en-US"/>
        </w:rPr>
        <w:t xml:space="preserve"> </w:t>
      </w:r>
    </w:p>
    <w:p w14:paraId="7D0A94F3" w14:textId="77777777" w:rsidR="00710C5A" w:rsidRDefault="00710C5A" w:rsidP="00A55807">
      <w:pPr>
        <w:autoSpaceDE w:val="0"/>
        <w:autoSpaceDN w:val="0"/>
        <w:adjustRightInd w:val="0"/>
        <w:spacing w:after="0"/>
        <w:ind w:left="340"/>
        <w:rPr>
          <w:rFonts w:eastAsia="Times New Roman" w:cs="Arial"/>
          <w:lang w:val="en-US"/>
        </w:rPr>
      </w:pPr>
      <w:r>
        <w:rPr>
          <w:rFonts w:eastAsia="Times New Roman" w:cs="Arial"/>
          <w:i/>
          <w:lang w:val="en-US"/>
        </w:rPr>
        <w:t xml:space="preserve">     </w:t>
      </w:r>
      <w:proofErr w:type="gramStart"/>
      <w:r w:rsidR="00A55807" w:rsidRPr="00A55807">
        <w:rPr>
          <w:rFonts w:eastAsia="Times New Roman" w:cs="Arial"/>
          <w:i/>
          <w:lang w:val="en-US"/>
        </w:rPr>
        <w:t>bream</w:t>
      </w:r>
      <w:proofErr w:type="gramEnd"/>
      <w:r w:rsidR="00A55807" w:rsidRPr="00A55807">
        <w:rPr>
          <w:rFonts w:eastAsia="Times New Roman" w:cs="Arial"/>
          <w:i/>
          <w:lang w:val="en-US"/>
        </w:rPr>
        <w:t xml:space="preserve"> (</w:t>
      </w:r>
      <w:proofErr w:type="spellStart"/>
      <w:r w:rsidR="00A55807" w:rsidRPr="00A55807">
        <w:rPr>
          <w:rFonts w:eastAsia="Times New Roman" w:cs="Arial"/>
          <w:i/>
          <w:lang w:val="en-US"/>
        </w:rPr>
        <w:t>Acanthopagrus</w:t>
      </w:r>
      <w:proofErr w:type="spellEnd"/>
      <w:r w:rsidR="00A55807" w:rsidRPr="00A55807">
        <w:rPr>
          <w:rFonts w:eastAsia="Times New Roman" w:cs="Arial"/>
          <w:i/>
          <w:lang w:val="en-US"/>
        </w:rPr>
        <w:t xml:space="preserve"> </w:t>
      </w:r>
      <w:proofErr w:type="spellStart"/>
      <w:r w:rsidR="00A55807" w:rsidRPr="00A55807">
        <w:rPr>
          <w:rFonts w:eastAsia="Times New Roman" w:cs="Arial"/>
          <w:i/>
          <w:lang w:val="en-US"/>
        </w:rPr>
        <w:t>butcheri</w:t>
      </w:r>
      <w:proofErr w:type="spellEnd"/>
      <w:r w:rsidR="00A55807" w:rsidRPr="00A55807">
        <w:rPr>
          <w:rFonts w:eastAsia="Times New Roman" w:cs="Arial"/>
          <w:i/>
          <w:lang w:val="en-US"/>
        </w:rPr>
        <w:t xml:space="preserve">) recruitment in the Coorong during 2017- 18 </w:t>
      </w:r>
      <w:r w:rsidR="00A55807" w:rsidRPr="00A55807">
        <w:rPr>
          <w:rFonts w:eastAsia="Times New Roman" w:cs="Arial"/>
          <w:lang w:val="en-US"/>
        </w:rPr>
        <w:t xml:space="preserve">once </w:t>
      </w:r>
    </w:p>
    <w:p w14:paraId="315D6A30" w14:textId="77777777" w:rsidR="00710C5A" w:rsidRDefault="00710C5A" w:rsidP="00710C5A">
      <w:pPr>
        <w:autoSpaceDE w:val="0"/>
        <w:autoSpaceDN w:val="0"/>
        <w:adjustRightInd w:val="0"/>
        <w:spacing w:after="0"/>
        <w:ind w:left="340"/>
        <w:rPr>
          <w:rFonts w:eastAsia="Times New Roman" w:cs="Arial"/>
          <w:lang w:val="en-US"/>
        </w:rPr>
      </w:pPr>
      <w:r>
        <w:rPr>
          <w:rFonts w:eastAsia="Times New Roman" w:cs="Arial"/>
          <w:i/>
          <w:lang w:val="en-US"/>
        </w:rPr>
        <w:t xml:space="preserve">     </w:t>
      </w:r>
      <w:proofErr w:type="gramStart"/>
      <w:r w:rsidR="00A55807" w:rsidRPr="00A55807">
        <w:rPr>
          <w:rFonts w:eastAsia="Times New Roman" w:cs="Arial"/>
          <w:lang w:val="en-US"/>
        </w:rPr>
        <w:t>released</w:t>
      </w:r>
      <w:proofErr w:type="gramEnd"/>
      <w:r w:rsidR="00A55807" w:rsidRPr="00A55807">
        <w:rPr>
          <w:rFonts w:eastAsia="Times New Roman" w:cs="Arial"/>
          <w:lang w:val="en-US"/>
        </w:rPr>
        <w:t>, and</w:t>
      </w:r>
      <w:r>
        <w:rPr>
          <w:rFonts w:eastAsia="Times New Roman" w:cs="Arial"/>
          <w:lang w:val="en-US"/>
        </w:rPr>
        <w:t xml:space="preserve"> </w:t>
      </w:r>
      <w:r w:rsidR="00A55807" w:rsidRPr="00A55807">
        <w:rPr>
          <w:rFonts w:eastAsia="Times New Roman" w:cs="Arial"/>
          <w:lang w:val="en-US"/>
        </w:rPr>
        <w:t xml:space="preserve">advise of any associated changes to Black Bream management </w:t>
      </w:r>
    </w:p>
    <w:p w14:paraId="3F6EFBC6" w14:textId="3B2E47DF" w:rsidR="00A55807" w:rsidRPr="00A55807" w:rsidRDefault="00710C5A" w:rsidP="00710C5A">
      <w:pPr>
        <w:autoSpaceDE w:val="0"/>
        <w:autoSpaceDN w:val="0"/>
        <w:adjustRightInd w:val="0"/>
        <w:spacing w:after="240"/>
        <w:ind w:left="340"/>
        <w:rPr>
          <w:rFonts w:eastAsia="Times New Roman" w:cs="Arial"/>
          <w:lang w:val="en-US"/>
        </w:rPr>
      </w:pPr>
      <w:r>
        <w:rPr>
          <w:rFonts w:eastAsia="Times New Roman" w:cs="Arial"/>
          <w:lang w:val="en-US"/>
        </w:rPr>
        <w:t xml:space="preserve">     </w:t>
      </w:r>
      <w:proofErr w:type="gramStart"/>
      <w:r w:rsidR="00A55807" w:rsidRPr="00A55807">
        <w:rPr>
          <w:rFonts w:eastAsia="Times New Roman" w:cs="Arial"/>
          <w:lang w:val="en-US"/>
        </w:rPr>
        <w:t>arrangements</w:t>
      </w:r>
      <w:proofErr w:type="gramEnd"/>
      <w:r w:rsidR="00A55807" w:rsidRPr="00A55807">
        <w:rPr>
          <w:rFonts w:eastAsia="Times New Roman" w:cs="Arial"/>
          <w:lang w:val="en-US"/>
        </w:rPr>
        <w:t>.</w:t>
      </w:r>
    </w:p>
    <w:p w14:paraId="1FBDA82F" w14:textId="77777777" w:rsidR="00A55807" w:rsidRPr="00A55807" w:rsidRDefault="00A55807" w:rsidP="00A55807">
      <w:pPr>
        <w:spacing w:after="120" w:line="240" w:lineRule="auto"/>
        <w:rPr>
          <w:rFonts w:cs="Arial"/>
        </w:rPr>
      </w:pPr>
      <w:r w:rsidRPr="00A55807">
        <w:rPr>
          <w:rFonts w:cs="Arial"/>
        </w:rPr>
        <w:t xml:space="preserve">6.   The Department of Primary Industries and Regions South Australia to continue to: </w:t>
      </w:r>
    </w:p>
    <w:p w14:paraId="732C6054" w14:textId="77777777" w:rsidR="00D35CA5" w:rsidRDefault="00A55807" w:rsidP="00A55807">
      <w:pPr>
        <w:autoSpaceDE w:val="0"/>
        <w:autoSpaceDN w:val="0"/>
        <w:adjustRightInd w:val="0"/>
        <w:spacing w:after="0" w:line="240" w:lineRule="auto"/>
        <w:ind w:left="340"/>
        <w:rPr>
          <w:rFonts w:eastAsia="Times New Roman" w:cs="Arial"/>
          <w:lang w:val="en-US"/>
        </w:rPr>
      </w:pPr>
      <w:r w:rsidRPr="00A55807">
        <w:rPr>
          <w:rFonts w:eastAsia="Times New Roman" w:cs="Arial"/>
          <w:lang w:val="en-US"/>
        </w:rPr>
        <w:t xml:space="preserve"> a)  </w:t>
      </w:r>
      <w:proofErr w:type="gramStart"/>
      <w:r w:rsidRPr="00A55807">
        <w:rPr>
          <w:rFonts w:eastAsia="Times New Roman" w:cs="Arial"/>
          <w:lang w:val="en-US"/>
        </w:rPr>
        <w:t>monitor</w:t>
      </w:r>
      <w:proofErr w:type="gramEnd"/>
      <w:r w:rsidRPr="00A55807">
        <w:rPr>
          <w:rFonts w:eastAsia="Times New Roman" w:cs="Arial"/>
          <w:lang w:val="en-US"/>
        </w:rPr>
        <w:t xml:space="preserve"> catch level trends for Greenback Flounder, and continue to </w:t>
      </w:r>
    </w:p>
    <w:p w14:paraId="2A026EEB" w14:textId="6C767512" w:rsidR="00A55807" w:rsidRPr="00A55807" w:rsidRDefault="00D35CA5" w:rsidP="00D35CA5">
      <w:pPr>
        <w:autoSpaceDE w:val="0"/>
        <w:autoSpaceDN w:val="0"/>
        <w:adjustRightInd w:val="0"/>
        <w:spacing w:after="120" w:line="240" w:lineRule="auto"/>
        <w:ind w:left="340"/>
        <w:rPr>
          <w:rFonts w:eastAsia="Times New Roman" w:cs="Arial"/>
          <w:lang w:val="en-US"/>
        </w:rPr>
      </w:pPr>
      <w:r>
        <w:rPr>
          <w:rFonts w:eastAsia="Times New Roman" w:cs="Arial"/>
          <w:lang w:val="en-US"/>
        </w:rPr>
        <w:t xml:space="preserve">      </w:t>
      </w:r>
      <w:proofErr w:type="gramStart"/>
      <w:r w:rsidR="00A55807" w:rsidRPr="00A55807">
        <w:rPr>
          <w:rFonts w:eastAsia="Times New Roman" w:cs="Arial"/>
          <w:lang w:val="en-US"/>
        </w:rPr>
        <w:t>develop/implement</w:t>
      </w:r>
      <w:proofErr w:type="gramEnd"/>
      <w:r w:rsidR="00A55807" w:rsidRPr="00A55807">
        <w:rPr>
          <w:rFonts w:eastAsia="Times New Roman" w:cs="Arial"/>
          <w:lang w:val="en-US"/>
        </w:rPr>
        <w:t xml:space="preserve"> management measures as required to:</w:t>
      </w:r>
    </w:p>
    <w:p w14:paraId="3A660962" w14:textId="77777777" w:rsidR="00A55807" w:rsidRPr="00A55807" w:rsidRDefault="00A55807" w:rsidP="00A55807">
      <w:pPr>
        <w:numPr>
          <w:ilvl w:val="0"/>
          <w:numId w:val="47"/>
        </w:numPr>
        <w:autoSpaceDE w:val="0"/>
        <w:autoSpaceDN w:val="0"/>
        <w:adjustRightInd w:val="0"/>
        <w:spacing w:after="60" w:line="240" w:lineRule="auto"/>
        <w:ind w:left="1097"/>
        <w:rPr>
          <w:rFonts w:eastAsia="Times New Roman" w:cs="Arial"/>
          <w:lang w:eastAsia="en-AU"/>
        </w:rPr>
      </w:pPr>
      <w:r w:rsidRPr="00A55807">
        <w:rPr>
          <w:rFonts w:eastAsia="Times New Roman" w:cs="Arial"/>
          <w:lang w:eastAsia="en-AU"/>
        </w:rPr>
        <w:t>minimise the impact from fishing</w:t>
      </w:r>
    </w:p>
    <w:p w14:paraId="70871319" w14:textId="22AB02C2" w:rsidR="00A55807" w:rsidRPr="00CF7DF7" w:rsidRDefault="00A55807" w:rsidP="001B1BB8">
      <w:pPr>
        <w:numPr>
          <w:ilvl w:val="0"/>
          <w:numId w:val="47"/>
        </w:numPr>
        <w:autoSpaceDE w:val="0"/>
        <w:autoSpaceDN w:val="0"/>
        <w:adjustRightInd w:val="0"/>
        <w:spacing w:line="240" w:lineRule="auto"/>
        <w:ind w:left="1097"/>
        <w:rPr>
          <w:rFonts w:eastAsia="Times New Roman" w:cs="Arial"/>
          <w:sz w:val="20"/>
          <w:szCs w:val="20"/>
          <w:lang w:val="en-US"/>
        </w:rPr>
      </w:pPr>
      <w:proofErr w:type="gramStart"/>
      <w:r w:rsidRPr="00A55807">
        <w:rPr>
          <w:rFonts w:eastAsia="Times New Roman" w:cs="Arial"/>
          <w:lang w:eastAsia="en-AU"/>
        </w:rPr>
        <w:t>minimise</w:t>
      </w:r>
      <w:proofErr w:type="gramEnd"/>
      <w:r w:rsidRPr="00A55807">
        <w:rPr>
          <w:rFonts w:eastAsia="Times New Roman" w:cs="Arial"/>
          <w:lang w:eastAsia="en-AU"/>
        </w:rPr>
        <w:t xml:space="preserve"> the impact from environmental conditions known to affect the species. </w:t>
      </w:r>
    </w:p>
    <w:p w14:paraId="2C85114D" w14:textId="0ADD951D" w:rsidR="00A55807" w:rsidRPr="00A55807" w:rsidRDefault="00A55807" w:rsidP="00A55807">
      <w:pPr>
        <w:autoSpaceDE w:val="0"/>
        <w:autoSpaceDN w:val="0"/>
        <w:adjustRightInd w:val="0"/>
        <w:spacing w:after="0" w:line="240" w:lineRule="auto"/>
        <w:rPr>
          <w:rFonts w:eastAsia="Times New Roman" w:cs="Arial"/>
          <w:lang w:val="en-US"/>
        </w:rPr>
      </w:pPr>
      <w:r w:rsidRPr="00A55807">
        <w:rPr>
          <w:rFonts w:eastAsia="Times New Roman" w:cs="Arial"/>
          <w:sz w:val="20"/>
          <w:szCs w:val="20"/>
          <w:lang w:val="en-US"/>
        </w:rPr>
        <w:t xml:space="preserve">     </w:t>
      </w:r>
      <w:r w:rsidR="00811FAE">
        <w:rPr>
          <w:rFonts w:eastAsia="Times New Roman" w:cs="Arial"/>
          <w:sz w:val="20"/>
          <w:szCs w:val="20"/>
          <w:lang w:val="en-US"/>
        </w:rPr>
        <w:t xml:space="preserve"> </w:t>
      </w:r>
      <w:r w:rsidRPr="00A55807">
        <w:rPr>
          <w:rFonts w:eastAsia="Times New Roman" w:cs="Arial"/>
          <w:lang w:val="en-US"/>
        </w:rPr>
        <w:t xml:space="preserve"> b)  </w:t>
      </w:r>
      <w:proofErr w:type="gramStart"/>
      <w:r w:rsidRPr="00A55807">
        <w:rPr>
          <w:rFonts w:eastAsia="Times New Roman" w:cs="Arial"/>
          <w:lang w:val="en-US"/>
        </w:rPr>
        <w:t>monitor</w:t>
      </w:r>
      <w:proofErr w:type="gramEnd"/>
      <w:r w:rsidRPr="00A55807">
        <w:rPr>
          <w:rFonts w:eastAsia="Times New Roman" w:cs="Arial"/>
          <w:lang w:val="en-US"/>
        </w:rPr>
        <w:t xml:space="preserve"> catches of juvenile and female </w:t>
      </w:r>
      <w:proofErr w:type="spellStart"/>
      <w:r w:rsidRPr="00A55807">
        <w:rPr>
          <w:rFonts w:eastAsia="Times New Roman" w:cs="Arial"/>
          <w:lang w:val="en-US"/>
        </w:rPr>
        <w:t>Yelloweye</w:t>
      </w:r>
      <w:proofErr w:type="spellEnd"/>
      <w:r w:rsidRPr="00A55807">
        <w:rPr>
          <w:rFonts w:eastAsia="Times New Roman" w:cs="Arial"/>
          <w:lang w:val="en-US"/>
        </w:rPr>
        <w:t xml:space="preserve"> Mullet, and implement measures as   </w:t>
      </w:r>
    </w:p>
    <w:p w14:paraId="07F591F0" w14:textId="77777777" w:rsidR="00A55807" w:rsidRPr="00A55807" w:rsidRDefault="00A55807" w:rsidP="00A55807">
      <w:pPr>
        <w:autoSpaceDE w:val="0"/>
        <w:autoSpaceDN w:val="0"/>
        <w:adjustRightInd w:val="0"/>
        <w:spacing w:after="0" w:line="240" w:lineRule="auto"/>
        <w:rPr>
          <w:rFonts w:eastAsia="Times New Roman" w:cs="Arial"/>
          <w:lang w:val="en-US"/>
        </w:rPr>
      </w:pPr>
      <w:r w:rsidRPr="00A55807">
        <w:rPr>
          <w:rFonts w:eastAsia="Times New Roman" w:cs="Arial"/>
          <w:lang w:val="en-US"/>
        </w:rPr>
        <w:t xml:space="preserve">           </w:t>
      </w:r>
      <w:proofErr w:type="gramStart"/>
      <w:r w:rsidRPr="00A55807">
        <w:rPr>
          <w:rFonts w:eastAsia="Times New Roman" w:cs="Arial"/>
          <w:lang w:val="en-US"/>
        </w:rPr>
        <w:t>required</w:t>
      </w:r>
      <w:proofErr w:type="gramEnd"/>
      <w:r w:rsidRPr="00A55807">
        <w:rPr>
          <w:rFonts w:eastAsia="Times New Roman" w:cs="Arial"/>
          <w:lang w:val="en-US"/>
        </w:rPr>
        <w:t>, to ensure that this species does not become recruitment overfished.</w:t>
      </w:r>
    </w:p>
    <w:p w14:paraId="72EC6B4B" w14:textId="77777777" w:rsidR="00A55807" w:rsidRPr="00A55807" w:rsidRDefault="00A55807" w:rsidP="00A55807">
      <w:pPr>
        <w:autoSpaceDE w:val="0"/>
        <w:autoSpaceDN w:val="0"/>
        <w:adjustRightInd w:val="0"/>
        <w:spacing w:after="0" w:line="240" w:lineRule="auto"/>
        <w:rPr>
          <w:rFonts w:eastAsia="Times New Roman" w:cs="Arial"/>
          <w:lang w:val="en-US"/>
        </w:rPr>
      </w:pPr>
    </w:p>
    <w:p w14:paraId="7AFC6D6C" w14:textId="77777777" w:rsidR="00CF7DF7" w:rsidRDefault="00A55807" w:rsidP="00A55807">
      <w:pPr>
        <w:autoSpaceDE w:val="0"/>
        <w:autoSpaceDN w:val="0"/>
        <w:adjustRightInd w:val="0"/>
        <w:spacing w:after="0" w:line="240" w:lineRule="auto"/>
        <w:rPr>
          <w:rFonts w:eastAsia="Times New Roman" w:cs="Arial"/>
          <w:lang w:val="en-US"/>
        </w:rPr>
      </w:pPr>
      <w:r w:rsidRPr="00A55807">
        <w:rPr>
          <w:rFonts w:eastAsia="Times New Roman" w:cs="Arial"/>
          <w:lang w:val="en-US"/>
        </w:rPr>
        <w:t xml:space="preserve">      c)  </w:t>
      </w:r>
      <w:proofErr w:type="gramStart"/>
      <w:r w:rsidRPr="00A55807">
        <w:rPr>
          <w:rFonts w:eastAsia="Times New Roman" w:cs="Arial"/>
          <w:lang w:val="en-US"/>
        </w:rPr>
        <w:t>improve</w:t>
      </w:r>
      <w:proofErr w:type="gramEnd"/>
      <w:r w:rsidRPr="00A55807">
        <w:rPr>
          <w:rFonts w:eastAsia="Times New Roman" w:cs="Arial"/>
          <w:lang w:val="en-US"/>
        </w:rPr>
        <w:t xml:space="preserve"> monitoring of discards in the Lakes and Coorong Fishery, particularly for </w:t>
      </w:r>
      <w:r w:rsidR="00CF7DF7">
        <w:rPr>
          <w:rFonts w:eastAsia="Times New Roman" w:cs="Arial"/>
          <w:lang w:val="en-US"/>
        </w:rPr>
        <w:t xml:space="preserve"> </w:t>
      </w:r>
    </w:p>
    <w:p w14:paraId="240442B5" w14:textId="200CD349" w:rsidR="00A55807" w:rsidRPr="00A55807" w:rsidRDefault="00CF7DF7" w:rsidP="00D35CA5">
      <w:pPr>
        <w:autoSpaceDE w:val="0"/>
        <w:autoSpaceDN w:val="0"/>
        <w:adjustRightInd w:val="0"/>
        <w:spacing w:after="120" w:line="240" w:lineRule="auto"/>
        <w:rPr>
          <w:rFonts w:eastAsia="Times New Roman" w:cs="Arial"/>
          <w:lang w:val="en-US"/>
        </w:rPr>
      </w:pPr>
      <w:r>
        <w:rPr>
          <w:rFonts w:eastAsia="Times New Roman" w:cs="Arial"/>
          <w:lang w:val="en-US"/>
        </w:rPr>
        <w:t xml:space="preserve">           </w:t>
      </w:r>
      <w:r w:rsidR="00A55807" w:rsidRPr="00A55807">
        <w:rPr>
          <w:rFonts w:eastAsia="Times New Roman" w:cs="Arial"/>
          <w:lang w:val="en-US"/>
        </w:rPr>
        <w:t>Mulloway, and:</w:t>
      </w:r>
    </w:p>
    <w:p w14:paraId="0D6C910A" w14:textId="01BB2996" w:rsidR="00A55807" w:rsidRDefault="00A55807" w:rsidP="00710C5A">
      <w:pPr>
        <w:numPr>
          <w:ilvl w:val="0"/>
          <w:numId w:val="47"/>
        </w:numPr>
        <w:autoSpaceDE w:val="0"/>
        <w:autoSpaceDN w:val="0"/>
        <w:adjustRightInd w:val="0"/>
        <w:spacing w:after="240" w:line="240" w:lineRule="auto"/>
        <w:ind w:left="1040"/>
        <w:rPr>
          <w:rFonts w:eastAsia="Times New Roman" w:cs="Arial"/>
          <w:lang w:val="en-US"/>
        </w:rPr>
      </w:pPr>
      <w:proofErr w:type="gramStart"/>
      <w:r w:rsidRPr="00A55807">
        <w:rPr>
          <w:rFonts w:eastAsia="Times New Roman" w:cs="Arial"/>
          <w:lang w:eastAsia="en-AU"/>
        </w:rPr>
        <w:t>monitor</w:t>
      </w:r>
      <w:proofErr w:type="gramEnd"/>
      <w:r w:rsidRPr="00A55807">
        <w:rPr>
          <w:rFonts w:eastAsia="Times New Roman" w:cs="Arial"/>
          <w:lang w:eastAsia="en-AU"/>
        </w:rPr>
        <w:t xml:space="preserve"> trends in stock levels of all target species, and implement measures to mitigate risks identified in the June 2011 risk assessment for the Lakes and Coorong Fishery.</w:t>
      </w:r>
      <w:r w:rsidRPr="00A55807">
        <w:rPr>
          <w:rFonts w:eastAsia="Times New Roman" w:cs="Arial"/>
          <w:lang w:val="en-US"/>
        </w:rPr>
        <w:t xml:space="preserve">    </w:t>
      </w:r>
    </w:p>
    <w:p w14:paraId="19E34A4B" w14:textId="77777777" w:rsidR="00D35CA5" w:rsidRPr="00A55807" w:rsidRDefault="00D35CA5" w:rsidP="00D35CA5">
      <w:pPr>
        <w:autoSpaceDE w:val="0"/>
        <w:autoSpaceDN w:val="0"/>
        <w:adjustRightInd w:val="0"/>
        <w:spacing w:after="240" w:line="240" w:lineRule="auto"/>
        <w:ind w:left="1040"/>
        <w:rPr>
          <w:rFonts w:eastAsia="Times New Roman" w:cs="Arial"/>
          <w:lang w:val="en-US"/>
        </w:rPr>
      </w:pPr>
    </w:p>
    <w:p w14:paraId="1904D8C5" w14:textId="17E52BB0" w:rsidR="00A55807" w:rsidRPr="00A55807" w:rsidRDefault="00A55807" w:rsidP="00A55807">
      <w:pPr>
        <w:spacing w:after="120" w:line="240" w:lineRule="auto"/>
        <w:rPr>
          <w:rFonts w:cs="Arial"/>
        </w:rPr>
      </w:pPr>
      <w:r w:rsidRPr="00A55807">
        <w:rPr>
          <w:rFonts w:cs="Arial"/>
        </w:rPr>
        <w:lastRenderedPageBreak/>
        <w:t xml:space="preserve">7.  </w:t>
      </w:r>
      <w:r w:rsidR="001B1BB8" w:rsidRPr="00CF7DF7">
        <w:rPr>
          <w:rFonts w:cs="Arial"/>
        </w:rPr>
        <w:t xml:space="preserve"> </w:t>
      </w:r>
      <w:r w:rsidRPr="00A55807">
        <w:rPr>
          <w:rFonts w:cs="Arial"/>
        </w:rPr>
        <w:t>The Department of Primary Industries and Regions South Australia to:</w:t>
      </w:r>
    </w:p>
    <w:p w14:paraId="69FCB084" w14:textId="7EDAC5D2" w:rsidR="00A55807" w:rsidRPr="00A55807" w:rsidRDefault="001B1BB8" w:rsidP="00A55807">
      <w:pPr>
        <w:spacing w:after="120" w:line="240" w:lineRule="auto"/>
        <w:ind w:left="283"/>
        <w:rPr>
          <w:rFonts w:cs="Arial"/>
        </w:rPr>
      </w:pPr>
      <w:r w:rsidRPr="00CF7DF7">
        <w:rPr>
          <w:rFonts w:cs="Arial"/>
        </w:rPr>
        <w:t xml:space="preserve"> </w:t>
      </w:r>
      <w:r w:rsidR="00A55807" w:rsidRPr="00A55807">
        <w:rPr>
          <w:rFonts w:cs="Arial"/>
        </w:rPr>
        <w:t xml:space="preserve"> a)  </w:t>
      </w:r>
      <w:proofErr w:type="gramStart"/>
      <w:r w:rsidR="00A55807" w:rsidRPr="00A55807">
        <w:rPr>
          <w:rFonts w:cs="Arial"/>
        </w:rPr>
        <w:t>provide</w:t>
      </w:r>
      <w:proofErr w:type="gramEnd"/>
      <w:r w:rsidR="00A55807" w:rsidRPr="00A55807">
        <w:rPr>
          <w:rFonts w:cs="Arial"/>
        </w:rPr>
        <w:t xml:space="preserve"> advice of when the trial of electronic reporting is to commence. </w:t>
      </w:r>
    </w:p>
    <w:p w14:paraId="1E0CA593" w14:textId="43BA4A16" w:rsidR="00A55807" w:rsidRPr="00A55807" w:rsidRDefault="001B1BB8" w:rsidP="00A55807">
      <w:pPr>
        <w:spacing w:after="0" w:line="240" w:lineRule="auto"/>
        <w:ind w:left="283"/>
        <w:rPr>
          <w:rFonts w:cs="Arial"/>
        </w:rPr>
      </w:pPr>
      <w:r w:rsidRPr="00CF7DF7">
        <w:rPr>
          <w:rFonts w:cs="Arial"/>
        </w:rPr>
        <w:t xml:space="preserve"> </w:t>
      </w:r>
      <w:r w:rsidR="00A55807" w:rsidRPr="00A55807">
        <w:rPr>
          <w:rFonts w:cs="Arial"/>
        </w:rPr>
        <w:t xml:space="preserve"> b)  </w:t>
      </w:r>
      <w:proofErr w:type="gramStart"/>
      <w:r w:rsidR="00A55807" w:rsidRPr="00A55807">
        <w:rPr>
          <w:rFonts w:cs="Arial"/>
        </w:rPr>
        <w:t>provide</w:t>
      </w:r>
      <w:proofErr w:type="gramEnd"/>
      <w:r w:rsidR="00A55807" w:rsidRPr="00A55807">
        <w:rPr>
          <w:rFonts w:cs="Arial"/>
        </w:rPr>
        <w:t xml:space="preserve"> results of the trial, with a view to implementation of electronic reporting in the   </w:t>
      </w:r>
    </w:p>
    <w:p w14:paraId="6638C846" w14:textId="64A578D2" w:rsidR="00A55807" w:rsidRPr="00A55807" w:rsidRDefault="00A55807" w:rsidP="00781241">
      <w:pPr>
        <w:spacing w:after="120" w:line="240" w:lineRule="auto"/>
        <w:ind w:left="283"/>
        <w:rPr>
          <w:rFonts w:cs="Arial"/>
        </w:rPr>
      </w:pPr>
      <w:r w:rsidRPr="00A55807">
        <w:rPr>
          <w:rFonts w:cs="Arial"/>
        </w:rPr>
        <w:t xml:space="preserve">     </w:t>
      </w:r>
      <w:r w:rsidR="001B1BB8" w:rsidRPr="00CF7DF7">
        <w:rPr>
          <w:rFonts w:cs="Arial"/>
        </w:rPr>
        <w:t xml:space="preserve"> </w:t>
      </w:r>
      <w:r w:rsidRPr="00A55807">
        <w:rPr>
          <w:rFonts w:cs="Arial"/>
        </w:rPr>
        <w:t xml:space="preserve"> Lakes and Coorong Fishery, and:</w:t>
      </w:r>
    </w:p>
    <w:p w14:paraId="2B681766" w14:textId="5F0E8B12" w:rsidR="00A55807" w:rsidRPr="00A55807" w:rsidRDefault="00A55807" w:rsidP="001B1BB8">
      <w:pPr>
        <w:numPr>
          <w:ilvl w:val="0"/>
          <w:numId w:val="47"/>
        </w:numPr>
        <w:autoSpaceDE w:val="0"/>
        <w:autoSpaceDN w:val="0"/>
        <w:adjustRightInd w:val="0"/>
        <w:spacing w:after="240" w:line="240" w:lineRule="auto"/>
        <w:ind w:left="1097"/>
        <w:rPr>
          <w:rFonts w:eastAsia="Times New Roman" w:cs="Arial"/>
          <w:lang w:eastAsia="en-AU"/>
        </w:rPr>
      </w:pPr>
      <w:proofErr w:type="gramStart"/>
      <w:r w:rsidRPr="00A55807">
        <w:rPr>
          <w:rFonts w:eastAsia="Times New Roman" w:cs="Arial"/>
          <w:lang w:eastAsia="en-AU"/>
        </w:rPr>
        <w:t>provide</w:t>
      </w:r>
      <w:proofErr w:type="gramEnd"/>
      <w:r w:rsidRPr="00A55807">
        <w:rPr>
          <w:rFonts w:eastAsia="Times New Roman" w:cs="Arial"/>
          <w:lang w:eastAsia="en-AU"/>
        </w:rPr>
        <w:t xml:space="preserve"> a report to the Department, particularly highlighting the reporting of discards, and the effect of Long-nosed Fur Seals on the fishery.</w:t>
      </w:r>
    </w:p>
    <w:p w14:paraId="53566218" w14:textId="713D070F" w:rsidR="00A55807" w:rsidRPr="00A55807" w:rsidRDefault="00A55807" w:rsidP="00CF7DF7">
      <w:pPr>
        <w:spacing w:after="60" w:line="240" w:lineRule="auto"/>
        <w:rPr>
          <w:rFonts w:cs="Arial"/>
        </w:rPr>
      </w:pPr>
      <w:r w:rsidRPr="00A55807">
        <w:rPr>
          <w:rFonts w:cs="Arial"/>
        </w:rPr>
        <w:t xml:space="preserve">8. </w:t>
      </w:r>
      <w:r w:rsidR="00CF7DF7" w:rsidRPr="00CF7DF7">
        <w:rPr>
          <w:rFonts w:cs="Arial"/>
        </w:rPr>
        <w:t xml:space="preserve">   </w:t>
      </w:r>
      <w:r w:rsidRPr="00A55807">
        <w:rPr>
          <w:rFonts w:cs="Arial"/>
        </w:rPr>
        <w:t>The Department of Primary Industries and Regions South Australia to:</w:t>
      </w:r>
    </w:p>
    <w:p w14:paraId="33FE1BD8" w14:textId="77777777" w:rsidR="00A55807" w:rsidRPr="00A55807" w:rsidRDefault="00A55807" w:rsidP="00A55807">
      <w:pPr>
        <w:numPr>
          <w:ilvl w:val="0"/>
          <w:numId w:val="47"/>
        </w:numPr>
        <w:autoSpaceDE w:val="0"/>
        <w:autoSpaceDN w:val="0"/>
        <w:adjustRightInd w:val="0"/>
        <w:spacing w:after="240" w:line="240" w:lineRule="auto"/>
        <w:ind w:left="1040"/>
        <w:contextualSpacing/>
        <w:rPr>
          <w:rFonts w:eastAsia="Times New Roman" w:cs="Arial"/>
          <w:lang w:eastAsia="en-AU"/>
        </w:rPr>
      </w:pPr>
      <w:proofErr w:type="gramStart"/>
      <w:r w:rsidRPr="00A55807">
        <w:rPr>
          <w:rFonts w:eastAsia="Times New Roman" w:cs="Arial"/>
          <w:lang w:eastAsia="en-AU"/>
        </w:rPr>
        <w:t>provide</w:t>
      </w:r>
      <w:proofErr w:type="gramEnd"/>
      <w:r w:rsidRPr="00A55807">
        <w:rPr>
          <w:rFonts w:eastAsia="Times New Roman" w:cs="Arial"/>
          <w:lang w:eastAsia="en-AU"/>
        </w:rPr>
        <w:t xml:space="preserve"> the Department with a copy of SARDI’s annual fishery statistics report (2019) following their assessment of status stocks for key target species, including Mulloway.</w:t>
      </w:r>
    </w:p>
    <w:p w14:paraId="367F013D" w14:textId="77777777" w:rsidR="00A55807" w:rsidRPr="00A55807" w:rsidRDefault="00A55807" w:rsidP="00A55807">
      <w:pPr>
        <w:spacing w:after="0" w:line="240" w:lineRule="auto"/>
        <w:rPr>
          <w:rFonts w:eastAsia="Times New Roman" w:cs="Arial"/>
          <w:highlight w:val="yellow"/>
          <w:lang w:val="en-US"/>
        </w:rPr>
      </w:pPr>
    </w:p>
    <w:p w14:paraId="765DC8B3" w14:textId="1A41F0F4" w:rsidR="000D2A40" w:rsidRPr="00CF7DF7" w:rsidRDefault="000D2A40">
      <w:pPr>
        <w:spacing w:after="0" w:line="240" w:lineRule="auto"/>
        <w:rPr>
          <w:rFonts w:cs="Arial"/>
          <w:b/>
          <w:bCs/>
        </w:rPr>
      </w:pPr>
    </w:p>
    <w:p w14:paraId="4D8C26D5" w14:textId="77777777" w:rsidR="009D3A68" w:rsidRPr="00CF7DF7" w:rsidRDefault="009D3A68" w:rsidP="00CF5CAE">
      <w:pPr>
        <w:pStyle w:val="ListNumber"/>
        <w:spacing w:after="120"/>
        <w:rPr>
          <w:rFonts w:cs="Arial"/>
          <w:b/>
          <w:bCs/>
        </w:rPr>
        <w:sectPr w:rsidR="009D3A68" w:rsidRPr="00CF7DF7" w:rsidSect="00120388">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425" w:footer="425" w:gutter="0"/>
          <w:pgNumType w:start="1"/>
          <w:cols w:space="708"/>
          <w:titlePg/>
          <w:docGrid w:linePitch="360"/>
        </w:sectPr>
      </w:pPr>
    </w:p>
    <w:p w14:paraId="5DC74BDE" w14:textId="77777777" w:rsidR="00083C8F" w:rsidRPr="00E525E1" w:rsidRDefault="00083C8F" w:rsidP="00375EF8">
      <w:pPr>
        <w:pStyle w:val="ListNumber"/>
        <w:numPr>
          <w:ilvl w:val="0"/>
          <w:numId w:val="0"/>
        </w:numPr>
        <w:spacing w:after="0"/>
        <w:ind w:left="369" w:hanging="369"/>
        <w:rPr>
          <w:rFonts w:cs="Arial"/>
          <w:highlight w:val="yellow"/>
        </w:rPr>
      </w:pPr>
    </w:p>
    <w:p w14:paraId="18F39C9E" w14:textId="39BA77B9" w:rsidR="00545F4F" w:rsidRPr="00E525E1" w:rsidRDefault="00153C44" w:rsidP="00DC1F7B">
      <w:pPr>
        <w:spacing w:before="60" w:after="240"/>
        <w:jc w:val="center"/>
        <w:rPr>
          <w:rFonts w:cs="Arial"/>
          <w:b/>
          <w:u w:val="single"/>
        </w:rPr>
      </w:pPr>
      <w:r>
        <w:rPr>
          <w:rFonts w:cs="Arial"/>
          <w:b/>
          <w:u w:val="single"/>
        </w:rPr>
        <w:t>N</w:t>
      </w:r>
      <w:r w:rsidR="00545F4F" w:rsidRPr="00E525E1">
        <w:rPr>
          <w:rFonts w:cs="Arial"/>
          <w:b/>
          <w:u w:val="single"/>
        </w:rPr>
        <w:t>otification of Reviewable Decisions and Rights of Review</w:t>
      </w:r>
      <w:r w:rsidR="00545F4F" w:rsidRPr="00E525E1">
        <w:rPr>
          <w:rStyle w:val="FootnoteReference"/>
          <w:rFonts w:cs="Arial"/>
          <w:b/>
          <w:u w:val="single"/>
        </w:rPr>
        <w:footnoteReference w:id="1"/>
      </w:r>
    </w:p>
    <w:p w14:paraId="54CC2B85" w14:textId="77777777" w:rsidR="00F46F46" w:rsidRPr="00E525E1" w:rsidRDefault="00F46F46" w:rsidP="00F46F46">
      <w:pPr>
        <w:spacing w:before="60" w:after="60"/>
        <w:jc w:val="both"/>
        <w:rPr>
          <w:rFonts w:cs="Arial"/>
        </w:rPr>
      </w:pPr>
      <w:r w:rsidRPr="00E525E1">
        <w:rPr>
          <w:rFonts w:cs="Arial"/>
        </w:rPr>
        <w:t xml:space="preserve">There is a right of review to the Administrative Appeals Tribunal (AAT) in relation to certain decisions/declarations made by the Minister, the Minister’s delegate or the Secretary under Part 13A of the </w:t>
      </w:r>
      <w:r w:rsidRPr="00E525E1">
        <w:rPr>
          <w:rFonts w:cs="Arial"/>
          <w:i/>
        </w:rPr>
        <w:t xml:space="preserve">Environment Protection and Biodiversity Conservation Act 1999 </w:t>
      </w:r>
      <w:r w:rsidRPr="00E525E1">
        <w:rPr>
          <w:rFonts w:cs="Arial"/>
        </w:rPr>
        <w:t xml:space="preserve">(EPBC Act). </w:t>
      </w:r>
    </w:p>
    <w:p w14:paraId="37AE6A27" w14:textId="2082FEA2" w:rsidR="00F46F46" w:rsidRPr="00E525E1" w:rsidRDefault="00F46F46" w:rsidP="00F46F46">
      <w:pPr>
        <w:spacing w:before="60" w:after="60"/>
        <w:jc w:val="both"/>
        <w:rPr>
          <w:rFonts w:cs="Arial"/>
        </w:rPr>
      </w:pPr>
      <w:r w:rsidRPr="00E525E1">
        <w:rPr>
          <w:rFonts w:cs="Arial"/>
        </w:rPr>
        <w:t xml:space="preserve">Section </w:t>
      </w:r>
      <w:r w:rsidR="008512A1" w:rsidRPr="00E525E1">
        <w:rPr>
          <w:rFonts w:cs="Arial"/>
        </w:rPr>
        <w:t>303GJ (</w:t>
      </w:r>
      <w:r w:rsidRPr="00E525E1">
        <w:rPr>
          <w:rFonts w:cs="Arial"/>
        </w:rPr>
        <w:t xml:space="preserve">1) of the EPBC Act provides that applications may be made to the AAT for the review of the following decisions: </w:t>
      </w:r>
    </w:p>
    <w:p w14:paraId="392B3608" w14:textId="77777777" w:rsidR="00F46F46" w:rsidRPr="00E525E1" w:rsidRDefault="00F46F46" w:rsidP="00F46F46">
      <w:pPr>
        <w:spacing w:before="60" w:after="60"/>
        <w:ind w:left="720"/>
        <w:jc w:val="both"/>
        <w:rPr>
          <w:rFonts w:cs="Arial"/>
        </w:rPr>
      </w:pPr>
      <w:r w:rsidRPr="00E525E1">
        <w:rPr>
          <w:rFonts w:cs="Arial"/>
        </w:rPr>
        <w:t xml:space="preserve">(a) </w:t>
      </w:r>
      <w:proofErr w:type="gramStart"/>
      <w:r w:rsidRPr="00E525E1">
        <w:rPr>
          <w:rFonts w:cs="Arial"/>
        </w:rPr>
        <w:t>to</w:t>
      </w:r>
      <w:proofErr w:type="gramEnd"/>
      <w:r w:rsidRPr="00E525E1">
        <w:rPr>
          <w:rFonts w:cs="Arial"/>
        </w:rPr>
        <w:t xml:space="preserve"> issue or refuse a permit; or </w:t>
      </w:r>
    </w:p>
    <w:p w14:paraId="49C49EE8" w14:textId="77777777" w:rsidR="00F46F46" w:rsidRPr="00E525E1" w:rsidRDefault="00F46F46" w:rsidP="00F46F46">
      <w:pPr>
        <w:spacing w:before="60" w:after="60"/>
        <w:ind w:left="720"/>
        <w:jc w:val="both"/>
        <w:rPr>
          <w:rFonts w:cs="Arial"/>
        </w:rPr>
      </w:pPr>
      <w:r w:rsidRPr="00E525E1">
        <w:rPr>
          <w:rFonts w:cs="Arial"/>
        </w:rPr>
        <w:t xml:space="preserve">(b) </w:t>
      </w:r>
      <w:proofErr w:type="gramStart"/>
      <w:r w:rsidRPr="00E525E1">
        <w:rPr>
          <w:rFonts w:cs="Arial"/>
        </w:rPr>
        <w:t>to</w:t>
      </w:r>
      <w:proofErr w:type="gramEnd"/>
      <w:r w:rsidRPr="00E525E1">
        <w:rPr>
          <w:rFonts w:cs="Arial"/>
        </w:rPr>
        <w:t xml:space="preserve"> specify, vary or revoke a condition of a permit; or </w:t>
      </w:r>
    </w:p>
    <w:p w14:paraId="1711077F" w14:textId="77777777" w:rsidR="00F46F46" w:rsidRPr="00E525E1" w:rsidRDefault="00F46F46" w:rsidP="00F46F46">
      <w:pPr>
        <w:spacing w:before="60" w:after="60"/>
        <w:ind w:left="720"/>
        <w:jc w:val="both"/>
        <w:rPr>
          <w:rFonts w:cs="Arial"/>
        </w:rPr>
      </w:pPr>
      <w:r w:rsidRPr="00E525E1">
        <w:rPr>
          <w:rFonts w:cs="Arial"/>
        </w:rPr>
        <w:t xml:space="preserve">(c) </w:t>
      </w:r>
      <w:proofErr w:type="gramStart"/>
      <w:r w:rsidRPr="00E525E1">
        <w:rPr>
          <w:rFonts w:cs="Arial"/>
        </w:rPr>
        <w:t>to</w:t>
      </w:r>
      <w:proofErr w:type="gramEnd"/>
      <w:r w:rsidRPr="00E525E1">
        <w:rPr>
          <w:rFonts w:cs="Arial"/>
        </w:rPr>
        <w:t xml:space="preserve"> impose a further condition of a permit; or </w:t>
      </w:r>
    </w:p>
    <w:p w14:paraId="0359451E" w14:textId="77777777" w:rsidR="00F46F46" w:rsidRPr="00E525E1" w:rsidRDefault="00F46F46" w:rsidP="00F46F46">
      <w:pPr>
        <w:spacing w:before="60" w:after="60"/>
        <w:ind w:left="720"/>
        <w:jc w:val="both"/>
        <w:rPr>
          <w:rFonts w:cs="Arial"/>
        </w:rPr>
      </w:pPr>
      <w:r w:rsidRPr="00E525E1">
        <w:rPr>
          <w:rFonts w:cs="Arial"/>
        </w:rPr>
        <w:t xml:space="preserve">(d) </w:t>
      </w:r>
      <w:proofErr w:type="gramStart"/>
      <w:r w:rsidRPr="00E525E1">
        <w:rPr>
          <w:rFonts w:cs="Arial"/>
        </w:rPr>
        <w:t>to</w:t>
      </w:r>
      <w:proofErr w:type="gramEnd"/>
      <w:r w:rsidRPr="00E525E1">
        <w:rPr>
          <w:rFonts w:cs="Arial"/>
        </w:rPr>
        <w:t xml:space="preserve"> transfer or refuse to transfer a permit; or </w:t>
      </w:r>
    </w:p>
    <w:p w14:paraId="12BD494C" w14:textId="77777777" w:rsidR="00F46F46" w:rsidRPr="00E525E1" w:rsidRDefault="00F46F46" w:rsidP="00F46F46">
      <w:pPr>
        <w:spacing w:before="60" w:after="60"/>
        <w:ind w:left="720"/>
        <w:jc w:val="both"/>
        <w:rPr>
          <w:rFonts w:cs="Arial"/>
        </w:rPr>
      </w:pPr>
      <w:r w:rsidRPr="00E525E1">
        <w:rPr>
          <w:rFonts w:cs="Arial"/>
        </w:rPr>
        <w:t xml:space="preserve">(e) </w:t>
      </w:r>
      <w:proofErr w:type="gramStart"/>
      <w:r w:rsidRPr="00E525E1">
        <w:rPr>
          <w:rFonts w:cs="Arial"/>
        </w:rPr>
        <w:t>to</w:t>
      </w:r>
      <w:proofErr w:type="gramEnd"/>
      <w:r w:rsidRPr="00E525E1">
        <w:rPr>
          <w:rFonts w:cs="Arial"/>
        </w:rPr>
        <w:t xml:space="preserve"> suspend or cancel a permit; or </w:t>
      </w:r>
    </w:p>
    <w:p w14:paraId="02B1A156" w14:textId="73AF3313" w:rsidR="00F46F46" w:rsidRPr="00E525E1" w:rsidRDefault="00F46F46" w:rsidP="00F46F46">
      <w:pPr>
        <w:spacing w:before="60" w:after="60"/>
        <w:ind w:left="720"/>
        <w:jc w:val="both"/>
        <w:rPr>
          <w:rFonts w:cs="Arial"/>
        </w:rPr>
      </w:pPr>
      <w:r w:rsidRPr="00E525E1">
        <w:rPr>
          <w:rFonts w:cs="Arial"/>
        </w:rPr>
        <w:t xml:space="preserve">(f) </w:t>
      </w:r>
      <w:proofErr w:type="gramStart"/>
      <w:r w:rsidRPr="00E525E1">
        <w:rPr>
          <w:rFonts w:cs="Arial"/>
        </w:rPr>
        <w:t>to</w:t>
      </w:r>
      <w:proofErr w:type="gramEnd"/>
      <w:r w:rsidRPr="00E525E1">
        <w:rPr>
          <w:rFonts w:cs="Arial"/>
        </w:rPr>
        <w:t xml:space="preserve"> issue or refuse a certificate under subsection </w:t>
      </w:r>
      <w:r w:rsidR="008512A1" w:rsidRPr="00E525E1">
        <w:rPr>
          <w:rFonts w:cs="Arial"/>
        </w:rPr>
        <w:t>303CC (</w:t>
      </w:r>
      <w:r w:rsidRPr="00E525E1">
        <w:rPr>
          <w:rFonts w:cs="Arial"/>
        </w:rPr>
        <w:t xml:space="preserve">5); or </w:t>
      </w:r>
    </w:p>
    <w:p w14:paraId="7387009C" w14:textId="77777777" w:rsidR="00F46F46" w:rsidRPr="00E525E1" w:rsidRDefault="00F46F46" w:rsidP="00F46F46">
      <w:pPr>
        <w:spacing w:before="60" w:after="60"/>
        <w:ind w:left="720"/>
        <w:jc w:val="both"/>
        <w:rPr>
          <w:rFonts w:cs="Arial"/>
        </w:rPr>
      </w:pPr>
      <w:r w:rsidRPr="00E525E1">
        <w:rPr>
          <w:rFonts w:cs="Arial"/>
        </w:rPr>
        <w:t xml:space="preserve">(g) </w:t>
      </w:r>
      <w:proofErr w:type="gramStart"/>
      <w:r w:rsidRPr="00E525E1">
        <w:rPr>
          <w:rFonts w:cs="Arial"/>
        </w:rPr>
        <w:t>of</w:t>
      </w:r>
      <w:proofErr w:type="gramEnd"/>
      <w:r w:rsidRPr="00E525E1">
        <w:rPr>
          <w:rFonts w:cs="Arial"/>
        </w:rPr>
        <w:t xml:space="preserve"> the Secretary under a determination in force under section 303EU; or </w:t>
      </w:r>
    </w:p>
    <w:p w14:paraId="1D2F4C80" w14:textId="77777777" w:rsidR="00F46F46" w:rsidRPr="00E525E1" w:rsidRDefault="00F46F46" w:rsidP="00F46F46">
      <w:pPr>
        <w:spacing w:before="60" w:after="60"/>
        <w:ind w:left="720"/>
        <w:jc w:val="both"/>
        <w:rPr>
          <w:rFonts w:cs="Arial"/>
        </w:rPr>
      </w:pPr>
      <w:r w:rsidRPr="00E525E1">
        <w:rPr>
          <w:rFonts w:cs="Arial"/>
        </w:rPr>
        <w:t xml:space="preserve">(h) </w:t>
      </w:r>
      <w:proofErr w:type="gramStart"/>
      <w:r w:rsidRPr="00E525E1">
        <w:rPr>
          <w:rFonts w:cs="Arial"/>
        </w:rPr>
        <w:t>to</w:t>
      </w:r>
      <w:proofErr w:type="gramEnd"/>
      <w:r w:rsidRPr="00E525E1">
        <w:rPr>
          <w:rFonts w:cs="Arial"/>
        </w:rPr>
        <w:t xml:space="preserve"> make or refuse a declaration under section 303FN, 303FO or 303FP; or</w:t>
      </w:r>
    </w:p>
    <w:p w14:paraId="3A967D3A" w14:textId="77777777" w:rsidR="00F46F46" w:rsidRPr="00E525E1" w:rsidRDefault="00F46F46" w:rsidP="00F46F46">
      <w:pPr>
        <w:spacing w:before="60" w:after="60"/>
        <w:ind w:left="720"/>
        <w:jc w:val="both"/>
        <w:rPr>
          <w:rFonts w:cs="Arial"/>
        </w:rPr>
      </w:pPr>
      <w:r w:rsidRPr="00E525E1">
        <w:rPr>
          <w:rFonts w:cs="Arial"/>
        </w:rPr>
        <w:t>(</w:t>
      </w:r>
      <w:proofErr w:type="spellStart"/>
      <w:r w:rsidRPr="00E525E1">
        <w:rPr>
          <w:rFonts w:cs="Arial"/>
        </w:rPr>
        <w:t>i</w:t>
      </w:r>
      <w:proofErr w:type="spellEnd"/>
      <w:r w:rsidRPr="00E525E1">
        <w:rPr>
          <w:rFonts w:cs="Arial"/>
        </w:rPr>
        <w:t xml:space="preserve">) </w:t>
      </w:r>
      <w:proofErr w:type="gramStart"/>
      <w:r w:rsidRPr="00E525E1">
        <w:rPr>
          <w:rFonts w:cs="Arial"/>
        </w:rPr>
        <w:t>to</w:t>
      </w:r>
      <w:proofErr w:type="gramEnd"/>
      <w:r w:rsidRPr="00E525E1">
        <w:rPr>
          <w:rFonts w:cs="Arial"/>
        </w:rPr>
        <w:t xml:space="preserve"> vary or revoke a declaration under section 303FN, 303FO or 303FP.</w:t>
      </w:r>
    </w:p>
    <w:p w14:paraId="3A4EF2C9" w14:textId="77777777" w:rsidR="00F46F46" w:rsidRPr="00E525E1" w:rsidRDefault="00F46F46" w:rsidP="00F46F46">
      <w:pPr>
        <w:pStyle w:val="ListBullet"/>
        <w:numPr>
          <w:ilvl w:val="0"/>
          <w:numId w:val="0"/>
        </w:numPr>
        <w:spacing w:before="60" w:after="60"/>
        <w:ind w:left="369" w:hanging="369"/>
        <w:rPr>
          <w:rFonts w:cs="Arial"/>
        </w:rPr>
      </w:pPr>
      <w:r w:rsidRPr="00E525E1">
        <w:rPr>
          <w:rFonts w:cs="Arial"/>
        </w:rPr>
        <w:t>If you are dissatisfied with a decision of a type listed above you may:</w:t>
      </w:r>
    </w:p>
    <w:p w14:paraId="01C4E543" w14:textId="77777777" w:rsidR="00F46F46" w:rsidRPr="00E525E1" w:rsidRDefault="00F46F46" w:rsidP="00F46F46">
      <w:pPr>
        <w:pStyle w:val="ListBullet"/>
        <w:spacing w:before="60" w:after="60"/>
        <w:jc w:val="both"/>
        <w:rPr>
          <w:rFonts w:cs="Arial"/>
        </w:rPr>
      </w:pPr>
      <w:proofErr w:type="gramStart"/>
      <w:r w:rsidRPr="00E525E1">
        <w:rPr>
          <w:rFonts w:cs="Arial"/>
        </w:rPr>
        <w:t>by</w:t>
      </w:r>
      <w:proofErr w:type="gramEnd"/>
      <w:r w:rsidRPr="00E525E1">
        <w:rPr>
          <w:rFonts w:cs="Arial"/>
        </w:rPr>
        <w:t xml:space="preserve"> notice, provided in writing, request that the Minister or the Minister’s delegate give you a statement in writing setting out the reasons for the decision as per section 28 of the </w:t>
      </w:r>
      <w:r w:rsidRPr="00E525E1">
        <w:rPr>
          <w:rFonts w:cs="Arial"/>
          <w:i/>
          <w:iCs/>
          <w:lang w:val="en-US"/>
        </w:rPr>
        <w:t>Administrative Appeals Tribunal Act 1975</w:t>
      </w:r>
      <w:r w:rsidRPr="00E525E1">
        <w:rPr>
          <w:rFonts w:cs="Arial"/>
        </w:rPr>
        <w:t xml:space="preserve">. </w:t>
      </w:r>
      <w:r w:rsidRPr="00E525E1">
        <w:rPr>
          <w:rFonts w:cs="Arial"/>
          <w:lang w:val="en-US"/>
        </w:rPr>
        <w:t>The Minister, or Minister’s delegate may refuse to give you a statement of reasons if your application is made more than 28 days after the day on which you received this notice.</w:t>
      </w:r>
      <w:r w:rsidRPr="00E525E1">
        <w:rPr>
          <w:rFonts w:cs="Arial"/>
        </w:rPr>
        <w:t xml:space="preserve"> </w:t>
      </w:r>
    </w:p>
    <w:p w14:paraId="799BDF74" w14:textId="77777777" w:rsidR="00F46F46" w:rsidRPr="00E525E1" w:rsidRDefault="00F46F46" w:rsidP="00F46F46">
      <w:pPr>
        <w:pStyle w:val="ListBullet"/>
        <w:spacing w:before="60" w:after="60"/>
        <w:jc w:val="both"/>
        <w:rPr>
          <w:rFonts w:cs="Arial"/>
        </w:rPr>
      </w:pPr>
      <w:proofErr w:type="gramStart"/>
      <w:r w:rsidRPr="00E525E1">
        <w:rPr>
          <w:rFonts w:cs="Arial"/>
        </w:rPr>
        <w:t>apply</w:t>
      </w:r>
      <w:proofErr w:type="gramEnd"/>
      <w:r w:rsidRPr="00E525E1">
        <w:rPr>
          <w:rFonts w:cs="Arial"/>
        </w:rPr>
        <w:t xml:space="preserve"> to the Administrative Appeals Tribunal (</w:t>
      </w:r>
      <w:r w:rsidRPr="00E525E1">
        <w:rPr>
          <w:rFonts w:cs="Arial"/>
          <w:b/>
        </w:rPr>
        <w:t>AAT</w:t>
      </w:r>
      <w:r w:rsidRPr="00E525E1">
        <w:rPr>
          <w:rFonts w:cs="Arial"/>
        </w:rPr>
        <w:t xml:space="preserve">) for independent merits review of the decision. The AAT undertakes </w:t>
      </w:r>
      <w:r w:rsidRPr="00E525E1">
        <w:rPr>
          <w:rFonts w:cs="Arial"/>
          <w:i/>
        </w:rPr>
        <w:t>de novo</w:t>
      </w:r>
      <w:r w:rsidRPr="00E525E1">
        <w:rPr>
          <w:rFonts w:cs="Arial"/>
        </w:rPr>
        <w:t xml:space="preserve"> merits review. This means they take a fresh look at the facts, law and policy relating to the decision and arrive at their own decision. They decide if the decision should stay the same or be changed. They are independent of the Department.</w:t>
      </w:r>
    </w:p>
    <w:p w14:paraId="6BD8541C" w14:textId="77777777" w:rsidR="00F46F46" w:rsidRPr="00E525E1" w:rsidRDefault="00F46F46" w:rsidP="00F46F46">
      <w:pPr>
        <w:pStyle w:val="ListBullet"/>
        <w:numPr>
          <w:ilvl w:val="0"/>
          <w:numId w:val="0"/>
        </w:numPr>
        <w:spacing w:before="60" w:after="60"/>
        <w:jc w:val="both"/>
        <w:rPr>
          <w:rFonts w:cs="Arial"/>
        </w:rPr>
      </w:pPr>
      <w:r w:rsidRPr="00E525E1">
        <w:rPr>
          <w:rFonts w:cs="Arial"/>
        </w:rPr>
        <w:t xml:space="preserve">Application for review of a decision must be made to the AAT within </w:t>
      </w:r>
      <w:r w:rsidRPr="00E525E1">
        <w:rPr>
          <w:rFonts w:cs="Arial"/>
          <w:b/>
        </w:rPr>
        <w:t>28 days</w:t>
      </w:r>
      <w:r w:rsidRPr="00E525E1">
        <w:rPr>
          <w:rFonts w:cs="Arial"/>
        </w:rPr>
        <w:t xml:space="preserve"> after the day on which you have received the reviewable decision. </w:t>
      </w:r>
      <w:r w:rsidRPr="00E525E1">
        <w:rPr>
          <w:rFonts w:cs="Arial"/>
          <w:color w:val="000000" w:themeColor="text1"/>
        </w:rPr>
        <w:t xml:space="preserve">However an extension of time for lodging an application may be granted by the AAT under certain circumstances. Please visit the AAT’s website at </w:t>
      </w:r>
      <w:hyperlink r:id="rId16" w:history="1">
        <w:r w:rsidRPr="00E525E1">
          <w:rPr>
            <w:rStyle w:val="Hyperlink"/>
            <w:rFonts w:cs="Arial"/>
          </w:rPr>
          <w:t>http://www.aat.gov.au/</w:t>
        </w:r>
      </w:hyperlink>
      <w:r w:rsidRPr="00E525E1">
        <w:rPr>
          <w:rFonts w:cs="Arial"/>
          <w:color w:val="000000" w:themeColor="text1"/>
        </w:rPr>
        <w:t xml:space="preserve"> or telephone 1800 228 333 for further information. The role of the AAT is to provide a review mechanism that is fair, just, economical, informal and quick.</w:t>
      </w:r>
    </w:p>
    <w:p w14:paraId="651FA763" w14:textId="77777777" w:rsidR="00F46F46" w:rsidRPr="00E525E1" w:rsidRDefault="00F46F46" w:rsidP="00F46F46">
      <w:pPr>
        <w:spacing w:before="60" w:after="60"/>
        <w:ind w:left="369" w:hanging="369"/>
        <w:jc w:val="both"/>
        <w:rPr>
          <w:rFonts w:cs="Arial"/>
          <w:b/>
        </w:rPr>
      </w:pPr>
      <w:r w:rsidRPr="00E525E1">
        <w:rPr>
          <w:rFonts w:cs="Arial"/>
          <w:b/>
        </w:rPr>
        <w:t xml:space="preserve">Applications &amp; Costs </w:t>
      </w:r>
    </w:p>
    <w:p w14:paraId="7E28989C" w14:textId="458A9839" w:rsidR="00375EF8" w:rsidRDefault="00F46F46" w:rsidP="000D23C5">
      <w:pPr>
        <w:spacing w:after="120"/>
        <w:jc w:val="both"/>
        <w:rPr>
          <w:rFonts w:cs="Arial"/>
          <w:color w:val="000000" w:themeColor="text1"/>
        </w:rPr>
      </w:pPr>
      <w:r w:rsidRPr="00E525E1">
        <w:rPr>
          <w:rFonts w:cs="Arial"/>
        </w:rPr>
        <w:t xml:space="preserve">Applications to the AAT are made by lodging an Application Form (Form 1). This can be found on the AAT’s website </w:t>
      </w:r>
      <w:hyperlink r:id="rId17" w:history="1">
        <w:r w:rsidRPr="00E525E1">
          <w:rPr>
            <w:rStyle w:val="Hyperlink"/>
            <w:rFonts w:cs="Arial"/>
          </w:rPr>
          <w:t>http://www.aat.gov.au/</w:t>
        </w:r>
      </w:hyperlink>
      <w:r w:rsidRPr="00E525E1">
        <w:rPr>
          <w:rFonts w:cs="Arial"/>
        </w:rPr>
        <w:t xml:space="preserve">. </w:t>
      </w:r>
    </w:p>
    <w:p w14:paraId="433CE18D" w14:textId="76738A2F" w:rsidR="00F46F46" w:rsidRPr="00E525E1" w:rsidRDefault="00F46F46" w:rsidP="000D23C5">
      <w:pPr>
        <w:spacing w:before="60" w:after="0"/>
        <w:jc w:val="both"/>
        <w:rPr>
          <w:rFonts w:cs="Arial"/>
        </w:rPr>
      </w:pPr>
      <w:r w:rsidRPr="00E525E1">
        <w:rPr>
          <w:rFonts w:cs="Arial"/>
          <w:color w:val="000000" w:themeColor="text1"/>
        </w:rPr>
        <w:t>There are no strict timelines in which the AAT must review the decision, however the first Conference between the parties will usually be held within 6-10 weeks of the Application being lodged. The time frame for review of certain decisions can be expedited in some circumstances.</w:t>
      </w:r>
    </w:p>
    <w:p w14:paraId="059F32CA" w14:textId="6667D956" w:rsidR="00D5217A" w:rsidRDefault="00F46F46" w:rsidP="00F46F46">
      <w:pPr>
        <w:spacing w:before="60" w:after="60"/>
        <w:rPr>
          <w:rFonts w:cs="Arial"/>
        </w:rPr>
      </w:pPr>
      <w:r w:rsidRPr="00E525E1">
        <w:rPr>
          <w:rFonts w:cs="Arial"/>
        </w:rPr>
        <w:lastRenderedPageBreak/>
        <w:t>The cost of lodgin</w:t>
      </w:r>
      <w:r w:rsidR="008512A1">
        <w:rPr>
          <w:rFonts w:cs="Arial"/>
        </w:rPr>
        <w:t xml:space="preserve">g an application for review is </w:t>
      </w:r>
      <w:r w:rsidRPr="00E525E1">
        <w:rPr>
          <w:rFonts w:cs="Arial"/>
        </w:rPr>
        <w:t xml:space="preserve">$920 (as of 1 July 2018) (GST inclusive). </w:t>
      </w:r>
    </w:p>
    <w:p w14:paraId="11A5BDD6" w14:textId="1C28B096" w:rsidR="00F46F46" w:rsidRPr="00E525E1" w:rsidRDefault="00F46F46" w:rsidP="00F46F46">
      <w:pPr>
        <w:spacing w:before="60" w:after="60"/>
        <w:rPr>
          <w:rFonts w:cs="Arial"/>
        </w:rPr>
      </w:pPr>
      <w:r w:rsidRPr="00E525E1">
        <w:rPr>
          <w:rFonts w:cs="Arial"/>
        </w:rPr>
        <w:t>You may be eligible to pay a reduced fee of $100.00 if</w:t>
      </w:r>
      <w:r w:rsidR="00D5217A">
        <w:rPr>
          <w:rFonts w:cs="Arial"/>
        </w:rPr>
        <w:t>:</w:t>
      </w:r>
      <w:r w:rsidRPr="00E525E1">
        <w:rPr>
          <w:rFonts w:cs="Arial"/>
        </w:rPr>
        <w:t xml:space="preserve"> </w:t>
      </w:r>
    </w:p>
    <w:p w14:paraId="1E706587" w14:textId="77777777" w:rsidR="00F46F46" w:rsidRPr="00E525E1" w:rsidRDefault="00F46F46" w:rsidP="00F46F46">
      <w:pPr>
        <w:pStyle w:val="ListBullet"/>
        <w:spacing w:before="60" w:after="60"/>
        <w:rPr>
          <w:rFonts w:cs="Arial"/>
        </w:rPr>
      </w:pPr>
      <w:r w:rsidRPr="00E525E1">
        <w:rPr>
          <w:rFonts w:cs="Arial"/>
        </w:rPr>
        <w:t>you are receiving legal aid for your application;</w:t>
      </w:r>
    </w:p>
    <w:p w14:paraId="58F3BB04" w14:textId="77777777" w:rsidR="00F46F46" w:rsidRPr="00E525E1" w:rsidRDefault="00F46F46" w:rsidP="00F46F46">
      <w:pPr>
        <w:pStyle w:val="ListBullet"/>
        <w:spacing w:before="60" w:after="60"/>
        <w:rPr>
          <w:rFonts w:cs="Arial"/>
        </w:rPr>
      </w:pPr>
      <w:r w:rsidRPr="00E525E1">
        <w:rPr>
          <w:rFonts w:cs="Arial"/>
        </w:rPr>
        <w:t>you hold a health care card, a Commonwealth seniors health card or any other card issued by the Department of Social Services or the Department of Veteran’s Affairs that entitles the holder to Commonwealth health concessions;</w:t>
      </w:r>
    </w:p>
    <w:p w14:paraId="195A7387" w14:textId="77777777" w:rsidR="00F46F46" w:rsidRPr="00E525E1" w:rsidRDefault="00F46F46" w:rsidP="00F46F46">
      <w:pPr>
        <w:pStyle w:val="ListBullet"/>
        <w:spacing w:before="60" w:after="60"/>
        <w:rPr>
          <w:rFonts w:cs="Arial"/>
        </w:rPr>
      </w:pPr>
      <w:r w:rsidRPr="00E525E1">
        <w:rPr>
          <w:rFonts w:cs="Arial"/>
        </w:rPr>
        <w:t>you are in prison or lawfully detained in a public institution;</w:t>
      </w:r>
    </w:p>
    <w:p w14:paraId="3E0ECB2C" w14:textId="77777777" w:rsidR="00F46F46" w:rsidRPr="00E525E1" w:rsidRDefault="00F46F46" w:rsidP="00F46F46">
      <w:pPr>
        <w:pStyle w:val="ListBullet"/>
        <w:spacing w:before="60" w:after="60"/>
        <w:rPr>
          <w:rFonts w:cs="Arial"/>
        </w:rPr>
      </w:pPr>
      <w:r w:rsidRPr="00E525E1">
        <w:rPr>
          <w:rFonts w:cs="Arial"/>
        </w:rPr>
        <w:t xml:space="preserve">you are under 18 years of age; or </w:t>
      </w:r>
    </w:p>
    <w:p w14:paraId="58953B9D" w14:textId="77777777" w:rsidR="00F46F46" w:rsidRPr="00E525E1" w:rsidRDefault="00F46F46" w:rsidP="00264C49">
      <w:pPr>
        <w:pStyle w:val="ListBullet"/>
        <w:spacing w:before="60" w:after="120"/>
        <w:rPr>
          <w:rFonts w:cs="Arial"/>
        </w:rPr>
      </w:pPr>
      <w:proofErr w:type="gramStart"/>
      <w:r w:rsidRPr="00E525E1">
        <w:rPr>
          <w:rFonts w:cs="Arial"/>
        </w:rPr>
        <w:t>you</w:t>
      </w:r>
      <w:proofErr w:type="gramEnd"/>
      <w:r w:rsidRPr="00E525E1">
        <w:rPr>
          <w:rFonts w:cs="Arial"/>
        </w:rPr>
        <w:t xml:space="preserve"> are receiving youth allowance, </w:t>
      </w:r>
      <w:proofErr w:type="spellStart"/>
      <w:r w:rsidRPr="00E525E1">
        <w:rPr>
          <w:rFonts w:cs="Arial"/>
        </w:rPr>
        <w:t>Austudy</w:t>
      </w:r>
      <w:proofErr w:type="spellEnd"/>
      <w:r w:rsidRPr="00E525E1">
        <w:rPr>
          <w:rFonts w:cs="Arial"/>
        </w:rPr>
        <w:t xml:space="preserve"> or ABSTUDY. </w:t>
      </w:r>
    </w:p>
    <w:p w14:paraId="701CCDB3" w14:textId="77777777" w:rsidR="00F46F46" w:rsidRPr="00E525E1" w:rsidRDefault="00F46F46" w:rsidP="00497A47">
      <w:pPr>
        <w:spacing w:before="60" w:after="120"/>
        <w:jc w:val="both"/>
        <w:rPr>
          <w:rFonts w:cs="Arial"/>
          <w:lang w:eastAsia="zh-CN"/>
        </w:rPr>
      </w:pPr>
      <w:r w:rsidRPr="00E525E1">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here </w:t>
      </w:r>
      <w:hyperlink r:id="rId18" w:history="1">
        <w:r w:rsidRPr="00E525E1">
          <w:rPr>
            <w:rStyle w:val="Hyperlink"/>
            <w:rFonts w:cs="Arial"/>
          </w:rPr>
          <w:t>https://www.ag.gov.au/LegalSystem/Legalaidprogrammes/Commonwealthlegalfinancialassistance/Documents/LegalFinancialAssistanceInformationSheet.pdf</w:t>
        </w:r>
      </w:hyperlink>
      <w:r w:rsidRPr="00E525E1">
        <w:rPr>
          <w:rFonts w:cs="Arial"/>
          <w:lang w:eastAsia="zh-CN"/>
        </w:rPr>
        <w:t xml:space="preserve">. </w:t>
      </w:r>
    </w:p>
    <w:p w14:paraId="1C0C39CD" w14:textId="77777777" w:rsidR="00F46F46" w:rsidRPr="00E525E1" w:rsidRDefault="00F46F46" w:rsidP="007E0652">
      <w:pPr>
        <w:spacing w:before="60" w:after="120"/>
        <w:rPr>
          <w:rFonts w:eastAsia="Times New Roman" w:cs="Arial"/>
          <w:lang w:val="en" w:eastAsia="en-AU"/>
        </w:rPr>
      </w:pPr>
      <w:r w:rsidRPr="00E525E1">
        <w:rPr>
          <w:rFonts w:eastAsia="Times New Roman" w:cs="Arial"/>
          <w:lang w:val="en" w:eastAsia="en-AU"/>
        </w:rPr>
        <w:t xml:space="preserve">If you pay a standard application fee, most of it will be refunded if the case is resolved in your </w:t>
      </w:r>
      <w:proofErr w:type="spellStart"/>
      <w:r w:rsidRPr="00E525E1">
        <w:rPr>
          <w:rFonts w:eastAsia="Times New Roman" w:cs="Arial"/>
          <w:lang w:val="en" w:eastAsia="en-AU"/>
        </w:rPr>
        <w:t>favour</w:t>
      </w:r>
      <w:proofErr w:type="spellEnd"/>
      <w:r w:rsidRPr="00E525E1">
        <w:rPr>
          <w:rFonts w:eastAsia="Times New Roman" w:cs="Arial"/>
          <w:lang w:val="en" w:eastAsia="en-AU"/>
        </w:rPr>
        <w:t>. The refund amount is the difference between the fee you paid and $100. So, if you paid $884, you get back $784 and if you pay $920, you get back $820. There is no refund if you paid the lower application fee for certain taxation decisions or the reduced fee of $100.</w:t>
      </w:r>
    </w:p>
    <w:p w14:paraId="1C1224FF" w14:textId="77777777" w:rsidR="00F46F46" w:rsidRPr="00E525E1" w:rsidRDefault="00F46F46" w:rsidP="00F46F46">
      <w:pPr>
        <w:spacing w:before="60" w:after="60"/>
        <w:rPr>
          <w:rFonts w:cs="Arial"/>
          <w:b/>
        </w:rPr>
      </w:pPr>
      <w:r w:rsidRPr="00E525E1">
        <w:rPr>
          <w:rFonts w:cs="Arial"/>
          <w:b/>
        </w:rPr>
        <w:t>Contact Details</w:t>
      </w:r>
    </w:p>
    <w:p w14:paraId="7F2214F6" w14:textId="77777777" w:rsidR="00F46F46" w:rsidRPr="00E525E1" w:rsidRDefault="00F46F46" w:rsidP="00F46F46">
      <w:pPr>
        <w:spacing w:before="60" w:after="60"/>
        <w:rPr>
          <w:rFonts w:cs="Arial"/>
        </w:rPr>
      </w:pPr>
      <w:r w:rsidRPr="00E525E1">
        <w:rPr>
          <w:rFonts w:cs="Arial"/>
        </w:rPr>
        <w:t>Further information or enquiries relating to the decision should be directed to:</w:t>
      </w:r>
    </w:p>
    <w:p w14:paraId="598B28C3" w14:textId="77777777" w:rsidR="00F46F46" w:rsidRPr="00E525E1" w:rsidRDefault="00F46F46" w:rsidP="007E0652">
      <w:pPr>
        <w:spacing w:before="60" w:after="120"/>
        <w:ind w:left="720"/>
        <w:rPr>
          <w:rFonts w:cs="Arial"/>
          <w:u w:val="single"/>
        </w:rPr>
      </w:pPr>
      <w:r w:rsidRPr="00E525E1">
        <w:rPr>
          <w:rFonts w:cs="Arial"/>
        </w:rPr>
        <w:t>The Director</w:t>
      </w:r>
      <w:r w:rsidRPr="00E525E1">
        <w:rPr>
          <w:rFonts w:cs="Arial"/>
        </w:rPr>
        <w:br/>
        <w:t>Wildlife Trade Assessments Section</w:t>
      </w:r>
      <w:r w:rsidRPr="00E525E1">
        <w:rPr>
          <w:rFonts w:cs="Arial"/>
        </w:rPr>
        <w:br/>
        <w:t>Department of the Environment</w:t>
      </w:r>
      <w:r w:rsidRPr="00E525E1">
        <w:rPr>
          <w:rFonts w:cs="Arial"/>
        </w:rPr>
        <w:br/>
        <w:t>GPO Box 787</w:t>
      </w:r>
      <w:r w:rsidRPr="00E525E1">
        <w:rPr>
          <w:rFonts w:cs="Arial"/>
        </w:rPr>
        <w:br/>
        <w:t>Canberra ACT 2601</w:t>
      </w:r>
      <w:r w:rsidRPr="00E525E1">
        <w:rPr>
          <w:rFonts w:cs="Arial"/>
        </w:rPr>
        <w:br/>
      </w:r>
      <w:r w:rsidRPr="00E525E1">
        <w:rPr>
          <w:rFonts w:cs="Arial"/>
          <w:b/>
          <w:bCs/>
        </w:rPr>
        <w:t>Telephone:</w:t>
      </w:r>
      <w:r w:rsidRPr="00E525E1">
        <w:rPr>
          <w:rFonts w:cs="Arial"/>
        </w:rPr>
        <w:t xml:space="preserve"> +61 (0) 2 6274 1917</w:t>
      </w:r>
      <w:r w:rsidRPr="00E525E1">
        <w:rPr>
          <w:rFonts w:cs="Arial"/>
        </w:rPr>
        <w:br/>
      </w:r>
      <w:r w:rsidRPr="00E525E1">
        <w:rPr>
          <w:rFonts w:cs="Arial"/>
          <w:b/>
          <w:bCs/>
        </w:rPr>
        <w:t>Email:</w:t>
      </w:r>
      <w:r w:rsidRPr="00E525E1">
        <w:rPr>
          <w:rFonts w:cs="Arial"/>
        </w:rPr>
        <w:t xml:space="preserve"> </w:t>
      </w:r>
      <w:r w:rsidRPr="00E525E1">
        <w:rPr>
          <w:rFonts w:cs="Arial"/>
          <w:u w:val="single"/>
        </w:rPr>
        <w:t>sustainablefisheries@environment.gov.au</w:t>
      </w:r>
    </w:p>
    <w:p w14:paraId="4AA7A35F" w14:textId="77777777" w:rsidR="00F46F46" w:rsidRPr="00E525E1" w:rsidRDefault="00F46F46" w:rsidP="00F46F46">
      <w:pPr>
        <w:spacing w:before="60" w:after="60"/>
        <w:jc w:val="both"/>
        <w:rPr>
          <w:rFonts w:cs="Arial"/>
        </w:rPr>
      </w:pPr>
      <w:r w:rsidRPr="00E525E1">
        <w:rPr>
          <w:rFonts w:cs="Arial"/>
        </w:rPr>
        <w:t xml:space="preserve">Alternatively you may contact the AAT at their Principal Registry or the Deputy Registrar, Administrative Appeals Tribunal in your Capital City or Territory. </w:t>
      </w:r>
    </w:p>
    <w:p w14:paraId="1C3347E2" w14:textId="77777777" w:rsidR="00F46F46" w:rsidRPr="00E525E1" w:rsidRDefault="00F46F46" w:rsidP="007E0652">
      <w:pPr>
        <w:spacing w:before="60" w:after="120"/>
        <w:ind w:left="720"/>
        <w:rPr>
          <w:rFonts w:cs="Arial"/>
        </w:rPr>
      </w:pPr>
      <w:r w:rsidRPr="00E525E1">
        <w:rPr>
          <w:rFonts w:cs="Arial"/>
        </w:rPr>
        <w:t>Administrative Appeals Tribunal</w:t>
      </w:r>
      <w:r w:rsidRPr="00E525E1">
        <w:rPr>
          <w:rFonts w:cs="Arial"/>
        </w:rPr>
        <w:br/>
        <w:t>Street address: Level 6, 83 Clarence Street, Sydney</w:t>
      </w:r>
      <w:r w:rsidRPr="00E525E1">
        <w:rPr>
          <w:rFonts w:cs="Arial"/>
        </w:rPr>
        <w:br/>
        <w:t>Mailing address: GPO Box 9955, Sydney, NSW 2001</w:t>
      </w:r>
      <w:r w:rsidRPr="00E525E1">
        <w:rPr>
          <w:rFonts w:cs="Arial"/>
        </w:rPr>
        <w:br/>
        <w:t xml:space="preserve">T: 1800 228 333 and (02) 9276 5000 </w:t>
      </w:r>
      <w:r w:rsidRPr="00E525E1">
        <w:rPr>
          <w:rFonts w:cs="Arial"/>
        </w:rPr>
        <w:br/>
        <w:t>F: (02) 9276 5599</w:t>
      </w:r>
      <w:r w:rsidRPr="00E525E1">
        <w:rPr>
          <w:rFonts w:cs="Arial"/>
        </w:rPr>
        <w:br/>
        <w:t xml:space="preserve">E: </w:t>
      </w:r>
      <w:hyperlink r:id="rId19" w:history="1">
        <w:r w:rsidRPr="00E525E1">
          <w:rPr>
            <w:rStyle w:val="Hyperlink"/>
            <w:rFonts w:cs="Arial"/>
          </w:rPr>
          <w:t>generalreviews@aat.gov.au</w:t>
        </w:r>
      </w:hyperlink>
      <w:r w:rsidRPr="00E525E1">
        <w:rPr>
          <w:rFonts w:cs="Arial"/>
        </w:rPr>
        <w:t xml:space="preserve"> </w:t>
      </w:r>
      <w:r w:rsidRPr="00E525E1">
        <w:rPr>
          <w:rFonts w:cs="Arial"/>
        </w:rPr>
        <w:br/>
        <w:t xml:space="preserve">W: </w:t>
      </w:r>
      <w:hyperlink r:id="rId20" w:history="1">
        <w:r w:rsidRPr="00E525E1">
          <w:rPr>
            <w:rStyle w:val="Hyperlink"/>
            <w:rFonts w:cs="Arial"/>
          </w:rPr>
          <w:t>http://www.aat.gov.au</w:t>
        </w:r>
      </w:hyperlink>
      <w:r w:rsidRPr="00E525E1">
        <w:rPr>
          <w:rFonts w:cs="Arial"/>
        </w:rPr>
        <w:t xml:space="preserve"> </w:t>
      </w:r>
    </w:p>
    <w:p w14:paraId="765970CE" w14:textId="77777777" w:rsidR="00F46F46" w:rsidRPr="00E525E1" w:rsidRDefault="00F46F46" w:rsidP="00F46F46">
      <w:pPr>
        <w:spacing w:before="60" w:after="60"/>
        <w:rPr>
          <w:rFonts w:cs="Arial"/>
          <w:b/>
        </w:rPr>
      </w:pPr>
      <w:r w:rsidRPr="00E525E1">
        <w:rPr>
          <w:rFonts w:cs="Arial"/>
          <w:b/>
        </w:rPr>
        <w:t>Freedom of Information Request</w:t>
      </w:r>
    </w:p>
    <w:p w14:paraId="60498885" w14:textId="77777777" w:rsidR="00F46F46" w:rsidRPr="00E525E1" w:rsidRDefault="00F46F46" w:rsidP="00F46F46">
      <w:pPr>
        <w:spacing w:before="60" w:after="60"/>
        <w:rPr>
          <w:rFonts w:eastAsia="Times New Roman" w:cs="Arial"/>
        </w:rPr>
      </w:pPr>
      <w:r w:rsidRPr="00E525E1">
        <w:rPr>
          <w:rFonts w:eastAsia="Times New Roman" w:cs="Arial"/>
        </w:rPr>
        <w:t xml:space="preserve">You may make an application under the </w:t>
      </w:r>
      <w:r w:rsidRPr="00E525E1">
        <w:rPr>
          <w:rFonts w:eastAsia="Times New Roman" w:cs="Arial"/>
          <w:i/>
          <w:iCs/>
        </w:rPr>
        <w:t>Freedom of Information Act 1982</w:t>
      </w:r>
      <w:r w:rsidRPr="00E525E1">
        <w:rPr>
          <w:rFonts w:eastAsia="Times New Roman" w:cs="Arial"/>
        </w:rPr>
        <w:t xml:space="preserve"> (FOI Act) to access documents. Further information can be found at </w:t>
      </w:r>
      <w:hyperlink r:id="rId21" w:history="1">
        <w:r w:rsidRPr="00E525E1">
          <w:rPr>
            <w:rStyle w:val="Hyperlink"/>
            <w:rFonts w:eastAsia="Times New Roman" w:cs="Arial"/>
          </w:rPr>
          <w:t>http://www.environment.gov.au/foi/index.html</w:t>
        </w:r>
      </w:hyperlink>
      <w:r w:rsidRPr="00E525E1">
        <w:rPr>
          <w:rFonts w:eastAsia="Times New Roman" w:cs="Arial"/>
        </w:rPr>
        <w:t xml:space="preserve">. Please contact the Freedom of Information Contact Officer at </w:t>
      </w:r>
      <w:hyperlink r:id="rId22" w:history="1">
        <w:r w:rsidRPr="00E525E1">
          <w:rPr>
            <w:rStyle w:val="Hyperlink"/>
            <w:rFonts w:cs="Arial"/>
          </w:rPr>
          <w:t>foi@environment.gov.au</w:t>
        </w:r>
      </w:hyperlink>
      <w:r w:rsidRPr="00E525E1">
        <w:rPr>
          <w:rFonts w:cs="Arial"/>
        </w:rPr>
        <w:t xml:space="preserve"> for more information. </w:t>
      </w:r>
    </w:p>
    <w:p w14:paraId="00072F8F" w14:textId="77777777" w:rsidR="0050646D" w:rsidRPr="00E525E1" w:rsidRDefault="0050646D" w:rsidP="00F46F46">
      <w:pPr>
        <w:spacing w:before="60" w:after="60"/>
        <w:rPr>
          <w:rFonts w:cs="Arial"/>
        </w:rPr>
      </w:pPr>
    </w:p>
    <w:sectPr w:rsidR="0050646D" w:rsidRPr="00E525E1" w:rsidSect="00C325B9">
      <w:headerReference w:type="default" r:id="rId23"/>
      <w:headerReference w:type="first" r:id="rId24"/>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20F1B2" w14:textId="77777777" w:rsidR="00C1515D" w:rsidRDefault="00C1515D" w:rsidP="00A60185">
      <w:pPr>
        <w:spacing w:after="0" w:line="240" w:lineRule="auto"/>
      </w:pPr>
      <w:r>
        <w:separator/>
      </w:r>
    </w:p>
  </w:endnote>
  <w:endnote w:type="continuationSeparator" w:id="0">
    <w:p w14:paraId="7718774A" w14:textId="77777777" w:rsidR="00C1515D" w:rsidRDefault="00C1515D"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89D5B" w14:textId="77777777" w:rsidR="00C504EF" w:rsidRDefault="00C504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352AC" w14:textId="77777777" w:rsidR="00C504EF" w:rsidRDefault="00C504E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66DC5" w14:textId="77777777" w:rsidR="00C504EF" w:rsidRDefault="00C504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8C2475" w14:textId="77777777" w:rsidR="00C1515D" w:rsidRDefault="00C1515D" w:rsidP="00A60185">
      <w:pPr>
        <w:spacing w:after="0" w:line="240" w:lineRule="auto"/>
      </w:pPr>
      <w:r>
        <w:separator/>
      </w:r>
    </w:p>
  </w:footnote>
  <w:footnote w:type="continuationSeparator" w:id="0">
    <w:p w14:paraId="318AF149" w14:textId="77777777" w:rsidR="00C1515D" w:rsidRDefault="00C1515D" w:rsidP="00A60185">
      <w:pPr>
        <w:spacing w:after="0" w:line="240" w:lineRule="auto"/>
      </w:pPr>
      <w:r>
        <w:continuationSeparator/>
      </w:r>
    </w:p>
  </w:footnote>
  <w:footnote w:id="1">
    <w:p w14:paraId="759B72F0"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E8290" w14:textId="77777777" w:rsidR="00C504EF" w:rsidRDefault="00C504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3BCF2" w14:textId="42B28E2E" w:rsidR="005A3FD6" w:rsidRDefault="005A3FD6" w:rsidP="005A3FD6">
    <w:pPr>
      <w:pStyle w:val="Header"/>
      <w:jc w:val="right"/>
    </w:pPr>
    <w:r>
      <w:t xml:space="preserve">Attachment </w:t>
    </w:r>
    <w:r w:rsidR="00811FAE">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352C4" w14:textId="77777777" w:rsidR="00C504EF" w:rsidRDefault="00C504E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3EDAF" w14:textId="493DC1D3" w:rsidR="00120388" w:rsidRDefault="00120388" w:rsidP="005A3FD6">
    <w:pPr>
      <w:pStyle w:val="Header"/>
      <w:jc w:val="right"/>
    </w:pPr>
    <w:r>
      <w:t>Attachment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B90A7" w14:textId="29802BD2" w:rsidR="00F8686F" w:rsidRDefault="002F0968" w:rsidP="002F0968">
    <w:pPr>
      <w:pStyle w:val="Header"/>
      <w:jc w:val="right"/>
    </w:pPr>
    <w:r>
      <w:t>Attachment 2</w:t>
    </w:r>
  </w:p>
  <w:p w14:paraId="5A8C4C77" w14:textId="30128E14" w:rsidR="00764770" w:rsidRDefault="005941A3" w:rsidP="005941A3">
    <w:pPr>
      <w:pStyle w:val="Header"/>
    </w:pPr>
    <w:r>
      <w:rPr>
        <w:noProof/>
        <w:lang w:eastAsia="en-AU"/>
      </w:rPr>
      <w:drawing>
        <wp:inline distT="0" distB="0" distL="0" distR="0" wp14:anchorId="52E16D28" wp14:editId="2D2573D8">
          <wp:extent cx="3211195" cy="685800"/>
          <wp:effectExtent l="0" t="0" r="8255" b="0"/>
          <wp:docPr id="2" name="Picture 2"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119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AAF0757"/>
    <w:multiLevelType w:val="multilevel"/>
    <w:tmpl w:val="E3420B0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107A582A"/>
    <w:multiLevelType w:val="hybridMultilevel"/>
    <w:tmpl w:val="0202487C"/>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12AC0F0B"/>
    <w:multiLevelType w:val="hybridMultilevel"/>
    <w:tmpl w:val="7FC41122"/>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16904C38"/>
    <w:multiLevelType w:val="hybridMultilevel"/>
    <w:tmpl w:val="82183B34"/>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8B339D7"/>
    <w:multiLevelType w:val="hybridMultilevel"/>
    <w:tmpl w:val="53D22E4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10" w15:restartNumberingAfterBreak="0">
    <w:nsid w:val="1F745BC2"/>
    <w:multiLevelType w:val="multilevel"/>
    <w:tmpl w:val="E5E89F92"/>
    <w:numStyleLink w:val="BulletList"/>
  </w:abstractNum>
  <w:abstractNum w:abstractNumId="11"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012279B"/>
    <w:multiLevelType w:val="hybridMultilevel"/>
    <w:tmpl w:val="1A2A2FB4"/>
    <w:lvl w:ilvl="0" w:tplc="0C090017">
      <w:start w:val="1"/>
      <w:numFmt w:val="lowerLetter"/>
      <w:lvlText w:val="%1)"/>
      <w:lvlJc w:val="left"/>
      <w:pPr>
        <w:ind w:left="1080" w:hanging="360"/>
      </w:p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8"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15:restartNumberingAfterBreak="0">
    <w:nsid w:val="62800B17"/>
    <w:multiLevelType w:val="hybridMultilevel"/>
    <w:tmpl w:val="2FBCAAE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2"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6"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8" w15:restartNumberingAfterBreak="0">
    <w:nsid w:val="7AA7386E"/>
    <w:multiLevelType w:val="hybridMultilevel"/>
    <w:tmpl w:val="7862D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1"/>
  </w:num>
  <w:num w:numId="3">
    <w:abstractNumId w:val="25"/>
  </w:num>
  <w:num w:numId="4">
    <w:abstractNumId w:val="23"/>
  </w:num>
  <w:num w:numId="5">
    <w:abstractNumId w:val="13"/>
  </w:num>
  <w:num w:numId="6">
    <w:abstractNumId w:val="12"/>
  </w:num>
  <w:num w:numId="7">
    <w:abstractNumId w:val="21"/>
  </w:num>
  <w:num w:numId="8">
    <w:abstractNumId w:val="10"/>
  </w:num>
  <w:num w:numId="9">
    <w:abstractNumId w:val="9"/>
  </w:num>
  <w:num w:numId="10">
    <w:abstractNumId w:val="26"/>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num>
  <w:num w:numId="16">
    <w:abstractNumId w:val="12"/>
  </w:num>
  <w:num w:numId="17">
    <w:abstractNumId w:val="17"/>
  </w:num>
  <w:num w:numId="18">
    <w:abstractNumId w:val="19"/>
  </w:num>
  <w:num w:numId="19">
    <w:abstractNumId w:val="29"/>
  </w:num>
  <w:num w:numId="20">
    <w:abstractNumId w:val="18"/>
  </w:num>
  <w:num w:numId="21">
    <w:abstractNumId w:val="16"/>
  </w:num>
  <w:num w:numId="22">
    <w:abstractNumId w:val="24"/>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num>
  <w:num w:numId="29">
    <w:abstractNumId w:val="12"/>
  </w:num>
  <w:num w:numId="30">
    <w:abstractNumId w:val="12"/>
  </w:num>
  <w:num w:numId="31">
    <w:abstractNumId w:val="10"/>
  </w:num>
  <w:num w:numId="32">
    <w:abstractNumId w:val="10"/>
  </w:num>
  <w:num w:numId="33">
    <w:abstractNumId w:val="10"/>
  </w:num>
  <w:num w:numId="34">
    <w:abstractNumId w:val="10"/>
  </w:num>
  <w:num w:numId="35">
    <w:abstractNumId w:val="8"/>
  </w:num>
  <w:num w:numId="36">
    <w:abstractNumId w:val="0"/>
  </w:num>
  <w:num w:numId="37">
    <w:abstractNumId w:val="15"/>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7"/>
  </w:num>
  <w:num w:numId="42">
    <w:abstractNumId w:val="20"/>
  </w:num>
  <w:num w:numId="43">
    <w:abstractNumId w:val="14"/>
  </w:num>
  <w:num w:numId="44">
    <w:abstractNumId w:val="6"/>
  </w:num>
  <w:num w:numId="45">
    <w:abstractNumId w:val="5"/>
  </w:num>
  <w:num w:numId="46">
    <w:abstractNumId w:val="12"/>
  </w:num>
  <w:num w:numId="47">
    <w:abstractNumId w:val="28"/>
  </w:num>
  <w:num w:numId="48">
    <w:abstractNumId w:val="4"/>
  </w:num>
  <w:num w:numId="4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1515D"/>
    <w:rsid w:val="00004AEE"/>
    <w:rsid w:val="00005CAA"/>
    <w:rsid w:val="00010210"/>
    <w:rsid w:val="00010ECA"/>
    <w:rsid w:val="00014060"/>
    <w:rsid w:val="00015ADA"/>
    <w:rsid w:val="00017BB8"/>
    <w:rsid w:val="00020C99"/>
    <w:rsid w:val="000260F8"/>
    <w:rsid w:val="0002707B"/>
    <w:rsid w:val="00031219"/>
    <w:rsid w:val="000409DC"/>
    <w:rsid w:val="00043190"/>
    <w:rsid w:val="00043C42"/>
    <w:rsid w:val="00044931"/>
    <w:rsid w:val="0005148E"/>
    <w:rsid w:val="0005270A"/>
    <w:rsid w:val="00053EAC"/>
    <w:rsid w:val="000550F5"/>
    <w:rsid w:val="00063AF2"/>
    <w:rsid w:val="000642C0"/>
    <w:rsid w:val="00066937"/>
    <w:rsid w:val="00070651"/>
    <w:rsid w:val="000759E5"/>
    <w:rsid w:val="000777F8"/>
    <w:rsid w:val="00080A47"/>
    <w:rsid w:val="00083C8F"/>
    <w:rsid w:val="0008410F"/>
    <w:rsid w:val="00084AC6"/>
    <w:rsid w:val="00085C49"/>
    <w:rsid w:val="00087B76"/>
    <w:rsid w:val="00091608"/>
    <w:rsid w:val="0009257B"/>
    <w:rsid w:val="0009333C"/>
    <w:rsid w:val="0009704F"/>
    <w:rsid w:val="000A0F11"/>
    <w:rsid w:val="000A125A"/>
    <w:rsid w:val="000A3E1D"/>
    <w:rsid w:val="000A57CD"/>
    <w:rsid w:val="000B0B48"/>
    <w:rsid w:val="000B3758"/>
    <w:rsid w:val="000B5852"/>
    <w:rsid w:val="000B74A1"/>
    <w:rsid w:val="000B7681"/>
    <w:rsid w:val="000B7B42"/>
    <w:rsid w:val="000C02B7"/>
    <w:rsid w:val="000C09A7"/>
    <w:rsid w:val="000C5342"/>
    <w:rsid w:val="000C5DFC"/>
    <w:rsid w:val="000C63ED"/>
    <w:rsid w:val="000C706A"/>
    <w:rsid w:val="000D23C5"/>
    <w:rsid w:val="000D2887"/>
    <w:rsid w:val="000D2A40"/>
    <w:rsid w:val="000D309E"/>
    <w:rsid w:val="000D5528"/>
    <w:rsid w:val="000D61D0"/>
    <w:rsid w:val="000D6D63"/>
    <w:rsid w:val="000E0081"/>
    <w:rsid w:val="000E07CF"/>
    <w:rsid w:val="000E0B31"/>
    <w:rsid w:val="000E402D"/>
    <w:rsid w:val="000F1E51"/>
    <w:rsid w:val="000F72B0"/>
    <w:rsid w:val="001047E4"/>
    <w:rsid w:val="0011030F"/>
    <w:rsid w:val="00113A5F"/>
    <w:rsid w:val="00114477"/>
    <w:rsid w:val="0011498E"/>
    <w:rsid w:val="00115BF1"/>
    <w:rsid w:val="00117A45"/>
    <w:rsid w:val="00120388"/>
    <w:rsid w:val="001219EE"/>
    <w:rsid w:val="001224AE"/>
    <w:rsid w:val="0012744F"/>
    <w:rsid w:val="001337D4"/>
    <w:rsid w:val="001369E3"/>
    <w:rsid w:val="00137BBD"/>
    <w:rsid w:val="00141AAC"/>
    <w:rsid w:val="00143480"/>
    <w:rsid w:val="00147C12"/>
    <w:rsid w:val="001527A1"/>
    <w:rsid w:val="001530DC"/>
    <w:rsid w:val="00153C44"/>
    <w:rsid w:val="00154989"/>
    <w:rsid w:val="00155A9F"/>
    <w:rsid w:val="00160262"/>
    <w:rsid w:val="0016616A"/>
    <w:rsid w:val="0016780A"/>
    <w:rsid w:val="00173EBF"/>
    <w:rsid w:val="0018112F"/>
    <w:rsid w:val="001812CE"/>
    <w:rsid w:val="001818F6"/>
    <w:rsid w:val="001842A2"/>
    <w:rsid w:val="00187FA8"/>
    <w:rsid w:val="00191C5D"/>
    <w:rsid w:val="00192F5E"/>
    <w:rsid w:val="00196F82"/>
    <w:rsid w:val="00197772"/>
    <w:rsid w:val="001A51C8"/>
    <w:rsid w:val="001A76BB"/>
    <w:rsid w:val="001B1BB8"/>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6118"/>
    <w:rsid w:val="002209AB"/>
    <w:rsid w:val="00220CFF"/>
    <w:rsid w:val="00224D4E"/>
    <w:rsid w:val="002251E3"/>
    <w:rsid w:val="00227A95"/>
    <w:rsid w:val="00227FEA"/>
    <w:rsid w:val="00231A58"/>
    <w:rsid w:val="00235467"/>
    <w:rsid w:val="002473FC"/>
    <w:rsid w:val="00250919"/>
    <w:rsid w:val="00251149"/>
    <w:rsid w:val="00252E3C"/>
    <w:rsid w:val="00261931"/>
    <w:rsid w:val="00261EFE"/>
    <w:rsid w:val="00262198"/>
    <w:rsid w:val="00264C49"/>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0968"/>
    <w:rsid w:val="002F18F8"/>
    <w:rsid w:val="002F23D0"/>
    <w:rsid w:val="002F28E1"/>
    <w:rsid w:val="0030039D"/>
    <w:rsid w:val="0030171F"/>
    <w:rsid w:val="00302B2F"/>
    <w:rsid w:val="0030326F"/>
    <w:rsid w:val="00310675"/>
    <w:rsid w:val="00310701"/>
    <w:rsid w:val="00311394"/>
    <w:rsid w:val="00315980"/>
    <w:rsid w:val="00316F7F"/>
    <w:rsid w:val="00320DFB"/>
    <w:rsid w:val="003218E8"/>
    <w:rsid w:val="003230EE"/>
    <w:rsid w:val="00323E75"/>
    <w:rsid w:val="00330DCE"/>
    <w:rsid w:val="00331E11"/>
    <w:rsid w:val="00334761"/>
    <w:rsid w:val="00335A95"/>
    <w:rsid w:val="00341DCD"/>
    <w:rsid w:val="00344897"/>
    <w:rsid w:val="0034563E"/>
    <w:rsid w:val="003518D6"/>
    <w:rsid w:val="0035452E"/>
    <w:rsid w:val="0035460C"/>
    <w:rsid w:val="003556BD"/>
    <w:rsid w:val="00365147"/>
    <w:rsid w:val="00367A20"/>
    <w:rsid w:val="0037016E"/>
    <w:rsid w:val="00372908"/>
    <w:rsid w:val="00375EF8"/>
    <w:rsid w:val="003764B0"/>
    <w:rsid w:val="00377900"/>
    <w:rsid w:val="00383020"/>
    <w:rsid w:val="0038434B"/>
    <w:rsid w:val="00392049"/>
    <w:rsid w:val="003968BA"/>
    <w:rsid w:val="00396D6E"/>
    <w:rsid w:val="00397570"/>
    <w:rsid w:val="003975FD"/>
    <w:rsid w:val="003A0F88"/>
    <w:rsid w:val="003A35AB"/>
    <w:rsid w:val="003B19E3"/>
    <w:rsid w:val="003B6068"/>
    <w:rsid w:val="003B60CC"/>
    <w:rsid w:val="003B6EE4"/>
    <w:rsid w:val="003C09B7"/>
    <w:rsid w:val="003C0B60"/>
    <w:rsid w:val="003C1A0F"/>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265CC"/>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CFF"/>
    <w:rsid w:val="00476D6B"/>
    <w:rsid w:val="0047728F"/>
    <w:rsid w:val="00485FF0"/>
    <w:rsid w:val="004914FE"/>
    <w:rsid w:val="00492C16"/>
    <w:rsid w:val="00497A47"/>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D708E"/>
    <w:rsid w:val="004E0330"/>
    <w:rsid w:val="004E47E7"/>
    <w:rsid w:val="004F60AC"/>
    <w:rsid w:val="004F7169"/>
    <w:rsid w:val="00500D66"/>
    <w:rsid w:val="0050646D"/>
    <w:rsid w:val="00507234"/>
    <w:rsid w:val="00514C8E"/>
    <w:rsid w:val="00520CCE"/>
    <w:rsid w:val="0052361B"/>
    <w:rsid w:val="00524DEF"/>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00F"/>
    <w:rsid w:val="00585198"/>
    <w:rsid w:val="00586CB3"/>
    <w:rsid w:val="00587579"/>
    <w:rsid w:val="005903B6"/>
    <w:rsid w:val="005931E7"/>
    <w:rsid w:val="005941A3"/>
    <w:rsid w:val="005A0247"/>
    <w:rsid w:val="005A3FD6"/>
    <w:rsid w:val="005A5674"/>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5A9"/>
    <w:rsid w:val="00632DC7"/>
    <w:rsid w:val="006357FB"/>
    <w:rsid w:val="00635C5E"/>
    <w:rsid w:val="006406FC"/>
    <w:rsid w:val="00643B47"/>
    <w:rsid w:val="00645CB8"/>
    <w:rsid w:val="00650016"/>
    <w:rsid w:val="00651483"/>
    <w:rsid w:val="00653E16"/>
    <w:rsid w:val="00653F7B"/>
    <w:rsid w:val="00657220"/>
    <w:rsid w:val="0066093E"/>
    <w:rsid w:val="0066104B"/>
    <w:rsid w:val="006640E2"/>
    <w:rsid w:val="006655EE"/>
    <w:rsid w:val="00667C10"/>
    <w:rsid w:val="00667EF4"/>
    <w:rsid w:val="00670E0B"/>
    <w:rsid w:val="00674AAE"/>
    <w:rsid w:val="00674C24"/>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0C5A"/>
    <w:rsid w:val="00713FA2"/>
    <w:rsid w:val="00716663"/>
    <w:rsid w:val="007167C0"/>
    <w:rsid w:val="00720481"/>
    <w:rsid w:val="00720E46"/>
    <w:rsid w:val="00721704"/>
    <w:rsid w:val="0073057B"/>
    <w:rsid w:val="00731B42"/>
    <w:rsid w:val="00733193"/>
    <w:rsid w:val="00733C36"/>
    <w:rsid w:val="00742DA9"/>
    <w:rsid w:val="00744429"/>
    <w:rsid w:val="007470BF"/>
    <w:rsid w:val="00751C97"/>
    <w:rsid w:val="00753A80"/>
    <w:rsid w:val="0075732A"/>
    <w:rsid w:val="00757539"/>
    <w:rsid w:val="00760262"/>
    <w:rsid w:val="0076310C"/>
    <w:rsid w:val="00764770"/>
    <w:rsid w:val="0076744F"/>
    <w:rsid w:val="00767BCE"/>
    <w:rsid w:val="007707DE"/>
    <w:rsid w:val="00770B5D"/>
    <w:rsid w:val="007752F1"/>
    <w:rsid w:val="00775583"/>
    <w:rsid w:val="00775DF7"/>
    <w:rsid w:val="00776768"/>
    <w:rsid w:val="00781241"/>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0652"/>
    <w:rsid w:val="007E24F6"/>
    <w:rsid w:val="007F20CB"/>
    <w:rsid w:val="007F2EED"/>
    <w:rsid w:val="00800F64"/>
    <w:rsid w:val="00801DE0"/>
    <w:rsid w:val="00802F0B"/>
    <w:rsid w:val="008105B6"/>
    <w:rsid w:val="00810A67"/>
    <w:rsid w:val="00811FAE"/>
    <w:rsid w:val="00813398"/>
    <w:rsid w:val="00813F3B"/>
    <w:rsid w:val="00821A31"/>
    <w:rsid w:val="00821AC5"/>
    <w:rsid w:val="00831030"/>
    <w:rsid w:val="008316C6"/>
    <w:rsid w:val="00832F0F"/>
    <w:rsid w:val="00833CF7"/>
    <w:rsid w:val="00843089"/>
    <w:rsid w:val="00845601"/>
    <w:rsid w:val="008512A1"/>
    <w:rsid w:val="008518B4"/>
    <w:rsid w:val="00854F44"/>
    <w:rsid w:val="00855C5C"/>
    <w:rsid w:val="008565B9"/>
    <w:rsid w:val="0086185F"/>
    <w:rsid w:val="00874D88"/>
    <w:rsid w:val="00882459"/>
    <w:rsid w:val="00890C23"/>
    <w:rsid w:val="008A2B4A"/>
    <w:rsid w:val="008A2D87"/>
    <w:rsid w:val="008A3C96"/>
    <w:rsid w:val="008A48A1"/>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D3A68"/>
    <w:rsid w:val="009D3B05"/>
    <w:rsid w:val="009E2913"/>
    <w:rsid w:val="009F1133"/>
    <w:rsid w:val="009F35E2"/>
    <w:rsid w:val="009F41EA"/>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7B2"/>
    <w:rsid w:val="00A40B5D"/>
    <w:rsid w:val="00A41E65"/>
    <w:rsid w:val="00A43E0A"/>
    <w:rsid w:val="00A45659"/>
    <w:rsid w:val="00A472AB"/>
    <w:rsid w:val="00A539B1"/>
    <w:rsid w:val="00A55807"/>
    <w:rsid w:val="00A55F5B"/>
    <w:rsid w:val="00A57FB9"/>
    <w:rsid w:val="00A60185"/>
    <w:rsid w:val="00A60B0D"/>
    <w:rsid w:val="00A65959"/>
    <w:rsid w:val="00A661EA"/>
    <w:rsid w:val="00A70809"/>
    <w:rsid w:val="00A72668"/>
    <w:rsid w:val="00A72C0A"/>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2283"/>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2283"/>
    <w:rsid w:val="00B93DD0"/>
    <w:rsid w:val="00B95973"/>
    <w:rsid w:val="00B95D71"/>
    <w:rsid w:val="00B97732"/>
    <w:rsid w:val="00BA0922"/>
    <w:rsid w:val="00BA17FC"/>
    <w:rsid w:val="00BA65A8"/>
    <w:rsid w:val="00BA6D19"/>
    <w:rsid w:val="00BA7461"/>
    <w:rsid w:val="00BA7DA9"/>
    <w:rsid w:val="00BB20FB"/>
    <w:rsid w:val="00BB2301"/>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2F5"/>
    <w:rsid w:val="00BF1EFE"/>
    <w:rsid w:val="00BF32AF"/>
    <w:rsid w:val="00BF3F7C"/>
    <w:rsid w:val="00BF671B"/>
    <w:rsid w:val="00BF7CEE"/>
    <w:rsid w:val="00C03880"/>
    <w:rsid w:val="00C07E4C"/>
    <w:rsid w:val="00C132E3"/>
    <w:rsid w:val="00C135CF"/>
    <w:rsid w:val="00C1515D"/>
    <w:rsid w:val="00C173B0"/>
    <w:rsid w:val="00C17F88"/>
    <w:rsid w:val="00C22E15"/>
    <w:rsid w:val="00C2683F"/>
    <w:rsid w:val="00C3184D"/>
    <w:rsid w:val="00C325B9"/>
    <w:rsid w:val="00C37862"/>
    <w:rsid w:val="00C43020"/>
    <w:rsid w:val="00C4714E"/>
    <w:rsid w:val="00C504EF"/>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02FC"/>
    <w:rsid w:val="00CD11B0"/>
    <w:rsid w:val="00CD2830"/>
    <w:rsid w:val="00CD3A95"/>
    <w:rsid w:val="00CD49AD"/>
    <w:rsid w:val="00CD7E72"/>
    <w:rsid w:val="00CE42D0"/>
    <w:rsid w:val="00CE6A38"/>
    <w:rsid w:val="00CE71C2"/>
    <w:rsid w:val="00CF42D5"/>
    <w:rsid w:val="00CF4EDA"/>
    <w:rsid w:val="00CF5CAE"/>
    <w:rsid w:val="00CF7DF7"/>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5CA5"/>
    <w:rsid w:val="00D374CF"/>
    <w:rsid w:val="00D45EE3"/>
    <w:rsid w:val="00D4673F"/>
    <w:rsid w:val="00D47BDD"/>
    <w:rsid w:val="00D50618"/>
    <w:rsid w:val="00D509E9"/>
    <w:rsid w:val="00D50A8A"/>
    <w:rsid w:val="00D5217A"/>
    <w:rsid w:val="00D53B1C"/>
    <w:rsid w:val="00D5575B"/>
    <w:rsid w:val="00D558DD"/>
    <w:rsid w:val="00D62131"/>
    <w:rsid w:val="00D64914"/>
    <w:rsid w:val="00D76479"/>
    <w:rsid w:val="00D77838"/>
    <w:rsid w:val="00D80F3B"/>
    <w:rsid w:val="00D949E4"/>
    <w:rsid w:val="00D94A78"/>
    <w:rsid w:val="00D97695"/>
    <w:rsid w:val="00DA1B12"/>
    <w:rsid w:val="00DA54C9"/>
    <w:rsid w:val="00DA6739"/>
    <w:rsid w:val="00DA6CAE"/>
    <w:rsid w:val="00DB1A9E"/>
    <w:rsid w:val="00DB2566"/>
    <w:rsid w:val="00DB31D6"/>
    <w:rsid w:val="00DB4005"/>
    <w:rsid w:val="00DB4CBF"/>
    <w:rsid w:val="00DC1F7B"/>
    <w:rsid w:val="00DC34EB"/>
    <w:rsid w:val="00DC37E0"/>
    <w:rsid w:val="00DC4837"/>
    <w:rsid w:val="00DC781A"/>
    <w:rsid w:val="00DD1580"/>
    <w:rsid w:val="00DD1729"/>
    <w:rsid w:val="00DD714D"/>
    <w:rsid w:val="00DE559B"/>
    <w:rsid w:val="00DE633A"/>
    <w:rsid w:val="00DE6446"/>
    <w:rsid w:val="00DF1E5B"/>
    <w:rsid w:val="00DF2275"/>
    <w:rsid w:val="00DF3F5E"/>
    <w:rsid w:val="00DF56BC"/>
    <w:rsid w:val="00DF603D"/>
    <w:rsid w:val="00DF7BCD"/>
    <w:rsid w:val="00E00D0D"/>
    <w:rsid w:val="00E0489C"/>
    <w:rsid w:val="00E0596E"/>
    <w:rsid w:val="00E06F66"/>
    <w:rsid w:val="00E1333E"/>
    <w:rsid w:val="00E13703"/>
    <w:rsid w:val="00E138B9"/>
    <w:rsid w:val="00E14857"/>
    <w:rsid w:val="00E150B6"/>
    <w:rsid w:val="00E22AD5"/>
    <w:rsid w:val="00E27896"/>
    <w:rsid w:val="00E356E5"/>
    <w:rsid w:val="00E35762"/>
    <w:rsid w:val="00E36F81"/>
    <w:rsid w:val="00E44648"/>
    <w:rsid w:val="00E452FA"/>
    <w:rsid w:val="00E45765"/>
    <w:rsid w:val="00E45C14"/>
    <w:rsid w:val="00E45E10"/>
    <w:rsid w:val="00E5098C"/>
    <w:rsid w:val="00E50DC9"/>
    <w:rsid w:val="00E525E1"/>
    <w:rsid w:val="00E576F2"/>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C3EC3"/>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545D"/>
    <w:rsid w:val="00FC64AE"/>
    <w:rsid w:val="00FC779B"/>
    <w:rsid w:val="00FC7FCA"/>
    <w:rsid w:val="00FD1694"/>
    <w:rsid w:val="00FD2FE0"/>
    <w:rsid w:val="00FD7636"/>
    <w:rsid w:val="00FE3229"/>
    <w:rsid w:val="00FE5C3F"/>
    <w:rsid w:val="00FE74C3"/>
    <w:rsid w:val="00FF215C"/>
    <w:rsid w:val="00FF31E2"/>
    <w:rsid w:val="00FF49E8"/>
    <w:rsid w:val="00FF515F"/>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5231418"/>
  <w15:docId w15:val="{07A335ED-87FE-4392-BEA2-0141D08DA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www.ag.gov.au/LegalSystem/Legalaidprogrammes/Commonwealthlegalfinancialassistance/Documents/LegalFinancialAssistanceInformationSheet.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nvironment.gov.au/foi/index.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aat.gov.a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yperlink" Target="http://www.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mailto:generalreviews@aat.gov.a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yperlink" Target="mailto:foi@environment.gov.au" TargetMode="External"/></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F31168-ABCB-4263-8CA7-21C2E3D70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E9630458.dotm</Template>
  <TotalTime>1</TotalTime>
  <Pages>5</Pages>
  <Words>1586</Words>
  <Characters>9043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Letter to Tim Whetstone - February 2019</vt:lpstr>
    </vt:vector>
  </TitlesOfParts>
  <Company/>
  <LinksUpToDate>false</LinksUpToDate>
  <CharactersWithSpaces>10608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Tim Whetstone - February 2019</dc:title>
  <dc:creator>Department of the Environment and Energy</dc:creator>
  <cp:lastModifiedBy>Nguyen, Lien</cp:lastModifiedBy>
  <cp:revision>2</cp:revision>
  <dcterms:created xsi:type="dcterms:W3CDTF">2019-02-27T02:32:00Z</dcterms:created>
  <dcterms:modified xsi:type="dcterms:W3CDTF">2019-02-27T02:33:00Z</dcterms:modified>
</cp:coreProperties>
</file>