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2D9BD" w14:textId="77777777" w:rsidR="00CF5CAE" w:rsidRPr="00B0197B" w:rsidRDefault="00CF5CAE" w:rsidP="00CF5CAE">
      <w:pPr>
        <w:jc w:val="right"/>
      </w:pPr>
      <w:bookmarkStart w:id="0" w:name="_GoBack"/>
      <w:bookmarkEnd w:id="0"/>
      <w:r w:rsidRPr="0012744F">
        <w:t xml:space="preserve">Ref: </w:t>
      </w:r>
      <w:r w:rsidR="00D85B8A">
        <w:t>001169354</w:t>
      </w:r>
    </w:p>
    <w:p w14:paraId="1552D9BE" w14:textId="77777777" w:rsidR="00CF5CAE" w:rsidRDefault="00CF5CAE" w:rsidP="00CF5CAE">
      <w:pPr>
        <w:contextualSpacing/>
      </w:pPr>
    </w:p>
    <w:p w14:paraId="1552D9BF" w14:textId="77777777" w:rsidR="00CF5CAE" w:rsidRDefault="00CF5CAE" w:rsidP="00CF5CAE">
      <w:pPr>
        <w:contextualSpacing/>
      </w:pPr>
    </w:p>
    <w:p w14:paraId="1552D9C0" w14:textId="77777777" w:rsidR="00CF5CAE" w:rsidRDefault="00CF5CAE" w:rsidP="00CF5CAE">
      <w:pPr>
        <w:contextualSpacing/>
      </w:pPr>
    </w:p>
    <w:p w14:paraId="1552D9C2" w14:textId="0B70B5AD" w:rsidR="00CF5CAE" w:rsidRDefault="00CF5CAE" w:rsidP="00CF5CAE">
      <w:pPr>
        <w:contextualSpacing/>
      </w:pPr>
      <w:r w:rsidRPr="00BE5122">
        <w:t xml:space="preserve">The Hon </w:t>
      </w:r>
      <w:r w:rsidR="004413E5" w:rsidRPr="00BE5122">
        <w:t>Jaala Pulford</w:t>
      </w:r>
      <w:r w:rsidRPr="00BE5122">
        <w:t xml:space="preserve"> ML</w:t>
      </w:r>
      <w:r w:rsidR="00C63DE4" w:rsidRPr="00BE5122">
        <w:t>C</w:t>
      </w:r>
      <w:r w:rsidR="00C63DE4" w:rsidRPr="00BE5122">
        <w:br/>
      </w:r>
      <w:r w:rsidRPr="00BE5122">
        <w:t xml:space="preserve">Minister for </w:t>
      </w:r>
      <w:r w:rsidR="00A3471A">
        <w:t>Agriculture</w:t>
      </w:r>
      <w:r w:rsidRPr="00BE5122">
        <w:br/>
      </w:r>
      <w:r w:rsidR="00C63DE4" w:rsidRPr="00BE5122">
        <w:t xml:space="preserve">Level </w:t>
      </w:r>
      <w:r w:rsidR="00815CCC" w:rsidRPr="00BE5122">
        <w:t>20, 1 Spring</w:t>
      </w:r>
      <w:r w:rsidR="00C63DE4" w:rsidRPr="00BE5122">
        <w:t xml:space="preserve"> Street</w:t>
      </w:r>
      <w:r w:rsidRPr="00BE5122">
        <w:t>,</w:t>
      </w:r>
      <w:r w:rsidR="00BE5122" w:rsidRPr="00BE5122">
        <w:t xml:space="preserve"> </w:t>
      </w:r>
      <w:r w:rsidR="00BE5122" w:rsidRPr="00BE5122">
        <w:br/>
      </w:r>
      <w:r w:rsidR="004413E5" w:rsidRPr="00BE5122">
        <w:t xml:space="preserve">MELBOURNE  VIC  </w:t>
      </w:r>
      <w:r w:rsidR="00C63DE4" w:rsidRPr="00BE5122">
        <w:t>300</w:t>
      </w:r>
      <w:r w:rsidR="00815CCC" w:rsidRPr="00BE5122">
        <w:t>1</w:t>
      </w:r>
    </w:p>
    <w:p w14:paraId="1552D9C3" w14:textId="77777777" w:rsidR="00CF5CAE" w:rsidRDefault="00CF5CAE" w:rsidP="00CF5CAE"/>
    <w:p w14:paraId="1552D9C4" w14:textId="77777777" w:rsidR="00CF5CAE" w:rsidRDefault="00CF5CAE" w:rsidP="00CF5CAE">
      <w:r>
        <w:t>Dear Minister</w:t>
      </w:r>
    </w:p>
    <w:p w14:paraId="1552D9C5" w14:textId="658FD737" w:rsidR="00CF5CAE" w:rsidRDefault="00CF5CAE" w:rsidP="00CF5CAE">
      <w:pPr>
        <w:widowControl w:val="0"/>
        <w:rPr>
          <w:rFonts w:cs="Arial"/>
        </w:rPr>
      </w:pPr>
      <w:r w:rsidRPr="00287429">
        <w:rPr>
          <w:rFonts w:cs="Arial"/>
          <w:lang w:val="en-US"/>
        </w:rPr>
        <w:t xml:space="preserve">I am writing to you as </w:t>
      </w:r>
      <w:r w:rsidRPr="00BE5122">
        <w:rPr>
          <w:rFonts w:cs="Arial"/>
          <w:lang w:val="en-US"/>
        </w:rPr>
        <w:t>Delegate of the</w:t>
      </w:r>
      <w:r w:rsidRPr="00287429">
        <w:rPr>
          <w:rFonts w:cs="Arial"/>
          <w:lang w:val="en-US"/>
        </w:rPr>
        <w:t xml:space="preserve"> Minister for the Environment </w:t>
      </w:r>
      <w:r w:rsidR="00540E82" w:rsidRPr="00287429">
        <w:rPr>
          <w:rFonts w:cs="Arial"/>
          <w:lang w:val="en-US"/>
        </w:rPr>
        <w:t xml:space="preserve">and Energy </w:t>
      </w:r>
      <w:r w:rsidR="00350D9F">
        <w:rPr>
          <w:rFonts w:cs="Arial"/>
          <w:lang w:val="en-US"/>
        </w:rPr>
        <w:t>about</w:t>
      </w:r>
      <w:r>
        <w:rPr>
          <w:rFonts w:cs="Arial"/>
          <w:lang w:val="en-US"/>
        </w:rPr>
        <w:t xml:space="preserve"> the</w:t>
      </w:r>
      <w:r w:rsidRPr="00822585">
        <w:rPr>
          <w:rFonts w:cs="Arial"/>
          <w:lang w:val="en-US"/>
        </w:rPr>
        <w:t xml:space="preserve"> </w:t>
      </w:r>
      <w:r w:rsidRPr="00815CCC">
        <w:rPr>
          <w:rFonts w:cs="Arial"/>
          <w:lang w:val="en-US"/>
        </w:rPr>
        <w:t xml:space="preserve">assessment of the </w:t>
      </w:r>
      <w:r w:rsidR="0006197C" w:rsidRPr="00815CCC">
        <w:rPr>
          <w:rFonts w:cs="Arial"/>
          <w:lang w:val="en-US"/>
        </w:rPr>
        <w:t>Victorian</w:t>
      </w:r>
      <w:r w:rsidRPr="00815CCC">
        <w:rPr>
          <w:rFonts w:cs="Arial"/>
          <w:lang w:val="en-US"/>
        </w:rPr>
        <w:t xml:space="preserve"> </w:t>
      </w:r>
      <w:r w:rsidR="00BE5122" w:rsidRPr="00BE5122">
        <w:rPr>
          <w:rFonts w:cs="Arial"/>
        </w:rPr>
        <w:t>Corner Inlet Fishery</w:t>
      </w:r>
      <w:r w:rsidR="00DA4B0D">
        <w:rPr>
          <w:rFonts w:cs="Arial"/>
        </w:rPr>
        <w:t xml:space="preserve"> (the fishery)</w:t>
      </w:r>
      <w:r w:rsidR="00BE5122" w:rsidRPr="00BE5122">
        <w:rPr>
          <w:rFonts w:cs="Arial"/>
        </w:rPr>
        <w:t xml:space="preserve"> </w:t>
      </w:r>
      <w:r w:rsidR="00C36F1F">
        <w:rPr>
          <w:rFonts w:cs="Arial"/>
        </w:rPr>
        <w:t xml:space="preserve">under the </w:t>
      </w:r>
      <w:r w:rsidRPr="00815CCC">
        <w:rPr>
          <w:rFonts w:cs="Arial"/>
          <w:i/>
        </w:rPr>
        <w:t>Environment</w:t>
      </w:r>
      <w:r w:rsidR="00C36F1F">
        <w:rPr>
          <w:rFonts w:cs="Arial"/>
          <w:i/>
        </w:rPr>
        <w:t xml:space="preserve"> </w:t>
      </w:r>
      <w:r w:rsidRPr="00815CCC">
        <w:rPr>
          <w:rFonts w:cs="Arial"/>
          <w:i/>
        </w:rPr>
        <w:t>Protection and</w:t>
      </w:r>
      <w:r>
        <w:rPr>
          <w:rFonts w:cs="Arial"/>
          <w:i/>
        </w:rPr>
        <w:t xml:space="preserve"> Biodiversity Conservation Act </w:t>
      </w:r>
      <w:r w:rsidRPr="00822585">
        <w:rPr>
          <w:rFonts w:cs="Arial"/>
          <w:i/>
        </w:rPr>
        <w:t xml:space="preserve">1999 </w:t>
      </w:r>
      <w:r w:rsidRPr="00822585">
        <w:rPr>
          <w:rFonts w:cs="Arial"/>
        </w:rPr>
        <w:t>(EPBC Act).</w:t>
      </w:r>
    </w:p>
    <w:p w14:paraId="07F69552" w14:textId="5A403B96" w:rsidR="008E3A9F" w:rsidRPr="00D85B8A" w:rsidRDefault="00CF5CAE" w:rsidP="008E3A9F">
      <w:pPr>
        <w:rPr>
          <w:rFonts w:cs="Arial"/>
        </w:rPr>
      </w:pPr>
      <w:r w:rsidRPr="00815CCC">
        <w:rPr>
          <w:rFonts w:cs="Arial"/>
        </w:rPr>
        <w:t xml:space="preserve">In </w:t>
      </w:r>
      <w:r w:rsidR="00D859C2">
        <w:t>March</w:t>
      </w:r>
      <w:r w:rsidR="00A8061F" w:rsidRPr="00815CCC">
        <w:t xml:space="preserve"> </w:t>
      </w:r>
      <w:r w:rsidR="00D4716B" w:rsidRPr="00815CCC">
        <w:t>201</w:t>
      </w:r>
      <w:r w:rsidR="00A8061F" w:rsidRPr="00815CCC">
        <w:t>6</w:t>
      </w:r>
      <w:r w:rsidRPr="00815CCC">
        <w:rPr>
          <w:rFonts w:cs="Arial"/>
        </w:rPr>
        <w:t xml:space="preserve">, the </w:t>
      </w:r>
      <w:r w:rsidR="00A8061F" w:rsidRPr="00815CCC">
        <w:rPr>
          <w:rFonts w:cs="Arial"/>
          <w:lang w:val="en-US"/>
        </w:rPr>
        <w:t xml:space="preserve">Victorian </w:t>
      </w:r>
      <w:r w:rsidR="00A8061F" w:rsidRPr="00815CCC">
        <w:rPr>
          <w:rFonts w:cs="Arial"/>
          <w:bCs/>
        </w:rPr>
        <w:t xml:space="preserve">Department of </w:t>
      </w:r>
      <w:r w:rsidR="00D4716B" w:rsidRPr="00815CCC">
        <w:rPr>
          <w:rFonts w:cs="Arial"/>
          <w:bCs/>
        </w:rPr>
        <w:t>Econo</w:t>
      </w:r>
      <w:r w:rsidR="00287732">
        <w:rPr>
          <w:rFonts w:cs="Arial"/>
          <w:bCs/>
        </w:rPr>
        <w:t>m</w:t>
      </w:r>
      <w:r w:rsidR="00D4716B" w:rsidRPr="00815CCC">
        <w:rPr>
          <w:rFonts w:cs="Arial"/>
          <w:bCs/>
        </w:rPr>
        <w:t>ic Development, Jobs, Transport and Resources</w:t>
      </w:r>
      <w:r w:rsidRPr="00815CCC">
        <w:rPr>
          <w:rFonts w:cs="Arial"/>
        </w:rPr>
        <w:t xml:space="preserve"> </w:t>
      </w:r>
      <w:r w:rsidR="007015D6">
        <w:rPr>
          <w:rFonts w:cs="Arial"/>
        </w:rPr>
        <w:t xml:space="preserve">(DEDJTR) </w:t>
      </w:r>
      <w:r w:rsidR="00A45C48" w:rsidRPr="00F73B16">
        <w:rPr>
          <w:rFonts w:cs="Arial"/>
        </w:rPr>
        <w:t xml:space="preserve">applied for </w:t>
      </w:r>
      <w:r w:rsidRPr="00815CCC">
        <w:rPr>
          <w:rFonts w:cs="Arial"/>
        </w:rPr>
        <w:t xml:space="preserve">export approval for the </w:t>
      </w:r>
      <w:r w:rsidR="00DA4B0D" w:rsidRPr="00DA4B0D">
        <w:rPr>
          <w:rFonts w:cs="Arial"/>
        </w:rPr>
        <w:t>fishery</w:t>
      </w:r>
      <w:r w:rsidR="00A45C48" w:rsidRPr="00A45C48">
        <w:rPr>
          <w:rFonts w:cs="Arial"/>
        </w:rPr>
        <w:t xml:space="preserve"> </w:t>
      </w:r>
      <w:r w:rsidR="00A45C48" w:rsidRPr="00F73B16">
        <w:rPr>
          <w:rFonts w:cs="Arial"/>
        </w:rPr>
        <w:t>under the EPBC Act</w:t>
      </w:r>
      <w:r w:rsidRPr="00815CCC">
        <w:rPr>
          <w:rFonts w:cs="Arial"/>
        </w:rPr>
        <w:t>.</w:t>
      </w:r>
      <w:r w:rsidR="008E3A9F" w:rsidRPr="008E3A9F">
        <w:rPr>
          <w:rFonts w:cs="Arial"/>
        </w:rPr>
        <w:t xml:space="preserve"> </w:t>
      </w:r>
      <w:r w:rsidR="008E3A9F">
        <w:rPr>
          <w:rFonts w:cs="Arial"/>
        </w:rPr>
        <w:t>T</w:t>
      </w:r>
      <w:r w:rsidR="008E3A9F" w:rsidRPr="00D85B8A">
        <w:rPr>
          <w:rFonts w:cs="Arial"/>
        </w:rPr>
        <w:t>he assessment is now complete</w:t>
      </w:r>
      <w:r w:rsidR="008E3A9F">
        <w:rPr>
          <w:rFonts w:cs="Arial"/>
        </w:rPr>
        <w:t xml:space="preserve"> and the</w:t>
      </w:r>
      <w:r w:rsidR="008E3A9F" w:rsidRPr="00D85B8A">
        <w:rPr>
          <w:rFonts w:cs="Arial"/>
        </w:rPr>
        <w:t xml:space="preserve"> assessment report will be available on the Department</w:t>
      </w:r>
      <w:r w:rsidR="008E3A9F">
        <w:rPr>
          <w:rFonts w:cs="Arial"/>
        </w:rPr>
        <w:t>’s</w:t>
      </w:r>
      <w:r w:rsidR="008E3A9F" w:rsidRPr="00D85B8A">
        <w:rPr>
          <w:rFonts w:cs="Arial"/>
        </w:rPr>
        <w:t xml:space="preserve"> </w:t>
      </w:r>
      <w:r w:rsidR="008E3A9F">
        <w:rPr>
          <w:rFonts w:cs="Arial"/>
        </w:rPr>
        <w:t>website at</w:t>
      </w:r>
      <w:r w:rsidR="008E3A9F" w:rsidRPr="00D85B8A">
        <w:rPr>
          <w:rFonts w:cs="Arial"/>
        </w:rPr>
        <w:t xml:space="preserve"> http://www.environment.gov.au/marine/fisheries/vic/corner-inlet.</w:t>
      </w:r>
    </w:p>
    <w:p w14:paraId="1552D9C9" w14:textId="04952A60" w:rsidR="00B91C38" w:rsidRPr="00B91C38" w:rsidRDefault="00CF5CAE" w:rsidP="008E3A9F">
      <w:pPr>
        <w:rPr>
          <w:rFonts w:cs="Arial"/>
        </w:rPr>
      </w:pPr>
      <w:r w:rsidRPr="00D85B8A">
        <w:rPr>
          <w:rFonts w:cs="Arial"/>
        </w:rPr>
        <w:t xml:space="preserve">The application </w:t>
      </w:r>
      <w:r w:rsidR="008172B5">
        <w:rPr>
          <w:rFonts w:cs="Arial"/>
        </w:rPr>
        <w:t>was</w:t>
      </w:r>
      <w:r w:rsidRPr="00D85B8A">
        <w:rPr>
          <w:rFonts w:cs="Arial"/>
        </w:rPr>
        <w:t xml:space="preserve"> assessed for the purposes of the wildlife trade provisions of Part 13A of the EPBC Act. </w:t>
      </w:r>
      <w:r w:rsidR="008E3A9F" w:rsidRPr="00B91C38">
        <w:rPr>
          <w:rFonts w:cs="Arial"/>
        </w:rPr>
        <w:t xml:space="preserve">I am satisfied that the operation of the fishery </w:t>
      </w:r>
      <w:r w:rsidR="008E3A9F">
        <w:rPr>
          <w:rFonts w:cs="Arial"/>
        </w:rPr>
        <w:t>is</w:t>
      </w:r>
      <w:r w:rsidR="008E3A9F" w:rsidRPr="00B91C38">
        <w:rPr>
          <w:rFonts w:cs="Arial"/>
        </w:rPr>
        <w:t xml:space="preserve"> consistent with the objects of the wildlife </w:t>
      </w:r>
      <w:r w:rsidR="008E3A9F">
        <w:rPr>
          <w:rFonts w:cs="Arial"/>
        </w:rPr>
        <w:t>trade provisions of Part </w:t>
      </w:r>
      <w:r w:rsidR="008E3A9F" w:rsidRPr="00B91C38">
        <w:rPr>
          <w:rFonts w:cs="Arial"/>
        </w:rPr>
        <w:t xml:space="preserve">13A of the EPBC Act. </w:t>
      </w:r>
      <w:r w:rsidRPr="00D85B8A">
        <w:rPr>
          <w:rFonts w:cs="Arial"/>
        </w:rPr>
        <w:t xml:space="preserve">I </w:t>
      </w:r>
      <w:r w:rsidR="008E3A9F">
        <w:rPr>
          <w:rFonts w:cs="Arial"/>
        </w:rPr>
        <w:t xml:space="preserve">also </w:t>
      </w:r>
      <w:r w:rsidRPr="00D85B8A">
        <w:rPr>
          <w:rFonts w:cs="Arial"/>
        </w:rPr>
        <w:t xml:space="preserve">consider that </w:t>
      </w:r>
      <w:r w:rsidR="00540E82" w:rsidRPr="00540E82">
        <w:rPr>
          <w:rFonts w:cs="Arial"/>
        </w:rPr>
        <w:t xml:space="preserve">the management arrangements for the </w:t>
      </w:r>
      <w:r w:rsidR="00DA4B0D" w:rsidRPr="00DA4B0D">
        <w:rPr>
          <w:rFonts w:cs="Arial"/>
        </w:rPr>
        <w:t xml:space="preserve">fishery </w:t>
      </w:r>
      <w:r w:rsidR="00540E82" w:rsidRPr="00540E82">
        <w:rPr>
          <w:rFonts w:cs="Arial"/>
        </w:rPr>
        <w:t xml:space="preserve">meet </w:t>
      </w:r>
      <w:r w:rsidR="00E66865">
        <w:rPr>
          <w:rFonts w:cs="Arial"/>
        </w:rPr>
        <w:t>requirements under</w:t>
      </w:r>
      <w:r w:rsidR="00540E82" w:rsidRPr="00540E82">
        <w:rPr>
          <w:rFonts w:cs="Arial"/>
        </w:rPr>
        <w:t xml:space="preserve"> the Australian</w:t>
      </w:r>
      <w:r w:rsidR="00C36F1F">
        <w:rPr>
          <w:rFonts w:cs="Arial"/>
        </w:rPr>
        <w:t xml:space="preserve"> </w:t>
      </w:r>
      <w:r w:rsidR="00540E82" w:rsidRPr="00540E82">
        <w:rPr>
          <w:rFonts w:cs="Arial"/>
        </w:rPr>
        <w:t xml:space="preserve">Government </w:t>
      </w:r>
      <w:r w:rsidR="00540E82" w:rsidRPr="00540E82">
        <w:rPr>
          <w:rFonts w:cs="Arial"/>
          <w:i/>
        </w:rPr>
        <w:t>Guidelines for the Ecologically Sustainable Management of Fisheries - 2</w:t>
      </w:r>
      <w:r w:rsidR="00540E82" w:rsidRPr="00540E82">
        <w:rPr>
          <w:rFonts w:cs="Arial"/>
          <w:i/>
          <w:vertAlign w:val="superscript"/>
        </w:rPr>
        <w:t>nd</w:t>
      </w:r>
      <w:r w:rsidR="00C36F1F">
        <w:rPr>
          <w:rFonts w:cs="Arial"/>
          <w:i/>
        </w:rPr>
        <w:t> </w:t>
      </w:r>
      <w:r w:rsidR="00540E82" w:rsidRPr="00540E82">
        <w:rPr>
          <w:rFonts w:cs="Arial"/>
          <w:i/>
        </w:rPr>
        <w:t>Edition</w:t>
      </w:r>
      <w:r w:rsidR="00540E82" w:rsidRPr="00540E82">
        <w:rPr>
          <w:rFonts w:cs="Arial"/>
        </w:rPr>
        <w:t>.</w:t>
      </w:r>
      <w:r w:rsidRPr="00D85B8A">
        <w:rPr>
          <w:rFonts w:cs="Arial"/>
        </w:rPr>
        <w:t xml:space="preserve"> </w:t>
      </w:r>
    </w:p>
    <w:p w14:paraId="1552D9CA" w14:textId="7822F4BE" w:rsidR="0009633A" w:rsidRDefault="0009633A" w:rsidP="008E3A9F">
      <w:pPr>
        <w:rPr>
          <w:rFonts w:cs="Arial"/>
        </w:rPr>
      </w:pPr>
      <w:r w:rsidRPr="007015D6">
        <w:rPr>
          <w:rFonts w:cs="Arial"/>
        </w:rPr>
        <w:t>Accordingly, I have declare</w:t>
      </w:r>
      <w:r w:rsidR="00350D9F">
        <w:rPr>
          <w:rFonts w:cs="Arial"/>
        </w:rPr>
        <w:t>d</w:t>
      </w:r>
      <w:r w:rsidRPr="007015D6">
        <w:rPr>
          <w:rFonts w:cs="Arial"/>
        </w:rPr>
        <w:t xml:space="preserve"> the </w:t>
      </w:r>
      <w:r w:rsidR="00DA4B0D" w:rsidRPr="00DA4B0D">
        <w:rPr>
          <w:rFonts w:cs="Arial"/>
        </w:rPr>
        <w:t>fishery</w:t>
      </w:r>
      <w:r w:rsidR="00DA4B0D" w:rsidRPr="00DA4B0D">
        <w:rPr>
          <w:rFonts w:cs="Arial"/>
          <w:lang w:val="en-US"/>
        </w:rPr>
        <w:t xml:space="preserve"> </w:t>
      </w:r>
      <w:r w:rsidRPr="007015D6">
        <w:rPr>
          <w:rFonts w:cs="Arial"/>
          <w:lang w:val="en-US"/>
        </w:rPr>
        <w:t xml:space="preserve">an </w:t>
      </w:r>
      <w:r w:rsidRPr="007015D6">
        <w:rPr>
          <w:rFonts w:cs="Arial"/>
        </w:rPr>
        <w:t xml:space="preserve">approved wildlife trade operation until </w:t>
      </w:r>
      <w:r w:rsidR="00246F03">
        <w:rPr>
          <w:rFonts w:cs="Arial"/>
        </w:rPr>
        <w:t>31 July 2020</w:t>
      </w:r>
      <w:r w:rsidR="00CF5CAE" w:rsidRPr="007015D6">
        <w:rPr>
          <w:rFonts w:cs="Arial"/>
        </w:rPr>
        <w:t xml:space="preserve">. </w:t>
      </w:r>
      <w:r w:rsidRPr="007015D6">
        <w:rPr>
          <w:rFonts w:cs="Arial"/>
        </w:rPr>
        <w:t>The declaration will apply only to those classes of specimens specified in the instrument of declaration, available from the Department's website, and will be subject to the conditions (</w:t>
      </w:r>
      <w:r w:rsidRPr="007015D6">
        <w:rPr>
          <w:rFonts w:cs="Arial"/>
          <w:b/>
          <w:u w:val="single"/>
        </w:rPr>
        <w:t>Attachment</w:t>
      </w:r>
      <w:r w:rsidR="005D6104">
        <w:rPr>
          <w:rFonts w:cs="Arial"/>
          <w:b/>
          <w:u w:val="single"/>
        </w:rPr>
        <w:t> </w:t>
      </w:r>
      <w:r w:rsidRPr="007015D6">
        <w:rPr>
          <w:rFonts w:cs="Arial"/>
          <w:b/>
          <w:u w:val="single"/>
        </w:rPr>
        <w:t>1</w:t>
      </w:r>
      <w:r w:rsidRPr="007015D6">
        <w:rPr>
          <w:rFonts w:cs="Arial"/>
        </w:rPr>
        <w:t>)</w:t>
      </w:r>
      <w:r w:rsidRPr="007015D6">
        <w:rPr>
          <w:rFonts w:cs="Arial"/>
          <w:b/>
        </w:rPr>
        <w:t xml:space="preserve"> </w:t>
      </w:r>
      <w:r w:rsidRPr="007015D6">
        <w:rPr>
          <w:rFonts w:cs="Arial"/>
        </w:rPr>
        <w:t>specified in the instrument of declaration.</w:t>
      </w:r>
    </w:p>
    <w:p w14:paraId="5B1F9E17" w14:textId="77777777" w:rsidR="003D5180" w:rsidRDefault="003D5180" w:rsidP="008E3A9F">
      <w:pPr>
        <w:rPr>
          <w:rFonts w:cs="Arial"/>
        </w:rPr>
      </w:pPr>
      <w:r w:rsidRPr="00F73B16">
        <w:rPr>
          <w:rFonts w:cs="Arial"/>
        </w:rPr>
        <w:t>Officers from DEDJTR</w:t>
      </w:r>
      <w:r w:rsidRPr="00F73B16">
        <w:rPr>
          <w:rFonts w:cs="Arial"/>
          <w:bCs/>
        </w:rPr>
        <w:t xml:space="preserve"> </w:t>
      </w:r>
      <w:r w:rsidRPr="00F73B16">
        <w:rPr>
          <w:rFonts w:cs="Arial"/>
        </w:rPr>
        <w:t xml:space="preserve">and the Department have discussed key areas requiring </w:t>
      </w:r>
      <w:r>
        <w:rPr>
          <w:rFonts w:cs="Arial"/>
        </w:rPr>
        <w:t>ongoing</w:t>
      </w:r>
      <w:r w:rsidRPr="00F73B16">
        <w:rPr>
          <w:rFonts w:cs="Arial"/>
        </w:rPr>
        <w:t xml:space="preserve"> attention</w:t>
      </w:r>
      <w:r>
        <w:rPr>
          <w:rFonts w:cs="Arial"/>
        </w:rPr>
        <w:t>. While there are some environmental risks associated with the fishery, I believe that DEDJTR is committed to addressing these issues. The officers</w:t>
      </w:r>
      <w:r w:rsidRPr="00F73B16">
        <w:rPr>
          <w:rFonts w:cs="Arial"/>
        </w:rPr>
        <w:t xml:space="preserve"> </w:t>
      </w:r>
      <w:r w:rsidRPr="00F73B16">
        <w:rPr>
          <w:rFonts w:cs="Arial"/>
          <w:lang w:val="en-GB"/>
        </w:rPr>
        <w:t>have agreed to additional recommendations (</w:t>
      </w:r>
      <w:r w:rsidRPr="00F73B16">
        <w:rPr>
          <w:rFonts w:cs="Arial"/>
          <w:b/>
          <w:u w:val="single"/>
          <w:lang w:val="en-GB"/>
        </w:rPr>
        <w:t>Attachment 2</w:t>
      </w:r>
      <w:r w:rsidRPr="00F73B16">
        <w:rPr>
          <w:rFonts w:cs="Arial"/>
          <w:lang w:val="en-GB"/>
        </w:rPr>
        <w:t xml:space="preserve">) </w:t>
      </w:r>
      <w:r w:rsidRPr="00F73B16">
        <w:rPr>
          <w:rFonts w:cs="Arial"/>
        </w:rPr>
        <w:t xml:space="preserve">to </w:t>
      </w:r>
      <w:r>
        <w:rPr>
          <w:rFonts w:cs="Arial"/>
        </w:rPr>
        <w:t>be implemented before the next Australian Government assessment of the fishery.</w:t>
      </w:r>
    </w:p>
    <w:p w14:paraId="268BD231" w14:textId="6A5A3056" w:rsidR="003D5180" w:rsidRDefault="003D5180" w:rsidP="008E3A9F">
      <w:pPr>
        <w:rPr>
          <w:rFonts w:cs="Arial"/>
        </w:rPr>
      </w:pPr>
      <w:r>
        <w:rPr>
          <w:rFonts w:cs="Arial"/>
        </w:rPr>
        <w:t>The fishery operates in state waters and does not require accreditation under Part 13 of the EPBC Act.</w:t>
      </w:r>
    </w:p>
    <w:p w14:paraId="1552D9CE" w14:textId="77777777" w:rsidR="00CF5CAE" w:rsidRDefault="00CF5CAE" w:rsidP="008E3A9F">
      <w:pPr>
        <w:rPr>
          <w:rFonts w:cs="Arial"/>
        </w:rPr>
      </w:pPr>
      <w:r w:rsidRPr="00822585">
        <w:rPr>
          <w:rFonts w:cs="Arial"/>
        </w:rPr>
        <w:t xml:space="preserve">I would like to thank you </w:t>
      </w:r>
      <w:r w:rsidRPr="00455855">
        <w:rPr>
          <w:rFonts w:cs="Arial"/>
        </w:rPr>
        <w:t>for the constructive way in which your officials have approached this assessment.</w:t>
      </w:r>
    </w:p>
    <w:p w14:paraId="470C4BB9" w14:textId="77777777" w:rsidR="00D00384" w:rsidRDefault="00D00384" w:rsidP="00CF5CAE">
      <w:pPr>
        <w:rPr>
          <w:rFonts w:cs="Arial"/>
        </w:rPr>
      </w:pPr>
    </w:p>
    <w:p w14:paraId="1552D9CF" w14:textId="3DC1CDDA" w:rsidR="00CF5CAE" w:rsidRPr="00A56817" w:rsidRDefault="00D00384" w:rsidP="008E3A9F">
      <w:pPr>
        <w:rPr>
          <w:rFonts w:cs="Arial"/>
        </w:rPr>
      </w:pPr>
      <w:r>
        <w:rPr>
          <w:rFonts w:cs="Arial"/>
        </w:rPr>
        <w:br w:type="page"/>
      </w:r>
      <w:r w:rsidR="00CF5CAE" w:rsidRPr="00A56817">
        <w:rPr>
          <w:rFonts w:cs="Arial"/>
        </w:rPr>
        <w:lastRenderedPageBreak/>
        <w:t>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w:t>
      </w:r>
    </w:p>
    <w:p w14:paraId="1552D9D0" w14:textId="77777777" w:rsidR="00CF5CAE" w:rsidRDefault="00CF5CAE" w:rsidP="00CF5CAE">
      <w:pPr>
        <w:rPr>
          <w:rFonts w:cs="Arial"/>
        </w:rPr>
      </w:pPr>
      <w:bookmarkStart w:id="1" w:name="bkStart"/>
      <w:bookmarkEnd w:id="1"/>
      <w:r w:rsidRPr="00822585">
        <w:rPr>
          <w:rFonts w:cs="Arial"/>
        </w:rPr>
        <w:t>Yours sincerely</w:t>
      </w:r>
    </w:p>
    <w:p w14:paraId="1552D9D1" w14:textId="77777777" w:rsidR="00CF5CAE" w:rsidRDefault="00CF5CAE" w:rsidP="00CF5CAE"/>
    <w:p w14:paraId="1552D9D2" w14:textId="1EB406C2" w:rsidR="00CF5CAE" w:rsidRDefault="00BF5441" w:rsidP="00CF5CAE">
      <w:r>
        <w:t>[SIGNED]</w:t>
      </w:r>
    </w:p>
    <w:p w14:paraId="1552D9D3" w14:textId="276345D0" w:rsidR="00CF5CAE" w:rsidRDefault="00CA3882" w:rsidP="00CF5CAE">
      <w:pPr>
        <w:tabs>
          <w:tab w:val="left" w:pos="284"/>
        </w:tabs>
      </w:pPr>
      <w:r>
        <w:t>Paul Murphy</w:t>
      </w:r>
      <w:r w:rsidR="00CF5CAE" w:rsidRPr="00E750A2">
        <w:br/>
      </w:r>
      <w:r w:rsidR="00CF5CAE" w:rsidRPr="00E750A2">
        <w:br/>
      </w:r>
      <w:r w:rsidR="00CF5CAE" w:rsidRPr="00E750A2">
        <w:rPr>
          <w:rFonts w:cs="Arial"/>
        </w:rPr>
        <w:t>Delegate of the Minister for the Environment</w:t>
      </w:r>
      <w:r w:rsidR="000E4856" w:rsidRPr="00E750A2">
        <w:rPr>
          <w:rFonts w:cs="Arial"/>
        </w:rPr>
        <w:t xml:space="preserve"> and Energy</w:t>
      </w:r>
      <w:r w:rsidR="00CF5CAE" w:rsidRPr="00E750A2">
        <w:br/>
      </w:r>
      <w:r w:rsidR="00BF5441">
        <w:t xml:space="preserve">1 </w:t>
      </w:r>
      <w:r w:rsidR="00A416ED">
        <w:t>August</w:t>
      </w:r>
      <w:r w:rsidR="0017108B">
        <w:t xml:space="preserve"> </w:t>
      </w:r>
      <w:r w:rsidR="009528A4">
        <w:t>2017</w:t>
      </w:r>
    </w:p>
    <w:p w14:paraId="1552D9D4" w14:textId="77777777" w:rsidR="00CF5CAE" w:rsidRDefault="00CF5CAE" w:rsidP="00CF5CAE">
      <w:pPr>
        <w:tabs>
          <w:tab w:val="left" w:pos="284"/>
        </w:tabs>
      </w:pPr>
    </w:p>
    <w:p w14:paraId="1552D9D5" w14:textId="77777777" w:rsidR="00CF5CAE" w:rsidRDefault="00CF5CAE" w:rsidP="00CF5CAE">
      <w:pPr>
        <w:tabs>
          <w:tab w:val="left" w:pos="284"/>
        </w:tabs>
      </w:pPr>
    </w:p>
    <w:p w14:paraId="1552D9D6" w14:textId="77777777" w:rsidR="00CF5CAE" w:rsidRDefault="00CF5CAE" w:rsidP="00CF5CAE">
      <w:pPr>
        <w:tabs>
          <w:tab w:val="left" w:pos="284"/>
        </w:tabs>
        <w:sectPr w:rsidR="00CF5CAE" w:rsidSect="008565B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425" w:footer="425" w:gutter="0"/>
          <w:pgNumType w:start="1"/>
          <w:cols w:space="708"/>
          <w:titlePg/>
          <w:docGrid w:linePitch="360"/>
        </w:sectPr>
      </w:pPr>
    </w:p>
    <w:p w14:paraId="1552D9D7" w14:textId="3E208C08" w:rsidR="00CF5CAE" w:rsidRPr="00E14857" w:rsidRDefault="00CF5CAE" w:rsidP="00CF5CAE">
      <w:pPr>
        <w:jc w:val="center"/>
        <w:rPr>
          <w:rFonts w:cs="Arial"/>
        </w:rPr>
      </w:pPr>
      <w:r w:rsidRPr="00E14857">
        <w:rPr>
          <w:rFonts w:cs="Arial"/>
          <w:b/>
          <w:bCs/>
        </w:rPr>
        <w:lastRenderedPageBreak/>
        <w:t xml:space="preserve">Conditions on the approved wildlife trade operation declaration for the </w:t>
      </w:r>
      <w:r w:rsidR="000E4856" w:rsidRPr="007C5072">
        <w:rPr>
          <w:rFonts w:cs="Arial"/>
          <w:b/>
          <w:bCs/>
        </w:rPr>
        <w:t>Victorian Corner Inlet</w:t>
      </w:r>
      <w:r w:rsidRPr="007C5072">
        <w:rPr>
          <w:rFonts w:cs="Arial"/>
          <w:b/>
          <w:bCs/>
        </w:rPr>
        <w:t> Fishery</w:t>
      </w:r>
      <w:r w:rsidR="0066343C">
        <w:rPr>
          <w:rFonts w:cs="Arial"/>
          <w:b/>
          <w:bCs/>
        </w:rPr>
        <w:t>,</w:t>
      </w:r>
      <w:r w:rsidRPr="007C5072">
        <w:rPr>
          <w:rFonts w:cs="Arial"/>
          <w:b/>
        </w:rPr>
        <w:t xml:space="preserve"> </w:t>
      </w:r>
      <w:r w:rsidR="00A416ED">
        <w:rPr>
          <w:rFonts w:cs="Arial"/>
          <w:b/>
        </w:rPr>
        <w:t>August</w:t>
      </w:r>
      <w:r w:rsidR="007D091A">
        <w:rPr>
          <w:rFonts w:cs="Arial"/>
          <w:b/>
        </w:rPr>
        <w:t> </w:t>
      </w:r>
      <w:r w:rsidR="009528A4">
        <w:rPr>
          <w:rFonts w:cs="Arial"/>
          <w:b/>
        </w:rPr>
        <w:t>2017</w:t>
      </w:r>
    </w:p>
    <w:p w14:paraId="1552D9D8" w14:textId="77777777" w:rsidR="00CF5CAE" w:rsidRPr="00E14857" w:rsidRDefault="00CF5CAE" w:rsidP="007C5072">
      <w:pPr>
        <w:rPr>
          <w:rFonts w:cs="Arial"/>
        </w:rPr>
      </w:pPr>
    </w:p>
    <w:p w14:paraId="2D42D8EC" w14:textId="04663F85" w:rsidR="007C5072" w:rsidRPr="00E17961" w:rsidRDefault="00C35FAF" w:rsidP="00E17961">
      <w:pPr>
        <w:pStyle w:val="ListNumber"/>
        <w:rPr>
          <w:rFonts w:cs="Arial"/>
        </w:rPr>
      </w:pPr>
      <w:r w:rsidRPr="00E17961">
        <w:rPr>
          <w:rFonts w:cs="Arial"/>
        </w:rPr>
        <w:t xml:space="preserve">Operation </w:t>
      </w:r>
      <w:r w:rsidR="00E17961" w:rsidRPr="00E17961">
        <w:rPr>
          <w:rFonts w:cs="Arial"/>
        </w:rPr>
        <w:t xml:space="preserve">of the Victorian Corner Inlet Fishery will be carried out in accordance the Victorian </w:t>
      </w:r>
      <w:r w:rsidR="00E17961" w:rsidRPr="00E17961">
        <w:rPr>
          <w:rFonts w:cs="Arial"/>
          <w:i/>
        </w:rPr>
        <w:t>Fisheries Act 1995</w:t>
      </w:r>
      <w:r w:rsidR="00E17961" w:rsidRPr="00E17961">
        <w:rPr>
          <w:rFonts w:cs="Arial"/>
        </w:rPr>
        <w:t xml:space="preserve"> and Victorian Fisheries Regulations 2009, and any other relevant management policies, plans or procedures</w:t>
      </w:r>
      <w:r w:rsidR="007C5072" w:rsidRPr="00E17961">
        <w:rPr>
          <w:rFonts w:cs="Arial"/>
        </w:rPr>
        <w:t>.</w:t>
      </w:r>
    </w:p>
    <w:p w14:paraId="7E2670CA" w14:textId="77777777" w:rsidR="006F4C60" w:rsidRPr="00E17961" w:rsidRDefault="006F4C60" w:rsidP="00E17961">
      <w:pPr>
        <w:pStyle w:val="ListNumber"/>
        <w:numPr>
          <w:ilvl w:val="0"/>
          <w:numId w:val="0"/>
        </w:numPr>
        <w:ind w:left="369" w:hanging="369"/>
        <w:rPr>
          <w:rFonts w:cs="Arial"/>
        </w:rPr>
      </w:pPr>
    </w:p>
    <w:p w14:paraId="3BFD03CC" w14:textId="58FA5354" w:rsidR="007C5072" w:rsidRPr="00E17961" w:rsidRDefault="00C35FAF" w:rsidP="00E17961">
      <w:pPr>
        <w:pStyle w:val="ListNumber"/>
        <w:rPr>
          <w:rFonts w:cs="Arial"/>
        </w:rPr>
      </w:pPr>
      <w:r w:rsidRPr="00E17961">
        <w:rPr>
          <w:rFonts w:cs="Arial"/>
        </w:rPr>
        <w:t xml:space="preserve">The </w:t>
      </w:r>
      <w:r w:rsidR="00E17961" w:rsidRPr="00E17961">
        <w:rPr>
          <w:rFonts w:cs="Arial"/>
        </w:rPr>
        <w:t xml:space="preserve">Department of Economic Development, Jobs, Transport and Resources to inform the Department of the Environment and Energy of any intended material changes to the management arrangements for the Victorian Corner Inlet Fishery that may affect the assessment against which </w:t>
      </w:r>
      <w:r w:rsidR="00E17961" w:rsidRPr="00E17961">
        <w:rPr>
          <w:rFonts w:cs="Arial"/>
          <w:iCs/>
        </w:rPr>
        <w:t>EPBC Act</w:t>
      </w:r>
      <w:r w:rsidR="00E17961" w:rsidRPr="00E17961">
        <w:rPr>
          <w:rFonts w:cs="Arial"/>
        </w:rPr>
        <w:t xml:space="preserve"> decisions are made</w:t>
      </w:r>
      <w:r w:rsidR="007C5072" w:rsidRPr="00E17961">
        <w:rPr>
          <w:rFonts w:cs="Arial"/>
        </w:rPr>
        <w:t>.</w:t>
      </w:r>
    </w:p>
    <w:p w14:paraId="06F4FACB" w14:textId="77777777" w:rsidR="006F4C60" w:rsidRPr="00E17961" w:rsidRDefault="006F4C60" w:rsidP="00E17961">
      <w:pPr>
        <w:pStyle w:val="ListNumber"/>
        <w:numPr>
          <w:ilvl w:val="0"/>
          <w:numId w:val="0"/>
        </w:numPr>
        <w:ind w:left="369" w:hanging="369"/>
        <w:rPr>
          <w:rFonts w:cs="Arial"/>
        </w:rPr>
      </w:pPr>
    </w:p>
    <w:p w14:paraId="062E247B" w14:textId="6D5A31DC" w:rsidR="007C5072" w:rsidRPr="00E17961" w:rsidRDefault="00C35FAF" w:rsidP="00E17961">
      <w:pPr>
        <w:pStyle w:val="ListNumber"/>
        <w:rPr>
          <w:rFonts w:cs="Arial"/>
        </w:rPr>
      </w:pPr>
      <w:r w:rsidRPr="00E17961">
        <w:rPr>
          <w:rFonts w:cs="Arial"/>
        </w:rPr>
        <w:t xml:space="preserve">The </w:t>
      </w:r>
      <w:r w:rsidR="00E17961" w:rsidRPr="00E17961">
        <w:rPr>
          <w:rFonts w:cs="Arial"/>
        </w:rPr>
        <w:t xml:space="preserve">Department of Economic Development, Jobs, Transport and Resources to produce and present reports to the Department of the Environment and Energy annually as per Appendix B of the </w:t>
      </w:r>
      <w:r w:rsidR="00E17961" w:rsidRPr="00E17961">
        <w:rPr>
          <w:rFonts w:cs="Arial"/>
          <w:i/>
          <w:iCs/>
        </w:rPr>
        <w:t>Guidelines for the Ecologically Sustainable Management of Fisheries - 2nd Edition</w:t>
      </w:r>
      <w:r w:rsidR="00E17961" w:rsidRPr="00E17961">
        <w:rPr>
          <w:rFonts w:cs="Arial"/>
          <w:iCs/>
        </w:rPr>
        <w:t>’</w:t>
      </w:r>
      <w:r w:rsidR="007C5072" w:rsidRPr="00E17961">
        <w:rPr>
          <w:rFonts w:cs="Arial"/>
          <w:i/>
          <w:iCs/>
        </w:rPr>
        <w:t>.</w:t>
      </w:r>
    </w:p>
    <w:p w14:paraId="1987B9F0" w14:textId="77777777" w:rsidR="006F4C60" w:rsidRPr="00E17961" w:rsidRDefault="006F4C60" w:rsidP="00E17961">
      <w:pPr>
        <w:pStyle w:val="ListNumber"/>
        <w:numPr>
          <w:ilvl w:val="0"/>
          <w:numId w:val="0"/>
        </w:numPr>
        <w:ind w:left="369" w:hanging="369"/>
        <w:rPr>
          <w:rFonts w:cs="Arial"/>
        </w:rPr>
      </w:pPr>
    </w:p>
    <w:p w14:paraId="1552D9D9" w14:textId="5143D089" w:rsidR="00CF5CAE" w:rsidRPr="00E17961" w:rsidRDefault="00C35FAF" w:rsidP="00E17961">
      <w:pPr>
        <w:pStyle w:val="ListNumber"/>
        <w:rPr>
          <w:rFonts w:cs="Arial"/>
        </w:rPr>
      </w:pPr>
      <w:r w:rsidRPr="00E17961">
        <w:rPr>
          <w:rFonts w:cs="Arial"/>
          <w:bCs/>
          <w:iCs/>
        </w:rPr>
        <w:t xml:space="preserve">The </w:t>
      </w:r>
      <w:r w:rsidR="00E17961" w:rsidRPr="00E17961">
        <w:rPr>
          <w:rFonts w:cs="Arial"/>
          <w:bCs/>
          <w:iCs/>
        </w:rPr>
        <w:t>Department of Economic Development, Jobs, Transport and Resources continues to work with stakeholders to develop and implement robust and reliable programs to monitor, analyse and validate logbook data, and implement appropriate management responses in a timely manner to support confidence in future stock assessments</w:t>
      </w:r>
      <w:r w:rsidR="007C5072" w:rsidRPr="00E17961">
        <w:rPr>
          <w:rFonts w:cs="Arial"/>
          <w:bCs/>
          <w:iCs/>
        </w:rPr>
        <w:t>.</w:t>
      </w:r>
    </w:p>
    <w:p w14:paraId="3FC0B0C2" w14:textId="77777777" w:rsidR="00F5600D" w:rsidRPr="00213A98" w:rsidRDefault="00F5600D" w:rsidP="008E3A9F">
      <w:pPr>
        <w:pStyle w:val="ListNumber"/>
        <w:numPr>
          <w:ilvl w:val="0"/>
          <w:numId w:val="0"/>
        </w:numPr>
        <w:ind w:left="369" w:hanging="369"/>
      </w:pPr>
    </w:p>
    <w:p w14:paraId="1552D9DC" w14:textId="77777777" w:rsidR="000E4856" w:rsidRPr="00213A98" w:rsidRDefault="000E4856" w:rsidP="000E4856">
      <w:pPr>
        <w:pStyle w:val="ListNumber"/>
        <w:numPr>
          <w:ilvl w:val="0"/>
          <w:numId w:val="0"/>
        </w:numPr>
        <w:ind w:left="369" w:hanging="369"/>
        <w:rPr>
          <w:highlight w:val="yellow"/>
        </w:rPr>
      </w:pPr>
    </w:p>
    <w:p w14:paraId="1552D9DD" w14:textId="77777777" w:rsidR="00CF5CAE" w:rsidRDefault="00CF5CAE" w:rsidP="00CF5CAE">
      <w:pPr>
        <w:pStyle w:val="ListNumber"/>
        <w:spacing w:after="120"/>
        <w:rPr>
          <w:rFonts w:cs="Arial"/>
          <w:b/>
          <w:bCs/>
        </w:rPr>
        <w:sectPr w:rsidR="00CF5CAE" w:rsidSect="00C325B9">
          <w:headerReference w:type="first" r:id="rId13"/>
          <w:pgSz w:w="11906" w:h="16838"/>
          <w:pgMar w:top="1134" w:right="1418" w:bottom="1134" w:left="1418" w:header="425" w:footer="425" w:gutter="0"/>
          <w:pgNumType w:start="1"/>
          <w:cols w:space="708"/>
          <w:titlePg/>
          <w:docGrid w:linePitch="360"/>
        </w:sectPr>
      </w:pPr>
    </w:p>
    <w:p w14:paraId="1552D9DE" w14:textId="77777777" w:rsidR="00CF5CAE" w:rsidRDefault="00CF5CAE" w:rsidP="00CF5CAE">
      <w:pPr>
        <w:pStyle w:val="ListNumber"/>
        <w:numPr>
          <w:ilvl w:val="0"/>
          <w:numId w:val="0"/>
        </w:numPr>
        <w:spacing w:after="120"/>
        <w:jc w:val="center"/>
        <w:rPr>
          <w:rFonts w:cs="Arial"/>
          <w:b/>
          <w:bCs/>
        </w:rPr>
        <w:sectPr w:rsidR="00CF5CAE" w:rsidSect="00C325B9">
          <w:headerReference w:type="first" r:id="rId14"/>
          <w:pgSz w:w="11906" w:h="16838"/>
          <w:pgMar w:top="1134" w:right="1418" w:bottom="1134" w:left="1418" w:header="425" w:footer="425" w:gutter="0"/>
          <w:pgNumType w:start="1"/>
          <w:cols w:space="708"/>
          <w:titlePg/>
          <w:docGrid w:linePitch="360"/>
        </w:sectPr>
      </w:pPr>
    </w:p>
    <w:p w14:paraId="1552D9DF" w14:textId="7E4CD783" w:rsidR="00CF5CAE" w:rsidRDefault="00CF5CAE" w:rsidP="00CF5CAE">
      <w:pPr>
        <w:pStyle w:val="ListNumber"/>
        <w:numPr>
          <w:ilvl w:val="0"/>
          <w:numId w:val="0"/>
        </w:numPr>
        <w:spacing w:after="120"/>
        <w:jc w:val="center"/>
        <w:rPr>
          <w:rFonts w:cs="Arial"/>
          <w:b/>
        </w:rPr>
      </w:pPr>
      <w:r w:rsidRPr="00A652DB">
        <w:rPr>
          <w:rFonts w:cs="Arial"/>
          <w:b/>
          <w:bCs/>
        </w:rPr>
        <w:lastRenderedPageBreak/>
        <w:t xml:space="preserve">Recommendations to the </w:t>
      </w:r>
      <w:r w:rsidR="000E4856" w:rsidRPr="00A652DB">
        <w:rPr>
          <w:rFonts w:cs="Arial"/>
          <w:b/>
          <w:bCs/>
        </w:rPr>
        <w:t>Victorian</w:t>
      </w:r>
      <w:r w:rsidRPr="00A652DB">
        <w:rPr>
          <w:rFonts w:cs="Arial"/>
          <w:b/>
          <w:bCs/>
        </w:rPr>
        <w:t xml:space="preserve"> Department</w:t>
      </w:r>
      <w:r w:rsidR="000E4856" w:rsidRPr="00A652DB">
        <w:rPr>
          <w:rFonts w:cs="Arial"/>
          <w:b/>
          <w:bCs/>
        </w:rPr>
        <w:t xml:space="preserve"> of Economic Development, Jobs, Transport and Resour</w:t>
      </w:r>
      <w:r w:rsidR="006F4C60" w:rsidRPr="00A652DB">
        <w:rPr>
          <w:rFonts w:cs="Arial"/>
          <w:b/>
          <w:bCs/>
        </w:rPr>
        <w:t>c</w:t>
      </w:r>
      <w:r w:rsidR="000E4856" w:rsidRPr="00A652DB">
        <w:rPr>
          <w:rFonts w:cs="Arial"/>
          <w:b/>
          <w:bCs/>
        </w:rPr>
        <w:t>es</w:t>
      </w:r>
      <w:r w:rsidRPr="00A652DB">
        <w:rPr>
          <w:rFonts w:cs="Arial"/>
          <w:b/>
        </w:rPr>
        <w:t xml:space="preserve"> on the ecologically sustainable management of the </w:t>
      </w:r>
      <w:r w:rsidR="000E4856" w:rsidRPr="00A652DB">
        <w:rPr>
          <w:rFonts w:cs="Arial"/>
          <w:b/>
          <w:bCs/>
        </w:rPr>
        <w:t>Victorian Corner Inlet Fishery</w:t>
      </w:r>
      <w:r w:rsidR="00213A98">
        <w:rPr>
          <w:rFonts w:cs="Arial"/>
          <w:b/>
          <w:bCs/>
        </w:rPr>
        <w:t>,</w:t>
      </w:r>
      <w:r w:rsidR="000E4856" w:rsidRPr="00A652DB">
        <w:rPr>
          <w:rFonts w:cs="Arial"/>
          <w:b/>
          <w:bCs/>
        </w:rPr>
        <w:t xml:space="preserve"> </w:t>
      </w:r>
      <w:r w:rsidR="00A416ED">
        <w:rPr>
          <w:rFonts w:cs="Arial"/>
          <w:b/>
          <w:bCs/>
        </w:rPr>
        <w:t>August</w:t>
      </w:r>
      <w:r w:rsidR="007D091A">
        <w:rPr>
          <w:rFonts w:cs="Arial"/>
          <w:b/>
          <w:bCs/>
        </w:rPr>
        <w:t> </w:t>
      </w:r>
      <w:r w:rsidR="009528A4">
        <w:rPr>
          <w:rFonts w:cs="Arial"/>
          <w:b/>
          <w:bCs/>
        </w:rPr>
        <w:t>2017</w:t>
      </w:r>
    </w:p>
    <w:p w14:paraId="1552D9E0" w14:textId="71297E19" w:rsidR="00CF5CAE" w:rsidRPr="00EF0C37" w:rsidRDefault="00CF5CAE" w:rsidP="00E17961">
      <w:pPr>
        <w:tabs>
          <w:tab w:val="left" w:pos="1714"/>
        </w:tabs>
        <w:ind w:left="369" w:hanging="369"/>
        <w:rPr>
          <w:rFonts w:cs="Arial"/>
        </w:rPr>
      </w:pPr>
    </w:p>
    <w:p w14:paraId="39173A23" w14:textId="0A4ED014" w:rsidR="00374F22" w:rsidRPr="00213A98" w:rsidRDefault="00641817" w:rsidP="00E17961">
      <w:pPr>
        <w:pStyle w:val="ListNumber"/>
        <w:numPr>
          <w:ilvl w:val="0"/>
          <w:numId w:val="11"/>
        </w:numPr>
      </w:pPr>
      <w:r w:rsidRPr="00213A98">
        <w:rPr>
          <w:rFonts w:cs="Arial"/>
          <w:bCs/>
          <w:iCs/>
        </w:rPr>
        <w:t xml:space="preserve">The </w:t>
      </w:r>
      <w:r w:rsidR="00E17961" w:rsidRPr="00E23AB0">
        <w:rPr>
          <w:rFonts w:cs="Arial"/>
          <w:bCs/>
          <w:iCs/>
        </w:rPr>
        <w:t xml:space="preserve">Department of Economic Development, Jobs, Transport and Resources to develop a management plan for the Corner Inlet Fishery in consultation with experts and stakeholders within the duration of this approval as a wildlife trade operation and </w:t>
      </w:r>
      <w:r w:rsidR="00E17961">
        <w:rPr>
          <w:rFonts w:cs="Arial"/>
          <w:bCs/>
          <w:iCs/>
        </w:rPr>
        <w:t xml:space="preserve">to provide </w:t>
      </w:r>
      <w:r w:rsidR="00E17961" w:rsidRPr="00E23AB0">
        <w:rPr>
          <w:rFonts w:cs="Arial"/>
          <w:bCs/>
          <w:iCs/>
        </w:rPr>
        <w:t xml:space="preserve">a copy </w:t>
      </w:r>
      <w:r w:rsidR="00E17961">
        <w:rPr>
          <w:rFonts w:cs="Arial"/>
          <w:bCs/>
          <w:iCs/>
        </w:rPr>
        <w:t xml:space="preserve">of the declared plan </w:t>
      </w:r>
      <w:r w:rsidR="00E17961" w:rsidRPr="00E23AB0">
        <w:rPr>
          <w:rFonts w:cs="Arial"/>
          <w:bCs/>
          <w:iCs/>
        </w:rPr>
        <w:t xml:space="preserve">to the Department. The management plan should include objectives, measures to evaluate performance, management responses if triggers are </w:t>
      </w:r>
      <w:r w:rsidR="00E17961">
        <w:rPr>
          <w:rFonts w:cs="Arial"/>
          <w:bCs/>
          <w:iCs/>
        </w:rPr>
        <w:t>breached and the significance of the environment, including the adjacent Ramsar wetland area, in which the fishery operates</w:t>
      </w:r>
      <w:r w:rsidR="007C5072" w:rsidRPr="00213A98">
        <w:rPr>
          <w:rFonts w:cs="Arial"/>
          <w:bCs/>
          <w:iCs/>
        </w:rPr>
        <w:t>.</w:t>
      </w:r>
    </w:p>
    <w:p w14:paraId="131A8A5A" w14:textId="77777777" w:rsidR="00374F22" w:rsidRPr="00213A98" w:rsidRDefault="00374F22" w:rsidP="00E17961">
      <w:pPr>
        <w:pStyle w:val="ListNumber"/>
        <w:numPr>
          <w:ilvl w:val="0"/>
          <w:numId w:val="0"/>
        </w:numPr>
        <w:ind w:left="369" w:hanging="369"/>
      </w:pPr>
    </w:p>
    <w:p w14:paraId="7619FA64" w14:textId="0FA8A760" w:rsidR="007D091A" w:rsidRPr="00213A98" w:rsidRDefault="00641817" w:rsidP="00E17961">
      <w:pPr>
        <w:pStyle w:val="ListNumber"/>
        <w:numPr>
          <w:ilvl w:val="0"/>
          <w:numId w:val="11"/>
        </w:numPr>
      </w:pPr>
      <w:r w:rsidRPr="00213A98">
        <w:rPr>
          <w:rFonts w:cs="Arial"/>
          <w:bCs/>
          <w:iCs/>
        </w:rPr>
        <w:t xml:space="preserve">The </w:t>
      </w:r>
      <w:r w:rsidR="00E17961" w:rsidRPr="00E23AB0">
        <w:rPr>
          <w:rFonts w:cs="Arial"/>
          <w:bCs/>
          <w:iCs/>
        </w:rPr>
        <w:t>Department of Economic Development, Jobs, Transport and Resources</w:t>
      </w:r>
      <w:r w:rsidR="00E17961" w:rsidRPr="0020462B">
        <w:rPr>
          <w:rFonts w:cs="Arial"/>
          <w:bCs/>
          <w:iCs/>
        </w:rPr>
        <w:t xml:space="preserve"> to work with relevant jurisdictions to actively pursue </w:t>
      </w:r>
      <w:r w:rsidR="00E17961" w:rsidRPr="00E31E67">
        <w:rPr>
          <w:rFonts w:cs="Arial"/>
          <w:bCs/>
          <w:iCs/>
        </w:rPr>
        <w:t xml:space="preserve">complementary </w:t>
      </w:r>
      <w:r w:rsidR="00E17961" w:rsidRPr="0020462B">
        <w:rPr>
          <w:rFonts w:cs="Arial"/>
          <w:bCs/>
          <w:iCs/>
        </w:rPr>
        <w:t>management arrangements for all target species, byproduct and bycatch stocks caught in the Corner Inlet Fishery</w:t>
      </w:r>
      <w:r w:rsidR="007D091A" w:rsidRPr="00213A98">
        <w:rPr>
          <w:rFonts w:cs="Arial"/>
          <w:bCs/>
          <w:iCs/>
        </w:rPr>
        <w:t>.</w:t>
      </w:r>
    </w:p>
    <w:p w14:paraId="1552D9E5" w14:textId="77777777" w:rsidR="00CF5CAE" w:rsidRDefault="00CF5CAE" w:rsidP="00CF5CAE">
      <w:pPr>
        <w:pStyle w:val="ListNumber"/>
        <w:numPr>
          <w:ilvl w:val="0"/>
          <w:numId w:val="0"/>
        </w:numPr>
        <w:spacing w:after="120"/>
        <w:ind w:left="369" w:hanging="369"/>
        <w:rPr>
          <w:highlight w:val="yellow"/>
        </w:rPr>
      </w:pPr>
    </w:p>
    <w:p w14:paraId="1552D9E6" w14:textId="77777777" w:rsidR="00CF5CAE" w:rsidRDefault="00CF5CAE" w:rsidP="00CF5CAE">
      <w:pPr>
        <w:pStyle w:val="ListNumber"/>
        <w:numPr>
          <w:ilvl w:val="0"/>
          <w:numId w:val="0"/>
        </w:numPr>
        <w:spacing w:after="120"/>
        <w:ind w:left="369" w:hanging="369"/>
        <w:rPr>
          <w:highlight w:val="yellow"/>
        </w:rPr>
        <w:sectPr w:rsidR="00CF5CAE" w:rsidSect="00C325B9">
          <w:headerReference w:type="first" r:id="rId15"/>
          <w:pgSz w:w="11906" w:h="16838"/>
          <w:pgMar w:top="1134" w:right="1418" w:bottom="1134" w:left="1418" w:header="425" w:footer="425" w:gutter="0"/>
          <w:pgNumType w:start="1"/>
          <w:cols w:space="708"/>
          <w:titlePg/>
          <w:docGrid w:linePitch="360"/>
        </w:sectPr>
      </w:pPr>
    </w:p>
    <w:p w14:paraId="1552D9E7" w14:textId="77777777" w:rsidR="00CF5CAE" w:rsidRDefault="00CF5CAE" w:rsidP="00CF5CAE">
      <w:pPr>
        <w:pStyle w:val="ListNumber"/>
        <w:numPr>
          <w:ilvl w:val="0"/>
          <w:numId w:val="0"/>
        </w:numPr>
        <w:spacing w:after="120"/>
        <w:ind w:left="369" w:hanging="369"/>
        <w:rPr>
          <w:highlight w:val="yellow"/>
        </w:rPr>
        <w:sectPr w:rsidR="00CF5CAE" w:rsidSect="00C325B9">
          <w:headerReference w:type="first" r:id="rId16"/>
          <w:pgSz w:w="11906" w:h="16838"/>
          <w:pgMar w:top="1134" w:right="1418" w:bottom="1134" w:left="1418" w:header="425" w:footer="425" w:gutter="0"/>
          <w:pgNumType w:start="1"/>
          <w:cols w:space="708"/>
          <w:titlePg/>
          <w:docGrid w:linePitch="360"/>
        </w:sectPr>
      </w:pPr>
    </w:p>
    <w:p w14:paraId="2F5DA6C5" w14:textId="77777777" w:rsidR="00680D47" w:rsidRPr="002201D7" w:rsidRDefault="00680D47" w:rsidP="00680D47">
      <w:pPr>
        <w:spacing w:before="120" w:after="120"/>
        <w:jc w:val="center"/>
        <w:rPr>
          <w:rFonts w:cs="Arial"/>
          <w:b/>
          <w:u w:val="single"/>
        </w:rPr>
      </w:pPr>
      <w:r w:rsidRPr="00642837">
        <w:rPr>
          <w:rFonts w:cs="Arial"/>
          <w:b/>
          <w:u w:val="single"/>
        </w:rPr>
        <w:lastRenderedPageBreak/>
        <w:t xml:space="preserve">Notification </w:t>
      </w:r>
      <w:r w:rsidRPr="00504C08">
        <w:rPr>
          <w:rFonts w:cs="Arial"/>
          <w:b/>
          <w:u w:val="single"/>
        </w:rPr>
        <w:t>of Reviewable Decisions and Rights of Review</w:t>
      </w:r>
      <w:r w:rsidRPr="00504C08">
        <w:rPr>
          <w:rStyle w:val="FootnoteReference"/>
          <w:rFonts w:cs="Arial"/>
          <w:b/>
          <w:u w:val="single"/>
        </w:rPr>
        <w:footnoteReference w:id="1"/>
      </w:r>
    </w:p>
    <w:p w14:paraId="36D3B307" w14:textId="77777777" w:rsidR="00680D47" w:rsidRPr="005D2F53" w:rsidRDefault="00680D47" w:rsidP="005D1441">
      <w:pPr>
        <w:spacing w:before="120" w:after="120"/>
        <w:rPr>
          <w:rFonts w:cs="Arial"/>
        </w:rPr>
      </w:pPr>
      <w:r w:rsidRPr="005D2F53">
        <w:rPr>
          <w:rFonts w:cs="Arial"/>
        </w:rPr>
        <w:t xml:space="preserve">There is a right of review to the Administrative Appeals Tribunal in relation to certain decisions made by the Minister or the Minister’s delegate under the </w:t>
      </w:r>
      <w:r w:rsidRPr="005D2F53">
        <w:rPr>
          <w:rFonts w:cs="Arial"/>
          <w:i/>
        </w:rPr>
        <w:t xml:space="preserve">Environment Protection and Biodiversity Conservation Act 1999 </w:t>
      </w:r>
      <w:r w:rsidRPr="005D2F53">
        <w:rPr>
          <w:rFonts w:cs="Arial"/>
        </w:rPr>
        <w:t xml:space="preserve">(EPBC Act). </w:t>
      </w:r>
    </w:p>
    <w:p w14:paraId="7287D6C0" w14:textId="77777777" w:rsidR="00680D47" w:rsidRDefault="00680D47" w:rsidP="005D1441">
      <w:pPr>
        <w:spacing w:before="120" w:after="120"/>
        <w:rPr>
          <w:rFonts w:cs="Arial"/>
        </w:rPr>
      </w:pPr>
      <w:r w:rsidRPr="005D2F53">
        <w:rPr>
          <w:rFonts w:cs="Arial"/>
        </w:rPr>
        <w:t xml:space="preserve">Section 303GJ of the EPBC Act provides that applications may be made to the Administrative Appeals Tribunal for the review of the following decisions of the Minister: </w:t>
      </w:r>
    </w:p>
    <w:p w14:paraId="60468154" w14:textId="77777777" w:rsidR="00680D47" w:rsidRPr="00112175" w:rsidRDefault="00680D47" w:rsidP="00641817">
      <w:pPr>
        <w:spacing w:before="120" w:after="120"/>
        <w:ind w:left="357"/>
        <w:rPr>
          <w:rFonts w:cs="Arial"/>
        </w:rPr>
      </w:pPr>
      <w:r w:rsidRPr="00112175">
        <w:rPr>
          <w:rFonts w:cs="Arial"/>
        </w:rPr>
        <w:t xml:space="preserve">(1) Subject to subsection (2), an application may be made to the Administrative Appeals Tribunal for review of a decision: </w:t>
      </w:r>
    </w:p>
    <w:p w14:paraId="0BDC5DD8" w14:textId="77777777" w:rsidR="00680D47" w:rsidRPr="00112175" w:rsidRDefault="00680D47" w:rsidP="005D1441">
      <w:pPr>
        <w:spacing w:before="120" w:after="120"/>
        <w:ind w:left="720"/>
        <w:rPr>
          <w:rFonts w:cs="Arial"/>
        </w:rPr>
      </w:pPr>
      <w:r w:rsidRPr="00112175">
        <w:rPr>
          <w:rFonts w:cs="Arial"/>
        </w:rPr>
        <w:t xml:space="preserve">(a) to issue or refuse a permit; or </w:t>
      </w:r>
    </w:p>
    <w:p w14:paraId="2008D148" w14:textId="77777777" w:rsidR="00680D47" w:rsidRPr="00112175" w:rsidRDefault="00680D47" w:rsidP="005D1441">
      <w:pPr>
        <w:spacing w:before="120" w:after="120"/>
        <w:ind w:left="720"/>
        <w:rPr>
          <w:rFonts w:cs="Arial"/>
        </w:rPr>
      </w:pPr>
      <w:r w:rsidRPr="00112175">
        <w:rPr>
          <w:rFonts w:cs="Arial"/>
        </w:rPr>
        <w:t xml:space="preserve">(b) to specify, vary or revoke a condition of a permit; or </w:t>
      </w:r>
    </w:p>
    <w:p w14:paraId="0D517846" w14:textId="77777777" w:rsidR="00680D47" w:rsidRPr="00112175" w:rsidRDefault="00680D47" w:rsidP="005D1441">
      <w:pPr>
        <w:spacing w:before="120" w:after="120"/>
        <w:ind w:left="720"/>
        <w:rPr>
          <w:rFonts w:cs="Arial"/>
        </w:rPr>
      </w:pPr>
      <w:r w:rsidRPr="00112175">
        <w:rPr>
          <w:rFonts w:cs="Arial"/>
        </w:rPr>
        <w:t xml:space="preserve">(c) to impose a further condition of a permit; or </w:t>
      </w:r>
    </w:p>
    <w:p w14:paraId="097FC2FD" w14:textId="77777777" w:rsidR="00680D47" w:rsidRPr="00112175" w:rsidRDefault="00680D47" w:rsidP="005D1441">
      <w:pPr>
        <w:spacing w:before="120" w:after="120"/>
        <w:ind w:left="720"/>
        <w:rPr>
          <w:rFonts w:cs="Arial"/>
        </w:rPr>
      </w:pPr>
      <w:r w:rsidRPr="00112175">
        <w:rPr>
          <w:rFonts w:cs="Arial"/>
        </w:rPr>
        <w:t xml:space="preserve">(d) to transfer or refuse to transfer a permit; or </w:t>
      </w:r>
    </w:p>
    <w:p w14:paraId="0568282C" w14:textId="77777777" w:rsidR="00680D47" w:rsidRPr="00112175" w:rsidRDefault="00680D47" w:rsidP="005D1441">
      <w:pPr>
        <w:spacing w:before="120" w:after="120"/>
        <w:ind w:left="720"/>
        <w:rPr>
          <w:rFonts w:cs="Arial"/>
        </w:rPr>
      </w:pPr>
      <w:r w:rsidRPr="00112175">
        <w:rPr>
          <w:rFonts w:cs="Arial"/>
        </w:rPr>
        <w:t xml:space="preserve">(e) to suspend or cancel a permit; or </w:t>
      </w:r>
    </w:p>
    <w:p w14:paraId="07D9E5AC" w14:textId="77777777" w:rsidR="00680D47" w:rsidRPr="00112175" w:rsidRDefault="00680D47" w:rsidP="005D1441">
      <w:pPr>
        <w:spacing w:before="120" w:after="120"/>
        <w:ind w:left="720"/>
        <w:rPr>
          <w:rFonts w:cs="Arial"/>
        </w:rPr>
      </w:pPr>
      <w:r w:rsidRPr="00112175">
        <w:rPr>
          <w:rFonts w:cs="Arial"/>
        </w:rPr>
        <w:t xml:space="preserve">(f) to issue or refuse a certificate under subsection 303CC(5); or </w:t>
      </w:r>
    </w:p>
    <w:p w14:paraId="4D4CA81D" w14:textId="77777777" w:rsidR="00680D47" w:rsidRPr="00112175" w:rsidRDefault="00680D47" w:rsidP="005D1441">
      <w:pPr>
        <w:spacing w:before="120" w:after="120"/>
        <w:ind w:left="720"/>
        <w:rPr>
          <w:rFonts w:cs="Arial"/>
        </w:rPr>
      </w:pPr>
      <w:r w:rsidRPr="00112175">
        <w:rPr>
          <w:rFonts w:cs="Arial"/>
        </w:rPr>
        <w:t xml:space="preserve">(g) of the Secretary under a determination in force under section 303EU; or </w:t>
      </w:r>
    </w:p>
    <w:p w14:paraId="10DA35F5" w14:textId="77777777" w:rsidR="00680D47" w:rsidRDefault="00680D47" w:rsidP="005D1441">
      <w:pPr>
        <w:spacing w:before="120" w:after="120"/>
        <w:ind w:left="720"/>
        <w:rPr>
          <w:rFonts w:cs="Arial"/>
        </w:rPr>
      </w:pPr>
      <w:r w:rsidRPr="00112175">
        <w:rPr>
          <w:rFonts w:cs="Arial"/>
        </w:rPr>
        <w:t>(h) to make or refuse a declaration under section 303FN, 303FO or 303FP; or</w:t>
      </w:r>
    </w:p>
    <w:p w14:paraId="1E54AE2E" w14:textId="77777777" w:rsidR="00680D47" w:rsidRDefault="00680D47" w:rsidP="005D1441">
      <w:pPr>
        <w:spacing w:before="120" w:after="120"/>
        <w:ind w:left="720"/>
        <w:rPr>
          <w:rFonts w:cs="Arial"/>
        </w:rPr>
      </w:pPr>
      <w:r w:rsidRPr="00112175">
        <w:rPr>
          <w:rFonts w:cs="Arial"/>
        </w:rPr>
        <w:t>(i) to vary or revoke a declaration under section 303FN, 303FO or 303FP.</w:t>
      </w:r>
    </w:p>
    <w:p w14:paraId="31AADAB3" w14:textId="77777777" w:rsidR="00680D47" w:rsidRDefault="00680D47" w:rsidP="00641817">
      <w:pPr>
        <w:spacing w:before="120" w:after="120"/>
        <w:ind w:left="357"/>
        <w:rPr>
          <w:rFonts w:cs="Arial"/>
        </w:rPr>
      </w:pPr>
      <w:r w:rsidRPr="00112175">
        <w:rPr>
          <w:rFonts w:cs="Arial"/>
        </w:rPr>
        <w:t>(2) Subsection (1) does not apply to a decision made personally by the Minister (but the subsection does apply to a decision made by a delegate of the Minister).</w:t>
      </w:r>
    </w:p>
    <w:p w14:paraId="0294E384" w14:textId="77777777" w:rsidR="00680D47" w:rsidRDefault="00680D47" w:rsidP="005D1441">
      <w:pPr>
        <w:pStyle w:val="ListBullet"/>
        <w:numPr>
          <w:ilvl w:val="0"/>
          <w:numId w:val="0"/>
        </w:numPr>
        <w:spacing w:before="120" w:after="120"/>
      </w:pPr>
      <w:r w:rsidRPr="00504C08">
        <w:t xml:space="preserve">If you are dissatisfied with </w:t>
      </w:r>
      <w:r>
        <w:t>a decision of a type listed above you may:</w:t>
      </w:r>
    </w:p>
    <w:p w14:paraId="24E8F44E" w14:textId="77777777" w:rsidR="00680D47" w:rsidRDefault="00680D47" w:rsidP="005D1441">
      <w:pPr>
        <w:pStyle w:val="ListBullet"/>
        <w:spacing w:before="120" w:after="120"/>
      </w:pPr>
      <w:r>
        <w:t>by notice, provided in writing, request that the Minister or the Minister’s delegate give you a statement in writing setting out the reasons for the decision; and</w:t>
      </w:r>
    </w:p>
    <w:p w14:paraId="17F11468" w14:textId="77777777" w:rsidR="00680D47" w:rsidRPr="00FE2720" w:rsidRDefault="00680D47" w:rsidP="005D1441">
      <w:pPr>
        <w:pStyle w:val="ListBullet"/>
        <w:spacing w:before="120" w:after="120"/>
      </w:pPr>
      <w:r w:rsidRPr="00504C08">
        <w:t>apply to the Administrative Appeals Tribunal (</w:t>
      </w:r>
      <w:r w:rsidRPr="00FE2720">
        <w:rPr>
          <w:b/>
        </w:rPr>
        <w:t>AAT</w:t>
      </w:r>
      <w:r w:rsidRPr="00504C08">
        <w:t>) for</w:t>
      </w:r>
      <w:r>
        <w:t xml:space="preserve"> independent merits review of the decision. A</w:t>
      </w:r>
      <w:r w:rsidRPr="00504C08">
        <w:t xml:space="preserve">pplication for review of a decision must be made to the AAT within </w:t>
      </w:r>
      <w:r w:rsidRPr="00504C08">
        <w:rPr>
          <w:b/>
        </w:rPr>
        <w:t>28 days</w:t>
      </w:r>
      <w:r w:rsidRPr="00504C08">
        <w:t xml:space="preserve"> after the day on which you have received the reviewable decision.</w:t>
      </w:r>
      <w:r>
        <w:t xml:space="preserve"> </w:t>
      </w:r>
      <w:r w:rsidRPr="00946C44">
        <w:rPr>
          <w:color w:val="000000" w:themeColor="text1"/>
        </w:rPr>
        <w:t xml:space="preserve">However an extension of time for lodging an application may be granted by the AAT under certain circumstances. Please visit the AAT’s website at </w:t>
      </w:r>
      <w:hyperlink r:id="rId17" w:history="1">
        <w:r w:rsidRPr="00946C44">
          <w:rPr>
            <w:rStyle w:val="Hyperlink"/>
            <w:rFonts w:cs="Arial"/>
            <w:color w:val="000000" w:themeColor="text1"/>
          </w:rPr>
          <w:t>http://www.aat.gov.au/</w:t>
        </w:r>
      </w:hyperlink>
      <w:r w:rsidRPr="00946C44">
        <w:rPr>
          <w:color w:val="000000" w:themeColor="text1"/>
        </w:rPr>
        <w:t xml:space="preserve"> </w:t>
      </w:r>
      <w:r>
        <w:rPr>
          <w:color w:val="000000" w:themeColor="text1"/>
        </w:rPr>
        <w:t xml:space="preserve">or telephone 1300 366 700 </w:t>
      </w:r>
      <w:r w:rsidRPr="00946C44">
        <w:rPr>
          <w:color w:val="000000" w:themeColor="text1"/>
        </w:rPr>
        <w:t>for further information.</w:t>
      </w:r>
      <w:r>
        <w:rPr>
          <w:color w:val="000000" w:themeColor="text1"/>
        </w:rPr>
        <w:t xml:space="preserve"> The role of the AAT is to provide a review mechanism that is fair, just, economical, informal and quick.</w:t>
      </w:r>
    </w:p>
    <w:p w14:paraId="5984BF33" w14:textId="77777777" w:rsidR="007D091A" w:rsidRDefault="007D091A" w:rsidP="005D1441">
      <w:pPr>
        <w:spacing w:before="120" w:after="120"/>
        <w:rPr>
          <w:rFonts w:cs="Arial"/>
          <w:b/>
        </w:rPr>
      </w:pPr>
    </w:p>
    <w:p w14:paraId="16A88983" w14:textId="77777777" w:rsidR="00680D47" w:rsidRDefault="00680D47" w:rsidP="005D1441">
      <w:pPr>
        <w:spacing w:before="120" w:after="120"/>
        <w:rPr>
          <w:rFonts w:cs="Arial"/>
          <w:b/>
        </w:rPr>
      </w:pPr>
      <w:r w:rsidRPr="00504C08">
        <w:rPr>
          <w:rFonts w:cs="Arial"/>
          <w:b/>
        </w:rPr>
        <w:t xml:space="preserve">Applications &amp; Costs </w:t>
      </w:r>
    </w:p>
    <w:p w14:paraId="5AB0351D" w14:textId="77777777" w:rsidR="00680D47" w:rsidRDefault="00680D47" w:rsidP="005D1441">
      <w:pPr>
        <w:spacing w:before="120" w:after="120"/>
        <w:rPr>
          <w:rFonts w:cs="Arial"/>
        </w:rPr>
      </w:pPr>
      <w:r w:rsidRPr="00504C08">
        <w:rPr>
          <w:rFonts w:cs="Arial"/>
        </w:rPr>
        <w:t xml:space="preserve">Applications to the AAT are made by lodging an Application Form (Form 1). This can be found on the AAT’s website </w:t>
      </w:r>
      <w:hyperlink r:id="rId18" w:history="1">
        <w:r w:rsidRPr="00504C08">
          <w:rPr>
            <w:rStyle w:val="Hyperlink"/>
            <w:rFonts w:cs="Arial"/>
          </w:rPr>
          <w:t>http://www.aat.gov.au/</w:t>
        </w:r>
      </w:hyperlink>
      <w:r>
        <w:rPr>
          <w:rFonts w:cs="Arial"/>
        </w:rPr>
        <w:t xml:space="preserve">. </w:t>
      </w:r>
    </w:p>
    <w:p w14:paraId="34F28129" w14:textId="77777777" w:rsidR="00680D47" w:rsidRDefault="00680D47" w:rsidP="005D1441">
      <w:pPr>
        <w:spacing w:before="120" w:after="120"/>
        <w:rPr>
          <w:rFonts w:cs="Arial"/>
        </w:rPr>
      </w:pPr>
      <w:r w:rsidRPr="00946C44">
        <w:rPr>
          <w:rFonts w:cs="Arial"/>
          <w:color w:val="000000" w:themeColor="text1"/>
        </w:rPr>
        <w:t xml:space="preserve">There are no strict timelines in which the AAT must review the decision, however the first Conference between the parties will usually be held within 6-10 weeks of the Application being lodged. </w:t>
      </w:r>
      <w:r>
        <w:rPr>
          <w:rFonts w:cs="Arial"/>
          <w:color w:val="000000" w:themeColor="text1"/>
        </w:rPr>
        <w:t>The time frame for review of certain decisions can be expedited in some circumstances.</w:t>
      </w:r>
    </w:p>
    <w:p w14:paraId="5651E3C0" w14:textId="77777777" w:rsidR="00680D47" w:rsidRDefault="00680D47" w:rsidP="005D1441">
      <w:pPr>
        <w:spacing w:before="120" w:after="120"/>
        <w:rPr>
          <w:rFonts w:cs="Arial"/>
        </w:rPr>
      </w:pPr>
      <w:r>
        <w:rPr>
          <w:rFonts w:cs="Arial"/>
        </w:rPr>
        <w:lastRenderedPageBreak/>
        <w:t>T</w:t>
      </w:r>
      <w:r w:rsidRPr="00504C08">
        <w:rPr>
          <w:rFonts w:cs="Arial"/>
        </w:rPr>
        <w:t>he cost of lodging</w:t>
      </w:r>
      <w:r>
        <w:rPr>
          <w:rFonts w:cs="Arial"/>
        </w:rPr>
        <w:t xml:space="preserve"> an application for review is </w:t>
      </w:r>
      <w:r w:rsidRPr="00E81DAF">
        <w:rPr>
          <w:rFonts w:cs="Arial"/>
        </w:rPr>
        <w:t>$8</w:t>
      </w:r>
      <w:r>
        <w:rPr>
          <w:rFonts w:cs="Arial"/>
        </w:rPr>
        <w:t>84 (GST inclusive) (current as of 1 July 2016)</w:t>
      </w:r>
      <w:r w:rsidRPr="00E81DAF">
        <w:rPr>
          <w:rFonts w:cs="Arial"/>
        </w:rPr>
        <w:t xml:space="preserve">. </w:t>
      </w:r>
    </w:p>
    <w:p w14:paraId="1E9B1F22" w14:textId="77777777" w:rsidR="00680D47" w:rsidRDefault="00680D47" w:rsidP="005D1441">
      <w:pPr>
        <w:spacing w:before="120" w:after="120"/>
        <w:rPr>
          <w:rFonts w:cs="Arial"/>
        </w:rPr>
      </w:pPr>
      <w:r>
        <w:rPr>
          <w:rFonts w:cs="Arial"/>
        </w:rPr>
        <w:t xml:space="preserve">You may be eligible to pay a reduced fee of $100.00 if </w:t>
      </w:r>
    </w:p>
    <w:p w14:paraId="400621C9" w14:textId="77777777" w:rsidR="00680D47" w:rsidRDefault="00680D47" w:rsidP="005D1441">
      <w:pPr>
        <w:pStyle w:val="ListBullet"/>
        <w:spacing w:before="120" w:after="120"/>
      </w:pPr>
      <w:r>
        <w:t>you are receiving legal aid for your application;</w:t>
      </w:r>
    </w:p>
    <w:p w14:paraId="464AEBF8" w14:textId="77777777" w:rsidR="00680D47" w:rsidRDefault="00680D47" w:rsidP="005D1441">
      <w:pPr>
        <w:pStyle w:val="ListBullet"/>
        <w:spacing w:before="120" w:after="120"/>
      </w:pPr>
      <w:r>
        <w:t>you hold a health care card, a Commonwealth seniors health card or any other card issued by the Department of Social Services or the Department of Veteran’s Affairs that entitles the holder to Commonwealth health concessions;</w:t>
      </w:r>
    </w:p>
    <w:p w14:paraId="434B5BAA" w14:textId="77777777" w:rsidR="00680D47" w:rsidRDefault="00680D47" w:rsidP="005D1441">
      <w:pPr>
        <w:pStyle w:val="ListBullet"/>
        <w:spacing w:before="120" w:after="120"/>
      </w:pPr>
      <w:r>
        <w:t>you are in prison or lawfully detained in a public institution;</w:t>
      </w:r>
    </w:p>
    <w:p w14:paraId="3D08690B" w14:textId="77777777" w:rsidR="00680D47" w:rsidRDefault="00680D47" w:rsidP="005D1441">
      <w:pPr>
        <w:pStyle w:val="ListBullet"/>
        <w:spacing w:before="120" w:after="120"/>
      </w:pPr>
      <w:r>
        <w:t xml:space="preserve">you are under 18 years of age; or </w:t>
      </w:r>
    </w:p>
    <w:p w14:paraId="06B28E23" w14:textId="77777777" w:rsidR="00680D47" w:rsidRDefault="00680D47" w:rsidP="005D1441">
      <w:pPr>
        <w:pStyle w:val="ListBullet"/>
        <w:spacing w:before="120" w:after="120"/>
      </w:pPr>
      <w:r>
        <w:t xml:space="preserve">you are receiving youth allowance, Austudy or ABSTUDY. </w:t>
      </w:r>
    </w:p>
    <w:p w14:paraId="0B037E9A" w14:textId="77777777" w:rsidR="00680D47" w:rsidRDefault="00680D47" w:rsidP="005D1441">
      <w:pPr>
        <w:pStyle w:val="NormalWeb"/>
        <w:spacing w:before="120" w:beforeAutospacing="0" w:after="120" w:afterAutospacing="0" w:line="276" w:lineRule="auto"/>
        <w:rPr>
          <w:rFonts w:ascii="Arial" w:hAnsi="Arial" w:cs="Arial"/>
          <w:sz w:val="22"/>
          <w:szCs w:val="22"/>
        </w:rPr>
      </w:pPr>
      <w:r>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14:paraId="30DEF982" w14:textId="77777777" w:rsidR="00680D47" w:rsidRDefault="00680D47" w:rsidP="005D1441">
      <w:pPr>
        <w:spacing w:before="120" w:after="120"/>
        <w:rPr>
          <w:rFonts w:cs="Arial"/>
          <w:b/>
        </w:rPr>
      </w:pPr>
    </w:p>
    <w:p w14:paraId="201CA207" w14:textId="77777777" w:rsidR="00680D47" w:rsidRDefault="00680D47" w:rsidP="005D1441">
      <w:pPr>
        <w:spacing w:before="120" w:after="120"/>
        <w:rPr>
          <w:rFonts w:cs="Arial"/>
          <w:b/>
        </w:rPr>
      </w:pPr>
      <w:r w:rsidRPr="00504C08">
        <w:rPr>
          <w:rFonts w:cs="Arial"/>
          <w:b/>
        </w:rPr>
        <w:t>Contact Details</w:t>
      </w:r>
    </w:p>
    <w:p w14:paraId="0580B658" w14:textId="77777777" w:rsidR="00680D47" w:rsidRDefault="00680D47" w:rsidP="005D1441">
      <w:pPr>
        <w:spacing w:before="120" w:after="120"/>
        <w:rPr>
          <w:rFonts w:cs="Arial"/>
        </w:rPr>
      </w:pPr>
      <w:r w:rsidRPr="00504C08">
        <w:rPr>
          <w:rFonts w:cs="Arial"/>
        </w:rPr>
        <w:t>Further informati</w:t>
      </w:r>
      <w:r>
        <w:rPr>
          <w:rFonts w:cs="Arial"/>
        </w:rPr>
        <w:t>on or enquiries relating to the</w:t>
      </w:r>
      <w:r w:rsidRPr="00504C08">
        <w:rPr>
          <w:rFonts w:cs="Arial"/>
        </w:rPr>
        <w:t xml:space="preserve"> decision should be directed to:</w:t>
      </w:r>
    </w:p>
    <w:p w14:paraId="35E0129B" w14:textId="0BC6B62C" w:rsidR="00680D47" w:rsidRPr="006714D0" w:rsidRDefault="00680D47" w:rsidP="005D1441">
      <w:pPr>
        <w:spacing w:before="120" w:after="120"/>
        <w:ind w:left="720"/>
        <w:rPr>
          <w:u w:val="single"/>
        </w:rPr>
      </w:pPr>
      <w:r w:rsidRPr="006714D0">
        <w:t>The Director</w:t>
      </w:r>
      <w:r w:rsidRPr="006714D0">
        <w:br/>
        <w:t>Sustainable Fisheries Section</w:t>
      </w:r>
      <w:r w:rsidRPr="006714D0">
        <w:br/>
        <w:t>Department of the Environment</w:t>
      </w:r>
      <w:r w:rsidR="00FF1BD8">
        <w:t xml:space="preserve"> and Energy</w:t>
      </w:r>
      <w:r w:rsidRPr="006714D0">
        <w:br/>
        <w:t>GPO Box 787</w:t>
      </w:r>
      <w:r w:rsidRPr="006714D0">
        <w:br/>
        <w:t>Canberra ACT 2601</w:t>
      </w:r>
      <w:r w:rsidRPr="006714D0">
        <w:br/>
      </w:r>
      <w:r w:rsidRPr="006714D0">
        <w:rPr>
          <w:b/>
          <w:bCs/>
        </w:rPr>
        <w:t>Telephone:</w:t>
      </w:r>
      <w:r w:rsidRPr="006714D0">
        <w:t xml:space="preserve"> +61 (0) 2 6274 1917</w:t>
      </w:r>
      <w:r w:rsidRPr="006714D0">
        <w:br/>
      </w:r>
      <w:r w:rsidRPr="006714D0">
        <w:rPr>
          <w:b/>
          <w:bCs/>
        </w:rPr>
        <w:t>Email:</w:t>
      </w:r>
      <w:r w:rsidRPr="006714D0">
        <w:t xml:space="preserve"> </w:t>
      </w:r>
      <w:r w:rsidRPr="006714D0">
        <w:rPr>
          <w:u w:val="single"/>
        </w:rPr>
        <w:t>sustainablefisheries@environment.gov.au</w:t>
      </w:r>
    </w:p>
    <w:p w14:paraId="7516C784" w14:textId="77777777" w:rsidR="00680D47" w:rsidRDefault="00680D47" w:rsidP="00FF1BD8">
      <w:pPr>
        <w:spacing w:before="120" w:after="120"/>
        <w:jc w:val="both"/>
        <w:rPr>
          <w:rFonts w:cs="Arial"/>
        </w:rPr>
      </w:pPr>
    </w:p>
    <w:p w14:paraId="70368678" w14:textId="77777777" w:rsidR="00680D47" w:rsidRDefault="00680D47" w:rsidP="005D1441">
      <w:pPr>
        <w:spacing w:before="120" w:after="120"/>
        <w:rPr>
          <w:rFonts w:cs="Arial"/>
        </w:rPr>
      </w:pPr>
      <w:r>
        <w:rPr>
          <w:rFonts w:cs="Arial"/>
        </w:rPr>
        <w:t>Alternatively you may</w:t>
      </w:r>
      <w:r w:rsidRPr="00504C08">
        <w:rPr>
          <w:rFonts w:cs="Arial"/>
        </w:rPr>
        <w:t xml:space="preserve"> contact the AAT at their Principal Registry or the Deputy Registrar, Administrative Appeals Tribunal in your Capital City or Territory. </w:t>
      </w:r>
    </w:p>
    <w:p w14:paraId="76D19257" w14:textId="77777777" w:rsidR="00680D47" w:rsidRDefault="00680D47" w:rsidP="005D1441">
      <w:pPr>
        <w:spacing w:before="120" w:after="120"/>
        <w:ind w:left="720"/>
      </w:pPr>
      <w:r w:rsidRPr="00504C08">
        <w:rPr>
          <w:rFonts w:cs="Arial"/>
        </w:rPr>
        <w:t>Administrativ</w:t>
      </w:r>
      <w:r>
        <w:rPr>
          <w:rFonts w:cs="Arial"/>
        </w:rPr>
        <w:t>e Appeals Tribunal</w:t>
      </w:r>
      <w:r w:rsidRPr="00BB59AC">
        <w:rPr>
          <w:rFonts w:cs="Arial"/>
        </w:rPr>
        <w:br/>
      </w:r>
      <w:r>
        <w:rPr>
          <w:rFonts w:cs="Arial"/>
        </w:rPr>
        <w:t>Street address: Level 6, 83 Clarence Street, Sydney</w:t>
      </w:r>
      <w:r w:rsidRPr="00504C08">
        <w:rPr>
          <w:rFonts w:cs="Arial"/>
        </w:rPr>
        <w:br/>
      </w:r>
      <w:r>
        <w:rPr>
          <w:rFonts w:cs="Arial"/>
        </w:rPr>
        <w:t xml:space="preserve">Mailing address: GPO Box 9955, </w:t>
      </w:r>
      <w:r w:rsidRPr="00504C08">
        <w:rPr>
          <w:rFonts w:cs="Arial"/>
        </w:rPr>
        <w:t>Sydney</w:t>
      </w:r>
      <w:r>
        <w:rPr>
          <w:rFonts w:cs="Arial"/>
        </w:rPr>
        <w:t>,</w:t>
      </w:r>
      <w:r w:rsidRPr="00504C08">
        <w:rPr>
          <w:rFonts w:cs="Arial"/>
        </w:rPr>
        <w:t xml:space="preserve"> NSW 2001</w:t>
      </w:r>
      <w:r w:rsidRPr="00BB59AC">
        <w:rPr>
          <w:rFonts w:cs="Arial"/>
        </w:rPr>
        <w:br/>
      </w:r>
      <w:r w:rsidRPr="00504C08">
        <w:rPr>
          <w:rFonts w:cs="Arial"/>
        </w:rPr>
        <w:t xml:space="preserve">T: </w:t>
      </w:r>
      <w:r>
        <w:rPr>
          <w:rFonts w:cs="Arial"/>
        </w:rPr>
        <w:t xml:space="preserve">1800 228 333 and </w:t>
      </w:r>
      <w:r w:rsidRPr="00504C08">
        <w:rPr>
          <w:rFonts w:cs="Arial"/>
        </w:rPr>
        <w:t>(02) 9</w:t>
      </w:r>
      <w:r>
        <w:rPr>
          <w:rFonts w:cs="Arial"/>
        </w:rPr>
        <w:t xml:space="preserve">276 5000 </w:t>
      </w:r>
      <w:r w:rsidRPr="00BB59AC">
        <w:rPr>
          <w:rFonts w:cs="Arial"/>
        </w:rPr>
        <w:br/>
      </w:r>
      <w:r>
        <w:rPr>
          <w:rFonts w:cs="Arial"/>
        </w:rPr>
        <w:t>F: (02) 9276</w:t>
      </w:r>
      <w:r w:rsidRPr="00504C08">
        <w:rPr>
          <w:rFonts w:cs="Arial"/>
        </w:rPr>
        <w:t xml:space="preserve"> 55</w:t>
      </w:r>
      <w:r>
        <w:rPr>
          <w:rFonts w:cs="Arial"/>
        </w:rPr>
        <w:t>99</w:t>
      </w:r>
      <w:r w:rsidRPr="00BB59AC">
        <w:rPr>
          <w:rFonts w:cs="Arial"/>
        </w:rPr>
        <w:br/>
      </w:r>
      <w:r w:rsidRPr="00504C08">
        <w:rPr>
          <w:rFonts w:cs="Arial"/>
        </w:rPr>
        <w:t xml:space="preserve">E: </w:t>
      </w:r>
      <w:hyperlink r:id="rId19" w:history="1">
        <w:r w:rsidRPr="00991C46">
          <w:rPr>
            <w:rStyle w:val="Hyperlink"/>
            <w:rFonts w:cs="Arial"/>
          </w:rPr>
          <w:t>generalreviews@aat.gov.au</w:t>
        </w:r>
      </w:hyperlink>
      <w:r>
        <w:rPr>
          <w:rFonts w:cs="Arial"/>
        </w:rPr>
        <w:t xml:space="preserve"> </w:t>
      </w:r>
      <w:r w:rsidRPr="00BB59AC">
        <w:rPr>
          <w:rFonts w:cs="Arial"/>
        </w:rPr>
        <w:br/>
      </w:r>
      <w:r w:rsidRPr="00504C08">
        <w:rPr>
          <w:rFonts w:cs="Arial"/>
        </w:rPr>
        <w:t xml:space="preserve">W: </w:t>
      </w:r>
      <w:hyperlink r:id="rId20" w:history="1">
        <w:r w:rsidRPr="00991C46">
          <w:rPr>
            <w:rStyle w:val="Hyperlink"/>
            <w:rFonts w:cs="Arial"/>
          </w:rPr>
          <w:t>http://www.aat.gov.au</w:t>
        </w:r>
      </w:hyperlink>
      <w:r>
        <w:rPr>
          <w:rFonts w:cs="Arial"/>
        </w:rPr>
        <w:t xml:space="preserve"> </w:t>
      </w:r>
    </w:p>
    <w:p w14:paraId="0404A64A" w14:textId="77777777" w:rsidR="00680D47" w:rsidRDefault="00680D47" w:rsidP="005D1441">
      <w:pPr>
        <w:spacing w:before="120" w:after="120"/>
        <w:rPr>
          <w:rFonts w:cs="Arial"/>
          <w:b/>
        </w:rPr>
      </w:pPr>
    </w:p>
    <w:p w14:paraId="60E81169" w14:textId="77777777" w:rsidR="00680D47" w:rsidRDefault="00680D47" w:rsidP="005D1441">
      <w:pPr>
        <w:spacing w:before="120" w:after="120"/>
        <w:rPr>
          <w:rFonts w:cs="Arial"/>
          <w:b/>
        </w:rPr>
      </w:pPr>
      <w:r w:rsidRPr="00504C08">
        <w:rPr>
          <w:rFonts w:cs="Arial"/>
          <w:b/>
        </w:rPr>
        <w:t>Freedom of Information Request</w:t>
      </w:r>
    </w:p>
    <w:p w14:paraId="41F0C216" w14:textId="77777777" w:rsidR="00680D47" w:rsidRDefault="00680D47" w:rsidP="005D1441">
      <w:pPr>
        <w:spacing w:before="120" w:after="120"/>
        <w:rPr>
          <w:rFonts w:eastAsia="Times New Roman" w:cs="Arial"/>
        </w:rPr>
      </w:pPr>
      <w:r w:rsidRPr="00504C08">
        <w:rPr>
          <w:rFonts w:eastAsia="Times New Roman" w:cs="Arial"/>
        </w:rPr>
        <w:t xml:space="preserve">You may make an application under the </w:t>
      </w:r>
      <w:r>
        <w:rPr>
          <w:rFonts w:eastAsia="Times New Roman" w:cs="Arial"/>
          <w:i/>
          <w:iCs/>
        </w:rPr>
        <w:t>Freedom of Information Act </w:t>
      </w:r>
      <w:r w:rsidRPr="00504C08">
        <w:rPr>
          <w:rFonts w:eastAsia="Times New Roman" w:cs="Arial"/>
          <w:i/>
          <w:iCs/>
        </w:rPr>
        <w:t>1982</w:t>
      </w:r>
      <w:r w:rsidRPr="00504C08">
        <w:rPr>
          <w:rFonts w:eastAsia="Times New Roman" w:cs="Arial"/>
        </w:rPr>
        <w:t xml:space="preserve"> (FOI Act) to access documents. Further information can be found at </w:t>
      </w:r>
      <w:hyperlink r:id="rId21" w:history="1">
        <w:r w:rsidRPr="00504C08">
          <w:rPr>
            <w:rStyle w:val="Hyperlink"/>
            <w:rFonts w:eastAsia="Times New Roman" w:cs="Arial"/>
          </w:rPr>
          <w:t>http://www.environment.gov.au/foi/index.html</w:t>
        </w:r>
      </w:hyperlink>
      <w:r>
        <w:rPr>
          <w:rFonts w:eastAsia="Times New Roman" w:cs="Arial"/>
        </w:rPr>
        <w:t xml:space="preserve">. </w:t>
      </w:r>
      <w:r w:rsidRPr="00504C08">
        <w:rPr>
          <w:rFonts w:eastAsia="Times New Roman" w:cs="Arial"/>
        </w:rPr>
        <w:t xml:space="preserve">Please contact the Freedom of Information Contact Officer at </w:t>
      </w:r>
      <w:hyperlink r:id="rId22" w:history="1">
        <w:r w:rsidRPr="00504C08">
          <w:rPr>
            <w:rStyle w:val="Hyperlink"/>
            <w:rFonts w:cs="Arial"/>
          </w:rPr>
          <w:t>foi@environment.gov.au</w:t>
        </w:r>
      </w:hyperlink>
      <w:r w:rsidRPr="00504C08">
        <w:rPr>
          <w:rFonts w:cs="Arial"/>
        </w:rPr>
        <w:t xml:space="preserve"> for more information. </w:t>
      </w:r>
    </w:p>
    <w:p w14:paraId="1552DA09" w14:textId="36D8D884" w:rsidR="005C313B" w:rsidRDefault="005C313B" w:rsidP="005D1441">
      <w:pPr>
        <w:spacing w:before="120" w:after="120"/>
        <w:rPr>
          <w:rFonts w:eastAsia="Times New Roman" w:cs="Arial"/>
        </w:rPr>
      </w:pPr>
    </w:p>
    <w:sectPr w:rsidR="005C313B" w:rsidSect="00C325B9">
      <w:headerReference w:type="first" r:id="rId23"/>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52DA0D" w14:textId="77777777" w:rsidR="000E4856" w:rsidRDefault="000E4856" w:rsidP="00A60185">
      <w:pPr>
        <w:spacing w:after="0" w:line="240" w:lineRule="auto"/>
      </w:pPr>
      <w:r>
        <w:separator/>
      </w:r>
    </w:p>
  </w:endnote>
  <w:endnote w:type="continuationSeparator" w:id="0">
    <w:p w14:paraId="1552DA0E" w14:textId="77777777" w:rsidR="000E4856" w:rsidRDefault="000E4856"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939B2" w14:textId="77777777" w:rsidR="005015F3" w:rsidRDefault="005015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2DA11" w14:textId="68F904E0" w:rsidR="000E4856" w:rsidRPr="00785782" w:rsidRDefault="000E4856">
    <w:pPr>
      <w:pStyle w:val="Footer"/>
      <w:rPr>
        <w:sz w:val="22"/>
      </w:rPr>
    </w:pPr>
  </w:p>
  <w:p w14:paraId="1552DA12" w14:textId="15DC787F" w:rsidR="000E4856" w:rsidRDefault="005A58D3" w:rsidP="005A58D3">
    <w:pPr>
      <w:pStyle w:val="Footer"/>
    </w:pPr>
    <w:r w:rsidRPr="005A58D3">
      <w:t>GPO Box 787 Canberra ACT 2601 • Telephone 02 6274 1111 • Facsimile 02 6274 1666 • www.environment.gov.au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2DA14" w14:textId="77777777" w:rsidR="000E4856" w:rsidRDefault="000E4856" w:rsidP="00C43020">
    <w:pPr>
      <w:pStyle w:val="Footer"/>
    </w:pPr>
  </w:p>
  <w:p w14:paraId="1552DA15" w14:textId="77777777" w:rsidR="000E4856" w:rsidRPr="00C43020" w:rsidRDefault="000E4856" w:rsidP="008565B9">
    <w:pPr>
      <w:pStyle w:val="Footer"/>
    </w:pPr>
    <w:r>
      <w:t>GPO Box 787 Canberra ACT 2601 • Telephone 02 6274 1111 • Facsimile 02 6274 1666 • www.environment.gov.au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52DA0B" w14:textId="77777777" w:rsidR="000E4856" w:rsidRDefault="000E4856" w:rsidP="00A60185">
      <w:pPr>
        <w:spacing w:after="0" w:line="240" w:lineRule="auto"/>
      </w:pPr>
      <w:r>
        <w:separator/>
      </w:r>
    </w:p>
  </w:footnote>
  <w:footnote w:type="continuationSeparator" w:id="0">
    <w:p w14:paraId="1552DA0C" w14:textId="77777777" w:rsidR="000E4856" w:rsidRDefault="000E4856" w:rsidP="00A60185">
      <w:pPr>
        <w:spacing w:after="0" w:line="240" w:lineRule="auto"/>
      </w:pPr>
      <w:r>
        <w:continuationSeparator/>
      </w:r>
    </w:p>
  </w:footnote>
  <w:footnote w:id="1">
    <w:p w14:paraId="4C5290C5" w14:textId="77777777" w:rsidR="00680D47" w:rsidRDefault="00680D47" w:rsidP="00680D4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2DA0F" w14:textId="77777777" w:rsidR="000E4856" w:rsidRDefault="000E4856" w:rsidP="00E45765">
    <w:pPr>
      <w:pStyle w:val="Classification"/>
    </w:pPr>
    <w:r>
      <w:fldChar w:fldCharType="begin"/>
    </w:r>
    <w:r>
      <w:instrText xml:space="preserve"> DOCPROPERTY SecurityClassification \* MERGEFORMAT </w:instrText>
    </w:r>
    <w:r>
      <w:fldChar w:fldCharType="separate"/>
    </w:r>
    <w:r w:rsidR="00CA3882">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2DA10" w14:textId="3B3478F8" w:rsidR="000E4856" w:rsidRDefault="000E4856" w:rsidP="00E750A2">
    <w:pPr>
      <w:pStyle w:val="Heade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2DA13" w14:textId="36EACA24" w:rsidR="000E4856" w:rsidRDefault="000C60EB" w:rsidP="00A64D4D">
    <w:pPr>
      <w:pStyle w:val="Header"/>
    </w:pPr>
    <w:r>
      <w:rPr>
        <w:noProof/>
        <w:lang w:eastAsia="en-AU"/>
      </w:rPr>
      <w:drawing>
        <wp:inline distT="0" distB="0" distL="0" distR="0" wp14:anchorId="3A0A8287" wp14:editId="403E551A">
          <wp:extent cx="4229100" cy="733425"/>
          <wp:effectExtent l="19050" t="0" r="0" b="0"/>
          <wp:docPr id="1" name="Picture 1" descr="C:\Users\A01204.INTERNAL\AppData\Local\Microsoft\Windows\Temporary Internet Files\Content.Outlook\P4FF5QZV\DotEnE-inline_nosaf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1204.INTERNAL\AppData\Local\Microsoft\Windows\Temporary Internet Files\Content.Outlook\P4FF5QZV\DotEnE-inline_nosafespace.jpg"/>
                  <pic:cNvPicPr>
                    <a:picLocks noChangeAspect="1" noChangeArrowheads="1"/>
                  </pic:cNvPicPr>
                </pic:nvPicPr>
                <pic:blipFill>
                  <a:blip r:embed="rId1"/>
                  <a:srcRect/>
                  <a:stretch>
                    <a:fillRect/>
                  </a:stretch>
                </pic:blipFill>
                <pic:spPr bwMode="auto">
                  <a:xfrm>
                    <a:off x="0" y="0"/>
                    <a:ext cx="4229100" cy="733425"/>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2DA16" w14:textId="77777777" w:rsidR="000E4856" w:rsidRDefault="000E4856" w:rsidP="006B1098">
    <w:pPr>
      <w:pStyle w:val="Header"/>
      <w:jc w:val="right"/>
    </w:pPr>
    <w:r>
      <w:rPr>
        <w:noProof/>
        <w:lang w:eastAsia="en-AU"/>
      </w:rPr>
      <w:t>Attachment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2DA17" w14:textId="77777777" w:rsidR="000E4856" w:rsidRPr="00BB418A" w:rsidRDefault="000E4856" w:rsidP="00BB418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2DA18" w14:textId="77777777" w:rsidR="000E4856" w:rsidRDefault="000E4856" w:rsidP="006B1098">
    <w:pPr>
      <w:pStyle w:val="Header"/>
      <w:jc w:val="right"/>
    </w:pPr>
    <w:r>
      <w:rPr>
        <w:noProof/>
        <w:lang w:eastAsia="en-AU"/>
      </w:rPr>
      <w:t>Attachment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2DA19" w14:textId="77777777" w:rsidR="000E4856" w:rsidRDefault="000E4856" w:rsidP="006B1098">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2DA1A" w14:textId="249F89B1" w:rsidR="000E4856" w:rsidRDefault="005C313B" w:rsidP="00680D47">
    <w:pPr>
      <w:pStyle w:val="Header"/>
    </w:pPr>
    <w:r>
      <w:rPr>
        <w:noProof/>
        <w:lang w:eastAsia="en-AU"/>
      </w:rPr>
      <w:drawing>
        <wp:inline distT="0" distB="0" distL="0" distR="0" wp14:anchorId="1552DA1E" wp14:editId="177201DA">
          <wp:extent cx="4217035" cy="723265"/>
          <wp:effectExtent l="19050" t="0" r="0" b="0"/>
          <wp:docPr id="15" name="Picture 15"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otEnE-inline_nosafespace"/>
                  <pic:cNvPicPr>
                    <a:picLocks noChangeAspect="1" noChangeArrowheads="1"/>
                  </pic:cNvPicPr>
                </pic:nvPicPr>
                <pic:blipFill>
                  <a:blip r:embed="rId1"/>
                  <a:srcRect/>
                  <a:stretch>
                    <a:fillRect/>
                  </a:stretch>
                </pic:blipFill>
                <pic:spPr bwMode="auto">
                  <a:xfrm>
                    <a:off x="0" y="0"/>
                    <a:ext cx="4217035" cy="72326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B82428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1A4D2D1F"/>
    <w:multiLevelType w:val="hybridMultilevel"/>
    <w:tmpl w:val="7F823E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6" w15:restartNumberingAfterBreak="0">
    <w:nsid w:val="1F745BC2"/>
    <w:multiLevelType w:val="multilevel"/>
    <w:tmpl w:val="E5E89F92"/>
    <w:numStyleLink w:val="BulletList"/>
  </w:abstractNum>
  <w:abstractNum w:abstractNumId="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2"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5"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9"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0"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1"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1"/>
  </w:num>
  <w:num w:numId="3">
    <w:abstractNumId w:val="18"/>
  </w:num>
  <w:num w:numId="4">
    <w:abstractNumId w:val="16"/>
  </w:num>
  <w:num w:numId="5">
    <w:abstractNumId w:val="8"/>
  </w:num>
  <w:num w:numId="6">
    <w:abstractNumId w:val="7"/>
  </w:num>
  <w:num w:numId="7">
    <w:abstractNumId w:val="14"/>
  </w:num>
  <w:num w:numId="8">
    <w:abstractNumId w:val="6"/>
  </w:num>
  <w:num w:numId="9">
    <w:abstractNumId w:val="5"/>
  </w:num>
  <w:num w:numId="10">
    <w:abstractNumId w:val="19"/>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num>
  <w:num w:numId="16">
    <w:abstractNumId w:val="7"/>
  </w:num>
  <w:num w:numId="17">
    <w:abstractNumId w:val="11"/>
  </w:num>
  <w:num w:numId="18">
    <w:abstractNumId w:val="13"/>
  </w:num>
  <w:num w:numId="19">
    <w:abstractNumId w:val="21"/>
  </w:num>
  <w:num w:numId="20">
    <w:abstractNumId w:val="12"/>
  </w:num>
  <w:num w:numId="21">
    <w:abstractNumId w:val="10"/>
  </w:num>
  <w:num w:numId="22">
    <w:abstractNumId w:val="17"/>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6"/>
  </w:num>
  <w:num w:numId="32">
    <w:abstractNumId w:val="6"/>
  </w:num>
  <w:num w:numId="33">
    <w:abstractNumId w:val="6"/>
  </w:num>
  <w:num w:numId="34">
    <w:abstractNumId w:val="6"/>
  </w:num>
  <w:num w:numId="35">
    <w:abstractNumId w:val="4"/>
  </w:num>
  <w:num w:numId="36">
    <w:abstractNumId w:val="0"/>
  </w:num>
  <w:num w:numId="37">
    <w:abstractNumId w:val="9"/>
  </w:num>
  <w:num w:numId="38">
    <w:abstractNumId w:val="14"/>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197C"/>
    <w:rsid w:val="00063AF2"/>
    <w:rsid w:val="000642C0"/>
    <w:rsid w:val="000759E5"/>
    <w:rsid w:val="000777F8"/>
    <w:rsid w:val="00080A47"/>
    <w:rsid w:val="0008410F"/>
    <w:rsid w:val="00084AC6"/>
    <w:rsid w:val="00085C49"/>
    <w:rsid w:val="00087B76"/>
    <w:rsid w:val="00091608"/>
    <w:rsid w:val="0009257B"/>
    <w:rsid w:val="0009333C"/>
    <w:rsid w:val="0009633A"/>
    <w:rsid w:val="0009704F"/>
    <w:rsid w:val="000A0F11"/>
    <w:rsid w:val="000A125A"/>
    <w:rsid w:val="000A57CD"/>
    <w:rsid w:val="000B0B48"/>
    <w:rsid w:val="000B3758"/>
    <w:rsid w:val="000B74A1"/>
    <w:rsid w:val="000B7681"/>
    <w:rsid w:val="000B7B42"/>
    <w:rsid w:val="000C02B7"/>
    <w:rsid w:val="000C5342"/>
    <w:rsid w:val="000C5DFC"/>
    <w:rsid w:val="000C60EB"/>
    <w:rsid w:val="000C63ED"/>
    <w:rsid w:val="000C706A"/>
    <w:rsid w:val="000D2887"/>
    <w:rsid w:val="000D5528"/>
    <w:rsid w:val="000D61D0"/>
    <w:rsid w:val="000D6D63"/>
    <w:rsid w:val="000E0081"/>
    <w:rsid w:val="000E07CF"/>
    <w:rsid w:val="000E0B31"/>
    <w:rsid w:val="000E4856"/>
    <w:rsid w:val="000F0EBB"/>
    <w:rsid w:val="000F1E51"/>
    <w:rsid w:val="001047E4"/>
    <w:rsid w:val="001058D5"/>
    <w:rsid w:val="0011030F"/>
    <w:rsid w:val="00111FDB"/>
    <w:rsid w:val="00114477"/>
    <w:rsid w:val="0011498E"/>
    <w:rsid w:val="00115BF1"/>
    <w:rsid w:val="00117A45"/>
    <w:rsid w:val="001219EE"/>
    <w:rsid w:val="001224AE"/>
    <w:rsid w:val="0012744F"/>
    <w:rsid w:val="001337D4"/>
    <w:rsid w:val="001357FD"/>
    <w:rsid w:val="001369E3"/>
    <w:rsid w:val="00143480"/>
    <w:rsid w:val="00147C12"/>
    <w:rsid w:val="001505EB"/>
    <w:rsid w:val="001527A1"/>
    <w:rsid w:val="001530DC"/>
    <w:rsid w:val="00154989"/>
    <w:rsid w:val="00155A9F"/>
    <w:rsid w:val="00160262"/>
    <w:rsid w:val="0016616A"/>
    <w:rsid w:val="0016780A"/>
    <w:rsid w:val="0017108B"/>
    <w:rsid w:val="00173EBF"/>
    <w:rsid w:val="0018112F"/>
    <w:rsid w:val="001812CE"/>
    <w:rsid w:val="001842A2"/>
    <w:rsid w:val="00187FA8"/>
    <w:rsid w:val="00191C5D"/>
    <w:rsid w:val="00192F5E"/>
    <w:rsid w:val="00197772"/>
    <w:rsid w:val="001A51C8"/>
    <w:rsid w:val="001A76BB"/>
    <w:rsid w:val="001B4CA8"/>
    <w:rsid w:val="001B69BB"/>
    <w:rsid w:val="001C1D95"/>
    <w:rsid w:val="001C4F3D"/>
    <w:rsid w:val="001D0CDC"/>
    <w:rsid w:val="001D1B03"/>
    <w:rsid w:val="001D1D82"/>
    <w:rsid w:val="001D49AF"/>
    <w:rsid w:val="001D4F5A"/>
    <w:rsid w:val="001E0274"/>
    <w:rsid w:val="001E1182"/>
    <w:rsid w:val="001E1CE4"/>
    <w:rsid w:val="001E25B3"/>
    <w:rsid w:val="001F4075"/>
    <w:rsid w:val="001F5C95"/>
    <w:rsid w:val="00202C90"/>
    <w:rsid w:val="00203EC6"/>
    <w:rsid w:val="002105CA"/>
    <w:rsid w:val="00212E75"/>
    <w:rsid w:val="00213A98"/>
    <w:rsid w:val="00213DE8"/>
    <w:rsid w:val="00214B4E"/>
    <w:rsid w:val="00216118"/>
    <w:rsid w:val="002209AB"/>
    <w:rsid w:val="00224D4E"/>
    <w:rsid w:val="002251E3"/>
    <w:rsid w:val="00227A95"/>
    <w:rsid w:val="00235467"/>
    <w:rsid w:val="00246F03"/>
    <w:rsid w:val="002473FC"/>
    <w:rsid w:val="00252E3C"/>
    <w:rsid w:val="0025406C"/>
    <w:rsid w:val="00261931"/>
    <w:rsid w:val="00261EFE"/>
    <w:rsid w:val="00262198"/>
    <w:rsid w:val="00267CD5"/>
    <w:rsid w:val="0027343F"/>
    <w:rsid w:val="00285F1B"/>
    <w:rsid w:val="00287429"/>
    <w:rsid w:val="00287732"/>
    <w:rsid w:val="00292592"/>
    <w:rsid w:val="00292B81"/>
    <w:rsid w:val="00294992"/>
    <w:rsid w:val="00297D18"/>
    <w:rsid w:val="002A11A4"/>
    <w:rsid w:val="002A4671"/>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888"/>
    <w:rsid w:val="00302B2F"/>
    <w:rsid w:val="0030326F"/>
    <w:rsid w:val="00310675"/>
    <w:rsid w:val="00310701"/>
    <w:rsid w:val="00315980"/>
    <w:rsid w:val="00316F7F"/>
    <w:rsid w:val="00320DFB"/>
    <w:rsid w:val="003218E8"/>
    <w:rsid w:val="003230EE"/>
    <w:rsid w:val="0032701E"/>
    <w:rsid w:val="00330DCE"/>
    <w:rsid w:val="00331E11"/>
    <w:rsid w:val="00334761"/>
    <w:rsid w:val="00335A95"/>
    <w:rsid w:val="00341DCD"/>
    <w:rsid w:val="00344897"/>
    <w:rsid w:val="0034563E"/>
    <w:rsid w:val="00350D9F"/>
    <w:rsid w:val="003518D6"/>
    <w:rsid w:val="0035460C"/>
    <w:rsid w:val="003556BD"/>
    <w:rsid w:val="00365147"/>
    <w:rsid w:val="00367A20"/>
    <w:rsid w:val="0037016E"/>
    <w:rsid w:val="00372908"/>
    <w:rsid w:val="00374F22"/>
    <w:rsid w:val="003764B0"/>
    <w:rsid w:val="00377900"/>
    <w:rsid w:val="00383020"/>
    <w:rsid w:val="00392049"/>
    <w:rsid w:val="003968BA"/>
    <w:rsid w:val="00396D6E"/>
    <w:rsid w:val="00397570"/>
    <w:rsid w:val="003975FD"/>
    <w:rsid w:val="003A0F88"/>
    <w:rsid w:val="003B19E3"/>
    <w:rsid w:val="003B6068"/>
    <w:rsid w:val="003B60CC"/>
    <w:rsid w:val="003B638D"/>
    <w:rsid w:val="003B6EE4"/>
    <w:rsid w:val="003C09B7"/>
    <w:rsid w:val="003C0B60"/>
    <w:rsid w:val="003C2443"/>
    <w:rsid w:val="003C5DA3"/>
    <w:rsid w:val="003D2ECE"/>
    <w:rsid w:val="003D4BCD"/>
    <w:rsid w:val="003D5140"/>
    <w:rsid w:val="003D5180"/>
    <w:rsid w:val="003E01FF"/>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3E5"/>
    <w:rsid w:val="00441D43"/>
    <w:rsid w:val="00450FAE"/>
    <w:rsid w:val="004540E2"/>
    <w:rsid w:val="00455A78"/>
    <w:rsid w:val="0046116B"/>
    <w:rsid w:val="0046173C"/>
    <w:rsid w:val="00464930"/>
    <w:rsid w:val="00465B3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F60AC"/>
    <w:rsid w:val="004F7169"/>
    <w:rsid w:val="00500D66"/>
    <w:rsid w:val="005015F3"/>
    <w:rsid w:val="00502F07"/>
    <w:rsid w:val="0050646D"/>
    <w:rsid w:val="00507234"/>
    <w:rsid w:val="00514C8E"/>
    <w:rsid w:val="0052361B"/>
    <w:rsid w:val="00525EF4"/>
    <w:rsid w:val="0052681E"/>
    <w:rsid w:val="00527851"/>
    <w:rsid w:val="00531DBF"/>
    <w:rsid w:val="00535D49"/>
    <w:rsid w:val="00540E82"/>
    <w:rsid w:val="0054376F"/>
    <w:rsid w:val="00545759"/>
    <w:rsid w:val="00545BE0"/>
    <w:rsid w:val="00562E85"/>
    <w:rsid w:val="0056332F"/>
    <w:rsid w:val="0056373D"/>
    <w:rsid w:val="00566906"/>
    <w:rsid w:val="005675AE"/>
    <w:rsid w:val="0057151F"/>
    <w:rsid w:val="00581C39"/>
    <w:rsid w:val="00585198"/>
    <w:rsid w:val="00586CB3"/>
    <w:rsid w:val="00587579"/>
    <w:rsid w:val="005903B6"/>
    <w:rsid w:val="005931E7"/>
    <w:rsid w:val="005A0247"/>
    <w:rsid w:val="005A58D3"/>
    <w:rsid w:val="005B140D"/>
    <w:rsid w:val="005C1970"/>
    <w:rsid w:val="005C1FEA"/>
    <w:rsid w:val="005C2672"/>
    <w:rsid w:val="005C313B"/>
    <w:rsid w:val="005C3495"/>
    <w:rsid w:val="005D1441"/>
    <w:rsid w:val="005D6104"/>
    <w:rsid w:val="005D6F37"/>
    <w:rsid w:val="005E35DC"/>
    <w:rsid w:val="005E3DFC"/>
    <w:rsid w:val="005E5D52"/>
    <w:rsid w:val="005E60AF"/>
    <w:rsid w:val="005F0814"/>
    <w:rsid w:val="005F1DEA"/>
    <w:rsid w:val="0060462F"/>
    <w:rsid w:val="0060602D"/>
    <w:rsid w:val="00607FC9"/>
    <w:rsid w:val="0061002D"/>
    <w:rsid w:val="0061374A"/>
    <w:rsid w:val="00622FE1"/>
    <w:rsid w:val="0062521C"/>
    <w:rsid w:val="00630A2B"/>
    <w:rsid w:val="00631D4A"/>
    <w:rsid w:val="00632DC7"/>
    <w:rsid w:val="006357FB"/>
    <w:rsid w:val="00635C5E"/>
    <w:rsid w:val="006406FC"/>
    <w:rsid w:val="00641817"/>
    <w:rsid w:val="00643B47"/>
    <w:rsid w:val="00645CB8"/>
    <w:rsid w:val="00651483"/>
    <w:rsid w:val="00653E16"/>
    <w:rsid w:val="00653F7B"/>
    <w:rsid w:val="00657220"/>
    <w:rsid w:val="0066093E"/>
    <w:rsid w:val="0066104B"/>
    <w:rsid w:val="0066343C"/>
    <w:rsid w:val="006640E2"/>
    <w:rsid w:val="006655EE"/>
    <w:rsid w:val="00667C10"/>
    <w:rsid w:val="00667EF4"/>
    <w:rsid w:val="00674AAE"/>
    <w:rsid w:val="00676FCA"/>
    <w:rsid w:val="00677177"/>
    <w:rsid w:val="0067757A"/>
    <w:rsid w:val="00680D47"/>
    <w:rsid w:val="0068612E"/>
    <w:rsid w:val="00687C92"/>
    <w:rsid w:val="0069534E"/>
    <w:rsid w:val="0069669C"/>
    <w:rsid w:val="006A074A"/>
    <w:rsid w:val="006A1200"/>
    <w:rsid w:val="006A1AE4"/>
    <w:rsid w:val="006A27CB"/>
    <w:rsid w:val="006A4F4E"/>
    <w:rsid w:val="006B1098"/>
    <w:rsid w:val="006B14DB"/>
    <w:rsid w:val="006B1FFD"/>
    <w:rsid w:val="006B21C4"/>
    <w:rsid w:val="006B3FCD"/>
    <w:rsid w:val="006B4FD2"/>
    <w:rsid w:val="006C1A92"/>
    <w:rsid w:val="006C4A1A"/>
    <w:rsid w:val="006D0393"/>
    <w:rsid w:val="006D1A83"/>
    <w:rsid w:val="006D7A2B"/>
    <w:rsid w:val="006E1CFE"/>
    <w:rsid w:val="006E3EB2"/>
    <w:rsid w:val="006E6B38"/>
    <w:rsid w:val="006F10C4"/>
    <w:rsid w:val="006F181F"/>
    <w:rsid w:val="006F4C60"/>
    <w:rsid w:val="006F5051"/>
    <w:rsid w:val="006F5603"/>
    <w:rsid w:val="00700175"/>
    <w:rsid w:val="00701400"/>
    <w:rsid w:val="007015D6"/>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481E"/>
    <w:rsid w:val="00785782"/>
    <w:rsid w:val="007953DA"/>
    <w:rsid w:val="0079585C"/>
    <w:rsid w:val="007A2573"/>
    <w:rsid w:val="007A570A"/>
    <w:rsid w:val="007A6A1A"/>
    <w:rsid w:val="007B106C"/>
    <w:rsid w:val="007B1A4E"/>
    <w:rsid w:val="007B3617"/>
    <w:rsid w:val="007B3D05"/>
    <w:rsid w:val="007B5B2F"/>
    <w:rsid w:val="007C093A"/>
    <w:rsid w:val="007C0C81"/>
    <w:rsid w:val="007C114B"/>
    <w:rsid w:val="007C1328"/>
    <w:rsid w:val="007C5072"/>
    <w:rsid w:val="007D091A"/>
    <w:rsid w:val="007D14B4"/>
    <w:rsid w:val="007D2191"/>
    <w:rsid w:val="007D2FC3"/>
    <w:rsid w:val="007D4CEC"/>
    <w:rsid w:val="007D5962"/>
    <w:rsid w:val="007E24F6"/>
    <w:rsid w:val="007F20CB"/>
    <w:rsid w:val="007F2EED"/>
    <w:rsid w:val="00800F64"/>
    <w:rsid w:val="00801B79"/>
    <w:rsid w:val="00802F0B"/>
    <w:rsid w:val="00810A67"/>
    <w:rsid w:val="00813398"/>
    <w:rsid w:val="00815CCC"/>
    <w:rsid w:val="008172B5"/>
    <w:rsid w:val="00821A31"/>
    <w:rsid w:val="00821AC5"/>
    <w:rsid w:val="00831030"/>
    <w:rsid w:val="008316C6"/>
    <w:rsid w:val="00833CF7"/>
    <w:rsid w:val="0083610D"/>
    <w:rsid w:val="00843089"/>
    <w:rsid w:val="00845601"/>
    <w:rsid w:val="00850C70"/>
    <w:rsid w:val="008518B4"/>
    <w:rsid w:val="00855C5C"/>
    <w:rsid w:val="008565B9"/>
    <w:rsid w:val="0086185F"/>
    <w:rsid w:val="00882459"/>
    <w:rsid w:val="00882B2B"/>
    <w:rsid w:val="00890C23"/>
    <w:rsid w:val="008A2B4A"/>
    <w:rsid w:val="008A2D87"/>
    <w:rsid w:val="008A3C96"/>
    <w:rsid w:val="008B4019"/>
    <w:rsid w:val="008B65C9"/>
    <w:rsid w:val="008C2D4A"/>
    <w:rsid w:val="008C49DA"/>
    <w:rsid w:val="008D3900"/>
    <w:rsid w:val="008D6E1D"/>
    <w:rsid w:val="008E3A9F"/>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0384"/>
    <w:rsid w:val="00947CBC"/>
    <w:rsid w:val="0095201C"/>
    <w:rsid w:val="009528A4"/>
    <w:rsid w:val="00952DDF"/>
    <w:rsid w:val="009602A8"/>
    <w:rsid w:val="0096170E"/>
    <w:rsid w:val="0097415B"/>
    <w:rsid w:val="00976E4A"/>
    <w:rsid w:val="009A1964"/>
    <w:rsid w:val="009A1A89"/>
    <w:rsid w:val="009B3234"/>
    <w:rsid w:val="009B38BE"/>
    <w:rsid w:val="009C333F"/>
    <w:rsid w:val="009C3D0F"/>
    <w:rsid w:val="009D2FDC"/>
    <w:rsid w:val="009E2913"/>
    <w:rsid w:val="009E3284"/>
    <w:rsid w:val="009F35E2"/>
    <w:rsid w:val="009F5BEB"/>
    <w:rsid w:val="009F65F9"/>
    <w:rsid w:val="009F66C9"/>
    <w:rsid w:val="009F68BA"/>
    <w:rsid w:val="009F7C99"/>
    <w:rsid w:val="00A05947"/>
    <w:rsid w:val="00A06277"/>
    <w:rsid w:val="00A07587"/>
    <w:rsid w:val="00A079DC"/>
    <w:rsid w:val="00A111C2"/>
    <w:rsid w:val="00A117D6"/>
    <w:rsid w:val="00A17D0F"/>
    <w:rsid w:val="00A204C9"/>
    <w:rsid w:val="00A23425"/>
    <w:rsid w:val="00A27314"/>
    <w:rsid w:val="00A338E7"/>
    <w:rsid w:val="00A343B2"/>
    <w:rsid w:val="00A3471A"/>
    <w:rsid w:val="00A35CAA"/>
    <w:rsid w:val="00A36E7F"/>
    <w:rsid w:val="00A37E9D"/>
    <w:rsid w:val="00A40B5D"/>
    <w:rsid w:val="00A416ED"/>
    <w:rsid w:val="00A41E65"/>
    <w:rsid w:val="00A43E0A"/>
    <w:rsid w:val="00A45659"/>
    <w:rsid w:val="00A45C48"/>
    <w:rsid w:val="00A539B1"/>
    <w:rsid w:val="00A55F5B"/>
    <w:rsid w:val="00A56817"/>
    <w:rsid w:val="00A57FB9"/>
    <w:rsid w:val="00A60185"/>
    <w:rsid w:val="00A60B0D"/>
    <w:rsid w:val="00A64D4D"/>
    <w:rsid w:val="00A652DB"/>
    <w:rsid w:val="00A65959"/>
    <w:rsid w:val="00A661EA"/>
    <w:rsid w:val="00A70809"/>
    <w:rsid w:val="00A76E17"/>
    <w:rsid w:val="00A8061F"/>
    <w:rsid w:val="00A830E5"/>
    <w:rsid w:val="00A86618"/>
    <w:rsid w:val="00A87135"/>
    <w:rsid w:val="00A93280"/>
    <w:rsid w:val="00AA2548"/>
    <w:rsid w:val="00AA58C4"/>
    <w:rsid w:val="00AA69DD"/>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3DA1"/>
    <w:rsid w:val="00B54DE9"/>
    <w:rsid w:val="00B553EC"/>
    <w:rsid w:val="00B5766B"/>
    <w:rsid w:val="00B62B98"/>
    <w:rsid w:val="00B65E27"/>
    <w:rsid w:val="00B66855"/>
    <w:rsid w:val="00B66EBE"/>
    <w:rsid w:val="00B70ED4"/>
    <w:rsid w:val="00B774CD"/>
    <w:rsid w:val="00B80ECC"/>
    <w:rsid w:val="00B912DE"/>
    <w:rsid w:val="00B91C38"/>
    <w:rsid w:val="00B93DD0"/>
    <w:rsid w:val="00B95973"/>
    <w:rsid w:val="00B97732"/>
    <w:rsid w:val="00BA0922"/>
    <w:rsid w:val="00BA17FC"/>
    <w:rsid w:val="00BA65A8"/>
    <w:rsid w:val="00BA6D19"/>
    <w:rsid w:val="00BA7461"/>
    <w:rsid w:val="00BA7DA9"/>
    <w:rsid w:val="00BB3FF5"/>
    <w:rsid w:val="00BB418A"/>
    <w:rsid w:val="00BC0616"/>
    <w:rsid w:val="00BC4215"/>
    <w:rsid w:val="00BC473A"/>
    <w:rsid w:val="00BD1A6F"/>
    <w:rsid w:val="00BD5DB8"/>
    <w:rsid w:val="00BD5F54"/>
    <w:rsid w:val="00BE033E"/>
    <w:rsid w:val="00BE4871"/>
    <w:rsid w:val="00BE5122"/>
    <w:rsid w:val="00BE6D3C"/>
    <w:rsid w:val="00BE7852"/>
    <w:rsid w:val="00BE7E91"/>
    <w:rsid w:val="00BF0762"/>
    <w:rsid w:val="00BF1EFE"/>
    <w:rsid w:val="00BF3F7C"/>
    <w:rsid w:val="00BF5441"/>
    <w:rsid w:val="00BF671B"/>
    <w:rsid w:val="00BF7CEE"/>
    <w:rsid w:val="00C03880"/>
    <w:rsid w:val="00C132E3"/>
    <w:rsid w:val="00C135CF"/>
    <w:rsid w:val="00C173B0"/>
    <w:rsid w:val="00C17F88"/>
    <w:rsid w:val="00C22E15"/>
    <w:rsid w:val="00C2683F"/>
    <w:rsid w:val="00C3184D"/>
    <w:rsid w:val="00C325B9"/>
    <w:rsid w:val="00C35FAF"/>
    <w:rsid w:val="00C36F1F"/>
    <w:rsid w:val="00C37862"/>
    <w:rsid w:val="00C43020"/>
    <w:rsid w:val="00C4714E"/>
    <w:rsid w:val="00C51A9D"/>
    <w:rsid w:val="00C5366B"/>
    <w:rsid w:val="00C5504F"/>
    <w:rsid w:val="00C6319E"/>
    <w:rsid w:val="00C63376"/>
    <w:rsid w:val="00C634DE"/>
    <w:rsid w:val="00C63DE4"/>
    <w:rsid w:val="00C71149"/>
    <w:rsid w:val="00C71BB8"/>
    <w:rsid w:val="00C729A8"/>
    <w:rsid w:val="00C74F97"/>
    <w:rsid w:val="00C8276E"/>
    <w:rsid w:val="00C842AC"/>
    <w:rsid w:val="00C85444"/>
    <w:rsid w:val="00C86DC8"/>
    <w:rsid w:val="00C90E71"/>
    <w:rsid w:val="00CA0723"/>
    <w:rsid w:val="00CA086D"/>
    <w:rsid w:val="00CA3882"/>
    <w:rsid w:val="00CB0489"/>
    <w:rsid w:val="00CB1690"/>
    <w:rsid w:val="00CC1AE6"/>
    <w:rsid w:val="00CC39F8"/>
    <w:rsid w:val="00CC4365"/>
    <w:rsid w:val="00CD11B0"/>
    <w:rsid w:val="00CD2830"/>
    <w:rsid w:val="00CD3A95"/>
    <w:rsid w:val="00CD49AD"/>
    <w:rsid w:val="00CD7E0F"/>
    <w:rsid w:val="00CD7E72"/>
    <w:rsid w:val="00CE42D0"/>
    <w:rsid w:val="00CE6A38"/>
    <w:rsid w:val="00CE71C2"/>
    <w:rsid w:val="00CF42D5"/>
    <w:rsid w:val="00CF4EDA"/>
    <w:rsid w:val="00CF5CAE"/>
    <w:rsid w:val="00D00384"/>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4716B"/>
    <w:rsid w:val="00D50618"/>
    <w:rsid w:val="00D509E9"/>
    <w:rsid w:val="00D50A8A"/>
    <w:rsid w:val="00D53B1C"/>
    <w:rsid w:val="00D5575B"/>
    <w:rsid w:val="00D62131"/>
    <w:rsid w:val="00D64914"/>
    <w:rsid w:val="00D77838"/>
    <w:rsid w:val="00D80F3B"/>
    <w:rsid w:val="00D81EE0"/>
    <w:rsid w:val="00D851CD"/>
    <w:rsid w:val="00D859C2"/>
    <w:rsid w:val="00D85B8A"/>
    <w:rsid w:val="00D90E6C"/>
    <w:rsid w:val="00D949E4"/>
    <w:rsid w:val="00DA1B12"/>
    <w:rsid w:val="00DA4B0D"/>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17961"/>
    <w:rsid w:val="00E22AD5"/>
    <w:rsid w:val="00E356E5"/>
    <w:rsid w:val="00E35762"/>
    <w:rsid w:val="00E36F81"/>
    <w:rsid w:val="00E44648"/>
    <w:rsid w:val="00E452FA"/>
    <w:rsid w:val="00E45765"/>
    <w:rsid w:val="00E45C14"/>
    <w:rsid w:val="00E45E10"/>
    <w:rsid w:val="00E5098C"/>
    <w:rsid w:val="00E50DC9"/>
    <w:rsid w:val="00E60213"/>
    <w:rsid w:val="00E65A5E"/>
    <w:rsid w:val="00E66865"/>
    <w:rsid w:val="00E70B1B"/>
    <w:rsid w:val="00E74D29"/>
    <w:rsid w:val="00E750A2"/>
    <w:rsid w:val="00E82E79"/>
    <w:rsid w:val="00E83C74"/>
    <w:rsid w:val="00E83CEE"/>
    <w:rsid w:val="00E86DB3"/>
    <w:rsid w:val="00E8776C"/>
    <w:rsid w:val="00E903B3"/>
    <w:rsid w:val="00E9226D"/>
    <w:rsid w:val="00E923D6"/>
    <w:rsid w:val="00E94A84"/>
    <w:rsid w:val="00EA337A"/>
    <w:rsid w:val="00EA5941"/>
    <w:rsid w:val="00EB02BE"/>
    <w:rsid w:val="00EB4974"/>
    <w:rsid w:val="00EB4DFB"/>
    <w:rsid w:val="00EB5383"/>
    <w:rsid w:val="00EB60CE"/>
    <w:rsid w:val="00EB7D53"/>
    <w:rsid w:val="00EC24FD"/>
    <w:rsid w:val="00ED1566"/>
    <w:rsid w:val="00ED1794"/>
    <w:rsid w:val="00EE1E28"/>
    <w:rsid w:val="00EE2A2B"/>
    <w:rsid w:val="00EE3146"/>
    <w:rsid w:val="00EE482C"/>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5600D"/>
    <w:rsid w:val="00F60329"/>
    <w:rsid w:val="00F65A1C"/>
    <w:rsid w:val="00F66F50"/>
    <w:rsid w:val="00F82FF8"/>
    <w:rsid w:val="00F8330D"/>
    <w:rsid w:val="00F84305"/>
    <w:rsid w:val="00F8485C"/>
    <w:rsid w:val="00F84E5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1BD8"/>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1552D9BD"/>
  <w15:docId w15:val="{0C8893A4-97D8-4BC5-98A3-50F1D6425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http://www.aat.gov.au/" TargetMode="External"/><Relationship Id="rId3" Type="http://schemas.openxmlformats.org/officeDocument/2006/relationships/settings" Target="settings.xml"/><Relationship Id="rId21" Type="http://schemas.openxmlformats.org/officeDocument/2006/relationships/hyperlink" Target="http://www.environment.gov.au/foi/index.html"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aat.gov.a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yperlink" Target="http://www.aat.gov.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8.xml"/><Relationship Id="rId10" Type="http://schemas.openxmlformats.org/officeDocument/2006/relationships/footer" Target="footer2.xml"/><Relationship Id="rId19" Type="http://schemas.openxmlformats.org/officeDocument/2006/relationships/hyperlink" Target="mailto:generalreviews@aat.gov.a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yperlink" Target="mailto:foi@environment.gov.au"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F3B81F2E.dotm</Template>
  <TotalTime>4</TotalTime>
  <Pages>8</Pages>
  <Words>1390</Words>
  <Characters>7926</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the Minister</dc:title>
  <dc:creator>Department of the Environment and Energy</dc:creator>
  <cp:lastModifiedBy>Durack, Bec</cp:lastModifiedBy>
  <cp:revision>2</cp:revision>
  <dcterms:created xsi:type="dcterms:W3CDTF">2017-08-09T01:58:00Z</dcterms:created>
  <dcterms:modified xsi:type="dcterms:W3CDTF">2017-08-09T01:58:00Z</dcterms:modified>
</cp:coreProperties>
</file>