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463E6A">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104CCE">
        <w:rPr>
          <w:szCs w:val="22"/>
        </w:rPr>
        <w:t xml:space="preserve">I, </w:t>
      </w:r>
      <w:r w:rsidR="005F34BD" w:rsidRPr="00104CCE">
        <w:rPr>
          <w:szCs w:val="22"/>
        </w:rPr>
        <w:t>PAUL MURPHY</w:t>
      </w:r>
      <w:r w:rsidRPr="00104CCE">
        <w:rPr>
          <w:color w:val="000000"/>
          <w:szCs w:val="22"/>
        </w:rPr>
        <w:t xml:space="preserve">, </w:t>
      </w:r>
      <w:r w:rsidRPr="00104CCE">
        <w:rPr>
          <w:snapToGrid w:val="0"/>
          <w:color w:val="000000"/>
          <w:szCs w:val="22"/>
        </w:rPr>
        <w:t>Assistant</w:t>
      </w:r>
      <w:r w:rsidR="005F34BD" w:rsidRPr="00104CCE">
        <w:rPr>
          <w:snapToGrid w:val="0"/>
          <w:szCs w:val="22"/>
        </w:rPr>
        <w:t xml:space="preserve"> Secretary, Wildlife Trade</w:t>
      </w:r>
      <w:r w:rsidRPr="00104CCE">
        <w:rPr>
          <w:snapToGrid w:val="0"/>
          <w:szCs w:val="22"/>
        </w:rPr>
        <w:t xml:space="preserve"> </w:t>
      </w:r>
      <w:r w:rsidR="007A3126" w:rsidRPr="00104CCE">
        <w:rPr>
          <w:snapToGrid w:val="0"/>
          <w:szCs w:val="22"/>
        </w:rPr>
        <w:t>and Biosecurity</w:t>
      </w:r>
      <w:r w:rsidRPr="00104CCE">
        <w:rPr>
          <w:snapToGrid w:val="0"/>
          <w:szCs w:val="22"/>
        </w:rPr>
        <w:t xml:space="preserve"> Branch</w:t>
      </w:r>
      <w:r w:rsidRPr="00104CCE">
        <w:rPr>
          <w:szCs w:val="22"/>
        </w:rPr>
        <w:t>, as Delegate of the</w:t>
      </w:r>
      <w:r w:rsidR="00A6198D" w:rsidRPr="00104CCE">
        <w:rPr>
          <w:szCs w:val="22"/>
        </w:rPr>
        <w:t xml:space="preserve"> Minister for the</w:t>
      </w:r>
      <w:r w:rsidRPr="00104CCE">
        <w:rPr>
          <w:szCs w:val="22"/>
        </w:rPr>
        <w:t xml:space="preserve"> Env</w:t>
      </w:r>
      <w:r w:rsidR="00442816" w:rsidRPr="00104CCE">
        <w:rPr>
          <w:szCs w:val="22"/>
        </w:rPr>
        <w:t>ironment</w:t>
      </w:r>
      <w:r w:rsidRPr="00104CCE">
        <w:rPr>
          <w:szCs w:val="22"/>
        </w:rPr>
        <w:t>:</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4345FC">
        <w:rPr>
          <w:rFonts w:cs="Arial"/>
        </w:rPr>
        <w:t>Coral Sea F</w:t>
      </w:r>
      <w:r w:rsidR="00104CCE">
        <w:rPr>
          <w:rFonts w:cs="Arial"/>
        </w:rPr>
        <w:t xml:space="preserve">ishery </w:t>
      </w:r>
      <w:r w:rsidR="00FB1480" w:rsidRPr="007C176F">
        <w:rPr>
          <w:szCs w:val="22"/>
        </w:rPr>
        <w:t xml:space="preserve">dated </w:t>
      </w:r>
      <w:r w:rsidR="00104CCE">
        <w:rPr>
          <w:szCs w:val="22"/>
        </w:rPr>
        <w:t>16 November 2007</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B96AC0" w:rsidP="00DF543C">
      <w:pPr>
        <w:spacing w:after="120"/>
        <w:ind w:left="709" w:right="238" w:hanging="352"/>
        <w:rPr>
          <w:szCs w:val="22"/>
        </w:rPr>
      </w:pPr>
      <w:r>
        <w:rPr>
          <w:szCs w:val="22"/>
        </w:rPr>
        <w:t>(i)</w:t>
      </w:r>
      <w:r>
        <w:rPr>
          <w:szCs w:val="22"/>
        </w:rPr>
        <w:tab/>
      </w:r>
      <w:r w:rsidR="00FB1480" w:rsidRPr="007C176F">
        <w:rPr>
          <w:szCs w:val="22"/>
        </w:rPr>
        <w:t xml:space="preserve">the management regime </w:t>
      </w:r>
      <w:r w:rsidR="00FB1480" w:rsidRPr="007C176F">
        <w:rPr>
          <w:snapToGrid w:val="0"/>
          <w:szCs w:val="22"/>
        </w:rPr>
        <w:t xml:space="preserve">for the </w:t>
      </w:r>
      <w:r w:rsidR="004345FC">
        <w:rPr>
          <w:rFonts w:cs="Arial"/>
        </w:rPr>
        <w:t xml:space="preserve">Coral Sea Fishery, </w:t>
      </w:r>
      <w:r w:rsidR="00FB1480" w:rsidRPr="00FB1480">
        <w:rPr>
          <w:szCs w:val="22"/>
        </w:rPr>
        <w:t xml:space="preserve">in force under the </w:t>
      </w:r>
      <w:r w:rsidR="004345FC" w:rsidRPr="00B44E95">
        <w:t xml:space="preserve">Commonwealth </w:t>
      </w:r>
      <w:r w:rsidR="004345FC" w:rsidRPr="00B44E95">
        <w:rPr>
          <w:i/>
        </w:rPr>
        <w:t xml:space="preserve">Fisheries Management Act 1991 </w:t>
      </w:r>
      <w:r w:rsidR="004345FC" w:rsidRPr="00B44E95">
        <w:t>and the</w:t>
      </w:r>
      <w:r w:rsidR="004345FC" w:rsidRPr="00B44E95">
        <w:rPr>
          <w:i/>
        </w:rPr>
        <w:t xml:space="preserve"> </w:t>
      </w:r>
      <w:r w:rsidR="004345FC" w:rsidRPr="00B44E95">
        <w:t>Fisheries Management Regulations 1992</w:t>
      </w:r>
      <w:r w:rsidR="004345FC">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B96AC0" w:rsidP="00DF543C">
      <w:pPr>
        <w:spacing w:after="120"/>
        <w:ind w:left="709" w:right="237" w:hanging="352"/>
        <w:rPr>
          <w:snapToGrid w:val="0"/>
          <w:szCs w:val="22"/>
        </w:rPr>
      </w:pPr>
      <w:r>
        <w:rPr>
          <w:szCs w:val="22"/>
        </w:rPr>
        <w:t>(ii)</w:t>
      </w:r>
      <w:r>
        <w:rPr>
          <w:szCs w:val="22"/>
        </w:rPr>
        <w:tab/>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004345FC" w:rsidRPr="007C176F">
        <w:rPr>
          <w:szCs w:val="22"/>
        </w:rPr>
        <w:t xml:space="preserve">management regime </w:t>
      </w:r>
      <w:r w:rsidR="004345FC" w:rsidRPr="007C176F">
        <w:rPr>
          <w:snapToGrid w:val="0"/>
          <w:szCs w:val="22"/>
        </w:rPr>
        <w:t xml:space="preserve">for the </w:t>
      </w:r>
      <w:r w:rsidR="004345FC">
        <w:rPr>
          <w:rFonts w:cs="Arial"/>
        </w:rPr>
        <w:t xml:space="preserve">Coral Sea Fishery </w:t>
      </w:r>
      <w:r w:rsidR="004345FC" w:rsidRPr="00FB1480">
        <w:rPr>
          <w:szCs w:val="22"/>
        </w:rPr>
        <w:t xml:space="preserve">in force under the </w:t>
      </w:r>
      <w:r w:rsidR="004345FC" w:rsidRPr="00B44E95">
        <w:t xml:space="preserve">Commonwealth </w:t>
      </w:r>
      <w:r w:rsidR="004345FC" w:rsidRPr="00B44E95">
        <w:rPr>
          <w:i/>
        </w:rPr>
        <w:t xml:space="preserve">Fisheries Management Act 1991 </w:t>
      </w:r>
      <w:r w:rsidR="004345FC" w:rsidRPr="00B44E95">
        <w:t>and the</w:t>
      </w:r>
      <w:r w:rsidR="004345FC" w:rsidRPr="00B44E95">
        <w:rPr>
          <w:i/>
        </w:rPr>
        <w:t xml:space="preserve"> </w:t>
      </w:r>
      <w:r w:rsidR="004345FC" w:rsidRPr="00B44E95">
        <w:t>Fisheries Management Regulations 1992</w:t>
      </w:r>
      <w:r w:rsidR="004345FC">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E269C6">
        <w:rPr>
          <w:iCs/>
          <w:szCs w:val="22"/>
        </w:rPr>
        <w:t>19</w:t>
      </w:r>
      <w:r w:rsidR="00E269C6" w:rsidRPr="00E269C6">
        <w:rPr>
          <w:iCs/>
          <w:szCs w:val="22"/>
          <w:vertAlign w:val="superscript"/>
        </w:rPr>
        <w:t>th</w:t>
      </w:r>
      <w:r w:rsidR="00E269C6">
        <w:rPr>
          <w:iCs/>
          <w:szCs w:val="22"/>
        </w:rPr>
        <w:t xml:space="preserve"> </w:t>
      </w:r>
      <w:r w:rsidR="005E68D9">
        <w:rPr>
          <w:iCs/>
          <w:szCs w:val="22"/>
        </w:rPr>
        <w:t xml:space="preserve">day </w:t>
      </w:r>
      <w:r w:rsidR="00E269C6">
        <w:rPr>
          <w:iCs/>
          <w:szCs w:val="22"/>
        </w:rPr>
        <w:t xml:space="preserve">of November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269C6" w:rsidRPr="00330C65" w:rsidRDefault="00E269C6" w:rsidP="00E269C6">
      <w:pPr>
        <w:jc w:val="center"/>
        <w:rPr>
          <w:szCs w:val="22"/>
        </w:rPr>
      </w:pPr>
      <w:r w:rsidRPr="00FB1480">
        <w:rPr>
          <w:szCs w:val="22"/>
        </w:rPr>
        <w:t>………….……..</w:t>
      </w:r>
      <w:r>
        <w:rPr>
          <w:szCs w:val="22"/>
        </w:rPr>
        <w:t>P Murphy</w:t>
      </w:r>
      <w:r w:rsidRPr="00FB1480">
        <w:rPr>
          <w:szCs w:val="22"/>
        </w:rPr>
        <w:t>………….……..</w:t>
      </w:r>
    </w:p>
    <w:p w:rsidR="00E269C6" w:rsidRPr="00330C65" w:rsidRDefault="00E269C6" w:rsidP="00E269C6">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E269C6" w:rsidRDefault="00E269C6" w:rsidP="00E269C6">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E269C6">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Pr>
          <w:rFonts w:ascii="Times New Roman" w:hAnsi="Times New Roman" w:cs="Times New Roman"/>
          <w:szCs w:val="22"/>
        </w:rPr>
        <w:t>the Environment</w:t>
      </w:r>
    </w:p>
    <w:p w:rsidR="00B134B6" w:rsidRDefault="00B134B6" w:rsidP="00E269C6">
      <w:pPr>
        <w:ind w:left="360" w:right="237"/>
        <w:jc w:val="center"/>
        <w:rPr>
          <w:snapToGrid w:val="0"/>
          <w:szCs w:val="22"/>
          <w:lang w:val="en-AU"/>
        </w:rPr>
      </w:pP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CCE" w:rsidRDefault="00104CCE">
      <w:r>
        <w:separator/>
      </w:r>
    </w:p>
  </w:endnote>
  <w:endnote w:type="continuationSeparator" w:id="0">
    <w:p w:rsidR="00104CCE" w:rsidRDefault="00104C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CCE" w:rsidRDefault="00104CCE">
      <w:r>
        <w:separator/>
      </w:r>
    </w:p>
  </w:footnote>
  <w:footnote w:type="continuationSeparator" w:id="0">
    <w:p w:rsidR="00104CCE" w:rsidRDefault="00104C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CCE" w:rsidRDefault="00104CCE">
    <w:pPr>
      <w:pStyle w:val="Header"/>
      <w:jc w:val="right"/>
      <w:rPr>
        <w:sz w:val="20"/>
      </w:rPr>
    </w:pPr>
    <w:r>
      <w:rPr>
        <w:b/>
        <w:sz w:val="20"/>
      </w:rPr>
      <w:t>Unique Identifying Number:</w:t>
    </w:r>
  </w:p>
  <w:p w:rsidR="00104CCE" w:rsidRDefault="00104CC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04CCE"/>
    <w:rsid w:val="00022807"/>
    <w:rsid w:val="00075416"/>
    <w:rsid w:val="000928E7"/>
    <w:rsid w:val="000B4BF1"/>
    <w:rsid w:val="00104CCE"/>
    <w:rsid w:val="00131745"/>
    <w:rsid w:val="00141DC4"/>
    <w:rsid w:val="001572F9"/>
    <w:rsid w:val="00157A07"/>
    <w:rsid w:val="00300E20"/>
    <w:rsid w:val="00313CDC"/>
    <w:rsid w:val="00330C65"/>
    <w:rsid w:val="003732DA"/>
    <w:rsid w:val="00390BAD"/>
    <w:rsid w:val="003A3E63"/>
    <w:rsid w:val="003F0B0A"/>
    <w:rsid w:val="00406255"/>
    <w:rsid w:val="00433409"/>
    <w:rsid w:val="004345FC"/>
    <w:rsid w:val="00442816"/>
    <w:rsid w:val="00463E6A"/>
    <w:rsid w:val="004A2909"/>
    <w:rsid w:val="004C0D63"/>
    <w:rsid w:val="004E4888"/>
    <w:rsid w:val="005739BE"/>
    <w:rsid w:val="005E68D9"/>
    <w:rsid w:val="005F34BD"/>
    <w:rsid w:val="007A3126"/>
    <w:rsid w:val="007C176F"/>
    <w:rsid w:val="007C5DB1"/>
    <w:rsid w:val="0080484A"/>
    <w:rsid w:val="00806D8A"/>
    <w:rsid w:val="00807FA4"/>
    <w:rsid w:val="00863B42"/>
    <w:rsid w:val="008972F9"/>
    <w:rsid w:val="00941B39"/>
    <w:rsid w:val="009F0448"/>
    <w:rsid w:val="00A157AF"/>
    <w:rsid w:val="00A22CBB"/>
    <w:rsid w:val="00A34121"/>
    <w:rsid w:val="00A6198D"/>
    <w:rsid w:val="00B134B6"/>
    <w:rsid w:val="00B96AC0"/>
    <w:rsid w:val="00BA5A3E"/>
    <w:rsid w:val="00BE4C00"/>
    <w:rsid w:val="00C4202F"/>
    <w:rsid w:val="00C60235"/>
    <w:rsid w:val="00C64506"/>
    <w:rsid w:val="00C77716"/>
    <w:rsid w:val="00C91B0F"/>
    <w:rsid w:val="00CC100A"/>
    <w:rsid w:val="00D0634F"/>
    <w:rsid w:val="00D554F3"/>
    <w:rsid w:val="00DA4775"/>
    <w:rsid w:val="00DA5695"/>
    <w:rsid w:val="00DF487E"/>
    <w:rsid w:val="00DF543C"/>
    <w:rsid w:val="00E269C6"/>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26D1DF-6520-4D87-81BA-8E5647211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10</TotalTime>
  <Pages>1</Pages>
  <Words>280</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Coral Sea Fishery - Part 13 - 2013</dc:title>
  <dc:creator>Barbara Ross</dc:creator>
  <cp:lastModifiedBy>A00870</cp:lastModifiedBy>
  <cp:revision>5</cp:revision>
  <cp:lastPrinted>2012-01-11T03:31:00Z</cp:lastPrinted>
  <dcterms:created xsi:type="dcterms:W3CDTF">2013-11-07T04:21:00Z</dcterms:created>
  <dcterms:modified xsi:type="dcterms:W3CDTF">2013-11-20T23:54:00Z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