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2A21CF" w:rsidP="00A6242B">
      <w:pPr>
        <w:spacing w:after="120"/>
        <w:jc w:val="center"/>
        <w:rPr>
          <w:snapToGrid w:val="0"/>
        </w:rPr>
      </w:pPr>
      <w:r>
        <w:rPr>
          <w:noProof/>
          <w:lang w:val="en-AU" w:eastAsia="en-AU"/>
        </w:rPr>
        <w:drawing>
          <wp:inline distT="0" distB="0" distL="0" distR="0">
            <wp:extent cx="107632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76325" cy="904875"/>
                    </a:xfrm>
                    <a:prstGeom prst="rect">
                      <a:avLst/>
                    </a:prstGeom>
                    <a:noFill/>
                    <a:ln w="9525">
                      <a:noFill/>
                      <a:miter lim="800000"/>
                      <a:headEnd/>
                      <a:tailEnd/>
                    </a:ln>
                  </pic:spPr>
                </pic:pic>
              </a:graphicData>
            </a:graphic>
          </wp:inline>
        </w:drawing>
      </w:r>
    </w:p>
    <w:p w:rsidR="00E321E1" w:rsidRDefault="00E321E1">
      <w:pPr>
        <w:jc w:val="center"/>
        <w:rPr>
          <w:b/>
          <w:snapToGrid w:val="0"/>
        </w:rPr>
      </w:pPr>
      <w:r>
        <w:rPr>
          <w:b/>
          <w:snapToGrid w:val="0"/>
        </w:rPr>
        <w:t xml:space="preserve">COMMONWEALTH OF </w:t>
      </w:r>
      <w:smartTag w:uri="urn:schemas-microsoft-com:office:smarttags" w:element="place">
        <w:smartTag w:uri="urn:schemas-microsoft-com:office:smarttags" w:element="country-region">
          <w:r>
            <w:rPr>
              <w:b/>
              <w:snapToGrid w:val="0"/>
            </w:rPr>
            <w:t>AUSTRA</w:t>
          </w:r>
          <w:smartTag w:uri="urn:schemas-microsoft-com:office:smarttags" w:element="PersonName">
            <w:r>
              <w:rPr>
                <w:b/>
                <w:snapToGrid w:val="0"/>
              </w:rPr>
              <w:t>LIA</w:t>
            </w:r>
          </w:smartTag>
        </w:smartTag>
      </w:smartTag>
    </w:p>
    <w:p w:rsidR="00E321E1" w:rsidRDefault="00E321E1">
      <w:pPr>
        <w:jc w:val="center"/>
        <w:rPr>
          <w:snapToGrid w:val="0"/>
        </w:rPr>
      </w:pPr>
    </w:p>
    <w:p w:rsidR="00E321E1" w:rsidRDefault="00E321E1">
      <w:pPr>
        <w:pStyle w:val="Heading1"/>
        <w:jc w:val="center"/>
        <w:rPr>
          <w:i/>
          <w:iCs/>
        </w:rPr>
      </w:pPr>
      <w:r>
        <w:rPr>
          <w:i/>
          <w:iCs/>
        </w:rPr>
        <w:t>Environment Protection and Biodiversity Conservation Act 1999</w:t>
      </w:r>
    </w:p>
    <w:p w:rsidR="00E321E1" w:rsidRDefault="00E321E1">
      <w:pPr>
        <w:jc w:val="center"/>
        <w:rPr>
          <w:b/>
          <w:snapToGrid w:val="0"/>
        </w:rPr>
      </w:pPr>
    </w:p>
    <w:p w:rsidR="00E321E1" w:rsidRPr="00330C65" w:rsidRDefault="00FB1480">
      <w:pPr>
        <w:jc w:val="center"/>
        <w:rPr>
          <w:b/>
          <w:snapToGrid w:val="0"/>
          <w:szCs w:val="22"/>
        </w:rPr>
      </w:pPr>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p w:rsidR="00E321E1" w:rsidRPr="00330C65" w:rsidRDefault="00E321E1">
      <w:pPr>
        <w:ind w:left="360" w:right="675"/>
        <w:rPr>
          <w:snapToGrid w:val="0"/>
          <w:sz w:val="28"/>
        </w:rPr>
      </w:pPr>
    </w:p>
    <w:p w:rsidR="00B134B6" w:rsidRDefault="00FB1480">
      <w:pPr>
        <w:ind w:right="238"/>
        <w:rPr>
          <w:szCs w:val="22"/>
        </w:rPr>
      </w:pPr>
      <w:r w:rsidRPr="002A21CF">
        <w:rPr>
          <w:szCs w:val="22"/>
        </w:rPr>
        <w:t xml:space="preserve">I, </w:t>
      </w:r>
      <w:r w:rsidR="005F34BD" w:rsidRPr="002A21CF">
        <w:rPr>
          <w:szCs w:val="22"/>
        </w:rPr>
        <w:t>PAUL MURPHY</w:t>
      </w:r>
      <w:r w:rsidRPr="002A21CF">
        <w:rPr>
          <w:color w:val="000000"/>
          <w:szCs w:val="22"/>
        </w:rPr>
        <w:t xml:space="preserve">, </w:t>
      </w:r>
      <w:r w:rsidRPr="002A21CF">
        <w:rPr>
          <w:snapToGrid w:val="0"/>
          <w:color w:val="000000"/>
          <w:szCs w:val="22"/>
        </w:rPr>
        <w:t>Assistant</w:t>
      </w:r>
      <w:r w:rsidR="005F34BD" w:rsidRPr="002A21CF">
        <w:rPr>
          <w:snapToGrid w:val="0"/>
          <w:szCs w:val="22"/>
        </w:rPr>
        <w:t xml:space="preserve"> Secretary, Wildlife Trade</w:t>
      </w:r>
      <w:r w:rsidRPr="002A21CF">
        <w:rPr>
          <w:snapToGrid w:val="0"/>
          <w:szCs w:val="22"/>
        </w:rPr>
        <w:t xml:space="preserve"> </w:t>
      </w:r>
      <w:r w:rsidR="007A3126" w:rsidRPr="002A21CF">
        <w:rPr>
          <w:snapToGrid w:val="0"/>
          <w:szCs w:val="22"/>
        </w:rPr>
        <w:t>and Biosecurity</w:t>
      </w:r>
      <w:r w:rsidRPr="002A21CF">
        <w:rPr>
          <w:snapToGrid w:val="0"/>
          <w:szCs w:val="22"/>
        </w:rPr>
        <w:t xml:space="preserve"> Branch</w:t>
      </w:r>
      <w:r w:rsidRPr="002A21CF">
        <w:rPr>
          <w:szCs w:val="22"/>
        </w:rPr>
        <w:t>, as Delegate of the</w:t>
      </w:r>
      <w:r w:rsidR="00A6198D">
        <w:rPr>
          <w:szCs w:val="22"/>
        </w:rPr>
        <w:t xml:space="preserve"> Minister for the</w:t>
      </w:r>
      <w:r w:rsidRPr="00FB1480">
        <w:rPr>
          <w:szCs w:val="22"/>
        </w:rPr>
        <w:t xml:space="preserve"> Env</w:t>
      </w:r>
      <w:r w:rsidR="00442816">
        <w:rPr>
          <w:szCs w:val="22"/>
        </w:rPr>
        <w:t>ironment</w:t>
      </w:r>
      <w:r w:rsidRPr="00FB1480">
        <w:rPr>
          <w:szCs w:val="22"/>
        </w:rPr>
        <w:t>:</w:t>
      </w:r>
    </w:p>
    <w:p w:rsidR="00B134B6" w:rsidRDefault="00B134B6">
      <w:pPr>
        <w:ind w:right="238"/>
        <w:rPr>
          <w:szCs w:val="22"/>
        </w:rPr>
      </w:pPr>
    </w:p>
    <w:p w:rsidR="00B134B6" w:rsidRPr="007C176F" w:rsidRDefault="00C91B0F">
      <w:pPr>
        <w:ind w:left="357" w:right="238" w:hanging="357"/>
        <w:rPr>
          <w:snapToGrid w:val="0"/>
          <w:szCs w:val="22"/>
        </w:rPr>
      </w:pPr>
      <w:r>
        <w:rPr>
          <w:szCs w:val="22"/>
        </w:rPr>
        <w:t xml:space="preserve">(a) </w:t>
      </w:r>
      <w:r w:rsidR="00C77716">
        <w:rPr>
          <w:szCs w:val="22"/>
        </w:rPr>
        <w:t xml:space="preserve">revoke, under </w:t>
      </w:r>
      <w:r w:rsidR="003A3E63">
        <w:rPr>
          <w:szCs w:val="22"/>
        </w:rPr>
        <w:t>sub</w:t>
      </w:r>
      <w:r w:rsidR="00C77716">
        <w:rPr>
          <w:szCs w:val="22"/>
        </w:rPr>
        <w:t>section </w:t>
      </w:r>
      <w:r w:rsidR="00FB1480" w:rsidRPr="00FB1480">
        <w:rPr>
          <w:szCs w:val="22"/>
        </w:rPr>
        <w:t xml:space="preserve">33(3) of the </w:t>
      </w:r>
      <w:r w:rsidR="00C77716">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FB1480" w:rsidRPr="00FB1480">
        <w:rPr>
          <w:szCs w:val="22"/>
        </w:rPr>
        <w:t xml:space="preserve">management regime for </w:t>
      </w:r>
      <w:r w:rsidR="00FB1480" w:rsidRPr="007C176F">
        <w:rPr>
          <w:szCs w:val="22"/>
        </w:rPr>
        <w:t xml:space="preserve">the </w:t>
      </w:r>
      <w:r w:rsidR="002A21CF">
        <w:rPr>
          <w:rFonts w:cs="Arial"/>
        </w:rPr>
        <w:t>South Australian Rock Lobster Fishery</w:t>
      </w:r>
      <w:r w:rsidR="00FB1480" w:rsidRPr="007C176F">
        <w:rPr>
          <w:szCs w:val="22"/>
        </w:rPr>
        <w:t xml:space="preserve"> dated </w:t>
      </w:r>
      <w:r w:rsidR="007C176F" w:rsidRPr="007C176F">
        <w:rPr>
          <w:szCs w:val="22"/>
        </w:rPr>
        <w:t>2</w:t>
      </w:r>
      <w:r w:rsidR="002A21CF">
        <w:rPr>
          <w:szCs w:val="22"/>
        </w:rPr>
        <w:t>3 October 2008</w:t>
      </w:r>
      <w:r w:rsidR="00C4202F">
        <w:rPr>
          <w:rStyle w:val="Emphasis"/>
          <w:i w:val="0"/>
          <w:szCs w:val="22"/>
        </w:rPr>
        <w:t>,</w:t>
      </w:r>
      <w:r w:rsidR="00FB1480" w:rsidRPr="007C176F">
        <w:rPr>
          <w:snapToGrid w:val="0"/>
          <w:szCs w:val="22"/>
        </w:rPr>
        <w:t xml:space="preserve"> and</w:t>
      </w:r>
    </w:p>
    <w:p w:rsidR="00B134B6" w:rsidRPr="007C176F" w:rsidRDefault="00B134B6">
      <w:pPr>
        <w:ind w:left="357" w:right="238" w:hanging="357"/>
        <w:rPr>
          <w:snapToGrid w:val="0"/>
          <w:szCs w:val="22"/>
        </w:rPr>
      </w:pPr>
    </w:p>
    <w:p w:rsidR="00E321E1" w:rsidRPr="002A21CF" w:rsidRDefault="00FB1480" w:rsidP="00F755FB">
      <w:pPr>
        <w:spacing w:after="120"/>
        <w:ind w:right="237"/>
        <w:rPr>
          <w:snapToGrid w:val="0"/>
          <w:szCs w:val="22"/>
        </w:rPr>
      </w:pPr>
      <w:r w:rsidRPr="002A21CF">
        <w:rPr>
          <w:snapToGrid w:val="0"/>
          <w:szCs w:val="22"/>
        </w:rPr>
        <w:t>(b)</w:t>
      </w:r>
      <w:r w:rsidR="00C91B0F" w:rsidRPr="002A21CF">
        <w:rPr>
          <w:snapToGrid w:val="0"/>
          <w:szCs w:val="22"/>
        </w:rPr>
        <w:t xml:space="preserve"> </w:t>
      </w:r>
      <w:proofErr w:type="gramStart"/>
      <w:r w:rsidRPr="002A21CF">
        <w:rPr>
          <w:snapToGrid w:val="0"/>
          <w:szCs w:val="22"/>
        </w:rPr>
        <w:t>being</w:t>
      </w:r>
      <w:proofErr w:type="gramEnd"/>
      <w:r w:rsidRPr="002A21CF">
        <w:rPr>
          <w:snapToGrid w:val="0"/>
          <w:szCs w:val="22"/>
        </w:rPr>
        <w:t xml:space="preserve"> satisfied that:</w:t>
      </w:r>
    </w:p>
    <w:p w:rsidR="00F755FB" w:rsidRPr="002A21CF" w:rsidRDefault="00C91B0F" w:rsidP="00A6242B">
      <w:pPr>
        <w:spacing w:after="120"/>
        <w:ind w:left="709" w:right="237" w:hanging="352"/>
        <w:rPr>
          <w:szCs w:val="22"/>
        </w:rPr>
      </w:pPr>
      <w:r w:rsidRPr="002A21CF">
        <w:rPr>
          <w:szCs w:val="22"/>
        </w:rPr>
        <w:t>(</w:t>
      </w:r>
      <w:proofErr w:type="spellStart"/>
      <w:r w:rsidRPr="002A21CF">
        <w:rPr>
          <w:szCs w:val="22"/>
        </w:rPr>
        <w:t>i</w:t>
      </w:r>
      <w:proofErr w:type="spellEnd"/>
      <w:r w:rsidRPr="002A21CF">
        <w:rPr>
          <w:szCs w:val="22"/>
        </w:rPr>
        <w:t xml:space="preserve">) </w:t>
      </w:r>
      <w:r w:rsidR="00DF543C" w:rsidRPr="002A21CF">
        <w:rPr>
          <w:szCs w:val="22"/>
        </w:rPr>
        <w:t xml:space="preserve"> </w:t>
      </w:r>
      <w:r w:rsidR="00FB1480" w:rsidRPr="002A21CF">
        <w:rPr>
          <w:szCs w:val="22"/>
        </w:rPr>
        <w:t xml:space="preserve">the management regime </w:t>
      </w:r>
      <w:r w:rsidR="00FB1480" w:rsidRPr="00A6242B">
        <w:rPr>
          <w:szCs w:val="22"/>
        </w:rPr>
        <w:t xml:space="preserve">for the </w:t>
      </w:r>
      <w:r w:rsidR="002A21CF" w:rsidRPr="00A6242B">
        <w:rPr>
          <w:szCs w:val="22"/>
        </w:rPr>
        <w:t>South Australian Rock Lobster Fishery</w:t>
      </w:r>
      <w:r w:rsidR="00FB1480" w:rsidRPr="002A21CF">
        <w:rPr>
          <w:szCs w:val="22"/>
        </w:rPr>
        <w:t xml:space="preserve">, in force under the </w:t>
      </w:r>
      <w:r w:rsidR="002A21CF" w:rsidRPr="00A6242B">
        <w:rPr>
          <w:szCs w:val="22"/>
        </w:rPr>
        <w:t>South Australian</w:t>
      </w:r>
      <w:r w:rsidR="00807FA4" w:rsidRPr="00A6242B">
        <w:rPr>
          <w:szCs w:val="22"/>
        </w:rPr>
        <w:t> </w:t>
      </w:r>
      <w:r w:rsidR="009F0448" w:rsidRPr="00A6242B">
        <w:rPr>
          <w:i/>
          <w:szCs w:val="22"/>
        </w:rPr>
        <w:t>Fisheries </w:t>
      </w:r>
      <w:r w:rsidR="002A21CF" w:rsidRPr="00A6242B">
        <w:rPr>
          <w:i/>
          <w:szCs w:val="22"/>
        </w:rPr>
        <w:t xml:space="preserve">Management </w:t>
      </w:r>
      <w:r w:rsidR="009F0448" w:rsidRPr="00A6242B">
        <w:rPr>
          <w:i/>
          <w:szCs w:val="22"/>
        </w:rPr>
        <w:t>Act </w:t>
      </w:r>
      <w:r w:rsidR="002A21CF" w:rsidRPr="00A6242B">
        <w:rPr>
          <w:i/>
          <w:szCs w:val="22"/>
        </w:rPr>
        <w:t>2007</w:t>
      </w:r>
      <w:r w:rsidR="00A6242B">
        <w:rPr>
          <w:szCs w:val="22"/>
        </w:rPr>
        <w:t xml:space="preserve">, </w:t>
      </w:r>
      <w:r w:rsidR="00FB1480" w:rsidRPr="002A21CF">
        <w:rPr>
          <w:szCs w:val="22"/>
        </w:rPr>
        <w:t>the</w:t>
      </w:r>
      <w:r w:rsidR="00FB1480" w:rsidRPr="00A6242B">
        <w:rPr>
          <w:szCs w:val="22"/>
        </w:rPr>
        <w:t xml:space="preserve"> </w:t>
      </w:r>
      <w:r w:rsidR="002A21CF" w:rsidRPr="00A6242B">
        <w:rPr>
          <w:szCs w:val="22"/>
        </w:rPr>
        <w:t>South Australian</w:t>
      </w:r>
      <w:r w:rsidR="00FB1480" w:rsidRPr="002A21CF">
        <w:rPr>
          <w:szCs w:val="22"/>
        </w:rPr>
        <w:t xml:space="preserve"> </w:t>
      </w:r>
      <w:r w:rsidR="002A21CF" w:rsidRPr="002A21CF">
        <w:rPr>
          <w:szCs w:val="22"/>
        </w:rPr>
        <w:t xml:space="preserve">Fisheries Management (Rock Lobster Fisheries) </w:t>
      </w:r>
      <w:r w:rsidR="00FB1480" w:rsidRPr="002A21CF">
        <w:rPr>
          <w:szCs w:val="22"/>
        </w:rPr>
        <w:t>Regulatio</w:t>
      </w:r>
      <w:r w:rsidR="009F0448" w:rsidRPr="002A21CF">
        <w:rPr>
          <w:szCs w:val="22"/>
        </w:rPr>
        <w:t>n</w:t>
      </w:r>
      <w:r w:rsidR="002A21CF" w:rsidRPr="002A21CF">
        <w:rPr>
          <w:szCs w:val="22"/>
        </w:rPr>
        <w:t>s 2006</w:t>
      </w:r>
      <w:r w:rsidR="00A6242B">
        <w:rPr>
          <w:szCs w:val="22"/>
        </w:rPr>
        <w:t xml:space="preserve"> and the </w:t>
      </w:r>
      <w:r w:rsidR="00A6242B" w:rsidRPr="00A6242B">
        <w:rPr>
          <w:szCs w:val="22"/>
        </w:rPr>
        <w:t>Fisheries Management (General) Regulations</w:t>
      </w:r>
      <w:r w:rsidR="00A6242B">
        <w:rPr>
          <w:szCs w:val="22"/>
        </w:rPr>
        <w:t xml:space="preserve"> </w:t>
      </w:r>
      <w:r w:rsidR="00A6242B" w:rsidRPr="00A6242B">
        <w:rPr>
          <w:szCs w:val="22"/>
        </w:rPr>
        <w:t>2007</w:t>
      </w:r>
      <w:r w:rsidR="00FB1480" w:rsidRPr="00A6242B">
        <w:rPr>
          <w:szCs w:val="22"/>
        </w:rPr>
        <w:t>,</w:t>
      </w:r>
      <w:r w:rsidR="00FB1480" w:rsidRPr="00A6242B">
        <w:rPr>
          <w:i/>
          <w:iCs/>
        </w:rPr>
        <w:t xml:space="preserve"> </w:t>
      </w:r>
      <w:r w:rsidR="00FB1480" w:rsidRPr="00A6242B">
        <w:rPr>
          <w:iCs/>
        </w:rPr>
        <w:t>r</w:t>
      </w:r>
      <w:r w:rsidR="00FB1480" w:rsidRPr="002A21CF">
        <w:rPr>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2A21CF">
        <w:rPr>
          <w:szCs w:val="22"/>
        </w:rPr>
        <w:t>ured as a result of the fishing,</w:t>
      </w:r>
      <w:r w:rsidR="00FB1480" w:rsidRPr="002A21CF">
        <w:rPr>
          <w:szCs w:val="22"/>
        </w:rPr>
        <w:t xml:space="preserve"> and</w:t>
      </w:r>
    </w:p>
    <w:p w:rsidR="00E321E1" w:rsidRPr="002A21CF" w:rsidRDefault="00C91B0F" w:rsidP="00DF543C">
      <w:pPr>
        <w:spacing w:after="120"/>
        <w:ind w:left="709" w:right="237" w:hanging="352"/>
        <w:rPr>
          <w:snapToGrid w:val="0"/>
          <w:szCs w:val="22"/>
        </w:rPr>
      </w:pPr>
      <w:r w:rsidRPr="002A21CF">
        <w:rPr>
          <w:szCs w:val="22"/>
        </w:rPr>
        <w:t xml:space="preserve">(ii) </w:t>
      </w:r>
      <w:proofErr w:type="gramStart"/>
      <w:r w:rsidR="00FB1480" w:rsidRPr="002A21CF">
        <w:rPr>
          <w:szCs w:val="22"/>
        </w:rPr>
        <w:t>the</w:t>
      </w:r>
      <w:proofErr w:type="gramEnd"/>
      <w:r w:rsidR="00FB1480" w:rsidRPr="002A21CF">
        <w:rPr>
          <w:szCs w:val="22"/>
        </w:rPr>
        <w:t xml:space="preserve"> fishery to which the management regime relates does not, or is not likely to, adversely affect:</w:t>
      </w:r>
    </w:p>
    <w:p w:rsidR="00E321E1" w:rsidRPr="002A21CF" w:rsidRDefault="00FB1480" w:rsidP="00F755FB">
      <w:pPr>
        <w:spacing w:after="120"/>
        <w:ind w:left="357" w:right="237" w:firstLine="357"/>
        <w:rPr>
          <w:szCs w:val="22"/>
        </w:rPr>
      </w:pPr>
      <w:r w:rsidRPr="002A21CF">
        <w:rPr>
          <w:szCs w:val="22"/>
        </w:rPr>
        <w:t xml:space="preserve">(a) </w:t>
      </w:r>
      <w:proofErr w:type="gramStart"/>
      <w:r w:rsidRPr="002A21CF">
        <w:rPr>
          <w:szCs w:val="22"/>
        </w:rPr>
        <w:t>the</w:t>
      </w:r>
      <w:proofErr w:type="gramEnd"/>
      <w:r w:rsidRPr="002A21CF">
        <w:rPr>
          <w:szCs w:val="22"/>
        </w:rPr>
        <w:t xml:space="preserve"> survival or recovery in nature of any listed threatened species</w:t>
      </w:r>
      <w:r w:rsidR="00C4202F" w:rsidRPr="002A21CF">
        <w:rPr>
          <w:szCs w:val="22"/>
        </w:rPr>
        <w:t>,</w:t>
      </w:r>
      <w:r w:rsidRPr="002A21CF">
        <w:rPr>
          <w:szCs w:val="22"/>
        </w:rPr>
        <w:t xml:space="preserve"> or </w:t>
      </w:r>
    </w:p>
    <w:p w:rsidR="00B134B6" w:rsidRPr="002A21CF" w:rsidRDefault="00FB1480">
      <w:pPr>
        <w:ind w:left="1071" w:right="238" w:hanging="357"/>
        <w:rPr>
          <w:szCs w:val="22"/>
        </w:rPr>
      </w:pPr>
      <w:r w:rsidRPr="002A21CF">
        <w:rPr>
          <w:szCs w:val="22"/>
        </w:rPr>
        <w:t xml:space="preserve">(b) </w:t>
      </w:r>
      <w:proofErr w:type="gramStart"/>
      <w:r w:rsidRPr="002A21CF">
        <w:rPr>
          <w:szCs w:val="22"/>
        </w:rPr>
        <w:t>the</w:t>
      </w:r>
      <w:proofErr w:type="gramEnd"/>
      <w:r w:rsidRPr="002A21CF">
        <w:rPr>
          <w:szCs w:val="22"/>
        </w:rPr>
        <w:t xml:space="preserve"> conservation status of a listed migratory species, cetacean, or listed marine species or a population of that species,</w:t>
      </w:r>
    </w:p>
    <w:p w:rsidR="00B134B6" w:rsidRPr="002A21CF" w:rsidRDefault="00B134B6">
      <w:pPr>
        <w:ind w:left="1071" w:right="238" w:hanging="357"/>
        <w:rPr>
          <w:szCs w:val="22"/>
        </w:rPr>
      </w:pPr>
    </w:p>
    <w:p w:rsidR="00E321E1" w:rsidRPr="002A21CF" w:rsidRDefault="00FB1480" w:rsidP="00F755FB">
      <w:pPr>
        <w:spacing w:after="120"/>
        <w:ind w:left="360" w:right="237"/>
        <w:rPr>
          <w:snapToGrid w:val="0"/>
          <w:szCs w:val="22"/>
        </w:rPr>
      </w:pPr>
      <w:r w:rsidRPr="002A21CF">
        <w:rPr>
          <w:szCs w:val="22"/>
        </w:rPr>
        <w:t xml:space="preserve">accredit the management regime </w:t>
      </w:r>
      <w:r w:rsidRPr="002A21CF">
        <w:rPr>
          <w:snapToGrid w:val="0"/>
          <w:szCs w:val="22"/>
        </w:rPr>
        <w:t xml:space="preserve">for the </w:t>
      </w:r>
      <w:r w:rsidR="002A21CF" w:rsidRPr="002A21CF">
        <w:rPr>
          <w:rFonts w:cs="Arial"/>
        </w:rPr>
        <w:t>South Australian Rock Lobster Fishery</w:t>
      </w:r>
      <w:r w:rsidR="00C4202F" w:rsidRPr="002A21CF">
        <w:rPr>
          <w:szCs w:val="22"/>
        </w:rPr>
        <w:t xml:space="preserve"> </w:t>
      </w:r>
      <w:r w:rsidRPr="002A21CF">
        <w:rPr>
          <w:szCs w:val="22"/>
        </w:rPr>
        <w:t xml:space="preserve">in force under the </w:t>
      </w:r>
      <w:r w:rsidR="002A21CF" w:rsidRPr="002A21CF">
        <w:rPr>
          <w:rFonts w:cs="Arial"/>
        </w:rPr>
        <w:t>South Australian </w:t>
      </w:r>
      <w:r w:rsidR="002A21CF" w:rsidRPr="002A21CF">
        <w:rPr>
          <w:i/>
          <w:iCs/>
        </w:rPr>
        <w:t>Fisheries Management Act 2007</w:t>
      </w:r>
      <w:r w:rsidR="002A21CF" w:rsidRPr="002A21CF">
        <w:rPr>
          <w:szCs w:val="22"/>
        </w:rPr>
        <w:t xml:space="preserve"> </w:t>
      </w:r>
      <w:r w:rsidR="00A6242B" w:rsidRPr="002A21CF">
        <w:rPr>
          <w:szCs w:val="22"/>
        </w:rPr>
        <w:t>the</w:t>
      </w:r>
      <w:r w:rsidR="00A6242B" w:rsidRPr="00A6242B">
        <w:rPr>
          <w:szCs w:val="22"/>
        </w:rPr>
        <w:t xml:space="preserve"> South Australian</w:t>
      </w:r>
      <w:r w:rsidR="00A6242B" w:rsidRPr="002A21CF">
        <w:rPr>
          <w:szCs w:val="22"/>
        </w:rPr>
        <w:t xml:space="preserve"> Fisheries Management (Rock Lobster Fisheries) Regulations 2006</w:t>
      </w:r>
      <w:r w:rsidR="00A6242B">
        <w:rPr>
          <w:szCs w:val="22"/>
        </w:rPr>
        <w:t xml:space="preserve"> and the </w:t>
      </w:r>
      <w:r w:rsidR="00A6242B" w:rsidRPr="00A6242B">
        <w:rPr>
          <w:szCs w:val="22"/>
        </w:rPr>
        <w:t>Fisheries Management (General) Regulations</w:t>
      </w:r>
      <w:r w:rsidR="00A6242B">
        <w:rPr>
          <w:szCs w:val="22"/>
        </w:rPr>
        <w:t xml:space="preserve"> </w:t>
      </w:r>
      <w:r w:rsidR="00A6242B" w:rsidRPr="00A6242B">
        <w:rPr>
          <w:szCs w:val="22"/>
        </w:rPr>
        <w:t>2007</w:t>
      </w:r>
      <w:r w:rsidR="00A6242B">
        <w:rPr>
          <w:szCs w:val="22"/>
        </w:rPr>
        <w:t xml:space="preserve"> </w:t>
      </w:r>
      <w:r w:rsidR="007C176F" w:rsidRPr="002A21CF">
        <w:rPr>
          <w:szCs w:val="22"/>
        </w:rPr>
        <w:t>under sections </w:t>
      </w:r>
      <w:r w:rsidRPr="002A21CF">
        <w:rPr>
          <w:szCs w:val="22"/>
        </w:rPr>
        <w:t xml:space="preserve">208A, 222A, 245 and 265 of the </w:t>
      </w:r>
      <w:r w:rsidRPr="002A21CF">
        <w:rPr>
          <w:rStyle w:val="Emphasis"/>
          <w:szCs w:val="22"/>
        </w:rPr>
        <w:t>Environment Protection and Biodiversity Conservation</w:t>
      </w:r>
      <w:r w:rsidRPr="002A21CF">
        <w:rPr>
          <w:rStyle w:val="Emphasis"/>
          <w:i w:val="0"/>
          <w:szCs w:val="22"/>
        </w:rPr>
        <w:t xml:space="preserve"> </w:t>
      </w:r>
      <w:r w:rsidRPr="002A21CF">
        <w:rPr>
          <w:rStyle w:val="Emphasis"/>
          <w:szCs w:val="22"/>
        </w:rPr>
        <w:t>Act</w:t>
      </w:r>
      <w:r w:rsidR="004A2909" w:rsidRPr="002A21CF">
        <w:rPr>
          <w:rStyle w:val="Emphasis"/>
          <w:szCs w:val="22"/>
        </w:rPr>
        <w:t> </w:t>
      </w:r>
      <w:r w:rsidRPr="002A21CF">
        <w:rPr>
          <w:rStyle w:val="Emphasis"/>
          <w:szCs w:val="22"/>
        </w:rPr>
        <w:t>1999</w:t>
      </w:r>
      <w:r w:rsidRPr="002A21CF">
        <w:rPr>
          <w:rStyle w:val="Emphasis"/>
          <w:i w:val="0"/>
          <w:szCs w:val="22"/>
        </w:rPr>
        <w:t xml:space="preserve"> (EPBC Act)</w:t>
      </w:r>
      <w:r w:rsidRPr="002A21CF">
        <w:rPr>
          <w:szCs w:val="22"/>
        </w:rPr>
        <w:t xml:space="preserve"> for the pu</w:t>
      </w:r>
      <w:r w:rsidR="00941B39" w:rsidRPr="002A21CF">
        <w:rPr>
          <w:szCs w:val="22"/>
        </w:rPr>
        <w:t>rposes of Divisions 1, 2, 3 and 4 respectively of Part </w:t>
      </w:r>
      <w:r w:rsidRPr="002A21CF">
        <w:rPr>
          <w:szCs w:val="22"/>
        </w:rPr>
        <w:t>13 of the EPBC</w:t>
      </w:r>
      <w:r w:rsidR="00941B39" w:rsidRPr="002A21CF">
        <w:rPr>
          <w:szCs w:val="22"/>
        </w:rPr>
        <w:t> </w:t>
      </w:r>
      <w:r w:rsidRPr="002A21CF">
        <w:rPr>
          <w:szCs w:val="22"/>
        </w:rPr>
        <w:t>Act</w:t>
      </w:r>
      <w:r w:rsidRPr="002A21CF">
        <w:rPr>
          <w:snapToGrid w:val="0"/>
          <w:szCs w:val="22"/>
        </w:rPr>
        <w:t>.</w:t>
      </w:r>
    </w:p>
    <w:p w:rsidR="00E321E1" w:rsidRPr="002A21CF" w:rsidRDefault="00E321E1" w:rsidP="005E68D9">
      <w:pPr>
        <w:ind w:left="360" w:right="237"/>
        <w:rPr>
          <w:szCs w:val="22"/>
        </w:rPr>
      </w:pPr>
    </w:p>
    <w:p w:rsidR="00E321E1" w:rsidRPr="002A21CF" w:rsidRDefault="00E321E1" w:rsidP="005E68D9">
      <w:pPr>
        <w:ind w:left="360" w:right="237"/>
        <w:rPr>
          <w:szCs w:val="22"/>
        </w:rPr>
      </w:pPr>
    </w:p>
    <w:p w:rsidR="00E321E1" w:rsidRPr="002A21CF" w:rsidRDefault="00FB1480" w:rsidP="00F755FB">
      <w:pPr>
        <w:pStyle w:val="Heading1"/>
        <w:ind w:left="360" w:right="237"/>
        <w:jc w:val="center"/>
        <w:rPr>
          <w:iCs/>
          <w:szCs w:val="22"/>
        </w:rPr>
      </w:pPr>
      <w:r w:rsidRPr="002A21CF">
        <w:rPr>
          <w:iCs/>
          <w:szCs w:val="22"/>
        </w:rPr>
        <w:t xml:space="preserve">Dated this </w:t>
      </w:r>
      <w:r w:rsidRPr="002A21CF">
        <w:rPr>
          <w:iCs/>
          <w:szCs w:val="22"/>
        </w:rPr>
        <w:tab/>
      </w:r>
      <w:r w:rsidR="00636899">
        <w:rPr>
          <w:iCs/>
          <w:szCs w:val="22"/>
        </w:rPr>
        <w:t>23</w:t>
      </w:r>
      <w:r w:rsidR="00636899" w:rsidRPr="00636899">
        <w:rPr>
          <w:iCs/>
          <w:szCs w:val="22"/>
          <w:vertAlign w:val="superscript"/>
        </w:rPr>
        <w:t>rd</w:t>
      </w:r>
      <w:r w:rsidR="00636899">
        <w:rPr>
          <w:iCs/>
          <w:szCs w:val="22"/>
        </w:rPr>
        <w:t xml:space="preserve"> day of October </w:t>
      </w:r>
      <w:r w:rsidR="00C64506" w:rsidRPr="002A21CF">
        <w:rPr>
          <w:iCs/>
          <w:szCs w:val="22"/>
        </w:rPr>
        <w:t>2013</w:t>
      </w:r>
    </w:p>
    <w:p w:rsidR="00E321E1" w:rsidRPr="002A21CF" w:rsidRDefault="00E321E1" w:rsidP="00F755FB">
      <w:pPr>
        <w:ind w:left="360" w:right="237"/>
        <w:rPr>
          <w:szCs w:val="22"/>
        </w:rPr>
      </w:pPr>
    </w:p>
    <w:p w:rsidR="00E321E1" w:rsidRPr="002A21CF" w:rsidRDefault="00E321E1" w:rsidP="00F755FB">
      <w:pPr>
        <w:ind w:left="360" w:right="237"/>
        <w:rPr>
          <w:szCs w:val="22"/>
        </w:rPr>
      </w:pPr>
    </w:p>
    <w:p w:rsidR="00E321E1" w:rsidRPr="002A21CF" w:rsidRDefault="00E321E1" w:rsidP="00F755FB">
      <w:pPr>
        <w:ind w:left="360" w:right="237"/>
        <w:rPr>
          <w:szCs w:val="22"/>
        </w:rPr>
      </w:pPr>
    </w:p>
    <w:p w:rsidR="00E321E1" w:rsidRPr="002A21CF" w:rsidRDefault="00E321E1" w:rsidP="00F755FB">
      <w:pPr>
        <w:ind w:left="360" w:right="237"/>
        <w:rPr>
          <w:szCs w:val="22"/>
        </w:rPr>
      </w:pPr>
    </w:p>
    <w:p w:rsidR="00E321E1" w:rsidRPr="002A21CF" w:rsidRDefault="00636899" w:rsidP="00636899">
      <w:pPr>
        <w:ind w:left="2520" w:right="237"/>
        <w:rPr>
          <w:szCs w:val="22"/>
        </w:rPr>
      </w:pPr>
      <w:r>
        <w:rPr>
          <w:szCs w:val="22"/>
        </w:rPr>
        <w:t xml:space="preserve">   </w:t>
      </w:r>
      <w:r w:rsidR="00A6198D" w:rsidRPr="002A21CF">
        <w:rPr>
          <w:szCs w:val="22"/>
        </w:rPr>
        <w:t xml:space="preserve"> </w:t>
      </w:r>
      <w:r w:rsidRPr="002A21CF">
        <w:rPr>
          <w:szCs w:val="22"/>
        </w:rPr>
        <w:t>………….……..</w:t>
      </w:r>
      <w:r>
        <w:rPr>
          <w:szCs w:val="22"/>
        </w:rPr>
        <w:t>P Murphy</w:t>
      </w:r>
      <w:r w:rsidR="00FB1480" w:rsidRPr="002A21CF">
        <w:rPr>
          <w:szCs w:val="22"/>
        </w:rPr>
        <w:t>………….……..</w:t>
      </w:r>
    </w:p>
    <w:p w:rsidR="00F755FB" w:rsidRPr="002A21CF" w:rsidRDefault="00F755FB" w:rsidP="00F755FB">
      <w:pPr>
        <w:pStyle w:val="NormalWeb"/>
        <w:tabs>
          <w:tab w:val="left" w:pos="9026"/>
        </w:tabs>
        <w:spacing w:before="0" w:beforeAutospacing="0" w:after="0" w:afterAutospacing="0"/>
        <w:ind w:left="360" w:right="237" w:hanging="360"/>
        <w:jc w:val="center"/>
        <w:rPr>
          <w:rFonts w:ascii="Times New Roman" w:hAnsi="Times New Roman" w:cs="Times New Roman"/>
          <w:snapToGrid w:val="0"/>
          <w:szCs w:val="22"/>
          <w:lang w:val="en-AU"/>
        </w:rPr>
      </w:pPr>
    </w:p>
    <w:p w:rsidR="00B134B6" w:rsidRDefault="00FB1480">
      <w:pPr>
        <w:pStyle w:val="NormalWeb"/>
        <w:tabs>
          <w:tab w:val="left" w:pos="8931"/>
          <w:tab w:val="left" w:pos="9026"/>
        </w:tabs>
        <w:spacing w:before="0" w:beforeAutospacing="0" w:after="0" w:afterAutospacing="0"/>
        <w:ind w:left="-40" w:right="-397" w:hanging="357"/>
        <w:jc w:val="center"/>
        <w:rPr>
          <w:rFonts w:ascii="Times New Roman" w:hAnsi="Times New Roman" w:cs="Times New Roman"/>
          <w:snapToGrid w:val="0"/>
          <w:szCs w:val="22"/>
          <w:lang w:val="en-AU"/>
        </w:rPr>
      </w:pPr>
      <w:r w:rsidRPr="002A21CF">
        <w:rPr>
          <w:rFonts w:ascii="Times New Roman" w:hAnsi="Times New Roman" w:cs="Times New Roman"/>
          <w:snapToGrid w:val="0"/>
          <w:szCs w:val="22"/>
          <w:lang w:val="en-AU"/>
        </w:rPr>
        <w:t>Delegate of the</w:t>
      </w:r>
      <w:r w:rsidRPr="00FB1480">
        <w:rPr>
          <w:rFonts w:ascii="Times New Roman" w:hAnsi="Times New Roman" w:cs="Times New Roman"/>
          <w:snapToGrid w:val="0"/>
          <w:szCs w:val="22"/>
          <w:lang w:val="en-AU"/>
        </w:rPr>
        <w:t xml:space="preserve"> </w:t>
      </w:r>
      <w:r w:rsidRPr="00FB1480">
        <w:rPr>
          <w:rFonts w:ascii="Times New Roman" w:hAnsi="Times New Roman" w:cs="Times New Roman"/>
          <w:szCs w:val="22"/>
        </w:rPr>
        <w:t xml:space="preserve">Minister for </w:t>
      </w:r>
      <w:r w:rsidR="00A6198D">
        <w:rPr>
          <w:rFonts w:ascii="Times New Roman" w:hAnsi="Times New Roman" w:cs="Times New Roman"/>
          <w:szCs w:val="22"/>
        </w:rPr>
        <w:t>the</w:t>
      </w:r>
      <w:r w:rsidR="00442816">
        <w:rPr>
          <w:rFonts w:ascii="Times New Roman" w:hAnsi="Times New Roman" w:cs="Times New Roman"/>
          <w:szCs w:val="22"/>
        </w:rPr>
        <w:t xml:space="preserve"> Environment</w:t>
      </w:r>
    </w:p>
    <w:sectPr w:rsidR="00B134B6" w:rsidSect="00330C65">
      <w:headerReference w:type="firs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21CF" w:rsidRDefault="002A21CF">
      <w:r>
        <w:separator/>
      </w:r>
    </w:p>
  </w:endnote>
  <w:endnote w:type="continuationSeparator" w:id="0">
    <w:p w:rsidR="002A21CF" w:rsidRDefault="002A21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21CF" w:rsidRDefault="002A21CF">
      <w:r>
        <w:separator/>
      </w:r>
    </w:p>
  </w:footnote>
  <w:footnote w:type="continuationSeparator" w:id="0">
    <w:p w:rsidR="002A21CF" w:rsidRDefault="002A21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B39" w:rsidRDefault="00941B39">
    <w:pPr>
      <w:pStyle w:val="Header"/>
      <w:jc w:val="right"/>
      <w:rPr>
        <w:sz w:val="20"/>
      </w:rPr>
    </w:pPr>
    <w:r>
      <w:rPr>
        <w:b/>
        <w:sz w:val="20"/>
      </w:rPr>
      <w:t>Unique Identifying Number:</w:t>
    </w:r>
  </w:p>
  <w:p w:rsidR="00941B39" w:rsidRDefault="00941B39">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5">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7">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1">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4"/>
  </w:num>
  <w:num w:numId="3">
    <w:abstractNumId w:val="9"/>
  </w:num>
  <w:num w:numId="4">
    <w:abstractNumId w:val="3"/>
  </w:num>
  <w:num w:numId="5">
    <w:abstractNumId w:val="10"/>
  </w:num>
  <w:num w:numId="6">
    <w:abstractNumId w:val="2"/>
  </w:num>
  <w:num w:numId="7">
    <w:abstractNumId w:val="6"/>
  </w:num>
  <w:num w:numId="8">
    <w:abstractNumId w:val="5"/>
  </w:num>
  <w:num w:numId="9">
    <w:abstractNumId w:val="11"/>
  </w:num>
  <w:num w:numId="10">
    <w:abstractNumId w:val="8"/>
  </w:num>
  <w:num w:numId="11">
    <w:abstractNumId w:val="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A6242B"/>
    <w:rsid w:val="00022807"/>
    <w:rsid w:val="00075416"/>
    <w:rsid w:val="000928E7"/>
    <w:rsid w:val="00131745"/>
    <w:rsid w:val="00141DC4"/>
    <w:rsid w:val="001572F9"/>
    <w:rsid w:val="00157A07"/>
    <w:rsid w:val="002A21CF"/>
    <w:rsid w:val="00300E20"/>
    <w:rsid w:val="00313CDC"/>
    <w:rsid w:val="00330C65"/>
    <w:rsid w:val="003732DA"/>
    <w:rsid w:val="00390BAD"/>
    <w:rsid w:val="003A3E63"/>
    <w:rsid w:val="003F0B0A"/>
    <w:rsid w:val="00406255"/>
    <w:rsid w:val="00433409"/>
    <w:rsid w:val="00442816"/>
    <w:rsid w:val="004A2909"/>
    <w:rsid w:val="004C0D63"/>
    <w:rsid w:val="004E4888"/>
    <w:rsid w:val="0052779D"/>
    <w:rsid w:val="005739BE"/>
    <w:rsid w:val="005E68D9"/>
    <w:rsid w:val="005F34BD"/>
    <w:rsid w:val="00636899"/>
    <w:rsid w:val="007A3126"/>
    <w:rsid w:val="007C176F"/>
    <w:rsid w:val="007C5DB1"/>
    <w:rsid w:val="0080484A"/>
    <w:rsid w:val="00807FA4"/>
    <w:rsid w:val="00863B42"/>
    <w:rsid w:val="008972F9"/>
    <w:rsid w:val="00941B39"/>
    <w:rsid w:val="009F0448"/>
    <w:rsid w:val="00A157AF"/>
    <w:rsid w:val="00A22CBB"/>
    <w:rsid w:val="00A34121"/>
    <w:rsid w:val="00A6198D"/>
    <w:rsid w:val="00A6242B"/>
    <w:rsid w:val="00B134B6"/>
    <w:rsid w:val="00B46643"/>
    <w:rsid w:val="00BA5A3E"/>
    <w:rsid w:val="00BE4C00"/>
    <w:rsid w:val="00C4202F"/>
    <w:rsid w:val="00C64506"/>
    <w:rsid w:val="00C77716"/>
    <w:rsid w:val="00C91B0F"/>
    <w:rsid w:val="00CC100A"/>
    <w:rsid w:val="00D0634F"/>
    <w:rsid w:val="00DA4775"/>
    <w:rsid w:val="00DA5695"/>
    <w:rsid w:val="00DF487E"/>
    <w:rsid w:val="00DF543C"/>
    <w:rsid w:val="00E321E1"/>
    <w:rsid w:val="00E51870"/>
    <w:rsid w:val="00E661FE"/>
    <w:rsid w:val="00E92FA8"/>
    <w:rsid w:val="00EE3E5C"/>
    <w:rsid w:val="00F24BBC"/>
    <w:rsid w:val="00F41316"/>
    <w:rsid w:val="00F755FB"/>
    <w:rsid w:val="00FB1480"/>
    <w:rsid w:val="00FE5B7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5.%20Instruments\03.%20Part%2013\Part%2013%20Instr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D44AAD-55C7-4072-BB7B-271153C27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Part 13 Instrument</Template>
  <TotalTime>7</TotalTime>
  <Pages>1</Pages>
  <Words>310</Words>
  <Characters>1743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Department of the Environment and Heritage</Company>
  <LinksUpToDate>false</LinksUpToDate>
  <CharactersWithSpaces>2049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Australian Rock Lobster Fishery - Part 13 2013</dc:title>
  <dc:creator>van Limbeek</dc:creator>
  <cp:lastModifiedBy>A00870</cp:lastModifiedBy>
  <cp:revision>4</cp:revision>
  <cp:lastPrinted>2012-01-11T03:31:00Z</cp:lastPrinted>
  <dcterms:created xsi:type="dcterms:W3CDTF">2013-10-03T23:37:00Z</dcterms:created>
  <dcterms:modified xsi:type="dcterms:W3CDTF">2013-11-08T00:08:00Z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ies>
</file>