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214DA" w14:textId="42D6706E" w:rsidR="00340467" w:rsidRDefault="008F5CA3" w:rsidP="00340467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Proposed </w:t>
      </w:r>
      <w:r w:rsidR="003431FF">
        <w:rPr>
          <w:b/>
          <w:sz w:val="28"/>
          <w:szCs w:val="28"/>
        </w:rPr>
        <w:t>w</w:t>
      </w:r>
      <w:r w:rsidR="004340C2">
        <w:rPr>
          <w:b/>
          <w:sz w:val="28"/>
          <w:szCs w:val="28"/>
        </w:rPr>
        <w:t xml:space="preserve">ildlife </w:t>
      </w:r>
      <w:r w:rsidR="003431FF">
        <w:rPr>
          <w:b/>
          <w:sz w:val="28"/>
          <w:szCs w:val="28"/>
        </w:rPr>
        <w:t>t</w:t>
      </w:r>
      <w:r w:rsidR="004340C2">
        <w:rPr>
          <w:b/>
          <w:sz w:val="28"/>
          <w:szCs w:val="28"/>
        </w:rPr>
        <w:t xml:space="preserve">rade </w:t>
      </w:r>
      <w:r w:rsidR="003431FF">
        <w:rPr>
          <w:b/>
          <w:sz w:val="28"/>
          <w:szCs w:val="28"/>
        </w:rPr>
        <w:t>o</w:t>
      </w:r>
      <w:r w:rsidR="004340C2">
        <w:rPr>
          <w:b/>
          <w:sz w:val="28"/>
          <w:szCs w:val="28"/>
        </w:rPr>
        <w:t>peration</w:t>
      </w:r>
      <w:r w:rsidR="004340C2" w:rsidRPr="00DE65B8">
        <w:rPr>
          <w:b/>
          <w:sz w:val="28"/>
          <w:szCs w:val="28"/>
        </w:rPr>
        <w:t xml:space="preserve"> </w:t>
      </w:r>
      <w:r w:rsidR="00340467" w:rsidRPr="00DE65B8">
        <w:rPr>
          <w:b/>
          <w:sz w:val="28"/>
          <w:szCs w:val="28"/>
        </w:rPr>
        <w:t xml:space="preserve">for the </w:t>
      </w:r>
      <w:r w:rsidR="003431FF">
        <w:rPr>
          <w:b/>
          <w:sz w:val="28"/>
          <w:szCs w:val="28"/>
        </w:rPr>
        <w:t>e</w:t>
      </w:r>
      <w:r w:rsidR="003431FF" w:rsidRPr="00DE65B8">
        <w:rPr>
          <w:b/>
          <w:sz w:val="28"/>
          <w:szCs w:val="28"/>
        </w:rPr>
        <w:t xml:space="preserve">xport </w:t>
      </w:r>
      <w:r w:rsidR="00340467" w:rsidRPr="00DE65B8">
        <w:rPr>
          <w:b/>
          <w:sz w:val="28"/>
          <w:szCs w:val="28"/>
        </w:rPr>
        <w:t xml:space="preserve">of </w:t>
      </w:r>
      <w:r w:rsidR="003431FF">
        <w:rPr>
          <w:b/>
          <w:sz w:val="28"/>
          <w:szCs w:val="28"/>
        </w:rPr>
        <w:t>k</w:t>
      </w:r>
      <w:r w:rsidR="003431FF" w:rsidRPr="00DE65B8">
        <w:rPr>
          <w:b/>
          <w:sz w:val="28"/>
          <w:szCs w:val="28"/>
        </w:rPr>
        <w:t xml:space="preserve">angaroo </w:t>
      </w:r>
      <w:r w:rsidR="003431FF">
        <w:rPr>
          <w:b/>
          <w:sz w:val="28"/>
          <w:szCs w:val="28"/>
        </w:rPr>
        <w:t>s</w:t>
      </w:r>
      <w:r w:rsidR="003431FF" w:rsidRPr="00DE65B8">
        <w:rPr>
          <w:b/>
          <w:sz w:val="28"/>
          <w:szCs w:val="28"/>
        </w:rPr>
        <w:t xml:space="preserve">kins </w:t>
      </w:r>
      <w:r w:rsidR="00340467" w:rsidRPr="00DE65B8">
        <w:rPr>
          <w:b/>
          <w:sz w:val="28"/>
          <w:szCs w:val="28"/>
        </w:rPr>
        <w:t xml:space="preserve">derived from </w:t>
      </w:r>
      <w:r w:rsidR="005E2F94">
        <w:rPr>
          <w:b/>
          <w:sz w:val="28"/>
          <w:szCs w:val="28"/>
        </w:rPr>
        <w:t xml:space="preserve">the </w:t>
      </w:r>
      <w:r w:rsidR="00075054">
        <w:rPr>
          <w:b/>
          <w:sz w:val="28"/>
          <w:szCs w:val="28"/>
        </w:rPr>
        <w:t xml:space="preserve">expanded </w:t>
      </w:r>
      <w:r w:rsidR="005E2F94">
        <w:rPr>
          <w:b/>
          <w:sz w:val="28"/>
          <w:szCs w:val="28"/>
        </w:rPr>
        <w:t xml:space="preserve">Victorian Kangaroo </w:t>
      </w:r>
      <w:proofErr w:type="spellStart"/>
      <w:r w:rsidR="00075054">
        <w:rPr>
          <w:b/>
          <w:sz w:val="28"/>
          <w:szCs w:val="28"/>
        </w:rPr>
        <w:t>Petfood</w:t>
      </w:r>
      <w:proofErr w:type="spellEnd"/>
      <w:r w:rsidR="00075054">
        <w:rPr>
          <w:b/>
          <w:sz w:val="28"/>
          <w:szCs w:val="28"/>
        </w:rPr>
        <w:t xml:space="preserve"> Trial 2016–18</w:t>
      </w:r>
      <w:r w:rsidR="005E2F94">
        <w:rPr>
          <w:b/>
          <w:sz w:val="28"/>
          <w:szCs w:val="28"/>
        </w:rPr>
        <w:t>.</w:t>
      </w:r>
    </w:p>
    <w:p w14:paraId="222214DB" w14:textId="57A6AE06" w:rsidR="005906B4" w:rsidRPr="00AF49F4" w:rsidRDefault="00DA12AB" w:rsidP="00340467">
      <w:pPr>
        <w:jc w:val="center"/>
        <w:rPr>
          <w:b/>
          <w:sz w:val="28"/>
          <w:szCs w:val="34"/>
        </w:rPr>
      </w:pPr>
      <w:r w:rsidRPr="00AF49F4">
        <w:rPr>
          <w:b/>
          <w:sz w:val="28"/>
          <w:szCs w:val="34"/>
        </w:rPr>
        <w:t>(</w:t>
      </w:r>
      <w:r w:rsidR="005906B4" w:rsidRPr="00AF49F4">
        <w:rPr>
          <w:b/>
          <w:sz w:val="28"/>
          <w:szCs w:val="34"/>
        </w:rPr>
        <w:t xml:space="preserve">West Wimmera, Glenelg, Loddon and </w:t>
      </w:r>
      <w:r w:rsidR="00075054" w:rsidRPr="00AF49F4">
        <w:rPr>
          <w:b/>
          <w:sz w:val="28"/>
          <w:szCs w:val="34"/>
        </w:rPr>
        <w:t xml:space="preserve">Greater </w:t>
      </w:r>
      <w:r w:rsidR="005906B4" w:rsidRPr="00AF49F4">
        <w:rPr>
          <w:b/>
          <w:sz w:val="28"/>
          <w:szCs w:val="34"/>
        </w:rPr>
        <w:t xml:space="preserve">Bendigo </w:t>
      </w:r>
      <w:r w:rsidR="00F5524E">
        <w:rPr>
          <w:b/>
          <w:sz w:val="28"/>
          <w:szCs w:val="34"/>
        </w:rPr>
        <w:t>s</w:t>
      </w:r>
      <w:r w:rsidR="00F5524E" w:rsidRPr="00AF49F4">
        <w:rPr>
          <w:b/>
          <w:sz w:val="28"/>
          <w:szCs w:val="34"/>
        </w:rPr>
        <w:t>hires</w:t>
      </w:r>
      <w:r w:rsidRPr="00AF49F4">
        <w:rPr>
          <w:b/>
          <w:sz w:val="28"/>
          <w:szCs w:val="34"/>
        </w:rPr>
        <w:t>)</w:t>
      </w:r>
    </w:p>
    <w:bookmarkEnd w:id="0"/>
    <w:p w14:paraId="222214DD" w14:textId="77777777" w:rsidR="00340467" w:rsidRDefault="00340467" w:rsidP="00340467">
      <w:pPr>
        <w:jc w:val="center"/>
        <w:rPr>
          <w:b/>
        </w:rPr>
      </w:pPr>
      <w:r>
        <w:rPr>
          <w:b/>
        </w:rPr>
        <w:t xml:space="preserve">Victorian </w:t>
      </w:r>
      <w:proofErr w:type="spellStart"/>
      <w:r>
        <w:rPr>
          <w:b/>
        </w:rPr>
        <w:t>Petfood</w:t>
      </w:r>
      <w:proofErr w:type="spellEnd"/>
      <w:r>
        <w:rPr>
          <w:b/>
        </w:rPr>
        <w:t xml:space="preserve"> Processors (Vic) Pty Ltd</w:t>
      </w:r>
    </w:p>
    <w:p w14:paraId="222214DF" w14:textId="4F72B8C7" w:rsidR="00340467" w:rsidRPr="00AF49F4" w:rsidRDefault="00340467" w:rsidP="00340467">
      <w:r w:rsidRPr="00AF49F4">
        <w:t xml:space="preserve">With the endorsement </w:t>
      </w:r>
      <w:r w:rsidR="00075054" w:rsidRPr="00AF49F4">
        <w:t xml:space="preserve">of </w:t>
      </w:r>
      <w:r w:rsidRPr="00AF49F4">
        <w:t>the Victorian Department of Environment</w:t>
      </w:r>
      <w:r w:rsidR="00075054" w:rsidRPr="00AF49F4">
        <w:t>, Land, Water</w:t>
      </w:r>
      <w:r w:rsidRPr="00AF49F4">
        <w:t xml:space="preserve"> and P</w:t>
      </w:r>
      <w:r w:rsidR="00075054" w:rsidRPr="00AF49F4">
        <w:t>lanning</w:t>
      </w:r>
      <w:r w:rsidRPr="00AF49F4">
        <w:t>.</w:t>
      </w:r>
    </w:p>
    <w:p w14:paraId="222214E0" w14:textId="77777777" w:rsidR="00340467" w:rsidRDefault="00340467" w:rsidP="00AF49F4">
      <w:pPr>
        <w:spacing w:after="120" w:line="240" w:lineRule="auto"/>
        <w:rPr>
          <w:b/>
        </w:rPr>
      </w:pPr>
      <w:r>
        <w:rPr>
          <w:b/>
        </w:rPr>
        <w:t>Introduction</w:t>
      </w:r>
    </w:p>
    <w:p w14:paraId="222214E1" w14:textId="275F7E00" w:rsidR="00C35F0E" w:rsidRDefault="00340467" w:rsidP="00AF49F4">
      <w:pPr>
        <w:spacing w:after="240" w:line="240" w:lineRule="auto"/>
      </w:pPr>
      <w:r w:rsidRPr="00DE65B8">
        <w:t xml:space="preserve">This </w:t>
      </w:r>
      <w:r w:rsidR="005E2F94">
        <w:t>proposed</w:t>
      </w:r>
      <w:r w:rsidRPr="00DE65B8">
        <w:t xml:space="preserve"> </w:t>
      </w:r>
      <w:r w:rsidR="00075054">
        <w:t>wildlife trade operation</w:t>
      </w:r>
      <w:r w:rsidR="00075054" w:rsidRPr="00DE65B8">
        <w:t xml:space="preserve"> </w:t>
      </w:r>
      <w:r w:rsidR="00D84D95">
        <w:t xml:space="preserve">(WTO) </w:t>
      </w:r>
      <w:r w:rsidR="00EF3899" w:rsidRPr="00DE65B8">
        <w:t>put</w:t>
      </w:r>
      <w:r w:rsidR="00EF3899">
        <w:t>s</w:t>
      </w:r>
      <w:r w:rsidRPr="00DE65B8">
        <w:t xml:space="preserve"> forward </w:t>
      </w:r>
      <w:r>
        <w:t xml:space="preserve">a mechanism to enable </w:t>
      </w:r>
      <w:r w:rsidR="00075054">
        <w:t xml:space="preserve">the </w:t>
      </w:r>
      <w:r w:rsidR="00F672C5">
        <w:t xml:space="preserve">overseas </w:t>
      </w:r>
      <w:r>
        <w:t xml:space="preserve">export of skins obtained </w:t>
      </w:r>
      <w:r w:rsidR="00D84D95">
        <w:t xml:space="preserve">by </w:t>
      </w:r>
      <w:r w:rsidR="00D84D95" w:rsidRPr="00DE65B8">
        <w:t xml:space="preserve">Victorian </w:t>
      </w:r>
      <w:proofErr w:type="spellStart"/>
      <w:r w:rsidR="00D84D95" w:rsidRPr="00DE65B8">
        <w:t>Petfood</w:t>
      </w:r>
      <w:proofErr w:type="spellEnd"/>
      <w:r w:rsidR="00D84D95" w:rsidRPr="00DE65B8">
        <w:t xml:space="preserve"> Processors (Vic</w:t>
      </w:r>
      <w:r w:rsidR="00D84D95">
        <w:t xml:space="preserve">) P/L </w:t>
      </w:r>
      <w:r>
        <w:t xml:space="preserve">as a by-product from </w:t>
      </w:r>
      <w:r w:rsidR="005E2F94">
        <w:t xml:space="preserve">the Victorian </w:t>
      </w:r>
      <w:proofErr w:type="spellStart"/>
      <w:r w:rsidR="005E2F94">
        <w:t>Petfood</w:t>
      </w:r>
      <w:proofErr w:type="spellEnd"/>
      <w:r w:rsidR="005E2F94">
        <w:t xml:space="preserve"> </w:t>
      </w:r>
      <w:r w:rsidR="00075054">
        <w:t>Trial</w:t>
      </w:r>
      <w:r w:rsidR="003F2653">
        <w:t xml:space="preserve"> (VPFT)</w:t>
      </w:r>
      <w:r w:rsidR="005E2F94">
        <w:t>.</w:t>
      </w:r>
      <w:r w:rsidR="005906B4">
        <w:t xml:space="preserve"> This WTO is to include the </w:t>
      </w:r>
      <w:r w:rsidR="003F2653">
        <w:t xml:space="preserve">shires </w:t>
      </w:r>
      <w:r w:rsidR="005906B4">
        <w:t xml:space="preserve">recently added </w:t>
      </w:r>
      <w:r w:rsidR="003F2653">
        <w:t xml:space="preserve">to the VPFT and not </w:t>
      </w:r>
      <w:r w:rsidR="00D84D95">
        <w:t xml:space="preserve">already </w:t>
      </w:r>
      <w:r w:rsidR="005906B4">
        <w:t xml:space="preserve">covered by </w:t>
      </w:r>
      <w:r w:rsidR="00075054">
        <w:t xml:space="preserve">VPP’s </w:t>
      </w:r>
      <w:r w:rsidR="005906B4">
        <w:t>existing WTO.</w:t>
      </w:r>
      <w:r w:rsidR="005E2F94">
        <w:t xml:space="preserve"> </w:t>
      </w:r>
      <w:r w:rsidR="003F2653">
        <w:t xml:space="preserve">Authorities to Control Wildlife (ATCW) for kangaroo </w:t>
      </w:r>
      <w:r w:rsidR="00C35F0E">
        <w:t>species such as the Eastern Grey (</w:t>
      </w:r>
      <w:proofErr w:type="spellStart"/>
      <w:r w:rsidR="00C35F0E" w:rsidRPr="00AF49F4">
        <w:rPr>
          <w:i/>
        </w:rPr>
        <w:t>Macropus</w:t>
      </w:r>
      <w:proofErr w:type="spellEnd"/>
      <w:r w:rsidR="00C35F0E" w:rsidRPr="00AF49F4">
        <w:rPr>
          <w:i/>
        </w:rPr>
        <w:t xml:space="preserve"> </w:t>
      </w:r>
      <w:proofErr w:type="spellStart"/>
      <w:r w:rsidR="00C35F0E" w:rsidRPr="00AF49F4">
        <w:rPr>
          <w:i/>
        </w:rPr>
        <w:t>giganteus</w:t>
      </w:r>
      <w:proofErr w:type="spellEnd"/>
      <w:r w:rsidR="00C35F0E">
        <w:t>) and the Western Grey (</w:t>
      </w:r>
      <w:r w:rsidR="00075054" w:rsidRPr="00AF49F4">
        <w:rPr>
          <w:i/>
        </w:rPr>
        <w:t xml:space="preserve">M. </w:t>
      </w:r>
      <w:r w:rsidR="002E554A" w:rsidRPr="00D62030">
        <w:rPr>
          <w:i/>
        </w:rPr>
        <w:t>fuliginous</w:t>
      </w:r>
      <w:r w:rsidR="00C35F0E">
        <w:t xml:space="preserve">) are issued by the </w:t>
      </w:r>
      <w:r w:rsidR="00D84D95">
        <w:t xml:space="preserve">Victorian </w:t>
      </w:r>
      <w:r w:rsidR="00C35F0E">
        <w:t>Department of Environment, Land, Water and Planning</w:t>
      </w:r>
      <w:r w:rsidR="00075054">
        <w:t xml:space="preserve"> (</w:t>
      </w:r>
      <w:r w:rsidR="00C35F0E">
        <w:t>DELWP</w:t>
      </w:r>
      <w:r w:rsidR="00075054">
        <w:t>)</w:t>
      </w:r>
      <w:r w:rsidR="003F2653">
        <w:t>, p</w:t>
      </w:r>
      <w:r w:rsidR="00C35F0E">
        <w:t xml:space="preserve">ursuant </w:t>
      </w:r>
      <w:r w:rsidR="003F2653">
        <w:t xml:space="preserve">to </w:t>
      </w:r>
      <w:r w:rsidR="00C35F0E">
        <w:t xml:space="preserve">Section 50 of the </w:t>
      </w:r>
      <w:r w:rsidR="00C35F0E" w:rsidRPr="00AF49F4">
        <w:rPr>
          <w:i/>
        </w:rPr>
        <w:t>Wildlife Act 1975</w:t>
      </w:r>
      <w:r w:rsidR="00C35F0E">
        <w:t xml:space="preserve">, the Wildlife Regulations 2013 and conditions specified in the permit. </w:t>
      </w:r>
    </w:p>
    <w:p w14:paraId="222214E2" w14:textId="582D28BC" w:rsidR="00340467" w:rsidRDefault="00340467" w:rsidP="00AF49F4">
      <w:pPr>
        <w:spacing w:after="240" w:line="240" w:lineRule="auto"/>
      </w:pPr>
      <w:r>
        <w:t xml:space="preserve">In order to do this, </w:t>
      </w:r>
      <w:r w:rsidR="00D84D95" w:rsidRPr="00DE65B8">
        <w:t xml:space="preserve">Victorian </w:t>
      </w:r>
      <w:proofErr w:type="spellStart"/>
      <w:r w:rsidR="00D84D95" w:rsidRPr="00DE65B8">
        <w:t>Petfood</w:t>
      </w:r>
      <w:proofErr w:type="spellEnd"/>
      <w:r w:rsidR="00D84D95" w:rsidRPr="00DE65B8">
        <w:t xml:space="preserve"> Processors (Vic</w:t>
      </w:r>
      <w:r w:rsidR="00D84D95">
        <w:t xml:space="preserve">) P/L </w:t>
      </w:r>
      <w:r>
        <w:t>aims to satisfy the requirements for</w:t>
      </w:r>
      <w:r w:rsidR="00D84D95">
        <w:t xml:space="preserve"> approval</w:t>
      </w:r>
      <w:r>
        <w:t xml:space="preserve"> </w:t>
      </w:r>
      <w:r w:rsidR="00D84D95">
        <w:t xml:space="preserve">of </w:t>
      </w:r>
      <w:r>
        <w:t>a small</w:t>
      </w:r>
      <w:r w:rsidR="00075054">
        <w:t>-</w:t>
      </w:r>
      <w:r>
        <w:t>scale</w:t>
      </w:r>
      <w:r w:rsidR="00D84D95">
        <w:t xml:space="preserve"> </w:t>
      </w:r>
      <w:r w:rsidR="007A3130">
        <w:t>w</w:t>
      </w:r>
      <w:r w:rsidR="007A3130" w:rsidRPr="00AF49F4">
        <w:t xml:space="preserve">ildlife </w:t>
      </w:r>
      <w:r w:rsidR="007A3130">
        <w:t>t</w:t>
      </w:r>
      <w:r w:rsidR="007A3130" w:rsidRPr="00AF49F4">
        <w:t xml:space="preserve">rade </w:t>
      </w:r>
      <w:r w:rsidR="007A3130">
        <w:t>o</w:t>
      </w:r>
      <w:r w:rsidRPr="00AF49F4">
        <w:t>peration</w:t>
      </w:r>
      <w:r w:rsidR="00D84D95">
        <w:t xml:space="preserve"> </w:t>
      </w:r>
      <w:r>
        <w:t xml:space="preserve">under Section 303FN of the Commonwealth </w:t>
      </w:r>
      <w:r w:rsidRPr="00224430">
        <w:rPr>
          <w:i/>
        </w:rPr>
        <w:t>Environment Protection and Biodiversity Conservation Act 1999</w:t>
      </w:r>
      <w:r>
        <w:t xml:space="preserve"> (</w:t>
      </w:r>
      <w:r w:rsidR="00D84D95">
        <w:t xml:space="preserve">the </w:t>
      </w:r>
      <w:r>
        <w:t>EPBC Act)</w:t>
      </w:r>
      <w:r w:rsidR="00075054">
        <w:t>.</w:t>
      </w:r>
    </w:p>
    <w:p w14:paraId="222214E4" w14:textId="2000FAAE" w:rsidR="00340467" w:rsidRDefault="00340467" w:rsidP="00AF49F4">
      <w:pPr>
        <w:spacing w:after="120" w:line="240" w:lineRule="auto"/>
        <w:rPr>
          <w:b/>
        </w:rPr>
      </w:pPr>
      <w:r>
        <w:rPr>
          <w:b/>
        </w:rPr>
        <w:t xml:space="preserve">Scale of </w:t>
      </w:r>
      <w:r w:rsidR="00CF65E9">
        <w:rPr>
          <w:b/>
        </w:rPr>
        <w:t xml:space="preserve">the proposed </w:t>
      </w:r>
      <w:r w:rsidR="004340C2">
        <w:rPr>
          <w:b/>
        </w:rPr>
        <w:t>w</w:t>
      </w:r>
      <w:r w:rsidR="00CF65E9" w:rsidRPr="001C6AB3">
        <w:rPr>
          <w:b/>
        </w:rPr>
        <w:t xml:space="preserve">ildlife </w:t>
      </w:r>
      <w:r w:rsidR="004340C2">
        <w:rPr>
          <w:b/>
        </w:rPr>
        <w:t>t</w:t>
      </w:r>
      <w:r w:rsidR="00CF65E9" w:rsidRPr="001C6AB3">
        <w:rPr>
          <w:b/>
        </w:rPr>
        <w:t xml:space="preserve">rade </w:t>
      </w:r>
      <w:r w:rsidR="004340C2">
        <w:rPr>
          <w:b/>
        </w:rPr>
        <w:t>operation</w:t>
      </w:r>
    </w:p>
    <w:p w14:paraId="222214E5" w14:textId="35D1DED8" w:rsidR="00340467" w:rsidRDefault="00340467" w:rsidP="00AF49F4">
      <w:pPr>
        <w:spacing w:after="240" w:line="240" w:lineRule="auto"/>
      </w:pPr>
      <w:r w:rsidRPr="00224430">
        <w:t>Under the EPBC Act and its associated regulations,</w:t>
      </w:r>
      <w:r>
        <w:t xml:space="preserve"> an operation is a small-scale operation if it has a low impact on the survival or conservation status of the species to which it relates. The proposed operation is considered small-scale because it </w:t>
      </w:r>
      <w:r w:rsidR="00EF3899" w:rsidRPr="004A4878">
        <w:t xml:space="preserve">involves </w:t>
      </w:r>
      <w:r w:rsidR="00075054">
        <w:t xml:space="preserve">only </w:t>
      </w:r>
      <w:r w:rsidR="00EF3899" w:rsidRPr="004A4878">
        <w:t xml:space="preserve">those </w:t>
      </w:r>
      <w:r w:rsidR="00075054">
        <w:t>k</w:t>
      </w:r>
      <w:r w:rsidR="00075054" w:rsidRPr="004A4878">
        <w:t xml:space="preserve">angaroos </w:t>
      </w:r>
      <w:r w:rsidR="00EF3899" w:rsidRPr="004A4878">
        <w:t xml:space="preserve">controlled under the guidance of </w:t>
      </w:r>
      <w:r w:rsidR="00C06C6A">
        <w:t>Victoria’s</w:t>
      </w:r>
      <w:r w:rsidR="00C06C6A" w:rsidRPr="004A4878">
        <w:t xml:space="preserve"> </w:t>
      </w:r>
      <w:r w:rsidR="00C06C6A">
        <w:t>s</w:t>
      </w:r>
      <w:r w:rsidR="0050354B" w:rsidRPr="004A4878">
        <w:t>tate</w:t>
      </w:r>
      <w:r w:rsidR="00C06C6A">
        <w:t xml:space="preserve"> </w:t>
      </w:r>
      <w:r w:rsidR="00D62030">
        <w:t>r</w:t>
      </w:r>
      <w:r w:rsidR="00D62030" w:rsidRPr="004A4878">
        <w:t xml:space="preserve">egulations </w:t>
      </w:r>
      <w:r w:rsidR="0050354B" w:rsidRPr="004A4878">
        <w:t xml:space="preserve">and permits. Victorian </w:t>
      </w:r>
      <w:proofErr w:type="spellStart"/>
      <w:r w:rsidR="0050354B" w:rsidRPr="004A4878">
        <w:t>Petfood</w:t>
      </w:r>
      <w:proofErr w:type="spellEnd"/>
      <w:r w:rsidR="0050354B" w:rsidRPr="004A4878">
        <w:t xml:space="preserve"> Processors </w:t>
      </w:r>
      <w:r w:rsidR="00D62030">
        <w:t>(</w:t>
      </w:r>
      <w:r w:rsidR="0050354B" w:rsidRPr="004A4878">
        <w:t>Vic</w:t>
      </w:r>
      <w:r w:rsidR="00D62030">
        <w:t>)</w:t>
      </w:r>
      <w:r w:rsidR="00D62030" w:rsidRPr="004A4878">
        <w:t xml:space="preserve"> </w:t>
      </w:r>
      <w:r w:rsidR="0050354B" w:rsidRPr="004A4878">
        <w:t xml:space="preserve">P/L aims to </w:t>
      </w:r>
      <w:r w:rsidR="00F72694">
        <w:t>export 8</w:t>
      </w:r>
      <w:r w:rsidR="00C67921">
        <w:t>0</w:t>
      </w:r>
      <w:r w:rsidR="00075054">
        <w:t>,</w:t>
      </w:r>
      <w:r w:rsidR="00C67921">
        <w:t>000</w:t>
      </w:r>
      <w:r w:rsidR="0050354B" w:rsidRPr="004A4878">
        <w:t xml:space="preserve"> kangaroo </w:t>
      </w:r>
      <w:r w:rsidR="00F72694">
        <w:t>skins</w:t>
      </w:r>
      <w:r w:rsidR="0050354B" w:rsidRPr="004A4878">
        <w:t xml:space="preserve"> </w:t>
      </w:r>
      <w:r w:rsidR="00C06C6A">
        <w:t>during</w:t>
      </w:r>
      <w:r w:rsidR="00C06C6A" w:rsidRPr="004A4878">
        <w:t xml:space="preserve"> </w:t>
      </w:r>
      <w:r w:rsidR="0050354B" w:rsidRPr="004A4878">
        <w:t xml:space="preserve">the </w:t>
      </w:r>
      <w:r w:rsidR="00197C21">
        <w:t>life of this WTO</w:t>
      </w:r>
      <w:r w:rsidR="0050354B" w:rsidRPr="004A4878">
        <w:t xml:space="preserve">. </w:t>
      </w:r>
      <w:r w:rsidR="00EF3899" w:rsidRPr="004A4878">
        <w:t xml:space="preserve"> </w:t>
      </w:r>
    </w:p>
    <w:p w14:paraId="222214E6" w14:textId="5456BA78" w:rsidR="00340467" w:rsidRDefault="00340467" w:rsidP="00AF49F4">
      <w:pPr>
        <w:spacing w:after="120" w:line="240" w:lineRule="auto"/>
        <w:rPr>
          <w:b/>
        </w:rPr>
      </w:pPr>
      <w:r w:rsidRPr="001C6AB3">
        <w:rPr>
          <w:b/>
        </w:rPr>
        <w:t xml:space="preserve">The </w:t>
      </w:r>
      <w:r w:rsidR="00CF65E9">
        <w:rPr>
          <w:b/>
        </w:rPr>
        <w:t>p</w:t>
      </w:r>
      <w:r w:rsidR="00CF65E9" w:rsidRPr="001C6AB3">
        <w:rPr>
          <w:b/>
        </w:rPr>
        <w:t xml:space="preserve">roposed </w:t>
      </w:r>
      <w:r w:rsidR="004340C2">
        <w:rPr>
          <w:b/>
        </w:rPr>
        <w:t>w</w:t>
      </w:r>
      <w:r w:rsidR="004340C2" w:rsidRPr="001C6AB3">
        <w:rPr>
          <w:b/>
        </w:rPr>
        <w:t xml:space="preserve">ildlife </w:t>
      </w:r>
      <w:r w:rsidR="004340C2">
        <w:rPr>
          <w:b/>
        </w:rPr>
        <w:t>t</w:t>
      </w:r>
      <w:r w:rsidR="004340C2" w:rsidRPr="001C6AB3">
        <w:rPr>
          <w:b/>
        </w:rPr>
        <w:t xml:space="preserve">rade </w:t>
      </w:r>
      <w:r w:rsidR="004340C2">
        <w:rPr>
          <w:b/>
        </w:rPr>
        <w:t>o</w:t>
      </w:r>
      <w:r w:rsidR="004340C2" w:rsidRPr="001C6AB3">
        <w:rPr>
          <w:b/>
        </w:rPr>
        <w:t>peration</w:t>
      </w:r>
    </w:p>
    <w:p w14:paraId="222214E7" w14:textId="7D460124" w:rsidR="00340467" w:rsidRDefault="00340467" w:rsidP="00AF49F4">
      <w:pPr>
        <w:spacing w:after="240" w:line="240" w:lineRule="auto"/>
      </w:pPr>
      <w:r>
        <w:t xml:space="preserve">This </w:t>
      </w:r>
      <w:r w:rsidR="00C06C6A">
        <w:t xml:space="preserve">plan </w:t>
      </w:r>
      <w:r>
        <w:t xml:space="preserve">presents an auditable process for Victorian </w:t>
      </w:r>
      <w:proofErr w:type="spellStart"/>
      <w:r>
        <w:t>Petfood</w:t>
      </w:r>
      <w:proofErr w:type="spellEnd"/>
      <w:r>
        <w:t xml:space="preserve"> Processors (Vic) </w:t>
      </w:r>
      <w:r w:rsidR="007A3130">
        <w:t xml:space="preserve">P/L </w:t>
      </w:r>
      <w:r>
        <w:t xml:space="preserve">to source </w:t>
      </w:r>
      <w:r w:rsidR="00C06C6A">
        <w:t xml:space="preserve">kangaroo </w:t>
      </w:r>
      <w:r>
        <w:t>skins for export. The prop</w:t>
      </w:r>
      <w:r w:rsidRPr="004A4878">
        <w:t xml:space="preserve">osed WTO is based entirely on </w:t>
      </w:r>
      <w:r w:rsidR="00C06C6A">
        <w:t>k</w:t>
      </w:r>
      <w:r w:rsidR="00C06C6A" w:rsidRPr="004A4878">
        <w:t xml:space="preserve">angaroo </w:t>
      </w:r>
      <w:r w:rsidRPr="004A4878">
        <w:t>skins sourced from</w:t>
      </w:r>
      <w:r w:rsidR="0050354B" w:rsidRPr="004A4878">
        <w:t xml:space="preserve"> </w:t>
      </w:r>
      <w:r w:rsidR="00C06C6A">
        <w:t>k</w:t>
      </w:r>
      <w:r w:rsidR="00C06C6A" w:rsidRPr="004A4878">
        <w:t xml:space="preserve">angaroos </w:t>
      </w:r>
      <w:r w:rsidR="0050354B" w:rsidRPr="004A4878">
        <w:t xml:space="preserve">that have been controlled under the guidance of </w:t>
      </w:r>
      <w:r w:rsidR="00535260">
        <w:t>Victoria’s</w:t>
      </w:r>
      <w:r w:rsidR="00197C21" w:rsidRPr="004A4878">
        <w:t xml:space="preserve"> </w:t>
      </w:r>
      <w:r w:rsidR="00F672C5">
        <w:t>r</w:t>
      </w:r>
      <w:r w:rsidR="00F672C5" w:rsidRPr="004A4878">
        <w:t xml:space="preserve">egulations </w:t>
      </w:r>
      <w:r w:rsidR="0050354B" w:rsidRPr="004A4878">
        <w:t>and permits</w:t>
      </w:r>
      <w:r w:rsidR="005906B4">
        <w:t xml:space="preserve"> issued within the shires</w:t>
      </w:r>
      <w:r w:rsidR="00F672C5">
        <w:t xml:space="preserve"> recently added to the VPFT (i.e. West Wimmera, Glenelg, Loddon and Greater Bendigo)</w:t>
      </w:r>
      <w:r w:rsidR="005906B4" w:rsidRPr="004A4878">
        <w:t>.</w:t>
      </w:r>
      <w:r w:rsidR="005906B4">
        <w:t xml:space="preserve"> </w:t>
      </w:r>
      <w:r>
        <w:t xml:space="preserve">The </w:t>
      </w:r>
      <w:r w:rsidR="007A3130">
        <w:t xml:space="preserve">proposal </w:t>
      </w:r>
      <w:r>
        <w:t xml:space="preserve">provides a process to ensure that the WTO operates in a manner that satisfies government </w:t>
      </w:r>
      <w:proofErr w:type="gramStart"/>
      <w:r>
        <w:t>requirements</w:t>
      </w:r>
      <w:proofErr w:type="gramEnd"/>
      <w:r>
        <w:t xml:space="preserve">. The species covered by </w:t>
      </w:r>
      <w:r w:rsidR="007A3130">
        <w:t xml:space="preserve">this </w:t>
      </w:r>
      <w:r>
        <w:t>WTO</w:t>
      </w:r>
      <w:r w:rsidR="007A3130">
        <w:t xml:space="preserve"> </w:t>
      </w:r>
      <w:r>
        <w:t xml:space="preserve">are </w:t>
      </w:r>
      <w:r w:rsidR="00197C21">
        <w:t xml:space="preserve">the </w:t>
      </w:r>
      <w:r>
        <w:t xml:space="preserve">Western Grey </w:t>
      </w:r>
      <w:r w:rsidR="00C06C6A">
        <w:t>Kangaroo</w:t>
      </w:r>
      <w:r w:rsidR="00197C21">
        <w:t xml:space="preserve"> </w:t>
      </w:r>
      <w:r>
        <w:t>(</w:t>
      </w:r>
      <w:proofErr w:type="spellStart"/>
      <w:r w:rsidRPr="00AF49F4">
        <w:rPr>
          <w:i/>
        </w:rPr>
        <w:t>Macropus</w:t>
      </w:r>
      <w:proofErr w:type="spellEnd"/>
      <w:r w:rsidRPr="00AF49F4">
        <w:rPr>
          <w:i/>
        </w:rPr>
        <w:t xml:space="preserve"> </w:t>
      </w:r>
      <w:proofErr w:type="spellStart"/>
      <w:r w:rsidRPr="00AF49F4">
        <w:rPr>
          <w:i/>
        </w:rPr>
        <w:t>fulig</w:t>
      </w:r>
      <w:r w:rsidR="002E554A" w:rsidRPr="00197C21">
        <w:rPr>
          <w:i/>
        </w:rPr>
        <w:t>i</w:t>
      </w:r>
      <w:r w:rsidRPr="00AF49F4">
        <w:rPr>
          <w:i/>
        </w:rPr>
        <w:t>nosus</w:t>
      </w:r>
      <w:proofErr w:type="spellEnd"/>
      <w:r>
        <w:t>)</w:t>
      </w:r>
      <w:r w:rsidR="00197C21">
        <w:t>,</w:t>
      </w:r>
      <w:r>
        <w:t xml:space="preserve"> Species Code Number 1263</w:t>
      </w:r>
      <w:r w:rsidR="00197C21">
        <w:t>;</w:t>
      </w:r>
      <w:r>
        <w:t xml:space="preserve"> and </w:t>
      </w:r>
      <w:r w:rsidR="00197C21">
        <w:t xml:space="preserve">the </w:t>
      </w:r>
      <w:r>
        <w:t>Easter</w:t>
      </w:r>
      <w:r w:rsidR="00C06C6A">
        <w:t>n</w:t>
      </w:r>
      <w:r>
        <w:t xml:space="preserve"> Grey Kangaroo (</w:t>
      </w:r>
      <w:r w:rsidRPr="00AF49F4">
        <w:rPr>
          <w:i/>
        </w:rPr>
        <w:t>M</w:t>
      </w:r>
      <w:r w:rsidR="00C06C6A" w:rsidRPr="00AF49F4">
        <w:rPr>
          <w:i/>
        </w:rPr>
        <w:t xml:space="preserve">. </w:t>
      </w:r>
      <w:proofErr w:type="spellStart"/>
      <w:r w:rsidRPr="00AF49F4">
        <w:rPr>
          <w:i/>
        </w:rPr>
        <w:t>giganteus</w:t>
      </w:r>
      <w:proofErr w:type="spellEnd"/>
      <w:r>
        <w:t>)</w:t>
      </w:r>
      <w:r w:rsidR="00197C21">
        <w:t>,</w:t>
      </w:r>
      <w:r>
        <w:t xml:space="preserve"> Species C</w:t>
      </w:r>
      <w:r w:rsidR="0050354B">
        <w:t>ode Number 1265</w:t>
      </w:r>
      <w:r w:rsidR="005906B4">
        <w:t>.</w:t>
      </w:r>
      <w:r w:rsidR="00B25643">
        <w:t xml:space="preserve"> </w:t>
      </w:r>
      <w:r>
        <w:t xml:space="preserve">All </w:t>
      </w:r>
      <w:r w:rsidR="00197C21">
        <w:t xml:space="preserve">kangaroos </w:t>
      </w:r>
      <w:r>
        <w:t>will be identified with an individual numerical t</w:t>
      </w:r>
      <w:r w:rsidR="007341A4">
        <w:t>ag issued by the state</w:t>
      </w:r>
      <w:r w:rsidR="00B25643">
        <w:t>’</w:t>
      </w:r>
      <w:r w:rsidR="007341A4">
        <w:t xml:space="preserve">s controlling body </w:t>
      </w:r>
      <w:r w:rsidR="005906B4">
        <w:t>and</w:t>
      </w:r>
      <w:r w:rsidR="007341A4">
        <w:t xml:space="preserve"> will remain on the skin at all </w:t>
      </w:r>
      <w:r w:rsidR="009251C8">
        <w:t>times.</w:t>
      </w:r>
    </w:p>
    <w:p w14:paraId="222214EC" w14:textId="77777777" w:rsidR="00340467" w:rsidRDefault="00340467" w:rsidP="00AF49F4">
      <w:pPr>
        <w:spacing w:after="120" w:line="240" w:lineRule="auto"/>
        <w:rPr>
          <w:b/>
        </w:rPr>
      </w:pPr>
      <w:r w:rsidRPr="00607F61">
        <w:rPr>
          <w:b/>
        </w:rPr>
        <w:t>Skins</w:t>
      </w:r>
    </w:p>
    <w:p w14:paraId="222214ED" w14:textId="6BD50D94" w:rsidR="009251C8" w:rsidRDefault="00340467" w:rsidP="00AF49F4">
      <w:pPr>
        <w:spacing w:after="240" w:line="240" w:lineRule="auto"/>
      </w:pPr>
      <w:r>
        <w:t xml:space="preserve">All skins for </w:t>
      </w:r>
      <w:r w:rsidRPr="004A4878">
        <w:t xml:space="preserve">export will be sourced only from </w:t>
      </w:r>
      <w:r w:rsidR="00B25643">
        <w:t>k</w:t>
      </w:r>
      <w:r w:rsidR="00B25643" w:rsidRPr="004A4878">
        <w:t xml:space="preserve">angaroos </w:t>
      </w:r>
      <w:r w:rsidR="00853EA8">
        <w:t xml:space="preserve">derived from the </w:t>
      </w:r>
      <w:r w:rsidR="00B25643">
        <w:t xml:space="preserve">newly listed shires under the </w:t>
      </w:r>
      <w:r w:rsidR="00853EA8">
        <w:t xml:space="preserve">Victorian Kangaroo </w:t>
      </w:r>
      <w:proofErr w:type="spellStart"/>
      <w:r w:rsidR="00853EA8">
        <w:t>Pet</w:t>
      </w:r>
      <w:r w:rsidR="00B25643">
        <w:t>f</w:t>
      </w:r>
      <w:r w:rsidR="00853EA8">
        <w:t>ood</w:t>
      </w:r>
      <w:proofErr w:type="spellEnd"/>
      <w:r w:rsidR="00853EA8">
        <w:t xml:space="preserve"> Trial</w:t>
      </w:r>
      <w:r w:rsidR="007A3130">
        <w:t xml:space="preserve"> (i.e. West Wimmera, Glenelg, Loddon and Greater Bendigo)</w:t>
      </w:r>
      <w:r w:rsidR="00000D08">
        <w:t xml:space="preserve">. These </w:t>
      </w:r>
      <w:r w:rsidR="00000D08" w:rsidRPr="004A4878">
        <w:t>permits</w:t>
      </w:r>
      <w:r w:rsidR="009251C8" w:rsidRPr="004A4878">
        <w:t xml:space="preserve"> </w:t>
      </w:r>
      <w:r w:rsidR="00853EA8">
        <w:t xml:space="preserve">are </w:t>
      </w:r>
      <w:r w:rsidR="009251C8" w:rsidRPr="004A4878">
        <w:t xml:space="preserve">issued by </w:t>
      </w:r>
      <w:r w:rsidR="007A3130">
        <w:t xml:space="preserve">DELWP </w:t>
      </w:r>
      <w:r w:rsidR="00F672C5">
        <w:t>p</w:t>
      </w:r>
      <w:r w:rsidR="009251C8">
        <w:t xml:space="preserve">ursuant </w:t>
      </w:r>
      <w:r w:rsidR="00F672C5">
        <w:t xml:space="preserve">to </w:t>
      </w:r>
      <w:r w:rsidR="009251C8">
        <w:t xml:space="preserve">Section 50 of the </w:t>
      </w:r>
      <w:r w:rsidR="009251C8" w:rsidRPr="00AF49F4">
        <w:rPr>
          <w:i/>
        </w:rPr>
        <w:t>Wildlife Act 1975</w:t>
      </w:r>
      <w:r w:rsidR="009251C8">
        <w:t>, the Wildlife Regulations 2013 and conditions specified in the permit.</w:t>
      </w:r>
    </w:p>
    <w:p w14:paraId="222214EE" w14:textId="6776E159" w:rsidR="00340467" w:rsidRDefault="00340467" w:rsidP="00AF49F4">
      <w:pPr>
        <w:spacing w:after="240" w:line="240" w:lineRule="auto"/>
      </w:pPr>
      <w:r>
        <w:t xml:space="preserve">Skins will be sold to </w:t>
      </w:r>
      <w:r w:rsidR="002420CF">
        <w:t xml:space="preserve">a </w:t>
      </w:r>
      <w:r w:rsidR="00B25643">
        <w:t xml:space="preserve">licensed </w:t>
      </w:r>
      <w:r w:rsidR="002420CF">
        <w:t>Fauna</w:t>
      </w:r>
      <w:r>
        <w:t xml:space="preserve"> Dealer (Skins).</w:t>
      </w:r>
    </w:p>
    <w:p w14:paraId="222214F0" w14:textId="46FDFF3C" w:rsidR="00340467" w:rsidRDefault="00374BA3" w:rsidP="00AF49F4">
      <w:pPr>
        <w:spacing w:after="120" w:line="240" w:lineRule="auto"/>
        <w:rPr>
          <w:b/>
        </w:rPr>
      </w:pPr>
      <w:r>
        <w:rPr>
          <w:b/>
        </w:rPr>
        <w:t>Duration</w:t>
      </w:r>
      <w:r w:rsidR="00F672C5">
        <w:rPr>
          <w:b/>
        </w:rPr>
        <w:t xml:space="preserve"> of the p</w:t>
      </w:r>
      <w:r w:rsidR="00F672C5" w:rsidRPr="001C6AB3">
        <w:rPr>
          <w:b/>
        </w:rPr>
        <w:t xml:space="preserve">roposed </w:t>
      </w:r>
      <w:r w:rsidR="004340C2">
        <w:rPr>
          <w:b/>
        </w:rPr>
        <w:t>w</w:t>
      </w:r>
      <w:r w:rsidR="00F672C5" w:rsidRPr="001C6AB3">
        <w:rPr>
          <w:b/>
        </w:rPr>
        <w:t xml:space="preserve">ildlife </w:t>
      </w:r>
      <w:r w:rsidR="004340C2">
        <w:rPr>
          <w:b/>
        </w:rPr>
        <w:t>t</w:t>
      </w:r>
      <w:r w:rsidR="00F672C5" w:rsidRPr="001C6AB3">
        <w:rPr>
          <w:b/>
        </w:rPr>
        <w:t xml:space="preserve">rade </w:t>
      </w:r>
      <w:r w:rsidR="004340C2">
        <w:rPr>
          <w:b/>
        </w:rPr>
        <w:t>o</w:t>
      </w:r>
      <w:r w:rsidR="00F672C5" w:rsidRPr="001C6AB3">
        <w:rPr>
          <w:b/>
        </w:rPr>
        <w:t>peration</w:t>
      </w:r>
    </w:p>
    <w:p w14:paraId="222214F1" w14:textId="41ABA726" w:rsidR="00340467" w:rsidRDefault="00340467" w:rsidP="00340467">
      <w:r w:rsidRPr="00374BA3">
        <w:lastRenderedPageBreak/>
        <w:t xml:space="preserve">The operation will be undertaken </w:t>
      </w:r>
      <w:r w:rsidR="00F5524E" w:rsidRPr="00AF49F4">
        <w:t>until expiry of the current expanded VPFT on 31 March 2018</w:t>
      </w:r>
      <w:r w:rsidR="00F5524E" w:rsidRPr="00374BA3">
        <w:t>, a</w:t>
      </w:r>
      <w:r w:rsidR="00F72694" w:rsidRPr="00374BA3">
        <w:t xml:space="preserve">s described in the Kangaroo </w:t>
      </w:r>
      <w:proofErr w:type="spellStart"/>
      <w:r w:rsidR="00F72694" w:rsidRPr="00374BA3">
        <w:t>Pet</w:t>
      </w:r>
      <w:r w:rsidR="00F5524E" w:rsidRPr="00374BA3">
        <w:t>f</w:t>
      </w:r>
      <w:r w:rsidR="00F72694" w:rsidRPr="00374BA3">
        <w:t>ood</w:t>
      </w:r>
      <w:proofErr w:type="spellEnd"/>
      <w:r w:rsidR="00F72694" w:rsidRPr="00374BA3">
        <w:t xml:space="preserve"> Trial information supplied by DELWP</w:t>
      </w:r>
      <w:r w:rsidR="00E43207">
        <w:t xml:space="preserve"> (see:</w:t>
      </w:r>
    </w:p>
    <w:p w14:paraId="1B9E2557" w14:textId="68903CEE" w:rsidR="00545871" w:rsidRDefault="008947E1" w:rsidP="00340467">
      <w:hyperlink r:id="rId6" w:history="1">
        <w:r w:rsidR="00545871" w:rsidRPr="009F4C52">
          <w:rPr>
            <w:rStyle w:val="Hyperlink"/>
          </w:rPr>
          <w:t>http://www.delwp.vic.gov.au/__data/assets/pdf_file/0017/351530/Kangaroo-Pet-Food-Trial-Overview-update-15-September-2016.pdf</w:t>
        </w:r>
      </w:hyperlink>
    </w:p>
    <w:p w14:paraId="3E78BC24" w14:textId="35D230F0" w:rsidR="00545871" w:rsidRDefault="008947E1" w:rsidP="00340467">
      <w:hyperlink r:id="rId7" w:history="1">
        <w:r w:rsidR="00545871" w:rsidRPr="009F4C52">
          <w:rPr>
            <w:rStyle w:val="Hyperlink"/>
          </w:rPr>
          <w:t>http://www.delwp.vic.gov.au/__data/assets/pdf_file/0020/354116/Kangaroo-Pet-Food-Trial-Landholders-update-15-September-2016.pdf</w:t>
        </w:r>
      </w:hyperlink>
      <w:r w:rsidR="00545871">
        <w:t>).</w:t>
      </w:r>
    </w:p>
    <w:p w14:paraId="222214F3" w14:textId="71B978E3" w:rsidR="00340467" w:rsidRDefault="00340467" w:rsidP="00AF49F4">
      <w:pPr>
        <w:spacing w:after="120" w:line="240" w:lineRule="auto"/>
        <w:rPr>
          <w:b/>
        </w:rPr>
      </w:pPr>
      <w:r w:rsidRPr="00D76890">
        <w:rPr>
          <w:b/>
        </w:rPr>
        <w:t xml:space="preserve">The </w:t>
      </w:r>
      <w:r w:rsidR="00CF65E9">
        <w:rPr>
          <w:b/>
        </w:rPr>
        <w:t xml:space="preserve">number </w:t>
      </w:r>
      <w:r>
        <w:rPr>
          <w:b/>
        </w:rPr>
        <w:t xml:space="preserve">of </w:t>
      </w:r>
      <w:r w:rsidR="00CF65E9">
        <w:rPr>
          <w:b/>
        </w:rPr>
        <w:t>kangaroos</w:t>
      </w:r>
    </w:p>
    <w:p w14:paraId="222214F4" w14:textId="19A41C37" w:rsidR="00340467" w:rsidRDefault="000160A1" w:rsidP="00340467">
      <w:r>
        <w:t>P</w:t>
      </w:r>
      <w:r w:rsidR="00340467">
        <w:t>ermits</w:t>
      </w:r>
      <w:r w:rsidR="00F72694">
        <w:t xml:space="preserve"> </w:t>
      </w:r>
      <w:r w:rsidR="007A3130">
        <w:t xml:space="preserve">for the control of kangaroos </w:t>
      </w:r>
      <w:r w:rsidR="00F72694">
        <w:t>are issued</w:t>
      </w:r>
      <w:r w:rsidR="00340467">
        <w:t xml:space="preserve"> by</w:t>
      </w:r>
      <w:r w:rsidR="002420CF" w:rsidRPr="002420CF">
        <w:t xml:space="preserve"> </w:t>
      </w:r>
      <w:r w:rsidR="002420CF">
        <w:t xml:space="preserve">the </w:t>
      </w:r>
      <w:r w:rsidR="007A3130">
        <w:t xml:space="preserve">Victorian </w:t>
      </w:r>
      <w:r w:rsidR="002420CF">
        <w:t xml:space="preserve">Department of Environment, Land, Water and Planning </w:t>
      </w:r>
      <w:r w:rsidR="00E43207">
        <w:t>(</w:t>
      </w:r>
      <w:r>
        <w:t>DELWP</w:t>
      </w:r>
      <w:r w:rsidR="00E43207">
        <w:t>). In order to control kangaroos, l</w:t>
      </w:r>
      <w:r w:rsidR="00000D08">
        <w:t xml:space="preserve">andholders are required to apply for an </w:t>
      </w:r>
      <w:r w:rsidR="005C0C93">
        <w:t>A</w:t>
      </w:r>
      <w:r w:rsidR="00000D08">
        <w:t xml:space="preserve">uthority </w:t>
      </w:r>
      <w:r w:rsidR="005C0C93">
        <w:t>to</w:t>
      </w:r>
      <w:r w:rsidR="00000D08">
        <w:t xml:space="preserve"> </w:t>
      </w:r>
      <w:r w:rsidR="005C0C93">
        <w:t>C</w:t>
      </w:r>
      <w:r w:rsidR="00000D08">
        <w:t xml:space="preserve">ontrol </w:t>
      </w:r>
      <w:r w:rsidR="005C0C93">
        <w:t>W</w:t>
      </w:r>
      <w:r w:rsidR="00000D08">
        <w:t>ildlife.</w:t>
      </w:r>
      <w:r w:rsidR="005C0C93">
        <w:t xml:space="preserve"> This </w:t>
      </w:r>
      <w:r w:rsidR="00000D08">
        <w:t xml:space="preserve">permit </w:t>
      </w:r>
      <w:r w:rsidR="005C0C93">
        <w:t>will state</w:t>
      </w:r>
      <w:r w:rsidR="00000D08">
        <w:t xml:space="preserve"> the number of kangaroos to control. </w:t>
      </w:r>
      <w:r w:rsidR="00F72694">
        <w:t xml:space="preserve">Victorian </w:t>
      </w:r>
      <w:proofErr w:type="spellStart"/>
      <w:r w:rsidR="00F72694">
        <w:t>Petfood</w:t>
      </w:r>
      <w:proofErr w:type="spellEnd"/>
      <w:r w:rsidR="00F72694">
        <w:t xml:space="preserve"> Processors (Vic)</w:t>
      </w:r>
      <w:r w:rsidR="005C0C93">
        <w:t xml:space="preserve"> </w:t>
      </w:r>
      <w:r w:rsidR="007A3130">
        <w:t xml:space="preserve">P/L </w:t>
      </w:r>
      <w:r w:rsidR="005C0C93">
        <w:t>aims to export 80</w:t>
      </w:r>
      <w:r w:rsidR="00B25643">
        <w:t>,</w:t>
      </w:r>
      <w:r w:rsidR="005C0C93">
        <w:t xml:space="preserve">000 skins during the </w:t>
      </w:r>
      <w:r w:rsidR="001C0F3C">
        <w:t>trial</w:t>
      </w:r>
      <w:r w:rsidR="005C0C93">
        <w:t xml:space="preserve"> from all the listed shires.</w:t>
      </w:r>
    </w:p>
    <w:p w14:paraId="222214F5" w14:textId="77777777" w:rsidR="00340467" w:rsidRDefault="00340467" w:rsidP="00AF49F4">
      <w:pPr>
        <w:spacing w:after="120" w:line="240" w:lineRule="auto"/>
        <w:rPr>
          <w:b/>
        </w:rPr>
      </w:pPr>
      <w:r w:rsidRPr="005E70CA">
        <w:rPr>
          <w:b/>
        </w:rPr>
        <w:t xml:space="preserve">Controls </w:t>
      </w:r>
    </w:p>
    <w:p w14:paraId="222214F6" w14:textId="64F07C9E" w:rsidR="006C4BDE" w:rsidRPr="00AF49F4" w:rsidRDefault="006C4BDE" w:rsidP="00340467">
      <w:r w:rsidRPr="00AF49F4">
        <w:t>The Victorian government now controls the issuing of state kangaroo tags</w:t>
      </w:r>
      <w:r w:rsidR="00CF65E9">
        <w:t>.</w:t>
      </w:r>
    </w:p>
    <w:p w14:paraId="222214F7" w14:textId="4CC3E555" w:rsidR="00340467" w:rsidRDefault="00340467" w:rsidP="00340467">
      <w:r>
        <w:t xml:space="preserve">Victorian </w:t>
      </w:r>
      <w:proofErr w:type="spellStart"/>
      <w:r>
        <w:t>Petfood</w:t>
      </w:r>
      <w:proofErr w:type="spellEnd"/>
      <w:r>
        <w:t xml:space="preserve"> Processors (Vic)</w:t>
      </w:r>
      <w:r w:rsidR="007A3130">
        <w:t xml:space="preserve"> P/L</w:t>
      </w:r>
      <w:r>
        <w:t xml:space="preserve"> is controlled by </w:t>
      </w:r>
      <w:r w:rsidR="007A3130">
        <w:t>S</w:t>
      </w:r>
      <w:r>
        <w:t xml:space="preserve">ection 28A of the </w:t>
      </w:r>
      <w:r w:rsidRPr="00AF49F4">
        <w:rPr>
          <w:i/>
        </w:rPr>
        <w:t>Wildlife Act 1975</w:t>
      </w:r>
      <w:r>
        <w:t xml:space="preserve"> and Wildlife Regulations 1992, </w:t>
      </w:r>
      <w:r w:rsidRPr="005E70CA">
        <w:t xml:space="preserve">existing </w:t>
      </w:r>
      <w:proofErr w:type="spellStart"/>
      <w:r>
        <w:t>PrimeSafe</w:t>
      </w:r>
      <w:proofErr w:type="spellEnd"/>
      <w:r>
        <w:t xml:space="preserve"> regulations and The Standard for The Hygienic Production of Pet Meat</w:t>
      </w:r>
      <w:r w:rsidR="007A3130">
        <w:t xml:space="preserve"> (</w:t>
      </w:r>
      <w:r>
        <w:t>PISC Technical Report 88</w:t>
      </w:r>
      <w:r w:rsidR="007A3130">
        <w:t xml:space="preserve"> </w:t>
      </w:r>
      <w:r>
        <w:t>- Amended 2009</w:t>
      </w:r>
      <w:r w:rsidR="007A3130">
        <w:t>)</w:t>
      </w:r>
      <w:r>
        <w:t xml:space="preserve">. Victorian </w:t>
      </w:r>
      <w:proofErr w:type="spellStart"/>
      <w:r>
        <w:t>Petfood</w:t>
      </w:r>
      <w:proofErr w:type="spellEnd"/>
      <w:r>
        <w:t xml:space="preserve"> Processors (Vic) </w:t>
      </w:r>
      <w:r w:rsidR="007A3130">
        <w:t xml:space="preserve">P/L </w:t>
      </w:r>
      <w:r w:rsidR="006C4BDE">
        <w:t xml:space="preserve">will </w:t>
      </w:r>
      <w:r w:rsidR="007A3130">
        <w:t>e</w:t>
      </w:r>
      <w:r w:rsidR="006C4BDE">
        <w:t>nsure that</w:t>
      </w:r>
      <w:r>
        <w:t xml:space="preserve"> </w:t>
      </w:r>
      <w:r w:rsidR="006C4BDE">
        <w:t>e</w:t>
      </w:r>
      <w:r>
        <w:t xml:space="preserve">ach kangaroo will have a tag attached to the skin that is numerical and </w:t>
      </w:r>
      <w:r w:rsidR="00B1041A">
        <w:t xml:space="preserve">individual, </w:t>
      </w:r>
      <w:r w:rsidR="006C4BDE">
        <w:t>having been issued to the farmers by DELWP wildlife officers</w:t>
      </w:r>
      <w:r w:rsidR="001C0F3C">
        <w:t>.</w:t>
      </w:r>
      <w:r w:rsidR="000C01C9">
        <w:t xml:space="preserve"> Victorian </w:t>
      </w:r>
      <w:proofErr w:type="spellStart"/>
      <w:r w:rsidR="000C01C9">
        <w:t>Petfood</w:t>
      </w:r>
      <w:proofErr w:type="spellEnd"/>
      <w:r w:rsidR="000C01C9">
        <w:t xml:space="preserve"> Processors (Vic) </w:t>
      </w:r>
      <w:r w:rsidR="007A3130">
        <w:t xml:space="preserve">P/L </w:t>
      </w:r>
      <w:r w:rsidR="000C01C9">
        <w:t>will record all tags processed and provide these tag numbers to DELWP.</w:t>
      </w:r>
    </w:p>
    <w:p w14:paraId="222214F8" w14:textId="5C713865" w:rsidR="00340467" w:rsidRDefault="00340467" w:rsidP="00340467">
      <w:r>
        <w:t xml:space="preserve">Protected Wildlife Record Books are issued by </w:t>
      </w:r>
      <w:r w:rsidR="007A3130">
        <w:t xml:space="preserve">DELWP </w:t>
      </w:r>
      <w:r w:rsidR="00B25643">
        <w:t>a</w:t>
      </w:r>
      <w:r>
        <w:t>nd are required to be completed</w:t>
      </w:r>
      <w:r w:rsidR="00B1041A">
        <w:t xml:space="preserve"> for each </w:t>
      </w:r>
      <w:r w:rsidR="006C4BDE">
        <w:t xml:space="preserve">harvest and recorded against the issued </w:t>
      </w:r>
      <w:r w:rsidR="00B1041A">
        <w:t>permit.</w:t>
      </w:r>
      <w:r>
        <w:t xml:space="preserve"> An Annual Return Form</w:t>
      </w:r>
      <w:r w:rsidR="00B1041A">
        <w:t xml:space="preserve"> is also to be completed</w:t>
      </w:r>
      <w:r>
        <w:t xml:space="preserve">, </w:t>
      </w:r>
      <w:r w:rsidR="00B1041A">
        <w:t>by mid-April each year.</w:t>
      </w:r>
    </w:p>
    <w:p w14:paraId="222214FA" w14:textId="77777777" w:rsidR="00340467" w:rsidRPr="00C5084B" w:rsidRDefault="00340467" w:rsidP="00AF49F4">
      <w:pPr>
        <w:spacing w:after="120" w:line="240" w:lineRule="auto"/>
        <w:rPr>
          <w:b/>
        </w:rPr>
      </w:pPr>
      <w:r w:rsidRPr="00C5084B">
        <w:rPr>
          <w:b/>
        </w:rPr>
        <w:t>Summary</w:t>
      </w:r>
    </w:p>
    <w:p w14:paraId="222214FB" w14:textId="0C26D35D" w:rsidR="000C01C9" w:rsidRPr="001C0F3C" w:rsidRDefault="00340467" w:rsidP="000C01C9">
      <w:pPr>
        <w:rPr>
          <w:b/>
          <w:sz w:val="34"/>
          <w:szCs w:val="34"/>
        </w:rPr>
      </w:pPr>
      <w:r>
        <w:t xml:space="preserve">Victorian </w:t>
      </w:r>
      <w:proofErr w:type="spellStart"/>
      <w:r>
        <w:t>Petfood</w:t>
      </w:r>
      <w:proofErr w:type="spellEnd"/>
      <w:r>
        <w:t xml:space="preserve"> Processors (Vic) </w:t>
      </w:r>
      <w:r w:rsidR="007A3130">
        <w:t xml:space="preserve">P/L </w:t>
      </w:r>
      <w:r w:rsidR="000C01C9">
        <w:t xml:space="preserve">will </w:t>
      </w:r>
      <w:r w:rsidR="009251C8">
        <w:t xml:space="preserve">complete the necessary documentation and submit the appropriate </w:t>
      </w:r>
      <w:r w:rsidR="000C01C9">
        <w:t xml:space="preserve">documentation to the controlling bodies. </w:t>
      </w:r>
      <w:r>
        <w:t>It is submitting an Application for Approval of a Wild</w:t>
      </w:r>
      <w:r w:rsidR="00B25643">
        <w:t>l</w:t>
      </w:r>
      <w:r>
        <w:t>ife Trade Operation</w:t>
      </w:r>
      <w:r w:rsidR="000C01C9">
        <w:t xml:space="preserve"> that includes </w:t>
      </w:r>
      <w:r w:rsidR="007A3130">
        <w:t xml:space="preserve">the </w:t>
      </w:r>
      <w:r w:rsidR="000C01C9">
        <w:t>shires</w:t>
      </w:r>
      <w:r w:rsidR="00B25643" w:rsidRPr="00B25643">
        <w:t xml:space="preserve"> </w:t>
      </w:r>
      <w:r w:rsidR="007A3130">
        <w:t xml:space="preserve">of </w:t>
      </w:r>
      <w:r w:rsidR="000C01C9" w:rsidRPr="00AF49F4">
        <w:rPr>
          <w:sz w:val="24"/>
          <w:szCs w:val="24"/>
        </w:rPr>
        <w:t xml:space="preserve">West Wimmera, Glenelg, Loddon and </w:t>
      </w:r>
      <w:r w:rsidR="00B25643">
        <w:rPr>
          <w:sz w:val="24"/>
          <w:szCs w:val="24"/>
        </w:rPr>
        <w:t>G</w:t>
      </w:r>
      <w:r w:rsidR="00B25643" w:rsidRPr="00AF49F4">
        <w:rPr>
          <w:sz w:val="24"/>
          <w:szCs w:val="24"/>
        </w:rPr>
        <w:t xml:space="preserve">reater </w:t>
      </w:r>
      <w:r w:rsidR="000C01C9" w:rsidRPr="00AF49F4">
        <w:rPr>
          <w:sz w:val="24"/>
          <w:szCs w:val="24"/>
        </w:rPr>
        <w:t>Bendigo</w:t>
      </w:r>
      <w:r w:rsidR="007A3130">
        <w:rPr>
          <w:sz w:val="24"/>
          <w:szCs w:val="24"/>
        </w:rPr>
        <w:t xml:space="preserve">, which have been recently listed as part of the Victorian </w:t>
      </w:r>
      <w:proofErr w:type="spellStart"/>
      <w:r w:rsidR="007A3130">
        <w:rPr>
          <w:sz w:val="24"/>
          <w:szCs w:val="24"/>
        </w:rPr>
        <w:t>Petfood</w:t>
      </w:r>
      <w:proofErr w:type="spellEnd"/>
      <w:r w:rsidR="007A3130">
        <w:rPr>
          <w:sz w:val="24"/>
          <w:szCs w:val="24"/>
        </w:rPr>
        <w:t xml:space="preserve"> Trial</w:t>
      </w:r>
      <w:r w:rsidR="00B25643" w:rsidRPr="00AF49F4">
        <w:rPr>
          <w:sz w:val="24"/>
          <w:szCs w:val="24"/>
        </w:rPr>
        <w:t>.</w:t>
      </w:r>
    </w:p>
    <w:p w14:paraId="222214FC" w14:textId="394006D0" w:rsidR="00340467" w:rsidRDefault="00340467" w:rsidP="00340467">
      <w:r>
        <w:t xml:space="preserve">The information set </w:t>
      </w:r>
      <w:r w:rsidR="007A3130">
        <w:t xml:space="preserve">out </w:t>
      </w:r>
      <w:r>
        <w:t xml:space="preserve">in this application aims to satisfy the requirements for a </w:t>
      </w:r>
      <w:r w:rsidR="009251C8">
        <w:t>WTO (</w:t>
      </w:r>
      <w:r>
        <w:t>Small-Scale)</w:t>
      </w:r>
      <w:r w:rsidR="007A3130">
        <w:t xml:space="preserve"> under the </w:t>
      </w:r>
      <w:r w:rsidR="007A3130" w:rsidRPr="00224430">
        <w:rPr>
          <w:i/>
        </w:rPr>
        <w:t>Environment Protection and Biodiversity Conservation Act 1999</w:t>
      </w:r>
      <w:r w:rsidR="007A3130">
        <w:t>.</w:t>
      </w:r>
      <w:r w:rsidR="000C01C9" w:rsidRPr="000C01C9">
        <w:t xml:space="preserve"> </w:t>
      </w:r>
      <w:r w:rsidR="000C01C9">
        <w:t xml:space="preserve">Victorian </w:t>
      </w:r>
      <w:proofErr w:type="spellStart"/>
      <w:r w:rsidR="000C01C9">
        <w:t>Petfood</w:t>
      </w:r>
      <w:proofErr w:type="spellEnd"/>
      <w:r w:rsidR="000C01C9">
        <w:t xml:space="preserve"> Processors (Vic) </w:t>
      </w:r>
      <w:r w:rsidR="007A3130">
        <w:t xml:space="preserve">P/L currently </w:t>
      </w:r>
      <w:r w:rsidR="000C01C9">
        <w:t>has a</w:t>
      </w:r>
      <w:r w:rsidR="007A3130">
        <w:t>n approved</w:t>
      </w:r>
      <w:r w:rsidR="000C01C9">
        <w:t xml:space="preserve"> WTO that enables the export of kangaroo skins from the shires listed in the </w:t>
      </w:r>
      <w:r w:rsidR="007A3130">
        <w:t xml:space="preserve">original </w:t>
      </w:r>
      <w:r w:rsidR="007A3130">
        <w:rPr>
          <w:sz w:val="24"/>
          <w:szCs w:val="24"/>
        </w:rPr>
        <w:t xml:space="preserve">Victorian </w:t>
      </w:r>
      <w:proofErr w:type="spellStart"/>
      <w:r w:rsidR="007A3130">
        <w:rPr>
          <w:sz w:val="24"/>
          <w:szCs w:val="24"/>
        </w:rPr>
        <w:t>Petfood</w:t>
      </w:r>
      <w:proofErr w:type="spellEnd"/>
      <w:r w:rsidR="007A3130">
        <w:rPr>
          <w:sz w:val="24"/>
          <w:szCs w:val="24"/>
        </w:rPr>
        <w:t xml:space="preserve"> Trial</w:t>
      </w:r>
      <w:r w:rsidR="000C01C9">
        <w:t>.</w:t>
      </w:r>
    </w:p>
    <w:p w14:paraId="2222150D" w14:textId="77777777" w:rsidR="00EF3899" w:rsidRDefault="00EF3899"/>
    <w:sectPr w:rsidR="00EF3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FC784" w14:textId="77777777" w:rsidR="00FE4D47" w:rsidRDefault="00FE4D47" w:rsidP="00FE4D47">
      <w:pPr>
        <w:spacing w:after="0" w:line="240" w:lineRule="auto"/>
      </w:pPr>
      <w:r>
        <w:separator/>
      </w:r>
    </w:p>
  </w:endnote>
  <w:endnote w:type="continuationSeparator" w:id="0">
    <w:p w14:paraId="06821312" w14:textId="77777777" w:rsidR="00FE4D47" w:rsidRDefault="00FE4D47" w:rsidP="00FE4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EA5F8" w14:textId="77777777" w:rsidR="00FE4D47" w:rsidRDefault="00FE4D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7BFA9" w14:textId="77777777" w:rsidR="00FE4D47" w:rsidRDefault="00FE4D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DB59E" w14:textId="77777777" w:rsidR="00FE4D47" w:rsidRDefault="00FE4D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04C45" w14:textId="77777777" w:rsidR="00FE4D47" w:rsidRDefault="00FE4D47" w:rsidP="00FE4D47">
      <w:pPr>
        <w:spacing w:after="0" w:line="240" w:lineRule="auto"/>
      </w:pPr>
      <w:r>
        <w:separator/>
      </w:r>
    </w:p>
  </w:footnote>
  <w:footnote w:type="continuationSeparator" w:id="0">
    <w:p w14:paraId="0C83E163" w14:textId="77777777" w:rsidR="00FE4D47" w:rsidRDefault="00FE4D47" w:rsidP="00FE4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45EF5" w14:textId="77777777" w:rsidR="00FE4D47" w:rsidRDefault="00FE4D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C64CA" w14:textId="77777777" w:rsidR="00FE4D47" w:rsidRDefault="00FE4D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C42A5" w14:textId="77777777" w:rsidR="00FE4D47" w:rsidRDefault="00FE4D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67"/>
    <w:rsid w:val="00000D08"/>
    <w:rsid w:val="000160A1"/>
    <w:rsid w:val="00075054"/>
    <w:rsid w:val="000C01C9"/>
    <w:rsid w:val="000E0C0E"/>
    <w:rsid w:val="00150A6C"/>
    <w:rsid w:val="00197C21"/>
    <w:rsid w:val="001C0F3C"/>
    <w:rsid w:val="00221DFC"/>
    <w:rsid w:val="002420CF"/>
    <w:rsid w:val="002E554A"/>
    <w:rsid w:val="00340467"/>
    <w:rsid w:val="003431FF"/>
    <w:rsid w:val="00374BA3"/>
    <w:rsid w:val="00392069"/>
    <w:rsid w:val="003F2653"/>
    <w:rsid w:val="004262AE"/>
    <w:rsid w:val="004340C2"/>
    <w:rsid w:val="004A4878"/>
    <w:rsid w:val="004B3484"/>
    <w:rsid w:val="0050354B"/>
    <w:rsid w:val="00535260"/>
    <w:rsid w:val="00545871"/>
    <w:rsid w:val="005906B4"/>
    <w:rsid w:val="005C0C93"/>
    <w:rsid w:val="005E2F94"/>
    <w:rsid w:val="00640728"/>
    <w:rsid w:val="006C4BDE"/>
    <w:rsid w:val="007341A4"/>
    <w:rsid w:val="007A3130"/>
    <w:rsid w:val="00853EA8"/>
    <w:rsid w:val="008F5CA3"/>
    <w:rsid w:val="009137FC"/>
    <w:rsid w:val="009251C8"/>
    <w:rsid w:val="0094371A"/>
    <w:rsid w:val="0097000A"/>
    <w:rsid w:val="00AF4209"/>
    <w:rsid w:val="00AF49F4"/>
    <w:rsid w:val="00B1041A"/>
    <w:rsid w:val="00B2296E"/>
    <w:rsid w:val="00B25643"/>
    <w:rsid w:val="00C06C6A"/>
    <w:rsid w:val="00C35F0E"/>
    <w:rsid w:val="00C67921"/>
    <w:rsid w:val="00CE545F"/>
    <w:rsid w:val="00CF65E9"/>
    <w:rsid w:val="00D62030"/>
    <w:rsid w:val="00D7046B"/>
    <w:rsid w:val="00D84D95"/>
    <w:rsid w:val="00DA12AB"/>
    <w:rsid w:val="00E0330C"/>
    <w:rsid w:val="00E43207"/>
    <w:rsid w:val="00EF3899"/>
    <w:rsid w:val="00F012E5"/>
    <w:rsid w:val="00F5524E"/>
    <w:rsid w:val="00F672C5"/>
    <w:rsid w:val="00F72694"/>
    <w:rsid w:val="00FB4488"/>
    <w:rsid w:val="00FD24A7"/>
    <w:rsid w:val="00FE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214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4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87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458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4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47"/>
  </w:style>
  <w:style w:type="paragraph" w:styleId="Footer">
    <w:name w:val="footer"/>
    <w:basedOn w:val="Normal"/>
    <w:link w:val="FooterChar"/>
    <w:uiPriority w:val="99"/>
    <w:unhideWhenUsed/>
    <w:rsid w:val="00FE4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elwp.vic.gov.au/__data/assets/pdf_file/0020/354116/Kangaroo-Pet-Food-Trial-Landholders-update-15-September-2016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lwp.vic.gov.au/__data/assets/pdf_file/0017/351530/Kangaroo-Pet-Food-Trial-Overview-update-15-September-2016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2B822C72.dotm</Template>
  <TotalTime>0</TotalTime>
  <Pages>2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wildlife trade operation for the export of kangaroo skins derived from the expanded Victorian Kangaroo Petfood Trial 2016–18.(West Wimmera, Glenelg, Loddon and Greater Bendigo shires)</dc:title>
  <dc:subject/>
  <dc:creator/>
  <cp:keywords/>
  <dc:description/>
  <cp:lastModifiedBy/>
  <cp:revision>1</cp:revision>
  <dcterms:created xsi:type="dcterms:W3CDTF">2016-12-22T23:16:00Z</dcterms:created>
  <dcterms:modified xsi:type="dcterms:W3CDTF">2016-12-22T23:16:00Z</dcterms:modified>
</cp:coreProperties>
</file>