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90185E">
      <w:pPr>
        <w:spacing w:after="120"/>
        <w:jc w:val="center"/>
        <w:rPr>
          <w:snapToGrid w:val="0"/>
        </w:rPr>
      </w:pPr>
      <w:r w:rsidRPr="0090185E">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75pt;height:71.25pt;visibility:visible">
            <v:imagedata r:id="rId8" o:title=""/>
          </v:shape>
        </w:pict>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C92875">
        <w:rPr>
          <w:szCs w:val="22"/>
        </w:rPr>
        <w:t xml:space="preserve">I, </w:t>
      </w:r>
      <w:r w:rsidR="00C92875" w:rsidRPr="00C92875">
        <w:rPr>
          <w:szCs w:val="22"/>
        </w:rPr>
        <w:t>TONY BURKE</w:t>
      </w:r>
      <w:r w:rsidRPr="00C92875">
        <w:rPr>
          <w:color w:val="000000"/>
          <w:szCs w:val="22"/>
        </w:rPr>
        <w:t>,</w:t>
      </w:r>
      <w:r w:rsidRPr="00C92875">
        <w:rPr>
          <w:szCs w:val="22"/>
        </w:rPr>
        <w:t xml:space="preserve"> Minister for Sustainability, Env</w:t>
      </w:r>
      <w:r w:rsidR="00075416" w:rsidRPr="00C92875">
        <w:rPr>
          <w:szCs w:val="22"/>
        </w:rPr>
        <w:t>ironment, Water, Population and </w:t>
      </w:r>
      <w:r w:rsidRPr="00C92875">
        <w:rPr>
          <w:szCs w:val="22"/>
        </w:rPr>
        <w:t>Communities:</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8E530F">
        <w:rPr>
          <w:szCs w:val="22"/>
        </w:rPr>
        <w:t>management plan</w:t>
      </w:r>
      <w:r w:rsidR="00FB1480" w:rsidRPr="00FB1480">
        <w:rPr>
          <w:szCs w:val="22"/>
        </w:rPr>
        <w:t xml:space="preserve"> for </w:t>
      </w:r>
      <w:r w:rsidR="00FB1480" w:rsidRPr="007C176F">
        <w:rPr>
          <w:szCs w:val="22"/>
        </w:rPr>
        <w:t xml:space="preserve">the </w:t>
      </w:r>
      <w:r w:rsidR="00C92875">
        <w:rPr>
          <w:snapToGrid w:val="0"/>
        </w:rPr>
        <w:t>Southern and Eastern Scalefish and Shark Fishery</w:t>
      </w:r>
      <w:r w:rsidR="00C92875" w:rsidRPr="007C176F">
        <w:rPr>
          <w:szCs w:val="22"/>
        </w:rPr>
        <w:t xml:space="preserve"> </w:t>
      </w:r>
      <w:r w:rsidR="00FB1480" w:rsidRPr="007C176F">
        <w:rPr>
          <w:szCs w:val="22"/>
        </w:rPr>
        <w:t xml:space="preserve">dated </w:t>
      </w:r>
      <w:r w:rsidR="00C92875">
        <w:rPr>
          <w:szCs w:val="22"/>
        </w:rPr>
        <w:t>2 February</w:t>
      </w:r>
      <w:r w:rsidR="00FB1480" w:rsidRPr="007C176F">
        <w:rPr>
          <w:szCs w:val="22"/>
        </w:rPr>
        <w:t xml:space="preserve"> 20</w:t>
      </w:r>
      <w:r w:rsidR="00C92875">
        <w:rPr>
          <w:szCs w:val="22"/>
        </w:rPr>
        <w:t>10</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7C176F" w:rsidRDefault="00FB1480" w:rsidP="00F755FB">
      <w:pPr>
        <w:spacing w:after="120"/>
        <w:ind w:right="237"/>
        <w:rPr>
          <w:snapToGrid w:val="0"/>
          <w:szCs w:val="22"/>
        </w:rPr>
      </w:pPr>
      <w:r w:rsidRPr="007C176F">
        <w:rPr>
          <w:snapToGrid w:val="0"/>
          <w:szCs w:val="22"/>
        </w:rPr>
        <w:t>(b)</w:t>
      </w:r>
      <w:r w:rsidR="00C91B0F" w:rsidRPr="007C176F">
        <w:rPr>
          <w:snapToGrid w:val="0"/>
          <w:szCs w:val="22"/>
        </w:rPr>
        <w:t xml:space="preserve"> </w:t>
      </w:r>
      <w:r w:rsidRPr="007C176F">
        <w:rPr>
          <w:snapToGrid w:val="0"/>
          <w:szCs w:val="22"/>
        </w:rPr>
        <w:t>being satisfied that:</w:t>
      </w:r>
    </w:p>
    <w:p w:rsidR="00F755FB" w:rsidRPr="00330C65" w:rsidRDefault="00C91B0F" w:rsidP="00DF543C">
      <w:pPr>
        <w:spacing w:after="120"/>
        <w:ind w:left="709" w:right="238" w:hanging="352"/>
        <w:rPr>
          <w:szCs w:val="22"/>
        </w:rPr>
      </w:pPr>
      <w:r w:rsidRPr="007C176F">
        <w:rPr>
          <w:szCs w:val="22"/>
        </w:rPr>
        <w:t>(</w:t>
      </w:r>
      <w:proofErr w:type="spellStart"/>
      <w:r w:rsidRPr="007C176F">
        <w:rPr>
          <w:szCs w:val="22"/>
        </w:rPr>
        <w:t>i</w:t>
      </w:r>
      <w:proofErr w:type="spellEnd"/>
      <w:r w:rsidRPr="007C176F">
        <w:rPr>
          <w:szCs w:val="22"/>
        </w:rPr>
        <w:t xml:space="preserve">) </w:t>
      </w:r>
      <w:r w:rsidR="00DF543C" w:rsidRPr="007C176F">
        <w:rPr>
          <w:szCs w:val="22"/>
        </w:rPr>
        <w:t xml:space="preserve"> </w:t>
      </w:r>
      <w:r w:rsidR="00FB1480" w:rsidRPr="007C176F">
        <w:rPr>
          <w:szCs w:val="22"/>
        </w:rPr>
        <w:t xml:space="preserve">the </w:t>
      </w:r>
      <w:r w:rsidR="00B06113">
        <w:rPr>
          <w:iCs/>
          <w:szCs w:val="22"/>
        </w:rPr>
        <w:t>management plan</w:t>
      </w:r>
      <w:r w:rsidR="00C92875" w:rsidRPr="00C92875">
        <w:rPr>
          <w:szCs w:val="22"/>
        </w:rPr>
        <w:t xml:space="preserve"> </w:t>
      </w:r>
      <w:r w:rsidR="00FB1480" w:rsidRPr="007C176F">
        <w:rPr>
          <w:snapToGrid w:val="0"/>
          <w:szCs w:val="22"/>
        </w:rPr>
        <w:t xml:space="preserve">for the </w:t>
      </w:r>
      <w:r w:rsidR="00C92875">
        <w:rPr>
          <w:snapToGrid w:val="0"/>
        </w:rPr>
        <w:t>Southern and Eastern Scalefish and Shark Fishery</w:t>
      </w:r>
      <w:r w:rsidR="00FB1480" w:rsidRPr="007C176F">
        <w:rPr>
          <w:szCs w:val="22"/>
        </w:rPr>
        <w:t>,</w:t>
      </w:r>
      <w:r w:rsidR="00FB1480" w:rsidRPr="00FB1480">
        <w:rPr>
          <w:szCs w:val="22"/>
        </w:rPr>
        <w:t xml:space="preserve"> in force under the </w:t>
      </w:r>
      <w:r w:rsidR="00A912F1" w:rsidRPr="007055F4">
        <w:rPr>
          <w:rFonts w:cs="Arial"/>
          <w:i/>
        </w:rPr>
        <w:t>Fisheries Management Act 1991</w:t>
      </w:r>
      <w:r w:rsidR="006D2ED5">
        <w:rPr>
          <w:rFonts w:cs="Arial"/>
        </w:rPr>
        <w:t xml:space="preserve"> </w:t>
      </w:r>
      <w:r w:rsidR="00FB1480" w:rsidRPr="009F0448">
        <w:rPr>
          <w:szCs w:val="22"/>
        </w:rPr>
        <w:t>and the</w:t>
      </w:r>
      <w:r w:rsidR="00FB1480" w:rsidRPr="009F0448">
        <w:rPr>
          <w:i/>
          <w:szCs w:val="22"/>
        </w:rPr>
        <w:t xml:space="preserve"> </w:t>
      </w:r>
      <w:r w:rsidR="00A912F1" w:rsidRPr="008E530F">
        <w:rPr>
          <w:szCs w:val="23"/>
        </w:rPr>
        <w:t>Fisheries Management Regulations 1992</w:t>
      </w:r>
      <w:r w:rsidR="00FB1480" w:rsidRPr="00FB1480">
        <w:rPr>
          <w:iCs/>
          <w:szCs w:val="22"/>
        </w:rPr>
        <w:t>,</w:t>
      </w:r>
      <w:r w:rsidR="00FB1480" w:rsidRPr="00FB1480">
        <w:rPr>
          <w:rStyle w:val="Emphasis"/>
          <w:szCs w:val="22"/>
        </w:rPr>
        <w:t xml:space="preserve"> </w:t>
      </w:r>
      <w:r w:rsidR="00FB1480" w:rsidRPr="00FB1480">
        <w:rPr>
          <w:rStyle w:val="Emphasis"/>
          <w:i w:val="0"/>
          <w:szCs w:val="22"/>
        </w:rPr>
        <w:t>r</w:t>
      </w:r>
      <w:r w:rsidR="00FB1480" w:rsidRPr="00FB1480">
        <w:rPr>
          <w:szCs w:val="22"/>
        </w:rPr>
        <w:t>equires persons engaged in fis</w:t>
      </w:r>
      <w:r w:rsidR="00A912F1">
        <w:rPr>
          <w:szCs w:val="22"/>
        </w:rPr>
        <w:t>hing under the management plan</w:t>
      </w:r>
      <w:r w:rsidR="00FB1480" w:rsidRPr="00FB1480">
        <w:rPr>
          <w:szCs w:val="22"/>
        </w:rPr>
        <w:t xml:space="preserve"> to take all reasonable steps to ensure that members of listed threatened species</w:t>
      </w:r>
      <w:r w:rsidR="007B7577">
        <w:rPr>
          <w:szCs w:val="22"/>
        </w:rPr>
        <w:t xml:space="preserve"> (except a</w:t>
      </w:r>
      <w:r w:rsidR="00B44C7E">
        <w:rPr>
          <w:szCs w:val="22"/>
        </w:rPr>
        <w:t xml:space="preserve"> conservation dependent species</w:t>
      </w:r>
      <w:r w:rsidR="007D2D40">
        <w:rPr>
          <w:szCs w:val="22"/>
        </w:rPr>
        <w:t>)</w:t>
      </w:r>
      <w:r w:rsidR="00FB1480" w:rsidRPr="00FB1480">
        <w:rPr>
          <w:szCs w:val="22"/>
        </w:rPr>
        <w:t>, listed migratory species, cetaceans and listed marine species are not killed or inj</w:t>
      </w:r>
      <w:r w:rsidR="00C4202F">
        <w:rPr>
          <w:szCs w:val="22"/>
        </w:rPr>
        <w:t>ured as a result of the fishing,</w:t>
      </w:r>
      <w:r w:rsidR="00FB1480" w:rsidRPr="00FB1480">
        <w:rPr>
          <w:szCs w:val="22"/>
        </w:rPr>
        <w:t xml:space="preserve"> and</w:t>
      </w:r>
    </w:p>
    <w:p w:rsidR="00E321E1" w:rsidRPr="00330C65" w:rsidRDefault="00C91B0F" w:rsidP="00DF543C">
      <w:pPr>
        <w:spacing w:after="120"/>
        <w:ind w:left="709" w:right="237" w:hanging="352"/>
        <w:rPr>
          <w:snapToGrid w:val="0"/>
          <w:szCs w:val="22"/>
        </w:rPr>
      </w:pPr>
      <w:r>
        <w:rPr>
          <w:szCs w:val="22"/>
        </w:rPr>
        <w:t xml:space="preserve">(ii) </w:t>
      </w:r>
      <w:r w:rsidR="00FB1480" w:rsidRPr="00FB1480">
        <w:rPr>
          <w:szCs w:val="22"/>
        </w:rPr>
        <w:t>the fisher</w:t>
      </w:r>
      <w:r w:rsidR="00A912F1">
        <w:rPr>
          <w:szCs w:val="22"/>
        </w:rPr>
        <w:t>y to which the management plan</w:t>
      </w:r>
      <w:r w:rsidR="00FB1480" w:rsidRPr="00FB1480">
        <w:rPr>
          <w:szCs w:val="22"/>
        </w:rPr>
        <w:t xml:space="preserve"> relates does not, or is not likely to, adversely affect:</w:t>
      </w:r>
    </w:p>
    <w:p w:rsidR="00E321E1" w:rsidRPr="00330C65" w:rsidRDefault="00FB1480" w:rsidP="00F755FB">
      <w:pPr>
        <w:spacing w:after="120"/>
        <w:ind w:left="357" w:right="237" w:firstLine="357"/>
        <w:rPr>
          <w:szCs w:val="22"/>
        </w:rPr>
      </w:pPr>
      <w:r w:rsidRPr="00FB1480">
        <w:rPr>
          <w:szCs w:val="22"/>
        </w:rPr>
        <w:t>(a) the survival or recovery in nature of any listed threatened species</w:t>
      </w:r>
      <w:r w:rsidR="00C4202F">
        <w:rPr>
          <w:szCs w:val="22"/>
        </w:rPr>
        <w:t>,</w:t>
      </w:r>
      <w:r w:rsidRPr="00FB1480">
        <w:rPr>
          <w:szCs w:val="22"/>
        </w:rPr>
        <w:t xml:space="preserve"> or </w:t>
      </w:r>
    </w:p>
    <w:p w:rsidR="00B134B6" w:rsidRDefault="00FB1480">
      <w:pPr>
        <w:ind w:left="1071" w:right="238" w:hanging="357"/>
        <w:rPr>
          <w:szCs w:val="22"/>
        </w:rPr>
      </w:pPr>
      <w:r w:rsidRPr="00FB1480">
        <w:rPr>
          <w:szCs w:val="22"/>
        </w:rPr>
        <w:t>(b) the conservation status of a listed migratory species, cetacean, or listed marine species or a population of that species,</w:t>
      </w:r>
    </w:p>
    <w:p w:rsidR="00B134B6" w:rsidRDefault="00B134B6">
      <w:pPr>
        <w:ind w:left="1071" w:right="238" w:hanging="357"/>
        <w:rPr>
          <w:szCs w:val="22"/>
        </w:rPr>
      </w:pPr>
    </w:p>
    <w:p w:rsidR="00E321E1" w:rsidRPr="00330C65" w:rsidRDefault="00FB1480" w:rsidP="00F755FB">
      <w:pPr>
        <w:spacing w:after="120"/>
        <w:ind w:left="360" w:right="237"/>
        <w:rPr>
          <w:snapToGrid w:val="0"/>
          <w:szCs w:val="22"/>
        </w:rPr>
      </w:pPr>
      <w:r w:rsidRPr="00FB1480">
        <w:rPr>
          <w:szCs w:val="22"/>
        </w:rPr>
        <w:t xml:space="preserve">accredit the </w:t>
      </w:r>
      <w:r w:rsidR="00B06113">
        <w:rPr>
          <w:iCs/>
          <w:szCs w:val="22"/>
        </w:rPr>
        <w:t xml:space="preserve">management plan </w:t>
      </w:r>
      <w:r w:rsidRPr="009F0448">
        <w:rPr>
          <w:snapToGrid w:val="0"/>
          <w:szCs w:val="22"/>
        </w:rPr>
        <w:t xml:space="preserve">for the </w:t>
      </w:r>
      <w:r w:rsidR="00A912F1">
        <w:rPr>
          <w:snapToGrid w:val="0"/>
        </w:rPr>
        <w:t>Southern and Eastern Scalefish and Shark Fishery</w:t>
      </w:r>
      <w:r w:rsidR="00A912F1" w:rsidRPr="007C176F">
        <w:rPr>
          <w:szCs w:val="22"/>
        </w:rPr>
        <w:t>,</w:t>
      </w:r>
      <w:r w:rsidR="00A912F1" w:rsidRPr="00FB1480">
        <w:rPr>
          <w:szCs w:val="22"/>
        </w:rPr>
        <w:t xml:space="preserve"> in force under the </w:t>
      </w:r>
      <w:r w:rsidR="00A912F1" w:rsidRPr="007055F4">
        <w:rPr>
          <w:rFonts w:cs="Arial"/>
          <w:i/>
        </w:rPr>
        <w:t>Fisheries Management Act 1991</w:t>
      </w:r>
      <w:r w:rsidR="00B44C7E">
        <w:rPr>
          <w:rFonts w:cs="Arial"/>
          <w:i/>
        </w:rPr>
        <w:t xml:space="preserve"> </w:t>
      </w:r>
      <w:r w:rsidR="00A912F1" w:rsidRPr="009F0448">
        <w:rPr>
          <w:szCs w:val="22"/>
        </w:rPr>
        <w:t>and the</w:t>
      </w:r>
      <w:r w:rsidR="00A912F1" w:rsidRPr="009F0448">
        <w:rPr>
          <w:i/>
          <w:szCs w:val="22"/>
        </w:rPr>
        <w:t xml:space="preserve"> </w:t>
      </w:r>
      <w:r w:rsidR="00A912F1" w:rsidRPr="008E530F">
        <w:rPr>
          <w:szCs w:val="23"/>
        </w:rPr>
        <w:t>Fisheries Management Regulations 1992</w:t>
      </w:r>
      <w:r w:rsidR="00A912F1">
        <w:rPr>
          <w:i/>
          <w:szCs w:val="23"/>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C6427E" w:rsidRDefault="00F52692" w:rsidP="00C6427E">
      <w:pPr>
        <w:ind w:left="284" w:right="198"/>
        <w:rPr>
          <w:snapToGrid w:val="0"/>
        </w:rPr>
      </w:pPr>
      <w:r>
        <w:rPr>
          <w:snapToGrid w:val="0"/>
        </w:rPr>
        <w:t>Unless amended or revoked, this accreditation is subject to the following conditions applied under section 303AA:</w:t>
      </w:r>
    </w:p>
    <w:p w:rsidR="00C6427E" w:rsidRPr="00C6427E" w:rsidRDefault="00C6427E" w:rsidP="00C6427E">
      <w:pPr>
        <w:ind w:left="284" w:right="198"/>
        <w:rPr>
          <w:snapToGrid w:val="0"/>
        </w:rPr>
      </w:pPr>
    </w:p>
    <w:p w:rsidR="00660D25" w:rsidRPr="00660D25" w:rsidRDefault="00660D25" w:rsidP="00C6427E">
      <w:pPr>
        <w:spacing w:after="120"/>
        <w:ind w:left="142" w:hanging="142"/>
        <w:rPr>
          <w:b/>
        </w:rPr>
      </w:pPr>
      <w:r w:rsidRPr="00660D25">
        <w:rPr>
          <w:b/>
        </w:rPr>
        <w:t>Condition A</w:t>
      </w:r>
    </w:p>
    <w:p w:rsidR="00660D25" w:rsidRPr="00660D25" w:rsidRDefault="00660D25" w:rsidP="00660D25">
      <w:pPr>
        <w:spacing w:after="120"/>
      </w:pPr>
      <w:r w:rsidRPr="00660D25">
        <w:t>The Australian Fisheries Management Authority to:</w:t>
      </w:r>
    </w:p>
    <w:p w:rsidR="00660D25" w:rsidRPr="00660D25" w:rsidRDefault="00660D25" w:rsidP="00482F16">
      <w:pPr>
        <w:pStyle w:val="ListParagraph"/>
        <w:numPr>
          <w:ilvl w:val="0"/>
          <w:numId w:val="13"/>
        </w:numPr>
        <w:spacing w:after="120"/>
        <w:ind w:left="720"/>
      </w:pPr>
      <w:r w:rsidRPr="00660D25">
        <w:t>maintain management measures clearly directed toward limiting the impact of fishing activity on Australian sea lions to levels which will assist in enabling the recovery of the species, including all subpopulations.</w:t>
      </w:r>
    </w:p>
    <w:p w:rsidR="00660D25" w:rsidRPr="00660D25" w:rsidRDefault="00660D25" w:rsidP="00482F16">
      <w:pPr>
        <w:pStyle w:val="ListParagraph"/>
        <w:spacing w:after="120"/>
        <w:ind w:left="426"/>
      </w:pPr>
    </w:p>
    <w:p w:rsidR="00E321E1" w:rsidRPr="007444E5" w:rsidRDefault="00660D25" w:rsidP="00482F16">
      <w:pPr>
        <w:pStyle w:val="ListParagraph"/>
        <w:numPr>
          <w:ilvl w:val="0"/>
          <w:numId w:val="13"/>
        </w:numPr>
        <w:spacing w:after="120"/>
        <w:ind w:left="720"/>
      </w:pPr>
      <w:r w:rsidRPr="00660D25">
        <w:t>In consultation with marine mammal experts, continue to monitor and review on an annual basis the adequacy of its Australian sea lion management measures.</w:t>
      </w:r>
    </w:p>
    <w:p w:rsidR="00660D25" w:rsidRPr="00660D25" w:rsidRDefault="00660D25" w:rsidP="00660D25">
      <w:pPr>
        <w:spacing w:after="120"/>
        <w:rPr>
          <w:b/>
        </w:rPr>
      </w:pPr>
      <w:r w:rsidRPr="00660D25">
        <w:rPr>
          <w:b/>
        </w:rPr>
        <w:lastRenderedPageBreak/>
        <w:t>Condition B</w:t>
      </w:r>
    </w:p>
    <w:p w:rsidR="00E321E1" w:rsidRPr="00660D25" w:rsidRDefault="00660D25" w:rsidP="00482F16">
      <w:pPr>
        <w:ind w:right="237"/>
        <w:rPr>
          <w:szCs w:val="22"/>
        </w:rPr>
      </w:pPr>
      <w:r w:rsidRPr="00660D25">
        <w:rPr>
          <w:szCs w:val="22"/>
        </w:rPr>
        <w:t>The Australian Fisheries Management Authority to determine the extent of the impact of fishing on dolphins, including identifying the species impacted, and develop appropriate management measures to minimise the impact. This should include ongoing monitoring and appropriate review of these measures, in consultation with marine mammal experts.</w:t>
      </w:r>
    </w:p>
    <w:p w:rsidR="00767766" w:rsidRDefault="00767766" w:rsidP="005E68D9">
      <w:pPr>
        <w:ind w:left="360" w:right="237"/>
        <w:rPr>
          <w:szCs w:val="22"/>
        </w:rPr>
      </w:pPr>
    </w:p>
    <w:p w:rsidR="00E67442" w:rsidRPr="00E67442" w:rsidRDefault="00E67442" w:rsidP="00E67442">
      <w:pPr>
        <w:spacing w:after="120"/>
        <w:rPr>
          <w:b/>
        </w:rPr>
      </w:pPr>
      <w:r w:rsidRPr="00E67442">
        <w:rPr>
          <w:b/>
        </w:rPr>
        <w:t>Condition C:</w:t>
      </w:r>
    </w:p>
    <w:p w:rsidR="00767766" w:rsidRPr="00E67442" w:rsidRDefault="00E67442" w:rsidP="00482F16">
      <w:pPr>
        <w:ind w:right="237"/>
      </w:pPr>
      <w:r w:rsidRPr="00E67442">
        <w:t>The Australian Fisheries Management Authority to continue to develop and implement management measures to minimise mortality of seals in the Commonwealth Trawl Sector of the fishery.</w:t>
      </w:r>
    </w:p>
    <w:p w:rsidR="00767766" w:rsidRDefault="00767766" w:rsidP="005E68D9">
      <w:pPr>
        <w:ind w:left="360" w:right="237"/>
        <w:rPr>
          <w:szCs w:val="22"/>
        </w:rPr>
      </w:pPr>
    </w:p>
    <w:p w:rsidR="007444E5" w:rsidRPr="007444E5" w:rsidRDefault="007444E5" w:rsidP="007444E5">
      <w:pPr>
        <w:spacing w:after="120"/>
        <w:rPr>
          <w:b/>
        </w:rPr>
      </w:pPr>
      <w:r w:rsidRPr="007444E5">
        <w:rPr>
          <w:b/>
        </w:rPr>
        <w:t>Condition D:</w:t>
      </w:r>
    </w:p>
    <w:p w:rsidR="007444E5" w:rsidRPr="007444E5" w:rsidRDefault="007444E5" w:rsidP="007444E5">
      <w:pPr>
        <w:spacing w:after="120"/>
      </w:pPr>
      <w:r w:rsidRPr="007444E5">
        <w:t>The Australian Fisheries Management Authority to:</w:t>
      </w:r>
    </w:p>
    <w:p w:rsidR="00482F16" w:rsidRDefault="007444E5" w:rsidP="00482F16">
      <w:pPr>
        <w:pStyle w:val="ListParagraph"/>
        <w:numPr>
          <w:ilvl w:val="0"/>
          <w:numId w:val="15"/>
        </w:numPr>
        <w:spacing w:after="120"/>
        <w:ind w:left="714" w:hanging="357"/>
      </w:pPr>
      <w:r w:rsidRPr="007444E5">
        <w:t>ensure efficient and effective Seabird Management Plans remain in place for vessels in the fishery using otter trawl gear</w:t>
      </w:r>
    </w:p>
    <w:p w:rsidR="00482F16" w:rsidRPr="00482F16" w:rsidRDefault="00482F16" w:rsidP="00482F16">
      <w:pPr>
        <w:pStyle w:val="ListParagraph"/>
        <w:spacing w:after="120"/>
        <w:ind w:left="0"/>
      </w:pPr>
    </w:p>
    <w:p w:rsidR="007444E5" w:rsidRDefault="007444E5" w:rsidP="00482F16">
      <w:pPr>
        <w:pStyle w:val="ListParagraph"/>
        <w:numPr>
          <w:ilvl w:val="0"/>
          <w:numId w:val="15"/>
        </w:numPr>
        <w:spacing w:after="120"/>
      </w:pPr>
      <w:r w:rsidRPr="007444E5">
        <w:t xml:space="preserve">consider the introduction of Seabird Management Plans for other methods of fishing to reduce the risk of seabird interactions </w:t>
      </w:r>
    </w:p>
    <w:p w:rsidR="00482F16" w:rsidRPr="007444E5" w:rsidRDefault="00482F16" w:rsidP="00482F16">
      <w:pPr>
        <w:pStyle w:val="ListParagraph"/>
        <w:spacing w:after="120"/>
      </w:pPr>
    </w:p>
    <w:p w:rsidR="00482F16" w:rsidRDefault="007444E5" w:rsidP="00482F16">
      <w:pPr>
        <w:pStyle w:val="ListParagraph"/>
        <w:numPr>
          <w:ilvl w:val="0"/>
          <w:numId w:val="15"/>
        </w:numPr>
        <w:spacing w:after="120"/>
      </w:pPr>
      <w:r w:rsidRPr="007444E5">
        <w:t xml:space="preserve">continue to investigate methods for improving data collection on seabird interactions, particularly interactions with trawl gear and </w:t>
      </w:r>
      <w:proofErr w:type="spellStart"/>
      <w:r w:rsidRPr="007444E5">
        <w:t>longlines</w:t>
      </w:r>
      <w:proofErr w:type="spellEnd"/>
      <w:r w:rsidRPr="007444E5">
        <w:t>, and</w:t>
      </w:r>
    </w:p>
    <w:p w:rsidR="00482F16" w:rsidRDefault="00482F16" w:rsidP="00482F16">
      <w:pPr>
        <w:pStyle w:val="ListParagraph"/>
        <w:spacing w:after="120"/>
      </w:pPr>
    </w:p>
    <w:p w:rsidR="007444E5" w:rsidRPr="00482F16" w:rsidRDefault="007444E5" w:rsidP="00482F16">
      <w:pPr>
        <w:pStyle w:val="ListParagraph"/>
        <w:numPr>
          <w:ilvl w:val="0"/>
          <w:numId w:val="15"/>
        </w:numPr>
        <w:spacing w:after="120"/>
      </w:pPr>
      <w:r w:rsidRPr="007444E5">
        <w:t>implement management measures to ensure seabird mortality in all sector</w:t>
      </w:r>
      <w:r w:rsidR="00482F16">
        <w:t xml:space="preserve">s of the fishery is </w:t>
      </w:r>
      <w:proofErr w:type="spellStart"/>
      <w:r w:rsidR="00482F16">
        <w:t>minimised</w:t>
      </w:r>
      <w:proofErr w:type="spellEnd"/>
      <w:r w:rsidR="00482F16">
        <w:t xml:space="preserve">. </w:t>
      </w:r>
      <w:r w:rsidRPr="007444E5">
        <w:t>Where appropriate, this should include implementing offal management measures that have been demonstrated to be highly effective in reducing seabird mortality</w:t>
      </w:r>
      <w:r w:rsidRPr="00482F16">
        <w:rPr>
          <w:rFonts w:ascii="Arial" w:hAnsi="Arial" w:cs="Arial"/>
        </w:rPr>
        <w:t>.</w:t>
      </w:r>
    </w:p>
    <w:p w:rsidR="007444E5" w:rsidRDefault="007444E5" w:rsidP="005E68D9">
      <w:pPr>
        <w:ind w:left="360" w:right="237"/>
        <w:rPr>
          <w:szCs w:val="22"/>
        </w:rPr>
      </w:pPr>
    </w:p>
    <w:p w:rsidR="00C6427E" w:rsidRDefault="00C6427E" w:rsidP="005E68D9">
      <w:pPr>
        <w:ind w:left="360" w:right="237"/>
        <w:rPr>
          <w:szCs w:val="22"/>
        </w:rPr>
      </w:pPr>
    </w:p>
    <w:p w:rsidR="00C6427E" w:rsidRDefault="00C6427E" w:rsidP="005E68D9">
      <w:pPr>
        <w:ind w:left="360" w:right="237"/>
        <w:rPr>
          <w:szCs w:val="22"/>
        </w:rPr>
      </w:pPr>
    </w:p>
    <w:p w:rsidR="00C6427E" w:rsidRPr="00330C65" w:rsidRDefault="00C6427E" w:rsidP="00C6427E">
      <w:pPr>
        <w:pStyle w:val="Heading1"/>
        <w:ind w:left="360" w:right="237"/>
        <w:jc w:val="center"/>
        <w:rPr>
          <w:iCs/>
          <w:szCs w:val="22"/>
        </w:rPr>
      </w:pPr>
      <w:r w:rsidRPr="00FB1480">
        <w:rPr>
          <w:iCs/>
          <w:szCs w:val="22"/>
        </w:rPr>
        <w:t xml:space="preserve">Dated this </w:t>
      </w:r>
      <w:r w:rsidRPr="00FB1480">
        <w:rPr>
          <w:iCs/>
          <w:szCs w:val="22"/>
        </w:rPr>
        <w:tab/>
      </w:r>
      <w:r w:rsidR="00CA0366">
        <w:rPr>
          <w:iCs/>
          <w:szCs w:val="22"/>
        </w:rPr>
        <w:t xml:space="preserve">25 day of February </w:t>
      </w:r>
      <w:r>
        <w:rPr>
          <w:iCs/>
          <w:szCs w:val="22"/>
        </w:rPr>
        <w:t>2013</w:t>
      </w:r>
    </w:p>
    <w:p w:rsidR="00C6427E" w:rsidRPr="00330C65" w:rsidRDefault="00C6427E" w:rsidP="00C6427E">
      <w:pPr>
        <w:ind w:left="360" w:right="237"/>
        <w:rPr>
          <w:szCs w:val="22"/>
        </w:rPr>
      </w:pPr>
    </w:p>
    <w:p w:rsidR="00C6427E" w:rsidRPr="00330C65" w:rsidRDefault="00C6427E" w:rsidP="00C6427E">
      <w:pPr>
        <w:ind w:left="360" w:right="237"/>
        <w:rPr>
          <w:szCs w:val="22"/>
        </w:rPr>
      </w:pPr>
    </w:p>
    <w:p w:rsidR="00C6427E" w:rsidRDefault="00C6427E" w:rsidP="00C6427E">
      <w:pPr>
        <w:ind w:right="237"/>
        <w:rPr>
          <w:szCs w:val="22"/>
        </w:rPr>
      </w:pPr>
    </w:p>
    <w:p w:rsidR="00C6427E" w:rsidRPr="00330C65" w:rsidRDefault="00C6427E" w:rsidP="00C6427E">
      <w:pPr>
        <w:ind w:right="237"/>
        <w:rPr>
          <w:szCs w:val="22"/>
        </w:rPr>
      </w:pPr>
    </w:p>
    <w:p w:rsidR="00C6427E" w:rsidRPr="004539B4" w:rsidRDefault="00CA0366" w:rsidP="00C6427E">
      <w:pPr>
        <w:ind w:left="360" w:right="237"/>
        <w:jc w:val="center"/>
        <w:rPr>
          <w:szCs w:val="22"/>
        </w:rPr>
      </w:pPr>
      <w:r w:rsidRPr="00FB1480">
        <w:rPr>
          <w:szCs w:val="22"/>
        </w:rPr>
        <w:t>……….……..</w:t>
      </w:r>
      <w:r>
        <w:rPr>
          <w:szCs w:val="22"/>
        </w:rPr>
        <w:t>Tony Burke</w:t>
      </w:r>
      <w:r w:rsidR="00C6427E" w:rsidRPr="00FB1480">
        <w:rPr>
          <w:szCs w:val="22"/>
        </w:rPr>
        <w:t>……….……..</w:t>
      </w:r>
    </w:p>
    <w:p w:rsidR="00C6427E" w:rsidRPr="004539B4" w:rsidRDefault="00C6427E" w:rsidP="00C6427E">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FB1480">
        <w:rPr>
          <w:rFonts w:ascii="Times New Roman" w:hAnsi="Times New Roman" w:cs="Times New Roman"/>
          <w:szCs w:val="22"/>
        </w:rPr>
        <w:t>Minister for Sustainability, Environment, Water, Population and Communities</w:t>
      </w:r>
    </w:p>
    <w:p w:rsidR="007444E5" w:rsidRPr="005E68D9" w:rsidRDefault="007444E5" w:rsidP="005E68D9">
      <w:pPr>
        <w:ind w:left="360" w:right="237"/>
        <w:rPr>
          <w:szCs w:val="22"/>
        </w:rPr>
      </w:pPr>
    </w:p>
    <w:sectPr w:rsidR="007444E5" w:rsidRPr="005E68D9" w:rsidSect="00482F16">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27E" w:rsidRDefault="00C6427E">
      <w:r>
        <w:separator/>
      </w:r>
    </w:p>
  </w:endnote>
  <w:endnote w:type="continuationSeparator" w:id="0">
    <w:p w:rsidR="00C6427E" w:rsidRDefault="00C64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27E" w:rsidRDefault="00C6427E">
      <w:r>
        <w:separator/>
      </w:r>
    </w:p>
  </w:footnote>
  <w:footnote w:type="continuationSeparator" w:id="0">
    <w:p w:rsidR="00C6427E" w:rsidRDefault="00C64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27E" w:rsidRDefault="00C6427E">
    <w:pPr>
      <w:pStyle w:val="Header"/>
      <w:jc w:val="right"/>
      <w:rPr>
        <w:sz w:val="20"/>
      </w:rPr>
    </w:pPr>
    <w:r>
      <w:rPr>
        <w:b/>
        <w:sz w:val="20"/>
      </w:rPr>
      <w:t>Unique Identifying Number:</w:t>
    </w:r>
  </w:p>
  <w:p w:rsidR="00C6427E" w:rsidRDefault="00C6427E">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5B0256"/>
    <w:multiLevelType w:val="hybridMultilevel"/>
    <w:tmpl w:val="93906536"/>
    <w:lvl w:ilvl="0" w:tplc="0C090017">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33DA6FEF"/>
    <w:multiLevelType w:val="hybridMultilevel"/>
    <w:tmpl w:val="F066F7AC"/>
    <w:lvl w:ilvl="0" w:tplc="04324BD8">
      <w:start w:val="1"/>
      <w:numFmt w:val="decimal"/>
      <w:lvlText w:val="%1."/>
      <w:lvlJc w:val="left"/>
      <w:pPr>
        <w:tabs>
          <w:tab w:val="num" w:pos="0"/>
        </w:tabs>
        <w:ind w:left="0" w:hanging="360"/>
      </w:pPr>
    </w:lvl>
    <w:lvl w:ilvl="1" w:tplc="EB2EC85E" w:tentative="1">
      <w:start w:val="1"/>
      <w:numFmt w:val="lowerLetter"/>
      <w:lvlText w:val="%2."/>
      <w:lvlJc w:val="left"/>
      <w:pPr>
        <w:tabs>
          <w:tab w:val="num" w:pos="720"/>
        </w:tabs>
        <w:ind w:left="720" w:hanging="360"/>
      </w:pPr>
    </w:lvl>
    <w:lvl w:ilvl="2" w:tplc="526ED156" w:tentative="1">
      <w:start w:val="1"/>
      <w:numFmt w:val="lowerRoman"/>
      <w:lvlText w:val="%3."/>
      <w:lvlJc w:val="right"/>
      <w:pPr>
        <w:tabs>
          <w:tab w:val="num" w:pos="1440"/>
        </w:tabs>
        <w:ind w:left="1440" w:hanging="180"/>
      </w:pPr>
    </w:lvl>
    <w:lvl w:ilvl="3" w:tplc="45540A46" w:tentative="1">
      <w:start w:val="1"/>
      <w:numFmt w:val="decimal"/>
      <w:lvlText w:val="%4."/>
      <w:lvlJc w:val="left"/>
      <w:pPr>
        <w:tabs>
          <w:tab w:val="num" w:pos="2160"/>
        </w:tabs>
        <w:ind w:left="2160" w:hanging="360"/>
      </w:pPr>
    </w:lvl>
    <w:lvl w:ilvl="4" w:tplc="72FED97A" w:tentative="1">
      <w:start w:val="1"/>
      <w:numFmt w:val="lowerLetter"/>
      <w:lvlText w:val="%5."/>
      <w:lvlJc w:val="left"/>
      <w:pPr>
        <w:tabs>
          <w:tab w:val="num" w:pos="2880"/>
        </w:tabs>
        <w:ind w:left="2880" w:hanging="360"/>
      </w:pPr>
    </w:lvl>
    <w:lvl w:ilvl="5" w:tplc="C36829B2" w:tentative="1">
      <w:start w:val="1"/>
      <w:numFmt w:val="lowerRoman"/>
      <w:lvlText w:val="%6."/>
      <w:lvlJc w:val="right"/>
      <w:pPr>
        <w:tabs>
          <w:tab w:val="num" w:pos="3600"/>
        </w:tabs>
        <w:ind w:left="3600" w:hanging="180"/>
      </w:pPr>
    </w:lvl>
    <w:lvl w:ilvl="6" w:tplc="E77C45EA" w:tentative="1">
      <w:start w:val="1"/>
      <w:numFmt w:val="decimal"/>
      <w:lvlText w:val="%7."/>
      <w:lvlJc w:val="left"/>
      <w:pPr>
        <w:tabs>
          <w:tab w:val="num" w:pos="4320"/>
        </w:tabs>
        <w:ind w:left="4320" w:hanging="360"/>
      </w:pPr>
    </w:lvl>
    <w:lvl w:ilvl="7" w:tplc="B524BC6A" w:tentative="1">
      <w:start w:val="1"/>
      <w:numFmt w:val="lowerLetter"/>
      <w:lvlText w:val="%8."/>
      <w:lvlJc w:val="left"/>
      <w:pPr>
        <w:tabs>
          <w:tab w:val="num" w:pos="5040"/>
        </w:tabs>
        <w:ind w:left="5040" w:hanging="360"/>
      </w:pPr>
    </w:lvl>
    <w:lvl w:ilvl="8" w:tplc="C802863A" w:tentative="1">
      <w:start w:val="1"/>
      <w:numFmt w:val="lowerRoman"/>
      <w:lvlText w:val="%9."/>
      <w:lvlJc w:val="right"/>
      <w:pPr>
        <w:tabs>
          <w:tab w:val="num" w:pos="5760"/>
        </w:tabs>
        <w:ind w:left="5760" w:hanging="180"/>
      </w:pPr>
    </w:lvl>
  </w:abstractNum>
  <w:abstractNum w:abstractNumId="8">
    <w:nsid w:val="4ADF15A5"/>
    <w:multiLevelType w:val="hybridMultilevel"/>
    <w:tmpl w:val="42948FC4"/>
    <w:lvl w:ilvl="0" w:tplc="36D4E7D4">
      <w:start w:val="1"/>
      <w:numFmt w:val="decimal"/>
      <w:lvlText w:val="%1."/>
      <w:lvlJc w:val="left"/>
      <w:pPr>
        <w:tabs>
          <w:tab w:val="num" w:pos="360"/>
        </w:tabs>
        <w:ind w:left="360" w:hanging="360"/>
      </w:pPr>
    </w:lvl>
    <w:lvl w:ilvl="1" w:tplc="62C0DB60" w:tentative="1">
      <w:start w:val="1"/>
      <w:numFmt w:val="lowerLetter"/>
      <w:lvlText w:val="%2."/>
      <w:lvlJc w:val="left"/>
      <w:pPr>
        <w:tabs>
          <w:tab w:val="num" w:pos="1080"/>
        </w:tabs>
        <w:ind w:left="1080" w:hanging="360"/>
      </w:pPr>
    </w:lvl>
    <w:lvl w:ilvl="2" w:tplc="912A5D7C" w:tentative="1">
      <w:start w:val="1"/>
      <w:numFmt w:val="lowerRoman"/>
      <w:lvlText w:val="%3."/>
      <w:lvlJc w:val="right"/>
      <w:pPr>
        <w:tabs>
          <w:tab w:val="num" w:pos="1800"/>
        </w:tabs>
        <w:ind w:left="1800" w:hanging="180"/>
      </w:pPr>
    </w:lvl>
    <w:lvl w:ilvl="3" w:tplc="B1187C52" w:tentative="1">
      <w:start w:val="1"/>
      <w:numFmt w:val="decimal"/>
      <w:lvlText w:val="%4."/>
      <w:lvlJc w:val="left"/>
      <w:pPr>
        <w:tabs>
          <w:tab w:val="num" w:pos="2520"/>
        </w:tabs>
        <w:ind w:left="2520" w:hanging="360"/>
      </w:pPr>
    </w:lvl>
    <w:lvl w:ilvl="4" w:tplc="C5C22B6E" w:tentative="1">
      <w:start w:val="1"/>
      <w:numFmt w:val="lowerLetter"/>
      <w:lvlText w:val="%5."/>
      <w:lvlJc w:val="left"/>
      <w:pPr>
        <w:tabs>
          <w:tab w:val="num" w:pos="3240"/>
        </w:tabs>
        <w:ind w:left="3240" w:hanging="360"/>
      </w:pPr>
    </w:lvl>
    <w:lvl w:ilvl="5" w:tplc="60589404" w:tentative="1">
      <w:start w:val="1"/>
      <w:numFmt w:val="lowerRoman"/>
      <w:lvlText w:val="%6."/>
      <w:lvlJc w:val="right"/>
      <w:pPr>
        <w:tabs>
          <w:tab w:val="num" w:pos="3960"/>
        </w:tabs>
        <w:ind w:left="3960" w:hanging="180"/>
      </w:pPr>
    </w:lvl>
    <w:lvl w:ilvl="6" w:tplc="01D6D4EA" w:tentative="1">
      <w:start w:val="1"/>
      <w:numFmt w:val="decimal"/>
      <w:lvlText w:val="%7."/>
      <w:lvlJc w:val="left"/>
      <w:pPr>
        <w:tabs>
          <w:tab w:val="num" w:pos="4680"/>
        </w:tabs>
        <w:ind w:left="4680" w:hanging="360"/>
      </w:pPr>
    </w:lvl>
    <w:lvl w:ilvl="7" w:tplc="D1DC6A38" w:tentative="1">
      <w:start w:val="1"/>
      <w:numFmt w:val="lowerLetter"/>
      <w:lvlText w:val="%8."/>
      <w:lvlJc w:val="left"/>
      <w:pPr>
        <w:tabs>
          <w:tab w:val="num" w:pos="5400"/>
        </w:tabs>
        <w:ind w:left="5400" w:hanging="360"/>
      </w:pPr>
    </w:lvl>
    <w:lvl w:ilvl="8" w:tplc="6BC250F0" w:tentative="1">
      <w:start w:val="1"/>
      <w:numFmt w:val="lowerRoman"/>
      <w:lvlText w:val="%9."/>
      <w:lvlJc w:val="right"/>
      <w:pPr>
        <w:tabs>
          <w:tab w:val="num" w:pos="6120"/>
        </w:tabs>
        <w:ind w:left="6120" w:hanging="180"/>
      </w:pPr>
    </w:lvl>
  </w:abstractNum>
  <w:abstractNum w:abstractNumId="9">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nsid w:val="5A135462"/>
    <w:multiLevelType w:val="hybridMultilevel"/>
    <w:tmpl w:val="75665538"/>
    <w:lvl w:ilvl="0" w:tplc="0C09000F">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63A73CF8"/>
    <w:multiLevelType w:val="hybridMultilevel"/>
    <w:tmpl w:val="60CAA5EA"/>
    <w:lvl w:ilvl="0" w:tplc="04090001">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9"/>
  </w:num>
  <w:num w:numId="11">
    <w:abstractNumId w:val="2"/>
  </w:num>
  <w:num w:numId="12">
    <w:abstractNumId w:val="8"/>
  </w:num>
  <w:num w:numId="13">
    <w:abstractNumId w:val="10"/>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31F"/>
    <w:rsid w:val="0000031F"/>
    <w:rsid w:val="00022807"/>
    <w:rsid w:val="00075416"/>
    <w:rsid w:val="000928E7"/>
    <w:rsid w:val="00131745"/>
    <w:rsid w:val="00141DC4"/>
    <w:rsid w:val="001572F9"/>
    <w:rsid w:val="00157A07"/>
    <w:rsid w:val="00167D91"/>
    <w:rsid w:val="00266FC6"/>
    <w:rsid w:val="00300E20"/>
    <w:rsid w:val="00313CDC"/>
    <w:rsid w:val="00330C65"/>
    <w:rsid w:val="00367764"/>
    <w:rsid w:val="003732DA"/>
    <w:rsid w:val="00390BAD"/>
    <w:rsid w:val="003A3E63"/>
    <w:rsid w:val="003F0B0A"/>
    <w:rsid w:val="00406255"/>
    <w:rsid w:val="00433409"/>
    <w:rsid w:val="004539B4"/>
    <w:rsid w:val="00482F16"/>
    <w:rsid w:val="004A2909"/>
    <w:rsid w:val="004C0D63"/>
    <w:rsid w:val="004C6B4C"/>
    <w:rsid w:val="004E4888"/>
    <w:rsid w:val="005022A0"/>
    <w:rsid w:val="005E68D9"/>
    <w:rsid w:val="00660D25"/>
    <w:rsid w:val="006731F0"/>
    <w:rsid w:val="00677B30"/>
    <w:rsid w:val="006D2ED5"/>
    <w:rsid w:val="007444E5"/>
    <w:rsid w:val="00767766"/>
    <w:rsid w:val="007A3126"/>
    <w:rsid w:val="007B7577"/>
    <w:rsid w:val="007C176F"/>
    <w:rsid w:val="007C5DB1"/>
    <w:rsid w:val="007D2D40"/>
    <w:rsid w:val="0080484A"/>
    <w:rsid w:val="00807FA4"/>
    <w:rsid w:val="00863B42"/>
    <w:rsid w:val="008B0E95"/>
    <w:rsid w:val="008E530F"/>
    <w:rsid w:val="0090185E"/>
    <w:rsid w:val="00903D93"/>
    <w:rsid w:val="00941B39"/>
    <w:rsid w:val="00945F8D"/>
    <w:rsid w:val="00997FA0"/>
    <w:rsid w:val="009F0448"/>
    <w:rsid w:val="00A22CBB"/>
    <w:rsid w:val="00A912F1"/>
    <w:rsid w:val="00AC27DD"/>
    <w:rsid w:val="00AD4A66"/>
    <w:rsid w:val="00B00B8D"/>
    <w:rsid w:val="00B06113"/>
    <w:rsid w:val="00B134B6"/>
    <w:rsid w:val="00B30F76"/>
    <w:rsid w:val="00B44C7E"/>
    <w:rsid w:val="00BA5A3E"/>
    <w:rsid w:val="00BE4C00"/>
    <w:rsid w:val="00C4202F"/>
    <w:rsid w:val="00C6427E"/>
    <w:rsid w:val="00C64506"/>
    <w:rsid w:val="00C77716"/>
    <w:rsid w:val="00C91B0F"/>
    <w:rsid w:val="00C92875"/>
    <w:rsid w:val="00CA0366"/>
    <w:rsid w:val="00CC100A"/>
    <w:rsid w:val="00D0634F"/>
    <w:rsid w:val="00D247FA"/>
    <w:rsid w:val="00D96AFB"/>
    <w:rsid w:val="00DA4775"/>
    <w:rsid w:val="00DA5695"/>
    <w:rsid w:val="00DF543C"/>
    <w:rsid w:val="00E321E1"/>
    <w:rsid w:val="00E661FE"/>
    <w:rsid w:val="00E67442"/>
    <w:rsid w:val="00E91F3C"/>
    <w:rsid w:val="00E92FA8"/>
    <w:rsid w:val="00EE3E5C"/>
    <w:rsid w:val="00F24BBC"/>
    <w:rsid w:val="00F41316"/>
    <w:rsid w:val="00F52692"/>
    <w:rsid w:val="00F755FB"/>
    <w:rsid w:val="00FB1480"/>
    <w:rsid w:val="00FE750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Environment%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B87CC-88A0-4043-9953-35BB96E0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29</TotalTime>
  <Pages>2</Pages>
  <Words>552</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a12990</dc:creator>
  <cp:lastModifiedBy>a12990</cp:lastModifiedBy>
  <cp:revision>6</cp:revision>
  <cp:lastPrinted>2013-02-07T05:15:00Z</cp:lastPrinted>
  <dcterms:created xsi:type="dcterms:W3CDTF">2013-02-06T05:31:00Z</dcterms:created>
  <dcterms:modified xsi:type="dcterms:W3CDTF">2013-02-27T00:07:00Z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