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5C84A00B" w:rsidR="00CF5CAE" w:rsidRPr="00B0197B" w:rsidRDefault="00CF5CAE" w:rsidP="00CF5CAE">
      <w:pPr>
        <w:jc w:val="right"/>
      </w:pPr>
      <w:bookmarkStart w:id="0" w:name="_GoBack"/>
      <w:bookmarkEnd w:id="0"/>
      <w:r w:rsidRPr="0012744F">
        <w:t xml:space="preserve">Ref: </w:t>
      </w:r>
      <w:r w:rsidR="0067438A">
        <w:t>002068366</w:t>
      </w:r>
    </w:p>
    <w:p w14:paraId="0FD184CB" w14:textId="77777777" w:rsidR="00CF5CAE" w:rsidRDefault="00CF5CAE" w:rsidP="00CF5CAE">
      <w:pPr>
        <w:contextualSpacing/>
      </w:pPr>
    </w:p>
    <w:p w14:paraId="0FD184CC" w14:textId="77777777" w:rsidR="00CF5CAE" w:rsidRDefault="00CF5CAE" w:rsidP="00CF5CAE">
      <w:pPr>
        <w:contextualSpacing/>
      </w:pPr>
    </w:p>
    <w:p w14:paraId="0FD184CD" w14:textId="77777777" w:rsidR="00CF5CAE" w:rsidRDefault="00CF5CAE" w:rsidP="00CF5CAE">
      <w:pPr>
        <w:contextualSpacing/>
      </w:pPr>
    </w:p>
    <w:p w14:paraId="6884D7FA" w14:textId="6E446C78" w:rsidR="0067438A" w:rsidRDefault="00D922EE" w:rsidP="0067438A">
      <w:r w:rsidRPr="00D922EE">
        <w:t>Ms Anna Willock</w:t>
      </w:r>
      <w:r w:rsidR="0067438A" w:rsidRPr="00D922EE">
        <w:br/>
        <w:t xml:space="preserve">A/g Chief Executive Officer, </w:t>
      </w:r>
      <w:r w:rsidR="0067438A" w:rsidRPr="00D922EE">
        <w:br/>
        <w:t>Australian Fisheries Management Authority</w:t>
      </w:r>
      <w:r w:rsidR="0067438A" w:rsidRPr="00D922EE">
        <w:br/>
        <w:t>GPO Box 7051</w:t>
      </w:r>
      <w:r w:rsidR="0067438A" w:rsidRPr="00D922EE">
        <w:br/>
        <w:t>CANBERRA  ACT  2610</w:t>
      </w:r>
    </w:p>
    <w:p w14:paraId="4B5E6E48" w14:textId="6834E4D5" w:rsidR="0067438A" w:rsidRDefault="000B1890" w:rsidP="0067438A">
      <w:r w:rsidRPr="000B1890">
        <w:rPr>
          <w:rFonts w:ascii="Times New Roman" w:hAnsi="Times New Roman"/>
          <w:noProof/>
          <w:sz w:val="24"/>
          <w:szCs w:val="24"/>
          <w:lang w:eastAsia="en-AU"/>
        </w:rPr>
        <mc:AlternateContent>
          <mc:Choice Requires="wps">
            <w:drawing>
              <wp:anchor distT="45720" distB="45720" distL="114300" distR="114300" simplePos="0" relativeHeight="251663360" behindDoc="1" locked="0" layoutInCell="1" allowOverlap="1" wp14:anchorId="503BB338" wp14:editId="5B0E9F60">
                <wp:simplePos x="0" y="0"/>
                <wp:positionH relativeFrom="column">
                  <wp:posOffset>1209733</wp:posOffset>
                </wp:positionH>
                <wp:positionV relativeFrom="paragraph">
                  <wp:posOffset>30480</wp:posOffset>
                </wp:positionV>
                <wp:extent cx="993775" cy="2857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85750"/>
                        </a:xfrm>
                        <a:prstGeom prst="rect">
                          <a:avLst/>
                        </a:prstGeom>
                        <a:solidFill>
                          <a:srgbClr val="FFFFFF"/>
                        </a:solidFill>
                        <a:ln w="9525">
                          <a:noFill/>
                          <a:miter lim="800000"/>
                          <a:headEnd/>
                          <a:tailEnd/>
                        </a:ln>
                      </wps:spPr>
                      <wps:txbx>
                        <w:txbxContent>
                          <w:p w14:paraId="35B8D4A8" w14:textId="68EA0BA0" w:rsidR="000B1890" w:rsidRPr="0077096B" w:rsidRDefault="000B1890" w:rsidP="000B1890">
                            <w:pPr>
                              <w:rPr>
                                <w:rFonts w:ascii="Lucida Handwriting" w:hAnsi="Lucida Handwriting"/>
                                <w:color w:val="1F497D" w:themeColor="text2"/>
                                <w:sz w:val="24"/>
                                <w:szCs w:val="24"/>
                              </w:rPr>
                            </w:pPr>
                            <w:r>
                              <w:rPr>
                                <w:rFonts w:ascii="Lucida Handwriting" w:hAnsi="Lucida Handwriting"/>
                                <w:color w:val="1F497D" w:themeColor="text2"/>
                                <w:sz w:val="24"/>
                                <w:szCs w:val="24"/>
                              </w:rPr>
                              <w:t>Anna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3BB338" id="_x0000_t202" coordsize="21600,21600" o:spt="202" path="m,l,21600r21600,l21600,xe">
                <v:stroke joinstyle="miter"/>
                <v:path gradientshapeok="t" o:connecttype="rect"/>
              </v:shapetype>
              <v:shape id="Text Box 2" o:spid="_x0000_s1026" type="#_x0000_t202" style="position:absolute;margin-left:95.25pt;margin-top:2.4pt;width:78.25pt;height:22.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" stroked="f">
                <v:textbox>
                  <w:txbxContent>
                    <w:p w14:paraId="35B8D4A8" w14:textId="68EA0BA0" w:rsidR="000B1890" w:rsidRPr="0077096B" w:rsidRDefault="000B1890" w:rsidP="000B1890">
                      <w:pPr>
                        <w:rPr>
                          <w:rFonts w:ascii="Lucida Handwriting" w:hAnsi="Lucida Handwriting"/>
                          <w:color w:val="1F497D" w:themeColor="text2"/>
                          <w:sz w:val="24"/>
                          <w:szCs w:val="24"/>
                        </w:rPr>
                      </w:pPr>
                      <w:r>
                        <w:rPr>
                          <w:rFonts w:ascii="Lucida Handwriting" w:hAnsi="Lucida Handwriting"/>
                          <w:color w:val="1F497D" w:themeColor="text2"/>
                          <w:sz w:val="24"/>
                          <w:szCs w:val="24"/>
                        </w:rPr>
                        <w:t>Anna</w:t>
                      </w:r>
                    </w:p>
                  </w:txbxContent>
                </v:textbox>
              </v:shape>
            </w:pict>
          </mc:Fallback>
        </mc:AlternateContent>
      </w:r>
      <w:r>
        <w:rPr>
          <w:rFonts w:ascii="Times New Roman" w:hAnsi="Times New Roman"/>
          <w:noProof/>
          <w:sz w:val="24"/>
          <w:szCs w:val="24"/>
          <w:lang w:eastAsia="en-AU"/>
        </w:rPr>
        <mc:AlternateContent>
          <mc:Choice Requires="wps">
            <w:drawing>
              <wp:anchor distT="0" distB="0" distL="114300" distR="114300" simplePos="0" relativeHeight="251661312" behindDoc="0" locked="0" layoutInCell="1" allowOverlap="1" wp14:anchorId="3783E5AB" wp14:editId="724EBAFB">
                <wp:simplePos x="0" y="0"/>
                <wp:positionH relativeFrom="column">
                  <wp:posOffset>511868</wp:posOffset>
                </wp:positionH>
                <wp:positionV relativeFrom="paragraph">
                  <wp:posOffset>204470</wp:posOffset>
                </wp:positionV>
                <wp:extent cx="747395" cy="285750"/>
                <wp:effectExtent l="0" t="0" r="33655" b="19050"/>
                <wp:wrapNone/>
                <wp:docPr id="1" name="Straight Connector 1"/>
                <wp:cNvGraphicFramePr/>
                <a:graphic xmlns:a="http://schemas.openxmlformats.org/drawingml/2006/main">
                  <a:graphicData uri="http://schemas.microsoft.com/office/word/2010/wordprocessingShape">
                    <wps:wsp>
                      <wps:cNvCnPr/>
                      <wps:spPr>
                        <a:xfrm flipV="1">
                          <a:off x="0" y="0"/>
                          <a:ext cx="747395" cy="285750"/>
                        </a:xfrm>
                        <a:prstGeom prst="line">
                          <a:avLst/>
                        </a:prstGeom>
                        <a:noFill/>
                        <a:ln w="127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3DA063"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3pt,16.1pt" to="99.1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" strokecolor="#4a7ebb" strokeweight="1pt"/>
            </w:pict>
          </mc:Fallback>
        </mc:AlternateContent>
      </w:r>
    </w:p>
    <w:p w14:paraId="70F53099" w14:textId="701480AD" w:rsidR="00874D88" w:rsidRPr="00BF6CC4" w:rsidRDefault="00874D88" w:rsidP="00874D88">
      <w:r w:rsidRPr="00B5228C">
        <w:t xml:space="preserve">Dear </w:t>
      </w:r>
      <w:r w:rsidR="00D922EE">
        <w:t>Ms Willock</w:t>
      </w:r>
      <w:r w:rsidR="00BF6CC4" w:rsidRPr="00BF6CC4">
        <w:t xml:space="preserve"> </w:t>
      </w:r>
    </w:p>
    <w:p w14:paraId="5D0B6BFE" w14:textId="77777777" w:rsidR="000B1890" w:rsidRDefault="00CF5CAE" w:rsidP="000B1890">
      <w:pPr>
        <w:widowControl w:val="0"/>
        <w:rPr>
          <w:rFonts w:cs="Arial"/>
        </w:rPr>
      </w:pPr>
      <w:r w:rsidRPr="00331690">
        <w:rPr>
          <w:rFonts w:cs="Arial"/>
          <w:lang w:val="en-US"/>
        </w:rPr>
        <w:t xml:space="preserve">I am writing to you as Delegate of the Minister for the Environment in relation to the </w:t>
      </w:r>
      <w:r w:rsidR="004B1820" w:rsidRPr="00331690">
        <w:rPr>
          <w:rFonts w:cs="Arial"/>
          <w:lang w:val="en-US"/>
        </w:rPr>
        <w:t xml:space="preserve">reassessment </w:t>
      </w:r>
      <w:r w:rsidRPr="00331690">
        <w:rPr>
          <w:rFonts w:cs="Arial"/>
          <w:lang w:val="en-US"/>
        </w:rPr>
        <w:t xml:space="preserve">of the </w:t>
      </w:r>
      <w:r w:rsidR="00331690" w:rsidRPr="00331690">
        <w:rPr>
          <w:rFonts w:cs="Arial"/>
        </w:rPr>
        <w:t xml:space="preserve">Commonwealth </w:t>
      </w:r>
      <w:r w:rsidR="00BF6CC4" w:rsidRPr="00331690">
        <w:rPr>
          <w:rFonts w:cs="Arial"/>
          <w:lang w:val="en-US"/>
        </w:rPr>
        <w:t>Southern and Eastern Scalefish and Shark</w:t>
      </w:r>
      <w:r w:rsidR="000B1890">
        <w:rPr>
          <w:rFonts w:cs="Arial"/>
        </w:rPr>
        <w:t xml:space="preserve"> Fishery</w:t>
      </w:r>
      <w:r w:rsidR="00B82C24" w:rsidRPr="00331690">
        <w:rPr>
          <w:rFonts w:cs="Arial"/>
        </w:rPr>
        <w:t xml:space="preserve"> </w:t>
      </w:r>
      <w:r w:rsidRPr="00331690">
        <w:rPr>
          <w:rFonts w:cs="Arial"/>
        </w:rPr>
        <w:t>under the</w:t>
      </w:r>
      <w:r w:rsidR="00731B42" w:rsidRPr="00331690">
        <w:rPr>
          <w:rFonts w:cs="Arial"/>
        </w:rPr>
        <w:t xml:space="preserve"> </w:t>
      </w:r>
      <w:r w:rsidRPr="00331690">
        <w:rPr>
          <w:rFonts w:cs="Arial"/>
          <w:i/>
        </w:rPr>
        <w:t>Environment</w:t>
      </w:r>
      <w:r w:rsidR="00731B42" w:rsidRPr="00331690">
        <w:rPr>
          <w:rFonts w:cs="Arial"/>
          <w:i/>
        </w:rPr>
        <w:t xml:space="preserve"> </w:t>
      </w:r>
      <w:r w:rsidRPr="00331690">
        <w:rPr>
          <w:rFonts w:cs="Arial"/>
          <w:i/>
        </w:rPr>
        <w:t>Protection and Bio</w:t>
      </w:r>
      <w:r w:rsidR="000B1890">
        <w:rPr>
          <w:rFonts w:cs="Arial"/>
          <w:i/>
        </w:rPr>
        <w:t>diversity Conservation Act 1999</w:t>
      </w:r>
      <w:r w:rsidRPr="00331690">
        <w:rPr>
          <w:rFonts w:cs="Arial"/>
        </w:rPr>
        <w:t>.</w:t>
      </w:r>
      <w:r w:rsidR="000B1890">
        <w:rPr>
          <w:rFonts w:cs="Arial"/>
        </w:rPr>
        <w:t xml:space="preserve"> </w:t>
      </w:r>
      <w:r w:rsidR="00874D88" w:rsidRPr="00BF6CC4">
        <w:rPr>
          <w:rFonts w:cs="Arial"/>
        </w:rPr>
        <w:t xml:space="preserve">In </w:t>
      </w:r>
      <w:r w:rsidR="00BF6CC4" w:rsidRPr="00BF6CC4">
        <w:t>October 2018</w:t>
      </w:r>
      <w:r w:rsidR="00874D88" w:rsidRPr="00BF6CC4">
        <w:rPr>
          <w:rFonts w:cs="Arial"/>
        </w:rPr>
        <w:t xml:space="preserve">, the </w:t>
      </w:r>
      <w:r w:rsidR="00874D88" w:rsidRPr="00BF6CC4">
        <w:rPr>
          <w:rFonts w:cs="Arial"/>
          <w:bCs/>
        </w:rPr>
        <w:t>Australian</w:t>
      </w:r>
      <w:r w:rsidR="00731B42" w:rsidRPr="00BF6CC4">
        <w:rPr>
          <w:rFonts w:cs="Arial"/>
          <w:bCs/>
        </w:rPr>
        <w:t xml:space="preserve"> </w:t>
      </w:r>
      <w:r w:rsidR="00874D88" w:rsidRPr="00BF6CC4">
        <w:rPr>
          <w:rFonts w:cs="Arial"/>
          <w:bCs/>
        </w:rPr>
        <w:t>Fisheries Management Authority</w:t>
      </w:r>
      <w:r w:rsidR="00874D88" w:rsidRPr="00BF6CC4">
        <w:rPr>
          <w:rFonts w:cs="Arial"/>
        </w:rPr>
        <w:t xml:space="preserve"> </w:t>
      </w:r>
      <w:r w:rsidR="00B82C24" w:rsidRPr="00BF6CC4">
        <w:rPr>
          <w:rFonts w:cs="Arial"/>
        </w:rPr>
        <w:t xml:space="preserve">applied for </w:t>
      </w:r>
      <w:r w:rsidR="00874D88" w:rsidRPr="00BF6CC4">
        <w:rPr>
          <w:rFonts w:cs="Arial"/>
        </w:rPr>
        <w:t>export approval for the fishery</w:t>
      </w:r>
      <w:r w:rsidR="00B82C24" w:rsidRPr="00BF6CC4">
        <w:rPr>
          <w:rFonts w:cs="Arial"/>
        </w:rPr>
        <w:t xml:space="preserve"> under the EPBC Act</w:t>
      </w:r>
      <w:r w:rsidR="00874D88" w:rsidRPr="00BF6CC4">
        <w:rPr>
          <w:rFonts w:cs="Arial"/>
        </w:rPr>
        <w:t>.</w:t>
      </w:r>
    </w:p>
    <w:p w14:paraId="0FD184D3" w14:textId="75B5DA1F" w:rsidR="00CF5CAE" w:rsidRPr="006932E2" w:rsidRDefault="00874D88" w:rsidP="000B1890">
      <w:pPr>
        <w:widowControl w:val="0"/>
      </w:pPr>
      <w:r w:rsidRPr="006932E2">
        <w:rPr>
          <w:rFonts w:cs="Arial"/>
        </w:rPr>
        <w:t xml:space="preserve">The application has been assessed </w:t>
      </w:r>
      <w:r w:rsidR="00DB2566" w:rsidRPr="006932E2">
        <w:rPr>
          <w:rFonts w:cs="Arial"/>
        </w:rPr>
        <w:t xml:space="preserve">and I have declared the </w:t>
      </w:r>
      <w:r w:rsidR="00DD1580" w:rsidRPr="006932E2">
        <w:rPr>
          <w:rFonts w:cs="Arial"/>
          <w:lang w:val="en-US"/>
        </w:rPr>
        <w:t>fishery</w:t>
      </w:r>
      <w:r w:rsidR="00DD1580" w:rsidRPr="006932E2" w:rsidDel="00DD1580">
        <w:rPr>
          <w:rFonts w:cs="Arial"/>
        </w:rPr>
        <w:t xml:space="preserve"> </w:t>
      </w:r>
      <w:r w:rsidR="00CF5CAE" w:rsidRPr="006932E2">
        <w:t xml:space="preserve">an approved wildlife trade operation </w:t>
      </w:r>
      <w:r w:rsidR="00DD1580" w:rsidRPr="006932E2">
        <w:t xml:space="preserve">under Part 13A of the EPBC Act </w:t>
      </w:r>
      <w:r w:rsidR="00CF5CAE" w:rsidRPr="006932E2">
        <w:t xml:space="preserve">until </w:t>
      </w:r>
      <w:r w:rsidR="00D922EE" w:rsidRPr="006932E2">
        <w:t>12</w:t>
      </w:r>
      <w:r w:rsidR="00BF6CC4" w:rsidRPr="006932E2">
        <w:t> February</w:t>
      </w:r>
      <w:r w:rsidR="00CF5CAE" w:rsidRPr="006932E2">
        <w:t> </w:t>
      </w:r>
      <w:r w:rsidR="00BF6CC4" w:rsidRPr="006932E2">
        <w:t>2022</w:t>
      </w:r>
      <w:r w:rsidR="00CF5CAE" w:rsidRPr="006932E2">
        <w:t xml:space="preserve">. </w:t>
      </w:r>
      <w:r w:rsidR="001E0328" w:rsidRPr="006932E2">
        <w:rPr>
          <w:rFonts w:cs="Arial"/>
          <w:color w:val="000000"/>
          <w:lang w:val="en-US"/>
        </w:rPr>
        <w:t>The</w:t>
      </w:r>
      <w:r w:rsidR="001E0328" w:rsidRPr="006932E2">
        <w:rPr>
          <w:rFonts w:cs="Arial"/>
        </w:rPr>
        <w:t xml:space="preserve"> list of exempt native specimens has also been amended </w:t>
      </w:r>
      <w:r w:rsidR="00220CFF" w:rsidRPr="006932E2">
        <w:rPr>
          <w:rFonts w:cs="Arial"/>
        </w:rPr>
        <w:t xml:space="preserve">to allow export of product from the </w:t>
      </w:r>
      <w:r w:rsidR="00DD1580" w:rsidRPr="006932E2">
        <w:rPr>
          <w:rFonts w:cs="Arial"/>
          <w:lang w:val="en-US"/>
        </w:rPr>
        <w:t>fishery</w:t>
      </w:r>
      <w:r w:rsidR="000B1890">
        <w:rPr>
          <w:rFonts w:cs="Arial"/>
          <w:lang w:val="en-US"/>
        </w:rPr>
        <w:t>,</w:t>
      </w:r>
      <w:r w:rsidR="00DD1580" w:rsidRPr="006932E2" w:rsidDel="00DD1580">
        <w:rPr>
          <w:rFonts w:cs="Arial"/>
        </w:rPr>
        <w:t xml:space="preserve"> </w:t>
      </w:r>
      <w:r w:rsidR="00220CFF" w:rsidRPr="006932E2">
        <w:t xml:space="preserve">while the specimens are covered by the declaration </w:t>
      </w:r>
      <w:r w:rsidR="00DD1580" w:rsidRPr="006932E2">
        <w:t xml:space="preserve">as an </w:t>
      </w:r>
      <w:r w:rsidR="00220CFF" w:rsidRPr="006932E2">
        <w:t>approved wildlife trade operation</w:t>
      </w:r>
      <w:r w:rsidR="001E0328" w:rsidRPr="006932E2">
        <w:rPr>
          <w:rFonts w:cs="Arial"/>
        </w:rPr>
        <w:t>.</w:t>
      </w:r>
      <w:r w:rsidR="001E0328" w:rsidRPr="00B5228C">
        <w:rPr>
          <w:rFonts w:cs="Arial"/>
        </w:rPr>
        <w:t xml:space="preserve"> </w:t>
      </w:r>
      <w:r w:rsidR="00DB2566" w:rsidRPr="006932E2">
        <w:rPr>
          <w:rFonts w:cs="Arial"/>
        </w:rPr>
        <w:t xml:space="preserve">The </w:t>
      </w:r>
      <w:r w:rsidR="00DD1580" w:rsidRPr="006932E2">
        <w:rPr>
          <w:rFonts w:cs="Arial"/>
        </w:rPr>
        <w:t xml:space="preserve">Part 13A declaration includes conditions that were agreed by officials from both </w:t>
      </w:r>
      <w:r w:rsidR="000B1890">
        <w:rPr>
          <w:rFonts w:cs="Arial"/>
        </w:rPr>
        <w:t xml:space="preserve">agencies </w:t>
      </w:r>
      <w:r w:rsidR="00DD1580" w:rsidRPr="006932E2">
        <w:rPr>
          <w:rFonts w:cs="Arial"/>
        </w:rPr>
        <w:t>as areas requiring ongoing attention</w:t>
      </w:r>
      <w:r w:rsidR="00DB2566" w:rsidRPr="006932E2">
        <w:rPr>
          <w:rFonts w:cs="Arial"/>
        </w:rPr>
        <w:t xml:space="preserve">. These are set out at </w:t>
      </w:r>
      <w:r w:rsidR="00DB2566" w:rsidRPr="006932E2">
        <w:rPr>
          <w:rFonts w:cs="Arial"/>
          <w:u w:val="single"/>
        </w:rPr>
        <w:t>Attachment 1</w:t>
      </w:r>
      <w:r w:rsidR="00DB2566" w:rsidRPr="006932E2">
        <w:rPr>
          <w:rFonts w:cs="Arial"/>
        </w:rPr>
        <w:t>.</w:t>
      </w:r>
      <w:r w:rsidR="00D558DD" w:rsidRPr="006932E2">
        <w:rPr>
          <w:rFonts w:cs="Arial"/>
          <w:lang w:eastAsia="zh-CN" w:bidi="th-TH"/>
        </w:rPr>
        <w:t xml:space="preserve"> </w:t>
      </w:r>
    </w:p>
    <w:p w14:paraId="35545E85" w14:textId="50129BD6" w:rsidR="00692C24" w:rsidRPr="006932E2" w:rsidRDefault="00692C24" w:rsidP="00692C24">
      <w:pPr>
        <w:rPr>
          <w:rFonts w:cs="Arial"/>
        </w:rPr>
      </w:pPr>
      <w:r w:rsidRPr="006932E2">
        <w:rPr>
          <w:rFonts w:cs="Arial"/>
        </w:rPr>
        <w:t xml:space="preserve">I have </w:t>
      </w:r>
      <w:r>
        <w:rPr>
          <w:rFonts w:cs="Arial"/>
        </w:rPr>
        <w:t xml:space="preserve">also </w:t>
      </w:r>
      <w:r w:rsidRPr="006932E2">
        <w:rPr>
          <w:rFonts w:cs="Arial"/>
        </w:rPr>
        <w:t>reaccredited the management arrangements</w:t>
      </w:r>
      <w:r w:rsidRPr="006932E2">
        <w:rPr>
          <w:rFonts w:cs="Arial"/>
          <w:lang w:val="en-US"/>
        </w:rPr>
        <w:t xml:space="preserve"> for the </w:t>
      </w:r>
      <w:r w:rsidRPr="006932E2">
        <w:rPr>
          <w:rFonts w:cs="Arial"/>
        </w:rPr>
        <w:t>fishery</w:t>
      </w:r>
      <w:r w:rsidRPr="006932E2">
        <w:rPr>
          <w:rFonts w:cs="Arial"/>
          <w:lang w:val="en-US"/>
        </w:rPr>
        <w:t xml:space="preserve"> </w:t>
      </w:r>
      <w:r w:rsidRPr="006932E2">
        <w:rPr>
          <w:rFonts w:cs="Arial"/>
        </w:rPr>
        <w:t xml:space="preserve">designed to minimise interactions with species listed </w:t>
      </w:r>
      <w:r w:rsidRPr="006932E2">
        <w:rPr>
          <w:rFonts w:cs="Arial"/>
          <w:lang w:val="en-US"/>
        </w:rPr>
        <w:t>under</w:t>
      </w:r>
      <w:r w:rsidRPr="006932E2">
        <w:rPr>
          <w:rFonts w:cs="Arial"/>
        </w:rPr>
        <w:t xml:space="preserve"> Part 13 of the EPBC Act. </w:t>
      </w:r>
      <w:r>
        <w:rPr>
          <w:rFonts w:cs="Arial"/>
        </w:rPr>
        <w:t>The reaccreditation is subject to the conditions at Attachment 2.</w:t>
      </w:r>
    </w:p>
    <w:p w14:paraId="0FD184E3" w14:textId="186DB57B" w:rsidR="00CF5CAE" w:rsidRPr="00E13703" w:rsidRDefault="00CF5CAE" w:rsidP="00692C24">
      <w:pPr>
        <w:rPr>
          <w:rFonts w:cs="Arial"/>
        </w:rPr>
      </w:pPr>
      <w:r w:rsidRPr="006932E2">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6932E2">
        <w:rPr>
          <w:rFonts w:cs="Arial"/>
        </w:rPr>
        <w:t xml:space="preserve"> at </w:t>
      </w:r>
      <w:r w:rsidR="00692C24">
        <w:rPr>
          <w:rFonts w:cs="Arial"/>
          <w:u w:val="single"/>
        </w:rPr>
        <w:t>Attachment 3</w:t>
      </w:r>
      <w:r w:rsidRPr="006932E2">
        <w:rPr>
          <w:rFonts w:cs="Arial"/>
        </w:rPr>
        <w:t>.</w:t>
      </w:r>
    </w:p>
    <w:p w14:paraId="0FD184E5" w14:textId="77777777" w:rsidR="00CF5CAE" w:rsidRPr="00B5228C" w:rsidRDefault="00CF5CAE" w:rsidP="00CF5CAE">
      <w:pPr>
        <w:rPr>
          <w:rFonts w:cs="Arial"/>
        </w:rPr>
      </w:pPr>
      <w:bookmarkStart w:id="1" w:name="bkStart"/>
      <w:bookmarkEnd w:id="1"/>
      <w:r w:rsidRPr="00B5228C">
        <w:rPr>
          <w:rFonts w:cs="Arial"/>
        </w:rPr>
        <w:t>Yours sincerely</w:t>
      </w:r>
    </w:p>
    <w:p w14:paraId="0FD184E6" w14:textId="64B360C8" w:rsidR="00CF5CAE" w:rsidRDefault="00CF5CAE" w:rsidP="00CF5CAE"/>
    <w:p w14:paraId="0FD184E7" w14:textId="5094BC89" w:rsidR="00CF5CAE" w:rsidRDefault="00126F9B" w:rsidP="00CF5CAE">
      <w:r>
        <w:t>SIGNED</w:t>
      </w:r>
    </w:p>
    <w:p w14:paraId="0FD184E8" w14:textId="5D87A600" w:rsidR="00CF5CAE" w:rsidRDefault="00CF5CAE" w:rsidP="00CF5CAE">
      <w:pPr>
        <w:tabs>
          <w:tab w:val="left" w:pos="284"/>
        </w:tabs>
      </w:pPr>
      <w:r w:rsidRPr="006932E2">
        <w:t>Paul Murphy</w:t>
      </w:r>
      <w:r w:rsidRPr="000F7422">
        <w:br/>
      </w:r>
      <w:r w:rsidRPr="000F7422">
        <w:rPr>
          <w:rFonts w:cs="Arial"/>
        </w:rPr>
        <w:t>Delegate of the Minister for the Environment</w:t>
      </w:r>
      <w:r w:rsidR="00EA61DD" w:rsidRPr="000F7422">
        <w:rPr>
          <w:rFonts w:cs="Arial"/>
        </w:rPr>
        <w:t xml:space="preserve"> </w:t>
      </w:r>
      <w:r w:rsidRPr="000F7422">
        <w:br/>
      </w:r>
      <w:r w:rsidR="000B1890" w:rsidRPr="000B1890">
        <w:rPr>
          <w:rFonts w:ascii="Lucida Handwriting" w:hAnsi="Lucida Handwriting"/>
          <w:color w:val="4F81BD" w:themeColor="accent1"/>
        </w:rPr>
        <w:t>14</w:t>
      </w:r>
      <w:r w:rsidR="000B1890">
        <w:t xml:space="preserve"> </w:t>
      </w:r>
      <w:r w:rsidR="000F7422" w:rsidRPr="000F7422">
        <w:t>February 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sectPr w:rsidR="00B5228C"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7E471E16" w14:textId="659D9ECA" w:rsidR="006932E2" w:rsidRPr="0068700C" w:rsidRDefault="006932E2" w:rsidP="006932E2">
      <w:pPr>
        <w:spacing w:before="120"/>
        <w:jc w:val="right"/>
        <w:rPr>
          <w:rFonts w:cs="Arial"/>
          <w:b/>
        </w:rPr>
      </w:pPr>
      <w:r>
        <w:rPr>
          <w:rFonts w:cs="Arial"/>
          <w:b/>
        </w:rPr>
        <w:lastRenderedPageBreak/>
        <w:t>Attachment 1</w:t>
      </w:r>
    </w:p>
    <w:p w14:paraId="0FD184ED" w14:textId="40DED07F" w:rsidR="00CF5CAE" w:rsidRPr="00E14857" w:rsidRDefault="00CF5CAE" w:rsidP="006932E2">
      <w:pPr>
        <w:jc w:val="center"/>
        <w:rPr>
          <w:rFonts w:cs="Arial"/>
        </w:rPr>
      </w:pPr>
      <w:r w:rsidRPr="0067438A">
        <w:rPr>
          <w:rFonts w:cs="Arial"/>
          <w:b/>
          <w:bCs/>
        </w:rPr>
        <w:t xml:space="preserve">Conditions on the approved wildlife trade operation declaration for the </w:t>
      </w:r>
      <w:r w:rsidR="00331690">
        <w:rPr>
          <w:rFonts w:cs="Arial"/>
          <w:b/>
          <w:bCs/>
        </w:rPr>
        <w:t xml:space="preserve">Commonwealth </w:t>
      </w:r>
      <w:r w:rsidR="00222AEC" w:rsidRPr="0067438A">
        <w:rPr>
          <w:rFonts w:cs="Arial"/>
          <w:b/>
          <w:bCs/>
        </w:rPr>
        <w:t xml:space="preserve">Southern and Eastern Scalefish and Shark </w:t>
      </w:r>
      <w:r w:rsidRPr="0067438A">
        <w:rPr>
          <w:rFonts w:cs="Arial"/>
          <w:b/>
          <w:bCs/>
        </w:rPr>
        <w:t>Fishery</w:t>
      </w:r>
      <w:r w:rsidRPr="0067438A">
        <w:rPr>
          <w:rFonts w:cs="Arial"/>
          <w:b/>
        </w:rPr>
        <w:t xml:space="preserve"> </w:t>
      </w:r>
      <w:r w:rsidR="006932E2">
        <w:rPr>
          <w:rFonts w:cs="Arial"/>
          <w:b/>
        </w:rPr>
        <w:t>–</w:t>
      </w:r>
      <w:r w:rsidR="006932E2" w:rsidRPr="0067438A">
        <w:rPr>
          <w:rFonts w:cs="Arial"/>
          <w:b/>
        </w:rPr>
        <w:t xml:space="preserve"> </w:t>
      </w:r>
      <w:r w:rsidR="00222AEC" w:rsidRPr="0067438A">
        <w:rPr>
          <w:b/>
        </w:rPr>
        <w:t>February</w:t>
      </w:r>
      <w:r w:rsidRPr="0067438A">
        <w:rPr>
          <w:b/>
        </w:rPr>
        <w:t xml:space="preserve"> </w:t>
      </w:r>
      <w:r w:rsidR="00222AEC" w:rsidRPr="0067438A">
        <w:rPr>
          <w:b/>
        </w:rPr>
        <w:t>2019</w:t>
      </w:r>
    </w:p>
    <w:p w14:paraId="0FD184EE" w14:textId="77777777" w:rsidR="00CF5CAE" w:rsidRPr="00E14857" w:rsidRDefault="00CF5CAE" w:rsidP="00CF5CAE">
      <w:pPr>
        <w:rPr>
          <w:rFonts w:cs="Arial"/>
        </w:rPr>
      </w:pPr>
    </w:p>
    <w:p w14:paraId="0CCC1F52" w14:textId="15BB313A" w:rsidR="00222AEC" w:rsidRPr="004D59E7" w:rsidRDefault="00222AEC" w:rsidP="004D59E7">
      <w:pPr>
        <w:pStyle w:val="ListNumber"/>
      </w:pPr>
      <w:r w:rsidRPr="004D59E7">
        <w:t xml:space="preserve">Operation of the </w:t>
      </w:r>
      <w:r w:rsidR="00331690" w:rsidRPr="004D59E7">
        <w:t xml:space="preserve">Commonwealth </w:t>
      </w:r>
      <w:r w:rsidRPr="004D59E7">
        <w:t>Southern and Eastern Scalefish and Shark Fishery will be carried out in accordance with the Southern and Eastern Scalefish and Shark Fishery Management Plan</w:t>
      </w:r>
      <w:r w:rsidR="006932E2" w:rsidRPr="004D59E7">
        <w:t> </w:t>
      </w:r>
      <w:r w:rsidRPr="004D59E7">
        <w:t>2003 in force under the Fisheries Management Act</w:t>
      </w:r>
      <w:r w:rsidR="006932E2" w:rsidRPr="004D59E7">
        <w:t> </w:t>
      </w:r>
      <w:r w:rsidRPr="004D59E7">
        <w:t xml:space="preserve">1991 (Cth). </w:t>
      </w:r>
    </w:p>
    <w:p w14:paraId="0DDA5373" w14:textId="77777777" w:rsidR="00222AEC" w:rsidRPr="00222AEC" w:rsidRDefault="00222AEC" w:rsidP="00222AEC">
      <w:pPr>
        <w:ind w:left="369" w:hanging="369"/>
        <w:rPr>
          <w:rFonts w:cs="Arial"/>
        </w:rPr>
      </w:pPr>
    </w:p>
    <w:p w14:paraId="0BC02145" w14:textId="5430866A" w:rsidR="00222AEC" w:rsidRPr="00222AEC" w:rsidRDefault="00222AEC" w:rsidP="00331690">
      <w:pPr>
        <w:pStyle w:val="ListNumber"/>
      </w:pPr>
      <w:r w:rsidRPr="00222AEC">
        <w:t xml:space="preserve">The Australian Fisheries Management Authority to inform the Department of the Environment and Energy of any intended material changes to the </w:t>
      </w:r>
      <w:r w:rsidR="00331690">
        <w:t xml:space="preserve">Commonwealth </w:t>
      </w:r>
      <w:r w:rsidRPr="00222AEC">
        <w:t xml:space="preserve">Southern and Eastern Scalefish and Shark Fishery management arrangements that may affect the assessment against which </w:t>
      </w:r>
      <w:r w:rsidRPr="00222AEC">
        <w:rPr>
          <w:i/>
          <w:iCs/>
        </w:rPr>
        <w:t>Environment Protection and Biodiversity Conservation Act 1999</w:t>
      </w:r>
      <w:r w:rsidRPr="00222AEC">
        <w:t xml:space="preserve"> decisions are made.</w:t>
      </w:r>
    </w:p>
    <w:p w14:paraId="64C91A46" w14:textId="77777777" w:rsidR="00222AEC" w:rsidRPr="00222AEC" w:rsidRDefault="00222AEC" w:rsidP="00331690"/>
    <w:p w14:paraId="1201D0D7" w14:textId="75D443D9" w:rsidR="00222AEC" w:rsidRPr="00222AEC" w:rsidRDefault="00222AEC" w:rsidP="00331690">
      <w:pPr>
        <w:pStyle w:val="ListNumber"/>
      </w:pPr>
      <w:r w:rsidRPr="00222AEC">
        <w:t xml:space="preserve">The Australian Fisheries Management Authority to produce and present reports to the Department of the Environment and Energy annually as per Appendix B of the </w:t>
      </w:r>
      <w:r w:rsidRPr="00222AEC">
        <w:rPr>
          <w:i/>
          <w:iCs/>
        </w:rPr>
        <w:t>Guidelines for the Ecologically Sustainable Management of Fisheries - 2nd Edition.</w:t>
      </w:r>
    </w:p>
    <w:p w14:paraId="0EFCD45D" w14:textId="77777777" w:rsidR="00222AEC" w:rsidRPr="00222AEC" w:rsidRDefault="00222AEC" w:rsidP="00331690"/>
    <w:p w14:paraId="19F25FA2" w14:textId="77777777" w:rsidR="00331690" w:rsidRPr="00331690" w:rsidRDefault="00331690" w:rsidP="00331690">
      <w:pPr>
        <w:pStyle w:val="ListNumber"/>
      </w:pPr>
      <w:r w:rsidRPr="00331690">
        <w:t xml:space="preserve">AFMA to: </w:t>
      </w:r>
    </w:p>
    <w:p w14:paraId="024B9921" w14:textId="2E3F85B2" w:rsidR="00331690" w:rsidRPr="00331690" w:rsidRDefault="00331690" w:rsidP="00331690">
      <w:pPr>
        <w:pStyle w:val="ListNumber2"/>
      </w:pPr>
      <w:r w:rsidRPr="00331690">
        <w:t xml:space="preserve">ensure that management measures are in place to meet the objectives of the rebuilding strategies and management strategies for species listed as conservation dependent under the EPBC Act, and </w:t>
      </w:r>
    </w:p>
    <w:p w14:paraId="293E4136" w14:textId="7654FA98" w:rsidR="00331690" w:rsidRPr="00331690" w:rsidRDefault="00331690" w:rsidP="00331690">
      <w:pPr>
        <w:pStyle w:val="ListNumber2"/>
      </w:pPr>
      <w:r w:rsidRPr="00331690">
        <w:t>continue to evaluate and report to the Department on the effectiveness of rebuilding strategies and management strategies for conservation dependent listed species.</w:t>
      </w:r>
    </w:p>
    <w:p w14:paraId="2690AE95" w14:textId="77777777" w:rsidR="00331690" w:rsidRDefault="00331690" w:rsidP="00331690"/>
    <w:p w14:paraId="6F4E0137" w14:textId="214C90D0" w:rsidR="004D59E7" w:rsidRPr="00331690" w:rsidRDefault="004D59E7" w:rsidP="004D59E7">
      <w:pPr>
        <w:pStyle w:val="ListNumber"/>
      </w:pPr>
      <w:r w:rsidRPr="00331690">
        <w:t xml:space="preserve">AFMA to: </w:t>
      </w:r>
    </w:p>
    <w:p w14:paraId="1E9192B8" w14:textId="77777777" w:rsidR="004D59E7" w:rsidRPr="00331690" w:rsidRDefault="004D59E7" w:rsidP="004D59E7">
      <w:pPr>
        <w:pStyle w:val="ListNumber2"/>
        <w:numPr>
          <w:ilvl w:val="1"/>
          <w:numId w:val="41"/>
        </w:numPr>
      </w:pPr>
      <w:r w:rsidRPr="00331690">
        <w:t xml:space="preserve">continue regular reviews of ecological risk assessments in the fishery, ensuring that the cumulative impact of all Commonwealth commercial fisheries in the area is taken into account, and </w:t>
      </w:r>
    </w:p>
    <w:p w14:paraId="51B65A82" w14:textId="77777777" w:rsidR="004D59E7" w:rsidRPr="00331690" w:rsidRDefault="004D59E7" w:rsidP="004D59E7">
      <w:pPr>
        <w:pStyle w:val="ListNumber2"/>
      </w:pPr>
      <w:r w:rsidRPr="00331690">
        <w:t>implement management actions to address and mitigate risks and impacts for species that are identified as high risk., including data collection for species that are assessed as high risk because of missing information.</w:t>
      </w:r>
    </w:p>
    <w:p w14:paraId="7F76EA83" w14:textId="77777777" w:rsidR="004D59E7" w:rsidRDefault="004D59E7" w:rsidP="00331690"/>
    <w:p w14:paraId="443AF4EF" w14:textId="223F7480" w:rsidR="00331690" w:rsidRDefault="00331690">
      <w:pPr>
        <w:spacing w:after="0" w:line="240" w:lineRule="auto"/>
      </w:pPr>
      <w:r>
        <w:br w:type="page"/>
      </w:r>
    </w:p>
    <w:p w14:paraId="29626ECB" w14:textId="18E04BD1" w:rsidR="00331690" w:rsidRPr="0068700C" w:rsidRDefault="00331690" w:rsidP="00331690">
      <w:pPr>
        <w:spacing w:before="120"/>
        <w:jc w:val="right"/>
        <w:rPr>
          <w:rFonts w:cs="Arial"/>
          <w:b/>
        </w:rPr>
      </w:pPr>
      <w:r>
        <w:rPr>
          <w:rFonts w:cs="Arial"/>
          <w:b/>
        </w:rPr>
        <w:lastRenderedPageBreak/>
        <w:t>Attachment 2</w:t>
      </w:r>
    </w:p>
    <w:p w14:paraId="40413DE8" w14:textId="7E5559AE" w:rsidR="00331690" w:rsidRPr="00E14857" w:rsidRDefault="00331690" w:rsidP="00331690">
      <w:pPr>
        <w:jc w:val="center"/>
        <w:rPr>
          <w:rFonts w:cs="Arial"/>
        </w:rPr>
      </w:pPr>
      <w:r w:rsidRPr="0067438A">
        <w:rPr>
          <w:rFonts w:cs="Arial"/>
          <w:b/>
          <w:bCs/>
        </w:rPr>
        <w:t xml:space="preserve">Conditions on the </w:t>
      </w:r>
      <w:r>
        <w:rPr>
          <w:rFonts w:cs="Arial"/>
          <w:b/>
          <w:bCs/>
        </w:rPr>
        <w:t xml:space="preserve">Part 13 accreditation for interactions with protected species </w:t>
      </w:r>
      <w:r w:rsidRPr="0067438A">
        <w:rPr>
          <w:rFonts w:cs="Arial"/>
          <w:b/>
          <w:bCs/>
        </w:rPr>
        <w:t xml:space="preserve">for the </w:t>
      </w:r>
      <w:r>
        <w:rPr>
          <w:rFonts w:cs="Arial"/>
          <w:b/>
          <w:bCs/>
        </w:rPr>
        <w:t xml:space="preserve">Commonwealth </w:t>
      </w:r>
      <w:r w:rsidRPr="0067438A">
        <w:rPr>
          <w:rFonts w:cs="Arial"/>
          <w:b/>
          <w:bCs/>
        </w:rPr>
        <w:t>Southern and Eastern Scalefish and Shark Fishery</w:t>
      </w:r>
      <w:r w:rsidRPr="0067438A">
        <w:rPr>
          <w:rFonts w:cs="Arial"/>
          <w:b/>
        </w:rPr>
        <w:t xml:space="preserve"> </w:t>
      </w:r>
      <w:r>
        <w:rPr>
          <w:rFonts w:cs="Arial"/>
          <w:b/>
        </w:rPr>
        <w:t>–</w:t>
      </w:r>
      <w:r w:rsidRPr="0067438A">
        <w:rPr>
          <w:rFonts w:cs="Arial"/>
          <w:b/>
        </w:rPr>
        <w:t xml:space="preserve"> </w:t>
      </w:r>
      <w:r w:rsidRPr="0067438A">
        <w:rPr>
          <w:b/>
        </w:rPr>
        <w:t>February 2019</w:t>
      </w:r>
    </w:p>
    <w:p w14:paraId="421FBBAB" w14:textId="77777777" w:rsidR="00A77C92" w:rsidRDefault="00A77C92" w:rsidP="00A77C92">
      <w:pPr>
        <w:rPr>
          <w:highlight w:val="yellow"/>
        </w:rPr>
      </w:pPr>
    </w:p>
    <w:p w14:paraId="730787D3" w14:textId="6ACC109E" w:rsidR="00331690" w:rsidRPr="004D59E7" w:rsidRDefault="004D59E7" w:rsidP="004D59E7">
      <w:pPr>
        <w:pStyle w:val="ListContinue"/>
      </w:pPr>
      <w:r w:rsidRPr="004D59E7">
        <w:t xml:space="preserve">In relation to Australian Sea Lions, </w:t>
      </w:r>
      <w:r w:rsidR="00331690" w:rsidRPr="004D59E7">
        <w:t xml:space="preserve">AFMA to continue to: </w:t>
      </w:r>
    </w:p>
    <w:p w14:paraId="02F29E2B" w14:textId="454A3522" w:rsidR="00331690" w:rsidRPr="00331690" w:rsidRDefault="00331690" w:rsidP="00331690">
      <w:pPr>
        <w:pStyle w:val="ListNumber2"/>
        <w:numPr>
          <w:ilvl w:val="1"/>
          <w:numId w:val="42"/>
        </w:numPr>
      </w:pPr>
      <w:r w:rsidRPr="00331690">
        <w:t xml:space="preserve">maintain management measures clearly directed toward limiting the impact of fishing activity on Australian Sea Lions to levels which will assist in enabling the recovery of the species, including all subpopulations, and </w:t>
      </w:r>
    </w:p>
    <w:p w14:paraId="30AA9C7B" w14:textId="1F01887C" w:rsidR="00331690" w:rsidRPr="00331690" w:rsidRDefault="00331690" w:rsidP="00331690">
      <w:pPr>
        <w:pStyle w:val="ListNumber2"/>
      </w:pPr>
      <w:r w:rsidRPr="00331690">
        <w:t>monitor and review the adequacy of its Australian Sea Lion management measures, in consultation with marine mammal experts.</w:t>
      </w:r>
    </w:p>
    <w:p w14:paraId="2DA98EBF" w14:textId="541D3D63" w:rsidR="00331690" w:rsidRDefault="00331690" w:rsidP="00A77C92">
      <w:pPr>
        <w:rPr>
          <w:highlight w:val="yellow"/>
        </w:rPr>
      </w:pPr>
    </w:p>
    <w:p w14:paraId="1FC4D5E1" w14:textId="3FA0774B" w:rsidR="004D59E7" w:rsidRPr="004D59E7" w:rsidRDefault="004D59E7" w:rsidP="004D59E7">
      <w:pPr>
        <w:pStyle w:val="ListContinue"/>
      </w:pPr>
      <w:r w:rsidRPr="004D59E7">
        <w:t>In relation to dolphins, AFMA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14:paraId="1962BA59" w14:textId="77777777" w:rsidR="004D59E7" w:rsidRDefault="004D59E7" w:rsidP="00A77C92">
      <w:pPr>
        <w:rPr>
          <w:highlight w:val="yellow"/>
        </w:rPr>
      </w:pPr>
    </w:p>
    <w:p w14:paraId="5A5CB336" w14:textId="72A9F29A" w:rsidR="004D59E7" w:rsidRPr="00FA714A" w:rsidRDefault="004D59E7" w:rsidP="004D59E7">
      <w:pPr>
        <w:pStyle w:val="ListContinue"/>
      </w:pPr>
      <w:r>
        <w:t xml:space="preserve">In relation to seals, </w:t>
      </w:r>
      <w:r w:rsidRPr="00FA714A">
        <w:t>AFMA to continue to work with industry and relevant experts to develop and implement management measures to minimise mortality of seals in the Commonwealth Trawl Sector of the fishery.</w:t>
      </w:r>
    </w:p>
    <w:p w14:paraId="3C4E3E26" w14:textId="77777777" w:rsidR="004D59E7" w:rsidRDefault="004D59E7" w:rsidP="00A77C92">
      <w:pPr>
        <w:rPr>
          <w:highlight w:val="yellow"/>
        </w:rPr>
      </w:pPr>
    </w:p>
    <w:p w14:paraId="658F4B38" w14:textId="76EC18D9" w:rsidR="004D59E7" w:rsidRPr="00FA714A" w:rsidRDefault="004D59E7" w:rsidP="004D59E7">
      <w:pPr>
        <w:pStyle w:val="ListContinue"/>
      </w:pPr>
      <w:r>
        <w:t xml:space="preserve">In relation to seabirds, </w:t>
      </w:r>
      <w:r w:rsidRPr="00FA714A">
        <w:t xml:space="preserve">AFMA to: </w:t>
      </w:r>
    </w:p>
    <w:p w14:paraId="45458114" w14:textId="4E1D20C5" w:rsidR="004D59E7" w:rsidRPr="004D59E7" w:rsidRDefault="004D59E7" w:rsidP="004D59E7">
      <w:pPr>
        <w:pStyle w:val="ListNumber2"/>
        <w:numPr>
          <w:ilvl w:val="1"/>
          <w:numId w:val="48"/>
        </w:numPr>
      </w:pPr>
      <w:r w:rsidRPr="004D59E7">
        <w:t xml:space="preserve">ensure efficient and effective seabird management plans remain in place for the Commonwealth Trawl Sector and Gillnet Hook and Trap sector automatic longline vessels. </w:t>
      </w:r>
    </w:p>
    <w:p w14:paraId="1675BF06" w14:textId="349D075B" w:rsidR="004D59E7" w:rsidRPr="004D59E7" w:rsidRDefault="004D59E7" w:rsidP="004D59E7">
      <w:pPr>
        <w:pStyle w:val="ListNumber2"/>
      </w:pPr>
      <w:r w:rsidRPr="004D59E7">
        <w:t xml:space="preserve">ensure adequate monitoring is in place to ensure compliance with seabird management plans, and </w:t>
      </w:r>
    </w:p>
    <w:p w14:paraId="3E2E0C17" w14:textId="49B5545B" w:rsidR="004D59E7" w:rsidRPr="004D59E7" w:rsidRDefault="004D59E7" w:rsidP="004D59E7">
      <w:pPr>
        <w:pStyle w:val="ListNumber2"/>
      </w:pPr>
      <w:r w:rsidRPr="004D59E7">
        <w:t>continue to implement measures such as bycatch devices and/or offal management to address the risk of interactions with seabirds in the Commonwealth Trawl Sector and for Gillnet Hook and Trap sector automatic longline vessels.</w:t>
      </w:r>
    </w:p>
    <w:p w14:paraId="3B842620" w14:textId="77777777" w:rsidR="004D59E7" w:rsidRDefault="004D59E7" w:rsidP="00A77C92">
      <w:pPr>
        <w:rPr>
          <w:highlight w:val="yellow"/>
        </w:rPr>
      </w:pPr>
    </w:p>
    <w:p w14:paraId="4AB37F15" w14:textId="09381246" w:rsidR="004D59E7" w:rsidRPr="00FA714A" w:rsidRDefault="004D59E7" w:rsidP="004D59E7">
      <w:pPr>
        <w:pStyle w:val="ListContinue"/>
      </w:pPr>
      <w:r>
        <w:t xml:space="preserve">In relation to non-target sharks, </w:t>
      </w:r>
      <w:r w:rsidRPr="00FA714A">
        <w:t>AFMA to monitor catch and effort data and implement programs to improve the accuracy of identification and recording of all non-target shark species.</w:t>
      </w:r>
    </w:p>
    <w:p w14:paraId="7B8CFEDA" w14:textId="77777777" w:rsidR="00A77C92" w:rsidRDefault="00A77C92" w:rsidP="00A77C92">
      <w:pPr>
        <w:rPr>
          <w:highlight w:val="yellow"/>
        </w:rPr>
      </w:pPr>
    </w:p>
    <w:p w14:paraId="0FD184F0" w14:textId="77777777" w:rsidR="00545F4F" w:rsidRDefault="00545F4F" w:rsidP="00331690">
      <w:pPr>
        <w:pStyle w:val="ListNumber"/>
        <w:numPr>
          <w:ilvl w:val="0"/>
          <w:numId w:val="0"/>
        </w:numPr>
        <w:ind w:left="369"/>
        <w:rPr>
          <w:highlight w:val="yellow"/>
        </w:rPr>
      </w:pPr>
    </w:p>
    <w:p w14:paraId="0FD184F1" w14:textId="77777777" w:rsidR="00545F4F" w:rsidRPr="00CB0489" w:rsidRDefault="00545F4F" w:rsidP="00331690">
      <w:pPr>
        <w:pStyle w:val="ListNumber"/>
        <w:numPr>
          <w:ilvl w:val="0"/>
          <w:numId w:val="0"/>
        </w:numPr>
        <w:ind w:left="369"/>
        <w:rPr>
          <w:highlight w:val="yellow"/>
        </w:rPr>
      </w:pPr>
    </w:p>
    <w:p w14:paraId="0FD184F2" w14:textId="77777777" w:rsidR="00CF5CAE" w:rsidRDefault="00CF5CAE" w:rsidP="00331690">
      <w:pPr>
        <w:pStyle w:val="ListBullet"/>
        <w:sectPr w:rsidR="00CF5CAE" w:rsidSect="00C325B9">
          <w:headerReference w:type="first" r:id="rId13"/>
          <w:pgSz w:w="11906" w:h="16838"/>
          <w:pgMar w:top="1134" w:right="1418" w:bottom="1134" w:left="1418" w:header="425" w:footer="425" w:gutter="0"/>
          <w:pgNumType w:start="1"/>
          <w:cols w:space="708"/>
          <w:titlePg/>
          <w:docGrid w:linePitch="360"/>
        </w:sectPr>
      </w:pPr>
    </w:p>
    <w:p w14:paraId="0FD184FC" w14:textId="78F67810" w:rsidR="00CF5CAE" w:rsidRDefault="00CF5CAE" w:rsidP="00331690">
      <w:pPr>
        <w:pStyle w:val="ListNumber"/>
        <w:numPr>
          <w:ilvl w:val="0"/>
          <w:numId w:val="0"/>
        </w:numPr>
        <w:ind w:left="369"/>
        <w:rPr>
          <w:highlight w:val="yellow"/>
        </w:rPr>
        <w:sectPr w:rsidR="00CF5CAE" w:rsidSect="00C325B9">
          <w:headerReference w:type="first" r:id="rId14"/>
          <w:pgSz w:w="11906" w:h="16838"/>
          <w:pgMar w:top="1134" w:right="1418" w:bottom="1134" w:left="1418" w:header="425" w:footer="425" w:gutter="0"/>
          <w:pgNumType w:start="1"/>
          <w:cols w:space="708"/>
          <w:titlePg/>
          <w:docGrid w:linePitch="360"/>
        </w:sectPr>
      </w:pPr>
    </w:p>
    <w:p w14:paraId="20C4F6F4" w14:textId="579EB7F9" w:rsidR="006932E2" w:rsidRPr="006932E2" w:rsidRDefault="006932E2" w:rsidP="006932E2">
      <w:pPr>
        <w:spacing w:before="120"/>
        <w:jc w:val="right"/>
        <w:rPr>
          <w:rFonts w:cs="Arial"/>
          <w:b/>
        </w:rPr>
      </w:pPr>
      <w:r w:rsidRPr="006932E2">
        <w:rPr>
          <w:rFonts w:cs="Arial"/>
          <w:b/>
        </w:rPr>
        <w:t xml:space="preserve">Attachment </w:t>
      </w:r>
      <w:r w:rsidR="004D59E7">
        <w:rPr>
          <w:rFonts w:cs="Arial"/>
          <w:b/>
        </w:rPr>
        <w:t>3</w:t>
      </w:r>
    </w:p>
    <w:p w14:paraId="0FD184FD" w14:textId="77777777" w:rsidR="00545F4F" w:rsidRPr="002201D7" w:rsidRDefault="00545F4F" w:rsidP="00EE62DA">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38166F1F" w14:textId="77777777" w:rsidR="00D558DD" w:rsidRPr="00F73B16" w:rsidRDefault="00D558DD" w:rsidP="00D558DD">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4FB1DC84" w14:textId="77777777" w:rsidR="00D558DD" w:rsidRDefault="00D558DD" w:rsidP="00D558DD">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75658F23" w14:textId="77777777" w:rsidR="00D558DD" w:rsidRPr="00112175" w:rsidRDefault="00D558DD" w:rsidP="00D558DD">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54313417" w14:textId="77777777" w:rsidR="00D558DD" w:rsidRPr="00112175" w:rsidRDefault="00D558DD" w:rsidP="00D558DD">
      <w:pPr>
        <w:spacing w:before="120" w:after="120"/>
        <w:ind w:left="720"/>
        <w:rPr>
          <w:rFonts w:cs="Arial"/>
        </w:rPr>
      </w:pPr>
      <w:r w:rsidRPr="00112175">
        <w:rPr>
          <w:rFonts w:cs="Arial"/>
        </w:rPr>
        <w:t xml:space="preserve">(a) to issue or refuse a permit; or </w:t>
      </w:r>
    </w:p>
    <w:p w14:paraId="7EA8324A" w14:textId="77777777" w:rsidR="00D558DD" w:rsidRPr="00112175" w:rsidRDefault="00D558DD" w:rsidP="00D558DD">
      <w:pPr>
        <w:spacing w:before="120" w:after="120"/>
        <w:ind w:left="720"/>
        <w:rPr>
          <w:rFonts w:cs="Arial"/>
        </w:rPr>
      </w:pPr>
      <w:r w:rsidRPr="00112175">
        <w:rPr>
          <w:rFonts w:cs="Arial"/>
        </w:rPr>
        <w:t xml:space="preserve">(b) to specify, vary or revoke a condition of a permit; or </w:t>
      </w:r>
    </w:p>
    <w:p w14:paraId="159E3C38" w14:textId="77777777" w:rsidR="00D558DD" w:rsidRPr="00112175" w:rsidRDefault="00D558DD" w:rsidP="00D558DD">
      <w:pPr>
        <w:spacing w:before="120" w:after="120"/>
        <w:ind w:left="720"/>
        <w:rPr>
          <w:rFonts w:cs="Arial"/>
        </w:rPr>
      </w:pPr>
      <w:r w:rsidRPr="00112175">
        <w:rPr>
          <w:rFonts w:cs="Arial"/>
        </w:rPr>
        <w:t xml:space="preserve">(c) to impose a further condition of a permit; or </w:t>
      </w:r>
    </w:p>
    <w:p w14:paraId="7278E338" w14:textId="77777777" w:rsidR="00D558DD" w:rsidRPr="00112175" w:rsidRDefault="00D558DD" w:rsidP="00D558DD">
      <w:pPr>
        <w:spacing w:before="120" w:after="120"/>
        <w:ind w:left="720"/>
        <w:rPr>
          <w:rFonts w:cs="Arial"/>
        </w:rPr>
      </w:pPr>
      <w:r w:rsidRPr="00112175">
        <w:rPr>
          <w:rFonts w:cs="Arial"/>
        </w:rPr>
        <w:t xml:space="preserve">(d) to transfer or refuse to transfer a permit; or </w:t>
      </w:r>
    </w:p>
    <w:p w14:paraId="22B1C1FF" w14:textId="77777777" w:rsidR="00D558DD" w:rsidRPr="00112175" w:rsidRDefault="00D558DD" w:rsidP="00D558DD">
      <w:pPr>
        <w:spacing w:before="120" w:after="120"/>
        <w:ind w:left="720"/>
        <w:rPr>
          <w:rFonts w:cs="Arial"/>
        </w:rPr>
      </w:pPr>
      <w:r w:rsidRPr="00112175">
        <w:rPr>
          <w:rFonts w:cs="Arial"/>
        </w:rPr>
        <w:t xml:space="preserve">(e) to suspend or cancel a permit; or </w:t>
      </w:r>
    </w:p>
    <w:p w14:paraId="186C27C9" w14:textId="77777777" w:rsidR="00D558DD" w:rsidRPr="00112175" w:rsidRDefault="00D558DD" w:rsidP="00D558DD">
      <w:pPr>
        <w:spacing w:before="120" w:after="120"/>
        <w:ind w:left="720"/>
        <w:rPr>
          <w:rFonts w:cs="Arial"/>
        </w:rPr>
      </w:pPr>
      <w:r w:rsidRPr="00112175">
        <w:rPr>
          <w:rFonts w:cs="Arial"/>
        </w:rPr>
        <w:t xml:space="preserve">(f) to issue or refuse a certificate under subsection 303CC(5); or </w:t>
      </w:r>
    </w:p>
    <w:p w14:paraId="083EFCD3" w14:textId="77777777" w:rsidR="00D558DD" w:rsidRPr="00112175" w:rsidRDefault="00D558DD" w:rsidP="00D558DD">
      <w:pPr>
        <w:spacing w:before="120" w:after="120"/>
        <w:ind w:left="720"/>
        <w:rPr>
          <w:rFonts w:cs="Arial"/>
        </w:rPr>
      </w:pPr>
      <w:r w:rsidRPr="00112175">
        <w:rPr>
          <w:rFonts w:cs="Arial"/>
        </w:rPr>
        <w:t xml:space="preserve">(g) of the Secretary under a determination in force under section 303EU; or </w:t>
      </w:r>
    </w:p>
    <w:p w14:paraId="7375E3F8" w14:textId="77777777" w:rsidR="00D558DD" w:rsidRDefault="00D558DD" w:rsidP="00D558DD">
      <w:pPr>
        <w:spacing w:before="120" w:after="120"/>
        <w:ind w:left="720"/>
        <w:rPr>
          <w:rFonts w:cs="Arial"/>
        </w:rPr>
      </w:pPr>
      <w:r w:rsidRPr="00112175">
        <w:rPr>
          <w:rFonts w:cs="Arial"/>
        </w:rPr>
        <w:t>(h) to make or refuse a declaration under section 303FN, 303FO or 303FP; or</w:t>
      </w:r>
    </w:p>
    <w:p w14:paraId="0CB79F93" w14:textId="77777777" w:rsidR="00D558DD" w:rsidRDefault="00D558DD" w:rsidP="00D558DD">
      <w:pPr>
        <w:spacing w:before="120" w:after="120"/>
        <w:ind w:left="720"/>
        <w:rPr>
          <w:rFonts w:cs="Arial"/>
        </w:rPr>
      </w:pPr>
      <w:r w:rsidRPr="00112175">
        <w:rPr>
          <w:rFonts w:cs="Arial"/>
        </w:rPr>
        <w:t>(i) to vary or revoke a declaration under section 303FN, 303FO or 303FP.</w:t>
      </w:r>
    </w:p>
    <w:p w14:paraId="7B719541" w14:textId="77777777" w:rsidR="00D558DD" w:rsidRDefault="00D558DD" w:rsidP="00D558DD">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4F77CA0F" w14:textId="77777777" w:rsidR="00D558DD" w:rsidRPr="00F73B16" w:rsidRDefault="00D558DD" w:rsidP="00331690">
      <w:pPr>
        <w:pStyle w:val="ListBullet"/>
        <w:numPr>
          <w:ilvl w:val="0"/>
          <w:numId w:val="0"/>
        </w:numPr>
      </w:pPr>
      <w:r w:rsidRPr="00F73B16">
        <w:t>If you are dissatisfied with a decision of a type listed above you may:</w:t>
      </w:r>
    </w:p>
    <w:p w14:paraId="418F8D92" w14:textId="77777777" w:rsidR="00D558DD" w:rsidRPr="00F73B16" w:rsidRDefault="00D558DD" w:rsidP="00331690">
      <w:pPr>
        <w:pStyle w:val="ListBullet"/>
      </w:pPr>
      <w:r w:rsidRPr="00F73B16">
        <w:t>by notice, provided in writing, request that the Minister or the Minister’s delegate give you a statement in writing setting out the reasons for the decision; and</w:t>
      </w:r>
    </w:p>
    <w:p w14:paraId="3B36F800" w14:textId="77777777" w:rsidR="00D558DD" w:rsidRPr="00F73B16" w:rsidRDefault="00D558DD" w:rsidP="00331690">
      <w:pPr>
        <w:pStyle w:val="ListBullet"/>
      </w:pPr>
      <w:r w:rsidRPr="00F73B16">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color w:val="auto"/>
          </w:rPr>
          <w:t>http://www.aat.gov.au/</w:t>
        </w:r>
      </w:hyperlink>
      <w:r w:rsidRPr="00F73B16">
        <w:t xml:space="preserve"> or telephone 1300 366 700 for further information. The role of the AAT is to provide a review mechanism that is fair, just, economical, informal and quick.</w:t>
      </w:r>
    </w:p>
    <w:p w14:paraId="46D4E94C" w14:textId="77777777" w:rsidR="00D558DD" w:rsidRPr="00F73B16" w:rsidRDefault="00D558DD" w:rsidP="00D558DD">
      <w:pPr>
        <w:spacing w:before="120" w:after="120"/>
        <w:rPr>
          <w:rFonts w:cs="Arial"/>
          <w:b/>
        </w:rPr>
      </w:pPr>
      <w:r w:rsidRPr="00F73B16">
        <w:rPr>
          <w:rFonts w:cs="Arial"/>
          <w:b/>
        </w:rPr>
        <w:t xml:space="preserve">Applications &amp; Costs </w:t>
      </w:r>
    </w:p>
    <w:p w14:paraId="7106E585" w14:textId="77777777" w:rsidR="00D558DD" w:rsidRPr="00F73B16" w:rsidRDefault="00D558DD" w:rsidP="00D558DD">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14:paraId="4960A689" w14:textId="77777777" w:rsidR="00D12239" w:rsidRDefault="00D12239">
      <w:pPr>
        <w:spacing w:after="0" w:line="240" w:lineRule="auto"/>
        <w:rPr>
          <w:rFonts w:cs="Arial"/>
        </w:rPr>
      </w:pPr>
      <w:r>
        <w:rPr>
          <w:rFonts w:cs="Arial"/>
        </w:rPr>
        <w:br w:type="page"/>
      </w:r>
    </w:p>
    <w:p w14:paraId="30A00226" w14:textId="4AE835B1" w:rsidR="00D558DD" w:rsidRPr="00F73B16" w:rsidRDefault="00D558DD" w:rsidP="00D558DD">
      <w:pPr>
        <w:spacing w:before="120" w:after="120"/>
        <w:rPr>
          <w:rFonts w:cs="Arial"/>
        </w:rPr>
      </w:pPr>
      <w:r w:rsidRPr="00F73B16">
        <w:rPr>
          <w:rFonts w:cs="Arial"/>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057F35C3" w14:textId="1F62E629" w:rsidR="00D558DD" w:rsidRPr="00F73B16" w:rsidRDefault="00D558DD" w:rsidP="00D558DD">
      <w:pPr>
        <w:spacing w:before="120" w:after="120"/>
        <w:rPr>
          <w:rFonts w:cs="Arial"/>
        </w:rPr>
      </w:pPr>
      <w:r w:rsidRPr="00F73B16">
        <w:rPr>
          <w:rFonts w:cs="Arial"/>
        </w:rPr>
        <w:t>The cost of lodging an application for review is $</w:t>
      </w:r>
      <w:r w:rsidR="000169ED">
        <w:rPr>
          <w:rFonts w:cs="Arial"/>
        </w:rPr>
        <w:t>920</w:t>
      </w:r>
      <w:r w:rsidRPr="00F73B16">
        <w:rPr>
          <w:rFonts w:cs="Arial"/>
        </w:rPr>
        <w:t xml:space="preserve"> (GST inclusive) (current as of 1 July 201</w:t>
      </w:r>
      <w:r w:rsidR="00620FE2">
        <w:rPr>
          <w:rFonts w:cs="Arial"/>
        </w:rPr>
        <w:t>8</w:t>
      </w:r>
      <w:r w:rsidRPr="00F73B16">
        <w:rPr>
          <w:rFonts w:cs="Arial"/>
        </w:rPr>
        <w:t xml:space="preserve">). </w:t>
      </w:r>
    </w:p>
    <w:p w14:paraId="7C3E3807" w14:textId="48154F91" w:rsidR="00D558DD" w:rsidRPr="00F73B16" w:rsidRDefault="00D558DD" w:rsidP="00D558DD">
      <w:pPr>
        <w:spacing w:before="120" w:after="120"/>
        <w:rPr>
          <w:rFonts w:cs="Arial"/>
        </w:rPr>
      </w:pPr>
      <w:r w:rsidRPr="00F73B16">
        <w:rPr>
          <w:rFonts w:cs="Arial"/>
        </w:rPr>
        <w:t xml:space="preserve">You may be eligible to pay a reduced fee of $100 if:  </w:t>
      </w:r>
    </w:p>
    <w:p w14:paraId="79F85B9A" w14:textId="77777777" w:rsidR="00D558DD" w:rsidRPr="00F73B16" w:rsidRDefault="00D558DD" w:rsidP="00C113D2">
      <w:pPr>
        <w:pStyle w:val="List"/>
      </w:pPr>
      <w:r w:rsidRPr="00F73B16">
        <w:t>you are receiving legal aid for your application;</w:t>
      </w:r>
    </w:p>
    <w:p w14:paraId="47DF14E9" w14:textId="77777777" w:rsidR="00D558DD" w:rsidRPr="00F73B16" w:rsidRDefault="00D558DD" w:rsidP="00C113D2">
      <w:pPr>
        <w:pStyle w:val="List"/>
      </w:pPr>
      <w:r w:rsidRPr="00F73B16">
        <w:t>you hold a health care card, a Commonwealth seniors health card or any other card issued by the Department of Social Services or the Department of Veteran’s Affairs that entitles the holder to Commonwealth health concessions;</w:t>
      </w:r>
    </w:p>
    <w:p w14:paraId="5432131F" w14:textId="77777777" w:rsidR="00D558DD" w:rsidRPr="00F73B16" w:rsidRDefault="00D558DD" w:rsidP="00C113D2">
      <w:pPr>
        <w:pStyle w:val="List"/>
      </w:pPr>
      <w:r w:rsidRPr="00F73B16">
        <w:t>you are in prison or lawfully detained in a public institution;</w:t>
      </w:r>
    </w:p>
    <w:p w14:paraId="20147C5B" w14:textId="77777777" w:rsidR="00D558DD" w:rsidRPr="00F73B16" w:rsidRDefault="00D558DD" w:rsidP="00C113D2">
      <w:pPr>
        <w:pStyle w:val="List"/>
      </w:pPr>
      <w:r w:rsidRPr="00F73B16">
        <w:t xml:space="preserve">you are under 18 years of age; or </w:t>
      </w:r>
    </w:p>
    <w:p w14:paraId="4CF37EB5" w14:textId="77777777" w:rsidR="00D558DD" w:rsidRPr="00F73B16" w:rsidRDefault="00D558DD" w:rsidP="00C113D2">
      <w:pPr>
        <w:pStyle w:val="List"/>
      </w:pPr>
      <w:r w:rsidRPr="00F73B16">
        <w:t xml:space="preserve">you are receiving youth allowance, Austudy or ABSTUDY. </w:t>
      </w:r>
    </w:p>
    <w:p w14:paraId="3450C2D1" w14:textId="77777777" w:rsidR="00D558DD" w:rsidRPr="00F73B16" w:rsidRDefault="00D558DD" w:rsidP="00D558DD">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94E9655" w14:textId="77777777" w:rsidR="00D558DD" w:rsidRDefault="00D558DD" w:rsidP="00D558DD">
      <w:pPr>
        <w:spacing w:before="120" w:after="120"/>
        <w:rPr>
          <w:rFonts w:cs="Arial"/>
          <w:b/>
        </w:rPr>
      </w:pPr>
    </w:p>
    <w:p w14:paraId="76E9FC83" w14:textId="77777777" w:rsidR="00D558DD" w:rsidRPr="00F73B16" w:rsidRDefault="00D558DD" w:rsidP="00D558DD">
      <w:pPr>
        <w:spacing w:before="120" w:after="120"/>
        <w:rPr>
          <w:rFonts w:cs="Arial"/>
          <w:b/>
        </w:rPr>
      </w:pPr>
      <w:r w:rsidRPr="00F73B16">
        <w:rPr>
          <w:rFonts w:cs="Arial"/>
          <w:b/>
        </w:rPr>
        <w:t>Contact Details</w:t>
      </w:r>
    </w:p>
    <w:p w14:paraId="0989324B" w14:textId="77777777" w:rsidR="00D558DD" w:rsidRPr="00F73B16" w:rsidRDefault="00D558DD" w:rsidP="00D558DD">
      <w:pPr>
        <w:spacing w:before="120" w:after="120"/>
        <w:rPr>
          <w:rFonts w:cs="Arial"/>
        </w:rPr>
      </w:pPr>
      <w:r w:rsidRPr="00F73B16">
        <w:rPr>
          <w:rFonts w:cs="Arial"/>
        </w:rPr>
        <w:t>Further information or enquiries relating to the decision should be directed to:</w:t>
      </w:r>
    </w:p>
    <w:p w14:paraId="6F5B0EBB" w14:textId="77777777" w:rsidR="00D558DD" w:rsidRPr="00F73B16" w:rsidRDefault="00D558DD" w:rsidP="00D558DD">
      <w:pPr>
        <w:spacing w:after="0"/>
        <w:ind w:left="720"/>
        <w:rPr>
          <w:rFonts w:cs="Arial"/>
        </w:rPr>
      </w:pPr>
      <w:r w:rsidRPr="00F73B16">
        <w:rPr>
          <w:rFonts w:cs="Arial"/>
        </w:rPr>
        <w:t>The Director</w:t>
      </w:r>
    </w:p>
    <w:p w14:paraId="13511193" w14:textId="348ADB68" w:rsidR="00D558DD" w:rsidRPr="00F73B16" w:rsidRDefault="00EE52A5" w:rsidP="00D558DD">
      <w:pPr>
        <w:spacing w:after="0"/>
        <w:ind w:left="720"/>
        <w:rPr>
          <w:rFonts w:cs="Arial"/>
          <w:u w:val="single"/>
        </w:rPr>
      </w:pPr>
      <w:r w:rsidRPr="00222AEC">
        <w:rPr>
          <w:rFonts w:cs="Arial"/>
        </w:rPr>
        <w:t>Wildlife Trade Assessments Section</w:t>
      </w:r>
      <w:r w:rsidR="00D558DD" w:rsidRPr="00222AEC">
        <w:rPr>
          <w:rFonts w:cs="Arial"/>
        </w:rPr>
        <w:br/>
        <w:t>Department of the Environment and Energy</w:t>
      </w:r>
      <w:r w:rsidR="00D558DD" w:rsidRPr="00222AEC">
        <w:rPr>
          <w:rFonts w:cs="Arial"/>
        </w:rPr>
        <w:br/>
        <w:t>GPO Box 787</w:t>
      </w:r>
      <w:r w:rsidR="00D558DD" w:rsidRPr="00222AEC">
        <w:rPr>
          <w:rFonts w:cs="Arial"/>
        </w:rPr>
        <w:br/>
        <w:t>Canberra ACT 2601</w:t>
      </w:r>
      <w:r w:rsidR="00D558DD" w:rsidRPr="00222AEC">
        <w:rPr>
          <w:rFonts w:cs="Arial"/>
        </w:rPr>
        <w:br/>
      </w:r>
      <w:r w:rsidR="00D558DD" w:rsidRPr="00222AEC">
        <w:rPr>
          <w:rFonts w:cs="Arial"/>
          <w:bCs/>
        </w:rPr>
        <w:t>Telephone:</w:t>
      </w:r>
      <w:r w:rsidR="00D558DD" w:rsidRPr="00222AEC">
        <w:rPr>
          <w:rFonts w:cs="Arial"/>
        </w:rPr>
        <w:t xml:space="preserve"> +61 (0) 2 6274 1917</w:t>
      </w:r>
      <w:r w:rsidR="00D558DD" w:rsidRPr="00222AEC">
        <w:rPr>
          <w:rFonts w:cs="Arial"/>
        </w:rPr>
        <w:br/>
      </w:r>
      <w:r w:rsidR="00D558DD" w:rsidRPr="00222AEC">
        <w:rPr>
          <w:rFonts w:cs="Arial"/>
          <w:bCs/>
        </w:rPr>
        <w:t>Email:</w:t>
      </w:r>
      <w:r w:rsidR="00D558DD" w:rsidRPr="00222AEC">
        <w:rPr>
          <w:rFonts w:cs="Arial"/>
        </w:rPr>
        <w:t xml:space="preserve"> </w:t>
      </w:r>
      <w:r w:rsidR="00D558DD" w:rsidRPr="00222AEC">
        <w:rPr>
          <w:rFonts w:cs="Arial"/>
          <w:u w:val="single"/>
        </w:rPr>
        <w:t>sustainablefisheries@environment.gov.au</w:t>
      </w:r>
    </w:p>
    <w:p w14:paraId="281BEEC6" w14:textId="77777777" w:rsidR="00D558DD" w:rsidRPr="00F73B16" w:rsidRDefault="00D558DD" w:rsidP="00D558DD">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52A3E883" w14:textId="77777777" w:rsidR="00D558DD" w:rsidRPr="00F73B16" w:rsidRDefault="00D558DD" w:rsidP="00D558DD">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751BC779" w14:textId="77777777" w:rsidR="00D558DD" w:rsidRPr="00F73B16" w:rsidRDefault="00D558DD" w:rsidP="00D558DD">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5C05DA6" w14:textId="77777777" w:rsidR="00D558DD" w:rsidRDefault="00D558DD" w:rsidP="00D558DD">
      <w:pPr>
        <w:spacing w:before="120" w:after="120"/>
        <w:rPr>
          <w:rFonts w:cs="Arial"/>
          <w:b/>
        </w:rPr>
      </w:pPr>
    </w:p>
    <w:p w14:paraId="7FD58A55" w14:textId="77777777" w:rsidR="00D558DD" w:rsidRPr="00F73B16" w:rsidRDefault="00D558DD" w:rsidP="00D558DD">
      <w:pPr>
        <w:spacing w:before="120" w:after="120"/>
        <w:rPr>
          <w:rFonts w:cs="Arial"/>
          <w:b/>
        </w:rPr>
      </w:pPr>
      <w:r w:rsidRPr="00F73B16">
        <w:rPr>
          <w:rFonts w:cs="Arial"/>
          <w:b/>
        </w:rPr>
        <w:t>Freedom of Information Request</w:t>
      </w:r>
    </w:p>
    <w:p w14:paraId="0FD1852C" w14:textId="49626499" w:rsidR="0050646D" w:rsidRPr="00CF5CAE" w:rsidRDefault="00D558DD" w:rsidP="00D12239">
      <w:pPr>
        <w:spacing w:before="120" w:after="120"/>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sectPr w:rsidR="0050646D" w:rsidRPr="00CF5CAE"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CF461" w14:textId="77777777" w:rsidR="00482DA8" w:rsidRDefault="00482D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7D50C" w14:textId="77777777" w:rsidR="00482DA8" w:rsidRDefault="00482D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52349" w14:textId="77777777" w:rsidR="00482DA8" w:rsidRDefault="00482D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0E178" w14:textId="77777777" w:rsidR="00482DA8" w:rsidRDefault="00482D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D9615" w14:textId="77777777" w:rsidR="006932E2" w:rsidRDefault="006932E2" w:rsidP="006932E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7D354C54">
          <wp:extent cx="4041682" cy="6876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4041682" cy="6876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79D11060" w:rsidR="00F8686F" w:rsidRDefault="00F8686F" w:rsidP="006B1098">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8" w14:textId="77777777" w:rsidR="00F8686F" w:rsidRDefault="00F8686F" w:rsidP="006B109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6BD75" w14:textId="173EEFC6" w:rsidR="00D12239" w:rsidRDefault="00D12239" w:rsidP="006932E2">
    <w:pPr>
      <w:pStyle w:val="Header"/>
    </w:pPr>
    <w:r w:rsidRPr="00A7524F">
      <w:rPr>
        <w:rFonts w:cs="Arial"/>
        <w:noProof/>
        <w:sz w:val="48"/>
        <w:lang w:eastAsia="en-AU"/>
      </w:rPr>
      <w:drawing>
        <wp:inline distT="0" distB="0" distL="0" distR="0" wp14:anchorId="6481303B" wp14:editId="6A3DFE56">
          <wp:extent cx="4040146" cy="687600"/>
          <wp:effectExtent l="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4040146" cy="687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A592864E"/>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A73C214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F745BC2"/>
    <w:multiLevelType w:val="multilevel"/>
    <w:tmpl w:val="E5E89F92"/>
    <w:numStyleLink w:val="BulletList"/>
  </w:abstractNum>
  <w:abstractNum w:abstractNumId="8" w15:restartNumberingAfterBreak="0">
    <w:nsid w:val="264C609C"/>
    <w:multiLevelType w:val="hybridMultilevel"/>
    <w:tmpl w:val="03066394"/>
    <w:lvl w:ilvl="0" w:tplc="455C6A2A">
      <w:start w:val="1"/>
      <w:numFmt w:val="decimal"/>
      <w:pStyle w:val="ListNumb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ACE6B31"/>
    <w:multiLevelType w:val="hybridMultilevel"/>
    <w:tmpl w:val="2ADA717E"/>
    <w:lvl w:ilvl="0" w:tplc="0456AD8C">
      <w:start w:val="1"/>
      <w:numFmt w:val="bullet"/>
      <w:pStyle w:val="Lis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FE06E604"/>
    <w:lvl w:ilvl="0" w:tplc="D2A6C99A">
      <w:start w:val="1"/>
      <w:numFmt w:val="upperLetter"/>
      <w:pStyle w:val="ListBullet"/>
      <w:lvlText w:val="%1."/>
      <w:lvlJc w:val="left"/>
      <w:pPr>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5456429"/>
    <w:multiLevelType w:val="multilevel"/>
    <w:tmpl w:val="EE7C9906"/>
    <w:lvl w:ilvl="0">
      <w:start w:val="1"/>
      <w:numFmt w:val="decimal"/>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21"/>
  </w:num>
  <w:num w:numId="4">
    <w:abstractNumId w:val="19"/>
  </w:num>
  <w:num w:numId="5">
    <w:abstractNumId w:val="11"/>
  </w:num>
  <w:num w:numId="6">
    <w:abstractNumId w:val="10"/>
  </w:num>
  <w:num w:numId="7">
    <w:abstractNumId w:val="17"/>
  </w:num>
  <w:num w:numId="8">
    <w:abstractNumId w:val="7"/>
  </w:num>
  <w:num w:numId="9">
    <w:abstractNumId w:val="6"/>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4"/>
  </w:num>
  <w:num w:numId="18">
    <w:abstractNumId w:val="16"/>
  </w:num>
  <w:num w:numId="19">
    <w:abstractNumId w:val="24"/>
  </w:num>
  <w:num w:numId="20">
    <w:abstractNumId w:val="15"/>
  </w:num>
  <w:num w:numId="21">
    <w:abstractNumId w:val="13"/>
  </w:num>
  <w:num w:numId="22">
    <w:abstractNumId w:val="2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4"/>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7"/>
  </w:num>
  <w:num w:numId="32">
    <w:abstractNumId w:val="7"/>
  </w:num>
  <w:num w:numId="33">
    <w:abstractNumId w:val="7"/>
  </w:num>
  <w:num w:numId="34">
    <w:abstractNumId w:val="7"/>
  </w:num>
  <w:num w:numId="35">
    <w:abstractNumId w:val="5"/>
  </w:num>
  <w:num w:numId="36">
    <w:abstractNumId w:val="1"/>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 w:ilvl="0">
        <w:start w:val="1"/>
        <w:numFmt w:val="bullet"/>
        <w:lvlText w:val=""/>
        <w:lvlJc w:val="left"/>
        <w:pPr>
          <w:ind w:left="369" w:hanging="369"/>
        </w:pPr>
        <w:rPr>
          <w:rFonts w:ascii="Symbol" w:hAnsi="Symbol" w:hint="default"/>
        </w:rPr>
      </w:lvl>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num>
  <w:num w:numId="44">
    <w:abstractNumId w:val="2"/>
  </w:num>
  <w:num w:numId="45">
    <w:abstractNumId w:val="0"/>
  </w:num>
  <w:num w:numId="46">
    <w:abstractNumId w:val="12"/>
    <w:lvlOverride w:ilvl="0">
      <w:startOverride w:val="1"/>
    </w:lvlOverride>
  </w:num>
  <w:num w:numId="47">
    <w:abstractNumId w:val="8"/>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69ED"/>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1890"/>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0F7422"/>
    <w:rsid w:val="001047E4"/>
    <w:rsid w:val="0011030F"/>
    <w:rsid w:val="00114477"/>
    <w:rsid w:val="0011498E"/>
    <w:rsid w:val="00115BF1"/>
    <w:rsid w:val="00117A45"/>
    <w:rsid w:val="001219EE"/>
    <w:rsid w:val="001224AE"/>
    <w:rsid w:val="00126F9B"/>
    <w:rsid w:val="0012744F"/>
    <w:rsid w:val="001337D4"/>
    <w:rsid w:val="001369E3"/>
    <w:rsid w:val="00143480"/>
    <w:rsid w:val="00147C12"/>
    <w:rsid w:val="00150F17"/>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3D59"/>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2AEC"/>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690"/>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2DA8"/>
    <w:rsid w:val="00485FF0"/>
    <w:rsid w:val="004914FE"/>
    <w:rsid w:val="00492C16"/>
    <w:rsid w:val="0049616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D59E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5C7E"/>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0F92"/>
    <w:rsid w:val="005F1DEA"/>
    <w:rsid w:val="0060462F"/>
    <w:rsid w:val="0060602D"/>
    <w:rsid w:val="00607FC9"/>
    <w:rsid w:val="0061002D"/>
    <w:rsid w:val="0061374A"/>
    <w:rsid w:val="00620FE2"/>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38A"/>
    <w:rsid w:val="00674AAE"/>
    <w:rsid w:val="00676FCA"/>
    <w:rsid w:val="00677177"/>
    <w:rsid w:val="0067757A"/>
    <w:rsid w:val="0068612E"/>
    <w:rsid w:val="00687C92"/>
    <w:rsid w:val="00692C24"/>
    <w:rsid w:val="006932E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0620"/>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0E4D"/>
    <w:rsid w:val="00A830E5"/>
    <w:rsid w:val="00A86618"/>
    <w:rsid w:val="00A87135"/>
    <w:rsid w:val="00A876E2"/>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6CC4"/>
    <w:rsid w:val="00BF7CEE"/>
    <w:rsid w:val="00C03880"/>
    <w:rsid w:val="00C07E4C"/>
    <w:rsid w:val="00C113D2"/>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2CC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0222"/>
    <w:rsid w:val="00CE42D0"/>
    <w:rsid w:val="00CE6A38"/>
    <w:rsid w:val="00CE71C2"/>
    <w:rsid w:val="00CF42D5"/>
    <w:rsid w:val="00CF4EDA"/>
    <w:rsid w:val="00CF5CAE"/>
    <w:rsid w:val="00D01D39"/>
    <w:rsid w:val="00D021CB"/>
    <w:rsid w:val="00D0562E"/>
    <w:rsid w:val="00D05A2D"/>
    <w:rsid w:val="00D10ACD"/>
    <w:rsid w:val="00D10F1A"/>
    <w:rsid w:val="00D116F8"/>
    <w:rsid w:val="00D12239"/>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22EE"/>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0FD184CA"/>
  <w15:docId w15:val="{655764A2-BE21-4295-BBF6-5DF753A6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4D59E7"/>
    <w:pPr>
      <w:numPr>
        <w:numId w:val="37"/>
      </w:numPr>
      <w:ind w:left="357" w:hanging="357"/>
    </w:pPr>
    <w:rPr>
      <w:rFonts w:cs="Arial"/>
    </w:r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ListBullet"/>
    <w:uiPriority w:val="99"/>
    <w:qFormat/>
    <w:rsid w:val="004D59E7"/>
    <w:pPr>
      <w:numPr>
        <w:numId w:val="47"/>
      </w:numPr>
      <w:ind w:left="357" w:hanging="357"/>
    </w:pPr>
  </w:style>
  <w:style w:type="paragraph" w:styleId="ListNumber2">
    <w:name w:val="List Number 2"/>
    <w:basedOn w:val="Normal"/>
    <w:uiPriority w:val="99"/>
    <w:rsid w:val="00331690"/>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Default">
    <w:name w:val="Default"/>
    <w:rsid w:val="00331690"/>
    <w:pPr>
      <w:autoSpaceDE w:val="0"/>
      <w:autoSpaceDN w:val="0"/>
      <w:adjustRightInd w:val="0"/>
    </w:pPr>
    <w:rPr>
      <w:rFonts w:ascii="Times New Roman" w:hAnsi="Times New Roman"/>
      <w:color w:val="000000"/>
      <w:sz w:val="24"/>
      <w:szCs w:val="24"/>
      <w:lang w:eastAsia="en-US"/>
    </w:rPr>
  </w:style>
  <w:style w:type="paragraph" w:styleId="ListContinue">
    <w:name w:val="List Continue"/>
    <w:basedOn w:val="ListBullet"/>
    <w:uiPriority w:val="99"/>
    <w:rsid w:val="004D59E7"/>
  </w:style>
  <w:style w:type="paragraph" w:styleId="List">
    <w:name w:val="List"/>
    <w:basedOn w:val="Normal"/>
    <w:uiPriority w:val="99"/>
    <w:rsid w:val="00C113D2"/>
    <w:pPr>
      <w:numPr>
        <w:numId w:val="49"/>
      </w:numPr>
      <w:ind w:left="357" w:hanging="35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generalreviews@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environment.gov.au/foi/index.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ABB87666.dotm</Template>
  <TotalTime>0</TotalTime>
  <Pages>6</Pages>
  <Words>1478</Words>
  <Characters>8427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AFMA-CEO</dc:title>
  <dc:creator>Department of the Environment and Energy</dc:creator>
  <cp:lastModifiedBy>Bec Durack</cp:lastModifiedBy>
  <cp:revision>2</cp:revision>
  <dcterms:created xsi:type="dcterms:W3CDTF">2019-03-18T04:56:00Z</dcterms:created>
  <dcterms:modified xsi:type="dcterms:W3CDTF">2019-03-18T04:56:00Z</dcterms:modified>
</cp:coreProperties>
</file>