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B144F" w14:textId="77777777" w:rsidR="00B0197B" w:rsidRPr="00734867" w:rsidRDefault="00B0197B" w:rsidP="002E7914">
      <w:pPr>
        <w:pStyle w:val="Heading4"/>
        <w:jc w:val="right"/>
        <w:rPr>
          <w:i w:val="0"/>
        </w:rPr>
      </w:pPr>
      <w:r w:rsidRPr="00734867">
        <w:rPr>
          <w:i w:val="0"/>
        </w:rPr>
        <w:t xml:space="preserve"> </w:t>
      </w:r>
    </w:p>
    <w:p w14:paraId="7D0D4D71" w14:textId="77777777" w:rsidR="0062619F" w:rsidRDefault="0062619F" w:rsidP="0062619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APPROVAL OF AN ARTIFICIAL PROPAGATION PROGRAM</w:t>
      </w:r>
    </w:p>
    <w:p w14:paraId="5A16FECE" w14:textId="3FAB2B3D" w:rsidR="0062619F" w:rsidRDefault="008A1E3B" w:rsidP="0062619F">
      <w:pPr>
        <w:autoSpaceDE w:val="0"/>
        <w:autoSpaceDN w:val="0"/>
        <w:adjustRightInd w:val="0"/>
      </w:pPr>
      <w:r>
        <w:t>Agarwood Australasia</w:t>
      </w:r>
      <w:r w:rsidR="0062619F">
        <w:t xml:space="preserve"> has been approved as an artificial propagation program until </w:t>
      </w:r>
      <w:r>
        <w:t>September</w:t>
      </w:r>
      <w:r w:rsidR="00703B65">
        <w:t xml:space="preserve"> 2022</w:t>
      </w:r>
      <w:r w:rsidR="0062619F">
        <w:t xml:space="preserve"> under Regulation 9A.18 of the </w:t>
      </w:r>
      <w:r w:rsidR="0062619F">
        <w:rPr>
          <w:i/>
          <w:iCs/>
        </w:rPr>
        <w:t xml:space="preserve">Environment Protection and Biodiversity Conservation Act 1999 </w:t>
      </w:r>
      <w:r w:rsidR="0062619F">
        <w:t>(EPBC Act) for the following:</w:t>
      </w:r>
    </w:p>
    <w:p w14:paraId="5677A013" w14:textId="24A696B5" w:rsidR="0061634D" w:rsidRDefault="0061634D" w:rsidP="006C3BCD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1634D">
        <w:rPr>
          <w:rFonts w:cs="Arial"/>
          <w:b/>
          <w:bCs/>
        </w:rPr>
        <w:t>Approved at CITES Appendix I</w:t>
      </w:r>
      <w:r w:rsidR="008A1E3B">
        <w:rPr>
          <w:rFonts w:cs="Arial"/>
          <w:b/>
          <w:bCs/>
        </w:rPr>
        <w:t>I</w:t>
      </w:r>
      <w:r w:rsidRPr="0061634D">
        <w:rPr>
          <w:rFonts w:cs="Arial"/>
          <w:b/>
          <w:bCs/>
        </w:rPr>
        <w:t xml:space="preserve"> species level:</w:t>
      </w:r>
    </w:p>
    <w:p w14:paraId="25F0658A" w14:textId="77777777" w:rsidR="008A1E3B" w:rsidRDefault="008A1E3B" w:rsidP="006C3BCD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12741310" w14:textId="059D9DD9" w:rsidR="008A1E3B" w:rsidRPr="008A1E3B" w:rsidRDefault="008A1E3B" w:rsidP="006C3BCD">
      <w:pPr>
        <w:autoSpaceDE w:val="0"/>
        <w:autoSpaceDN w:val="0"/>
        <w:adjustRightInd w:val="0"/>
        <w:spacing w:after="0" w:line="240" w:lineRule="auto"/>
        <w:rPr>
          <w:rFonts w:cs="Arial"/>
          <w:bCs/>
          <w:i/>
        </w:rPr>
      </w:pPr>
      <w:proofErr w:type="spellStart"/>
      <w:r w:rsidRPr="008A1E3B">
        <w:rPr>
          <w:rFonts w:cs="Arial"/>
          <w:bCs/>
          <w:i/>
        </w:rPr>
        <w:t>Aquilaria</w:t>
      </w:r>
      <w:proofErr w:type="spellEnd"/>
      <w:r w:rsidRPr="008A1E3B">
        <w:rPr>
          <w:rFonts w:cs="Arial"/>
          <w:bCs/>
          <w:i/>
        </w:rPr>
        <w:t xml:space="preserve"> </w:t>
      </w:r>
      <w:proofErr w:type="spellStart"/>
      <w:r w:rsidRPr="008A1E3B">
        <w:rPr>
          <w:rFonts w:cs="Arial"/>
          <w:bCs/>
          <w:i/>
        </w:rPr>
        <w:t>crassna</w:t>
      </w:r>
      <w:proofErr w:type="spellEnd"/>
    </w:p>
    <w:p w14:paraId="77434C83" w14:textId="77777777" w:rsidR="006C3BCD" w:rsidRPr="0061634D" w:rsidRDefault="006C3BCD" w:rsidP="006C3BCD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52835275" w14:textId="0A0C84D7" w:rsidR="009C333F" w:rsidRPr="0061634D" w:rsidRDefault="009C333F" w:rsidP="0061634D">
      <w:pPr>
        <w:rPr>
          <w:rFonts w:cs="Arial"/>
        </w:rPr>
      </w:pPr>
      <w:bookmarkStart w:id="0" w:name="_GoBack"/>
      <w:bookmarkEnd w:id="0"/>
    </w:p>
    <w:sectPr w:rsidR="009C333F" w:rsidRPr="0061634D" w:rsidSect="00122471">
      <w:head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5C1E6" w14:textId="77777777" w:rsidR="00514203" w:rsidRDefault="00514203" w:rsidP="00A60185">
      <w:pPr>
        <w:spacing w:after="0" w:line="240" w:lineRule="auto"/>
      </w:pPr>
      <w:r>
        <w:separator/>
      </w:r>
    </w:p>
  </w:endnote>
  <w:endnote w:type="continuationSeparator" w:id="0">
    <w:p w14:paraId="2DAAFE36" w14:textId="77777777" w:rsidR="00514203" w:rsidRDefault="00514203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4EB48DE1" w14:textId="77777777" w:rsidR="00DF029E" w:rsidRDefault="005868F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3B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F9494" w14:textId="77777777" w:rsidR="00DF029E" w:rsidRDefault="00DF029E" w:rsidP="00C43020">
    <w:pPr>
      <w:pStyle w:val="Footer"/>
    </w:pPr>
  </w:p>
  <w:p w14:paraId="50F3FD35" w14:textId="77777777" w:rsidR="00DF029E" w:rsidRPr="00C43020" w:rsidRDefault="00DF029E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E19D5" w14:textId="77777777" w:rsidR="00514203" w:rsidRDefault="00514203" w:rsidP="00A60185">
      <w:pPr>
        <w:spacing w:after="0" w:line="240" w:lineRule="auto"/>
      </w:pPr>
      <w:r>
        <w:separator/>
      </w:r>
    </w:p>
  </w:footnote>
  <w:footnote w:type="continuationSeparator" w:id="0">
    <w:p w14:paraId="21853A62" w14:textId="77777777" w:rsidR="00514203" w:rsidRDefault="00514203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2DAD0" w14:textId="77777777" w:rsidR="00DF029E" w:rsidRDefault="000A44BD" w:rsidP="00E45765">
    <w:pPr>
      <w:pStyle w:val="Classification"/>
    </w:pPr>
    <w:r>
      <w:fldChar w:fldCharType="begin"/>
    </w:r>
    <w:r w:rsidR="00DF029E">
      <w:instrText xml:space="preserve"> DOCPROPERTY SecurityClassification \* MERGEFORMAT </w:instrText>
    </w:r>
    <w:r>
      <w:fldChar w:fldCharType="separate"/>
    </w:r>
    <w:r w:rsidR="009E2F2F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F0A6B" w14:textId="77777777" w:rsidR="00DF029E" w:rsidRDefault="00DF029E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 wp14:anchorId="6C601DBF" wp14:editId="3E6223CB">
          <wp:extent cx="3172888" cy="540000"/>
          <wp:effectExtent l="19050" t="0" r="8462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72888" cy="54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 w15:restartNumberingAfterBreak="0">
    <w:nsid w:val="1F745BC2"/>
    <w:multiLevelType w:val="multilevel"/>
    <w:tmpl w:val="E5E89F92"/>
    <w:numStyleLink w:val="BulletList"/>
  </w:abstractNum>
  <w:abstractNum w:abstractNumId="3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6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9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03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4BD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73FC"/>
    <w:rsid w:val="00252E3C"/>
    <w:rsid w:val="00261931"/>
    <w:rsid w:val="00261EFE"/>
    <w:rsid w:val="00262198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203"/>
    <w:rsid w:val="00514C8E"/>
    <w:rsid w:val="00525EF4"/>
    <w:rsid w:val="0052681E"/>
    <w:rsid w:val="00527779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8F5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5F380A"/>
    <w:rsid w:val="0060462F"/>
    <w:rsid w:val="0060602D"/>
    <w:rsid w:val="00607FC9"/>
    <w:rsid w:val="0061002D"/>
    <w:rsid w:val="0061634D"/>
    <w:rsid w:val="00622FE1"/>
    <w:rsid w:val="0062521C"/>
    <w:rsid w:val="0062619F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3BCD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03B65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5703"/>
    <w:rsid w:val="00837D61"/>
    <w:rsid w:val="00843089"/>
    <w:rsid w:val="00845601"/>
    <w:rsid w:val="00853978"/>
    <w:rsid w:val="00855C5C"/>
    <w:rsid w:val="0086185F"/>
    <w:rsid w:val="00864AA3"/>
    <w:rsid w:val="00882459"/>
    <w:rsid w:val="0089105C"/>
    <w:rsid w:val="008A1E3B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32291"/>
    <w:rsid w:val="0093408E"/>
    <w:rsid w:val="00947CBC"/>
    <w:rsid w:val="00952DDF"/>
    <w:rsid w:val="0096170E"/>
    <w:rsid w:val="009700F2"/>
    <w:rsid w:val="00976E4A"/>
    <w:rsid w:val="00992454"/>
    <w:rsid w:val="009B38BE"/>
    <w:rsid w:val="009C333F"/>
    <w:rsid w:val="009C3D0F"/>
    <w:rsid w:val="009D2FDC"/>
    <w:rsid w:val="009E1F58"/>
    <w:rsid w:val="009E2913"/>
    <w:rsid w:val="009E2F2F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6C6"/>
    <w:rsid w:val="00A33396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54C9"/>
    <w:rsid w:val="00DA6739"/>
    <w:rsid w:val="00DA6CAE"/>
    <w:rsid w:val="00DB1A9E"/>
    <w:rsid w:val="00DB31D6"/>
    <w:rsid w:val="00DB4005"/>
    <w:rsid w:val="00DC34EB"/>
    <w:rsid w:val="00DC781A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4A09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2EF4D4C"/>
  <w15:docId w15:val="{C707F7F6-082A-48F0-947B-8D2D1DC2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rsid w:val="00E923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paragraph" w:styleId="BodyText">
    <w:name w:val="Body Text"/>
    <w:basedOn w:val="Normal"/>
    <w:link w:val="BodyTextChar"/>
    <w:uiPriority w:val="99"/>
    <w:rsid w:val="00514203"/>
    <w:pPr>
      <w:spacing w:after="0" w:line="240" w:lineRule="auto"/>
    </w:pPr>
    <w:rPr>
      <w:rFonts w:ascii="Times New Roman" w:eastAsia="Times New Roman" w:hAnsi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514203"/>
    <w:rPr>
      <w:rFonts w:ascii="Times New Roman" w:eastAsia="Times New Roman" w:hAnsi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4654F606.dotm</Template>
  <TotalTime>0</TotalTime>
  <Pages>1</Pages>
  <Words>49</Words>
  <Characters>284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Approval of an artificial propagation program - Cycad International</vt:lpstr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of an artificial propagation program - Cycad International</dc:title>
  <dc:creator>Department of the Environment and Energy</dc:creator>
  <dc:description/>
  <cp:lastModifiedBy>Carlisle, David</cp:lastModifiedBy>
  <cp:revision>2</cp:revision>
  <dcterms:created xsi:type="dcterms:W3CDTF">2017-10-06T00:38:00Z</dcterms:created>
  <dcterms:modified xsi:type="dcterms:W3CDTF">2017-10-06T00:38:00Z</dcterms:modified>
</cp:coreProperties>
</file>