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97B" w:rsidRPr="00734867" w:rsidRDefault="001219EE" w:rsidP="00897285">
      <w:pPr>
        <w:pStyle w:val="Heading4"/>
        <w:jc w:val="center"/>
        <w:rPr>
          <w:i w:val="0"/>
        </w:rPr>
      </w:pPr>
      <w:bookmarkStart w:id="0" w:name="Ref"/>
      <w:bookmarkStart w:id="1" w:name="_GoBack"/>
      <w:bookmarkEnd w:id="1"/>
      <w:r w:rsidRPr="00734867">
        <w:rPr>
          <w:i w:val="0"/>
        </w:rPr>
        <w:t xml:space="preserve"> </w:t>
      </w:r>
      <w:bookmarkEnd w:id="0"/>
    </w:p>
    <w:p w:rsidR="00897285" w:rsidRDefault="00897285" w:rsidP="00897285">
      <w:pPr>
        <w:pStyle w:val="Heading1"/>
        <w:jc w:val="center"/>
      </w:pPr>
      <w:bookmarkStart w:id="2" w:name="OLE_LINK1"/>
      <w:bookmarkStart w:id="3" w:name="OLE_LINK2"/>
      <w:r>
        <w:t>APPROVAL OF AN ARTIFICIAL PROPAGATION PROGRAM</w:t>
      </w:r>
      <w:bookmarkEnd w:id="2"/>
      <w:bookmarkEnd w:id="3"/>
    </w:p>
    <w:p w:rsidR="00897285" w:rsidRDefault="00897285" w:rsidP="00897285">
      <w:r>
        <w:t xml:space="preserve">Mr Fern Nurseries Pty Ltd has been approved as an artificial propagation program until </w:t>
      </w:r>
      <w:r>
        <w:br/>
      </w:r>
      <w:r w:rsidR="00343A3F">
        <w:t xml:space="preserve">January </w:t>
      </w:r>
      <w:r>
        <w:t xml:space="preserve">2022 under Regulation 9A.18 of the </w:t>
      </w:r>
      <w:r w:rsidRPr="00CF7CDF">
        <w:rPr>
          <w:i/>
        </w:rPr>
        <w:t xml:space="preserve">Environment Protection and Biodiversity Conservation Act 1999 </w:t>
      </w:r>
      <w:r>
        <w:t xml:space="preserve">(EPBC Act) for the following: </w:t>
      </w:r>
    </w:p>
    <w:p w:rsidR="00897285" w:rsidRDefault="00897285" w:rsidP="00897285">
      <w:pPr>
        <w:spacing w:before="360"/>
        <w:rPr>
          <w:b/>
        </w:rPr>
      </w:pPr>
      <w:r w:rsidRPr="00CF7CDF">
        <w:rPr>
          <w:b/>
        </w:rPr>
        <w:t>Approved at genus level:</w:t>
      </w:r>
    </w:p>
    <w:p w:rsidR="00897285" w:rsidRDefault="00897285" w:rsidP="00897285">
      <w:pPr>
        <w:spacing w:after="360"/>
      </w:pPr>
      <w:r w:rsidRPr="00CF7CDF">
        <w:t>(</w:t>
      </w:r>
      <w:proofErr w:type="gramStart"/>
      <w:r w:rsidRPr="00CF7CDF">
        <w:t>excluding</w:t>
      </w:r>
      <w:proofErr w:type="gramEnd"/>
      <w:r w:rsidRPr="00CF7CDF">
        <w:t xml:space="preserve"> CITES Appendix I and EPBC listed species):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07"/>
        <w:gridCol w:w="4509"/>
      </w:tblGrid>
      <w:tr w:rsidR="00897285" w:rsidTr="00897285">
        <w:tc>
          <w:tcPr>
            <w:tcW w:w="4507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FA53D6">
              <w:rPr>
                <w:bCs/>
                <w:i/>
              </w:rPr>
              <w:t>Adiantum</w:t>
            </w:r>
            <w:proofErr w:type="spellEnd"/>
            <w:r w:rsidRPr="00FA53D6">
              <w:rPr>
                <w:bCs/>
                <w:i/>
              </w:rPr>
              <w:t xml:space="preserve"> </w:t>
            </w:r>
          </w:p>
        </w:tc>
        <w:tc>
          <w:tcPr>
            <w:tcW w:w="4509" w:type="dxa"/>
          </w:tcPr>
          <w:p w:rsidR="00897285" w:rsidRPr="002F356A" w:rsidRDefault="00897285" w:rsidP="00C67398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Doodia</w:t>
            </w:r>
            <w:proofErr w:type="spellEnd"/>
          </w:p>
        </w:tc>
      </w:tr>
      <w:tr w:rsidR="00897285" w:rsidTr="00897285">
        <w:tc>
          <w:tcPr>
            <w:tcW w:w="4507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Blechnum</w:t>
            </w:r>
            <w:proofErr w:type="spellEnd"/>
          </w:p>
        </w:tc>
        <w:tc>
          <w:tcPr>
            <w:tcW w:w="4509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Gleichenia</w:t>
            </w:r>
            <w:proofErr w:type="spellEnd"/>
          </w:p>
        </w:tc>
      </w:tr>
      <w:tr w:rsidR="00897285" w:rsidTr="00897285">
        <w:tc>
          <w:tcPr>
            <w:tcW w:w="4507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Cyathea</w:t>
            </w:r>
            <w:proofErr w:type="spellEnd"/>
          </w:p>
        </w:tc>
        <w:tc>
          <w:tcPr>
            <w:tcW w:w="4509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Sticherus</w:t>
            </w:r>
            <w:proofErr w:type="spellEnd"/>
          </w:p>
        </w:tc>
      </w:tr>
      <w:tr w:rsidR="00897285" w:rsidTr="00897285">
        <w:tc>
          <w:tcPr>
            <w:tcW w:w="4507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Dic</w:t>
            </w:r>
            <w:r>
              <w:rPr>
                <w:i/>
              </w:rPr>
              <w:t>k</w:t>
            </w:r>
            <w:r w:rsidRPr="002F356A">
              <w:rPr>
                <w:i/>
              </w:rPr>
              <w:t>sonia</w:t>
            </w:r>
            <w:proofErr w:type="spellEnd"/>
          </w:p>
        </w:tc>
        <w:tc>
          <w:tcPr>
            <w:tcW w:w="4509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</w:p>
        </w:tc>
      </w:tr>
    </w:tbl>
    <w:p w:rsidR="00897285" w:rsidRDefault="00897285" w:rsidP="00897285">
      <w:pPr>
        <w:spacing w:before="360" w:after="240"/>
        <w:rPr>
          <w:b/>
        </w:rPr>
      </w:pPr>
      <w:r w:rsidRPr="002F356A">
        <w:rPr>
          <w:b/>
        </w:rPr>
        <w:t>Approved at species level: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10"/>
        <w:gridCol w:w="4506"/>
      </w:tblGrid>
      <w:tr w:rsidR="00897285" w:rsidTr="00897285">
        <w:tc>
          <w:tcPr>
            <w:tcW w:w="4510" w:type="dxa"/>
          </w:tcPr>
          <w:p w:rsidR="00897285" w:rsidRPr="002F356A" w:rsidRDefault="00897285" w:rsidP="00C67398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Dennstaedtia</w:t>
            </w:r>
            <w:proofErr w:type="spellEnd"/>
            <w:r w:rsidRPr="002F356A">
              <w:rPr>
                <w:i/>
              </w:rPr>
              <w:t xml:space="preserve"> </w:t>
            </w:r>
            <w:proofErr w:type="spellStart"/>
            <w:r w:rsidRPr="002F356A">
              <w:rPr>
                <w:i/>
              </w:rPr>
              <w:t>davallioides</w:t>
            </w:r>
            <w:proofErr w:type="spellEnd"/>
          </w:p>
        </w:tc>
        <w:tc>
          <w:tcPr>
            <w:tcW w:w="4506" w:type="dxa"/>
          </w:tcPr>
          <w:p w:rsidR="00897285" w:rsidRPr="002F356A" w:rsidRDefault="00897285" w:rsidP="00C67398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Todea</w:t>
            </w:r>
            <w:proofErr w:type="spellEnd"/>
            <w:r w:rsidRPr="002F356A">
              <w:rPr>
                <w:i/>
              </w:rPr>
              <w:t xml:space="preserve"> Barbara</w:t>
            </w:r>
          </w:p>
        </w:tc>
      </w:tr>
      <w:tr w:rsidR="00897285" w:rsidTr="00897285">
        <w:tc>
          <w:tcPr>
            <w:tcW w:w="4510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Lastreopsis</w:t>
            </w:r>
            <w:proofErr w:type="spellEnd"/>
            <w:r w:rsidRPr="002F356A">
              <w:rPr>
                <w:i/>
              </w:rPr>
              <w:t xml:space="preserve"> </w:t>
            </w:r>
            <w:proofErr w:type="spellStart"/>
            <w:r w:rsidRPr="002F356A">
              <w:rPr>
                <w:i/>
              </w:rPr>
              <w:t>hispida</w:t>
            </w:r>
            <w:proofErr w:type="spellEnd"/>
          </w:p>
        </w:tc>
        <w:tc>
          <w:tcPr>
            <w:tcW w:w="4506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</w:p>
        </w:tc>
      </w:tr>
      <w:tr w:rsidR="00897285" w:rsidTr="00897285">
        <w:tc>
          <w:tcPr>
            <w:tcW w:w="4510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Microsorum</w:t>
            </w:r>
            <w:proofErr w:type="spellEnd"/>
            <w:r w:rsidRPr="002F356A">
              <w:rPr>
                <w:i/>
              </w:rPr>
              <w:t xml:space="preserve"> </w:t>
            </w:r>
            <w:proofErr w:type="spellStart"/>
            <w:r w:rsidRPr="002F356A">
              <w:rPr>
                <w:i/>
              </w:rPr>
              <w:t>diversifolium</w:t>
            </w:r>
            <w:proofErr w:type="spellEnd"/>
          </w:p>
        </w:tc>
        <w:tc>
          <w:tcPr>
            <w:tcW w:w="4506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</w:p>
        </w:tc>
      </w:tr>
      <w:tr w:rsidR="00897285" w:rsidTr="00897285">
        <w:tc>
          <w:tcPr>
            <w:tcW w:w="4510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  <w:proofErr w:type="spellStart"/>
            <w:r w:rsidRPr="002F356A">
              <w:rPr>
                <w:i/>
              </w:rPr>
              <w:t>Polystichum</w:t>
            </w:r>
            <w:proofErr w:type="spellEnd"/>
            <w:r w:rsidRPr="002F356A">
              <w:rPr>
                <w:i/>
              </w:rPr>
              <w:t xml:space="preserve"> </w:t>
            </w:r>
            <w:proofErr w:type="spellStart"/>
            <w:r w:rsidRPr="002F356A">
              <w:rPr>
                <w:i/>
              </w:rPr>
              <w:t>proliferum</w:t>
            </w:r>
            <w:proofErr w:type="spellEnd"/>
          </w:p>
        </w:tc>
        <w:tc>
          <w:tcPr>
            <w:tcW w:w="4506" w:type="dxa"/>
          </w:tcPr>
          <w:p w:rsidR="00897285" w:rsidRPr="002F356A" w:rsidRDefault="00897285" w:rsidP="00897285">
            <w:pPr>
              <w:spacing w:after="0"/>
              <w:rPr>
                <w:i/>
              </w:rPr>
            </w:pPr>
          </w:p>
        </w:tc>
      </w:tr>
    </w:tbl>
    <w:p w:rsidR="00897285" w:rsidRPr="002F356A" w:rsidRDefault="00897285" w:rsidP="00897285">
      <w:pPr>
        <w:spacing w:before="360"/>
        <w:rPr>
          <w:b/>
        </w:rPr>
      </w:pPr>
    </w:p>
    <w:p w:rsidR="009C333F" w:rsidRDefault="009C333F" w:rsidP="00897285"/>
    <w:sectPr w:rsidR="009C333F" w:rsidSect="004B1E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0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285" w:rsidRDefault="00897285" w:rsidP="00A60185">
      <w:pPr>
        <w:spacing w:after="0" w:line="240" w:lineRule="auto"/>
      </w:pPr>
      <w:r>
        <w:separator/>
      </w:r>
    </w:p>
  </w:endnote>
  <w:endnote w:type="continuationSeparator" w:id="0">
    <w:p w:rsidR="00897285" w:rsidRDefault="0089728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DB" w:rsidRDefault="00015A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9E" w:rsidRDefault="00DF029E" w:rsidP="00C43020">
    <w:pPr>
      <w:pStyle w:val="Footer"/>
    </w:pPr>
  </w:p>
  <w:p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285" w:rsidRDefault="00897285" w:rsidP="00A60185">
      <w:pPr>
        <w:spacing w:after="0" w:line="240" w:lineRule="auto"/>
      </w:pPr>
      <w:r>
        <w:separator/>
      </w:r>
    </w:p>
  </w:footnote>
  <w:footnote w:type="continuationSeparator" w:id="0">
    <w:p w:rsidR="00897285" w:rsidRDefault="0089728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C37C2B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DB" w:rsidRDefault="00015A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13612DA4" wp14:editId="13612DA5">
          <wp:extent cx="3384414" cy="576000"/>
          <wp:effectExtent l="0" t="0" r="698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84414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897285"/>
    <w:rsid w:val="00004AEE"/>
    <w:rsid w:val="00005CAA"/>
    <w:rsid w:val="00010210"/>
    <w:rsid w:val="00014060"/>
    <w:rsid w:val="00015ADA"/>
    <w:rsid w:val="00015ADB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325B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3A3F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939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1E81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4A0D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97285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1F58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8E7"/>
    <w:rsid w:val="00A343B2"/>
    <w:rsid w:val="00A35CAA"/>
    <w:rsid w:val="00A36E7F"/>
    <w:rsid w:val="00A37E9D"/>
    <w:rsid w:val="00A41E65"/>
    <w:rsid w:val="00A4283A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2E44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37C2B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91E5A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06682"/>
    <w:rsid w:val="00D10ACD"/>
    <w:rsid w:val="00D10F1A"/>
    <w:rsid w:val="00D116F8"/>
    <w:rsid w:val="00D14BE2"/>
    <w:rsid w:val="00D1559E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4F89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1460C4BC-3EE1-453E-B24D-383F2305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B680D248.dotm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 - Mr Fern Nurseries</dc:title>
  <dc:subject/>
  <dc:creator>Department of the Environment and Energy</dc:creator>
  <cp:keywords/>
  <dc:description/>
  <cp:lastModifiedBy>Bec Durack</cp:lastModifiedBy>
  <cp:revision>2</cp:revision>
  <dcterms:created xsi:type="dcterms:W3CDTF">2019-04-11T02:14:00Z</dcterms:created>
  <dcterms:modified xsi:type="dcterms:W3CDTF">2019-04-11T02:14:00Z</dcterms:modified>
</cp:coreProperties>
</file>