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5EC37" w14:textId="77777777" w:rsidR="001E7ABC" w:rsidRPr="00200D97" w:rsidRDefault="001E7ABC" w:rsidP="001E7ABC">
      <w:pPr>
        <w:autoSpaceDE w:val="0"/>
        <w:autoSpaceDN w:val="0"/>
        <w:adjustRightInd w:val="0"/>
        <w:jc w:val="center"/>
        <w:rPr>
          <w:b/>
          <w:bCs/>
        </w:rPr>
      </w:pPr>
      <w:r w:rsidRPr="00200D97">
        <w:rPr>
          <w:b/>
          <w:bCs/>
        </w:rPr>
        <w:t>APPROVAL OF AN ARTIFICIAL PROPAGATION PROGRAM</w:t>
      </w:r>
    </w:p>
    <w:p w14:paraId="6A53BE17" w14:textId="77777777" w:rsidR="001E7ABC" w:rsidRPr="00802E96" w:rsidRDefault="001E7ABC" w:rsidP="001E7AB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9B05678" w14:textId="77777777" w:rsidR="001E7ABC" w:rsidRPr="00802E96" w:rsidRDefault="001E7ABC" w:rsidP="001E7AB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E96">
        <w:rPr>
          <w:rFonts w:ascii="Arial" w:hAnsi="Arial" w:cs="Arial"/>
          <w:sz w:val="22"/>
          <w:szCs w:val="22"/>
        </w:rPr>
        <w:t xml:space="preserve">Eudlo Cycad Gardens has been </w:t>
      </w:r>
      <w:bookmarkStart w:id="0" w:name="_GoBack"/>
      <w:r w:rsidRPr="00802E96">
        <w:rPr>
          <w:rFonts w:ascii="Arial" w:hAnsi="Arial" w:cs="Arial"/>
          <w:sz w:val="22"/>
          <w:szCs w:val="22"/>
        </w:rPr>
        <w:t xml:space="preserve">approved as an artificial propagation program </w:t>
      </w:r>
      <w:bookmarkEnd w:id="0"/>
      <w:r w:rsidRPr="00802E96">
        <w:rPr>
          <w:rFonts w:ascii="Arial" w:hAnsi="Arial" w:cs="Arial"/>
          <w:sz w:val="22"/>
          <w:szCs w:val="22"/>
        </w:rPr>
        <w:t xml:space="preserve">until </w:t>
      </w:r>
    </w:p>
    <w:p w14:paraId="6CF1F276" w14:textId="646D432B" w:rsidR="001E7ABC" w:rsidRPr="00802E96" w:rsidRDefault="00203758" w:rsidP="001E7AB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 June 2027</w:t>
      </w:r>
      <w:r w:rsidR="001E7ABC" w:rsidRPr="00802E96">
        <w:rPr>
          <w:rFonts w:ascii="Arial" w:hAnsi="Arial" w:cs="Arial"/>
          <w:sz w:val="22"/>
          <w:szCs w:val="22"/>
        </w:rPr>
        <w:t xml:space="preserve"> under Regulation 9A.18 of the </w:t>
      </w:r>
      <w:r w:rsidR="001E7ABC" w:rsidRPr="00802E96">
        <w:rPr>
          <w:rFonts w:ascii="Arial" w:hAnsi="Arial" w:cs="Arial"/>
          <w:i/>
          <w:iCs/>
          <w:sz w:val="22"/>
          <w:szCs w:val="22"/>
        </w:rPr>
        <w:t xml:space="preserve">Environment Protection and Biodiversity Conservation Act 1999 </w:t>
      </w:r>
      <w:r w:rsidR="001E7ABC" w:rsidRPr="00802E96">
        <w:rPr>
          <w:rFonts w:ascii="Arial" w:hAnsi="Arial" w:cs="Arial"/>
          <w:sz w:val="22"/>
          <w:szCs w:val="22"/>
        </w:rPr>
        <w:t>(EPBC Act) for the following:</w:t>
      </w:r>
    </w:p>
    <w:p w14:paraId="18EF93E7" w14:textId="77777777" w:rsidR="001E7ABC" w:rsidRPr="00802E96" w:rsidRDefault="001E7ABC" w:rsidP="001E7AB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2D2D89A" w14:textId="77777777" w:rsidR="00802E96" w:rsidRPr="00802E96" w:rsidRDefault="00802E96" w:rsidP="00802E96">
      <w:pPr>
        <w:spacing w:after="120"/>
        <w:ind w:right="159"/>
        <w:rPr>
          <w:rFonts w:ascii="Arial" w:hAnsi="Arial" w:cs="Arial"/>
          <w:b/>
          <w:iCs/>
          <w:sz w:val="22"/>
          <w:szCs w:val="22"/>
        </w:rPr>
      </w:pPr>
      <w:r w:rsidRPr="00802E96">
        <w:rPr>
          <w:rFonts w:ascii="Arial" w:hAnsi="Arial" w:cs="Arial"/>
          <w:b/>
          <w:iCs/>
          <w:sz w:val="22"/>
          <w:szCs w:val="22"/>
        </w:rPr>
        <w:t>CITES I Species for Approval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5"/>
        <w:gridCol w:w="2958"/>
        <w:gridCol w:w="3013"/>
      </w:tblGrid>
      <w:tr w:rsidR="00DA107B" w:rsidRPr="00802E96" w14:paraId="22B6BFBC" w14:textId="77777777" w:rsidTr="00DA107B">
        <w:tc>
          <w:tcPr>
            <w:tcW w:w="3045" w:type="dxa"/>
          </w:tcPr>
          <w:p w14:paraId="5DCC6B67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aemulans</w:t>
            </w:r>
            <w:proofErr w:type="spellEnd"/>
          </w:p>
        </w:tc>
        <w:tc>
          <w:tcPr>
            <w:tcW w:w="2958" w:type="dxa"/>
          </w:tcPr>
          <w:p w14:paraId="064137FF" w14:textId="626CF369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hildebrandtii</w:t>
            </w:r>
            <w:proofErr w:type="spellEnd"/>
          </w:p>
        </w:tc>
        <w:tc>
          <w:tcPr>
            <w:tcW w:w="3013" w:type="dxa"/>
          </w:tcPr>
          <w:p w14:paraId="0F0DE27E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munchii</w:t>
            </w:r>
            <w:proofErr w:type="spellEnd"/>
          </w:p>
        </w:tc>
      </w:tr>
      <w:tr w:rsidR="00DA107B" w:rsidRPr="00802E96" w14:paraId="32353721" w14:textId="77777777" w:rsidTr="00DA107B">
        <w:tc>
          <w:tcPr>
            <w:tcW w:w="3045" w:type="dxa"/>
          </w:tcPr>
          <w:p w14:paraId="57E65F78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altensteinii</w:t>
            </w:r>
            <w:proofErr w:type="spellEnd"/>
          </w:p>
        </w:tc>
        <w:tc>
          <w:tcPr>
            <w:tcW w:w="2958" w:type="dxa"/>
          </w:tcPr>
          <w:p w14:paraId="3BE96612" w14:textId="37FD71B3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horridus</w:t>
            </w:r>
            <w:proofErr w:type="spellEnd"/>
          </w:p>
        </w:tc>
        <w:tc>
          <w:tcPr>
            <w:tcW w:w="3013" w:type="dxa"/>
          </w:tcPr>
          <w:p w14:paraId="03FD9476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natalensis</w:t>
            </w:r>
            <w:proofErr w:type="spellEnd"/>
          </w:p>
        </w:tc>
      </w:tr>
      <w:tr w:rsidR="00DA107B" w:rsidRPr="00802E96" w14:paraId="03E27733" w14:textId="77777777" w:rsidTr="00DA107B">
        <w:tc>
          <w:tcPr>
            <w:tcW w:w="3045" w:type="dxa"/>
          </w:tcPr>
          <w:p w14:paraId="3E90B2AC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arenarius</w:t>
            </w:r>
            <w:proofErr w:type="spellEnd"/>
          </w:p>
        </w:tc>
        <w:tc>
          <w:tcPr>
            <w:tcW w:w="2958" w:type="dxa"/>
          </w:tcPr>
          <w:p w14:paraId="5023477A" w14:textId="3E1A04DB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inopinus</w:t>
            </w:r>
            <w:proofErr w:type="spellEnd"/>
          </w:p>
        </w:tc>
        <w:tc>
          <w:tcPr>
            <w:tcW w:w="3013" w:type="dxa"/>
          </w:tcPr>
          <w:p w14:paraId="7479E8BC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ngoyanus</w:t>
            </w:r>
            <w:proofErr w:type="spellEnd"/>
          </w:p>
        </w:tc>
      </w:tr>
      <w:tr w:rsidR="00DA107B" w:rsidRPr="00802E96" w14:paraId="2AFF84B0" w14:textId="77777777" w:rsidTr="00DA107B">
        <w:tc>
          <w:tcPr>
            <w:tcW w:w="3045" w:type="dxa"/>
          </w:tcPr>
          <w:p w14:paraId="22039F98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bubalinus</w:t>
            </w:r>
            <w:proofErr w:type="spellEnd"/>
          </w:p>
        </w:tc>
        <w:tc>
          <w:tcPr>
            <w:tcW w:w="2958" w:type="dxa"/>
          </w:tcPr>
          <w:p w14:paraId="000E4950" w14:textId="3342F713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ituriensis</w:t>
            </w:r>
            <w:proofErr w:type="spellEnd"/>
          </w:p>
        </w:tc>
        <w:tc>
          <w:tcPr>
            <w:tcW w:w="3013" w:type="dxa"/>
          </w:tcPr>
          <w:p w14:paraId="3F1F334A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nubimontanus</w:t>
            </w:r>
            <w:proofErr w:type="spellEnd"/>
          </w:p>
        </w:tc>
      </w:tr>
      <w:tr w:rsidR="00DA107B" w:rsidRPr="00802E96" w14:paraId="02A30B7A" w14:textId="77777777" w:rsidTr="00DA107B">
        <w:tc>
          <w:tcPr>
            <w:tcW w:w="3045" w:type="dxa"/>
          </w:tcPr>
          <w:p w14:paraId="27921D25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caffer</w:t>
            </w:r>
            <w:proofErr w:type="spellEnd"/>
          </w:p>
        </w:tc>
        <w:tc>
          <w:tcPr>
            <w:tcW w:w="2958" w:type="dxa"/>
          </w:tcPr>
          <w:p w14:paraId="2B74D9AD" w14:textId="3D7720DA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kisambo</w:t>
            </w:r>
            <w:proofErr w:type="spellEnd"/>
          </w:p>
        </w:tc>
        <w:tc>
          <w:tcPr>
            <w:tcW w:w="3013" w:type="dxa"/>
          </w:tcPr>
          <w:p w14:paraId="3CCF9565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princeps</w:t>
            </w:r>
            <w:proofErr w:type="spellEnd"/>
          </w:p>
        </w:tc>
      </w:tr>
      <w:tr w:rsidR="00DA107B" w:rsidRPr="00802E96" w14:paraId="6368DB19" w14:textId="77777777" w:rsidTr="00DA107B">
        <w:tc>
          <w:tcPr>
            <w:tcW w:w="3045" w:type="dxa"/>
          </w:tcPr>
          <w:p w14:paraId="43FBFB3F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cerinus</w:t>
            </w:r>
            <w:proofErr w:type="spellEnd"/>
          </w:p>
        </w:tc>
        <w:tc>
          <w:tcPr>
            <w:tcW w:w="2958" w:type="dxa"/>
          </w:tcPr>
          <w:p w14:paraId="34E27502" w14:textId="4F55B4C5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laevifolius</w:t>
            </w:r>
            <w:proofErr w:type="spellEnd"/>
          </w:p>
        </w:tc>
        <w:tc>
          <w:tcPr>
            <w:tcW w:w="3013" w:type="dxa"/>
          </w:tcPr>
          <w:p w14:paraId="6EAFA564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pterogonus</w:t>
            </w:r>
            <w:proofErr w:type="spellEnd"/>
          </w:p>
        </w:tc>
      </w:tr>
      <w:tr w:rsidR="00DA107B" w:rsidRPr="00802E96" w14:paraId="5A4D4E28" w14:textId="77777777" w:rsidTr="00DA107B">
        <w:tc>
          <w:tcPr>
            <w:tcW w:w="3045" w:type="dxa"/>
          </w:tcPr>
          <w:p w14:paraId="48AA2BF8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chimanimaniensis</w:t>
            </w:r>
            <w:proofErr w:type="spellEnd"/>
          </w:p>
        </w:tc>
        <w:tc>
          <w:tcPr>
            <w:tcW w:w="2958" w:type="dxa"/>
          </w:tcPr>
          <w:p w14:paraId="4365936C" w14:textId="234FD5D9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lanatus</w:t>
            </w:r>
            <w:proofErr w:type="spellEnd"/>
          </w:p>
        </w:tc>
        <w:tc>
          <w:tcPr>
            <w:tcW w:w="3013" w:type="dxa"/>
          </w:tcPr>
          <w:p w14:paraId="2AD57745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schmitzii</w:t>
            </w:r>
            <w:proofErr w:type="spellEnd"/>
          </w:p>
        </w:tc>
      </w:tr>
      <w:tr w:rsidR="00DA107B" w:rsidRPr="00802E96" w14:paraId="6985C1AF" w14:textId="77777777" w:rsidTr="00DA107B">
        <w:tc>
          <w:tcPr>
            <w:tcW w:w="3045" w:type="dxa"/>
          </w:tcPr>
          <w:p w14:paraId="62BC484B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concinnus</w:t>
            </w:r>
            <w:proofErr w:type="spellEnd"/>
          </w:p>
        </w:tc>
        <w:tc>
          <w:tcPr>
            <w:tcW w:w="2958" w:type="dxa"/>
          </w:tcPr>
          <w:p w14:paraId="6C2E576F" w14:textId="4740AC4D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latifrons</w:t>
            </w:r>
            <w:proofErr w:type="spellEnd"/>
          </w:p>
        </w:tc>
        <w:tc>
          <w:tcPr>
            <w:tcW w:w="3013" w:type="dxa"/>
          </w:tcPr>
          <w:p w14:paraId="48DD36A2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sclavoi</w:t>
            </w:r>
            <w:proofErr w:type="spellEnd"/>
          </w:p>
        </w:tc>
      </w:tr>
      <w:tr w:rsidR="00DA107B" w:rsidRPr="00802E96" w14:paraId="65FFDAF6" w14:textId="77777777" w:rsidTr="00DA107B">
        <w:tc>
          <w:tcPr>
            <w:tcW w:w="3045" w:type="dxa"/>
          </w:tcPr>
          <w:p w14:paraId="4B6458CD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cupidus</w:t>
            </w:r>
            <w:proofErr w:type="spellEnd"/>
          </w:p>
        </w:tc>
        <w:tc>
          <w:tcPr>
            <w:tcW w:w="2958" w:type="dxa"/>
          </w:tcPr>
          <w:p w14:paraId="63AF7E79" w14:textId="15634CE9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laurentianus</w:t>
            </w:r>
            <w:proofErr w:type="spellEnd"/>
          </w:p>
        </w:tc>
        <w:tc>
          <w:tcPr>
            <w:tcW w:w="3013" w:type="dxa"/>
          </w:tcPr>
          <w:p w14:paraId="5E93C52B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senticosus</w:t>
            </w:r>
            <w:proofErr w:type="spellEnd"/>
          </w:p>
        </w:tc>
      </w:tr>
      <w:tr w:rsidR="00DA107B" w:rsidRPr="00802E96" w14:paraId="2D19F1A8" w14:textId="77777777" w:rsidTr="00DA107B">
        <w:tc>
          <w:tcPr>
            <w:tcW w:w="3045" w:type="dxa"/>
          </w:tcPr>
          <w:p w14:paraId="237FEF21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dolomiticus</w:t>
            </w:r>
            <w:proofErr w:type="spellEnd"/>
          </w:p>
        </w:tc>
        <w:tc>
          <w:tcPr>
            <w:tcW w:w="2958" w:type="dxa"/>
          </w:tcPr>
          <w:p w14:paraId="7E057DB5" w14:textId="5DDB66CA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lebomboensis</w:t>
            </w:r>
            <w:proofErr w:type="spellEnd"/>
          </w:p>
        </w:tc>
        <w:tc>
          <w:tcPr>
            <w:tcW w:w="3013" w:type="dxa"/>
          </w:tcPr>
          <w:p w14:paraId="33B475DA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transvenosus</w:t>
            </w:r>
            <w:proofErr w:type="spellEnd"/>
          </w:p>
        </w:tc>
      </w:tr>
      <w:tr w:rsidR="00DA107B" w:rsidRPr="00802E96" w14:paraId="7DBC06AD" w14:textId="77777777" w:rsidTr="00DA107B">
        <w:tc>
          <w:tcPr>
            <w:tcW w:w="3045" w:type="dxa"/>
          </w:tcPr>
          <w:p w14:paraId="57587C1E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dyerianus</w:t>
            </w:r>
            <w:proofErr w:type="spellEnd"/>
          </w:p>
        </w:tc>
        <w:tc>
          <w:tcPr>
            <w:tcW w:w="2958" w:type="dxa"/>
          </w:tcPr>
          <w:p w14:paraId="789E6CAD" w14:textId="29884BBD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lehmannii</w:t>
            </w:r>
            <w:proofErr w:type="spellEnd"/>
          </w:p>
        </w:tc>
        <w:tc>
          <w:tcPr>
            <w:tcW w:w="3013" w:type="dxa"/>
          </w:tcPr>
          <w:p w14:paraId="70BC2A9F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trispinosus</w:t>
            </w:r>
            <w:proofErr w:type="spellEnd"/>
          </w:p>
        </w:tc>
      </w:tr>
      <w:tr w:rsidR="00DA107B" w:rsidRPr="00802E96" w14:paraId="7F7FB92A" w14:textId="77777777" w:rsidTr="00DA107B">
        <w:tc>
          <w:tcPr>
            <w:tcW w:w="3045" w:type="dxa"/>
          </w:tcPr>
          <w:p w14:paraId="315910DC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equatorialis</w:t>
            </w:r>
            <w:proofErr w:type="spellEnd"/>
          </w:p>
        </w:tc>
        <w:tc>
          <w:tcPr>
            <w:tcW w:w="2958" w:type="dxa"/>
          </w:tcPr>
          <w:p w14:paraId="40E8A50F" w14:textId="42898701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longifolius</w:t>
            </w:r>
            <w:proofErr w:type="spellEnd"/>
          </w:p>
        </w:tc>
        <w:tc>
          <w:tcPr>
            <w:tcW w:w="3013" w:type="dxa"/>
          </w:tcPr>
          <w:p w14:paraId="381101D2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turneri</w:t>
            </w:r>
            <w:proofErr w:type="spellEnd"/>
          </w:p>
        </w:tc>
      </w:tr>
      <w:tr w:rsidR="00DA107B" w:rsidRPr="00802E96" w14:paraId="1BD94B16" w14:textId="77777777" w:rsidTr="00DA107B">
        <w:tc>
          <w:tcPr>
            <w:tcW w:w="3045" w:type="dxa"/>
          </w:tcPr>
          <w:p w14:paraId="61EF8554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eugene-maraisii</w:t>
            </w:r>
            <w:proofErr w:type="spellEnd"/>
          </w:p>
        </w:tc>
        <w:tc>
          <w:tcPr>
            <w:tcW w:w="2958" w:type="dxa"/>
          </w:tcPr>
          <w:p w14:paraId="3CDAD822" w14:textId="5CE69663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manikensis</w:t>
            </w:r>
            <w:proofErr w:type="spellEnd"/>
          </w:p>
        </w:tc>
        <w:tc>
          <w:tcPr>
            <w:tcW w:w="3013" w:type="dxa"/>
          </w:tcPr>
          <w:p w14:paraId="32A26A6B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umbeluziensis</w:t>
            </w:r>
            <w:proofErr w:type="spellEnd"/>
          </w:p>
        </w:tc>
      </w:tr>
      <w:tr w:rsidR="00DA107B" w:rsidRPr="00802E96" w14:paraId="7B37E8F4" w14:textId="77777777" w:rsidTr="00DA107B">
        <w:tc>
          <w:tcPr>
            <w:tcW w:w="3045" w:type="dxa"/>
          </w:tcPr>
          <w:p w14:paraId="7A225804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ferox</w:t>
            </w:r>
            <w:proofErr w:type="spellEnd"/>
          </w:p>
        </w:tc>
        <w:tc>
          <w:tcPr>
            <w:tcW w:w="2958" w:type="dxa"/>
          </w:tcPr>
          <w:p w14:paraId="1297872B" w14:textId="2BF79BBA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marunguensis</w:t>
            </w:r>
            <w:proofErr w:type="spellEnd"/>
          </w:p>
        </w:tc>
        <w:tc>
          <w:tcPr>
            <w:tcW w:w="3013" w:type="dxa"/>
          </w:tcPr>
          <w:p w14:paraId="5A293DE2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villosus</w:t>
            </w:r>
            <w:proofErr w:type="spellEnd"/>
          </w:p>
        </w:tc>
      </w:tr>
      <w:tr w:rsidR="00DA107B" w:rsidRPr="00802E96" w14:paraId="169458D4" w14:textId="77777777" w:rsidTr="00DA107B">
        <w:tc>
          <w:tcPr>
            <w:tcW w:w="3045" w:type="dxa"/>
          </w:tcPr>
          <w:p w14:paraId="2AF0E163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friderici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guilielmi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958" w:type="dxa"/>
          </w:tcPr>
          <w:p w14:paraId="76035978" w14:textId="7BFBF866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middelburgensis</w:t>
            </w:r>
            <w:proofErr w:type="spellEnd"/>
          </w:p>
        </w:tc>
        <w:tc>
          <w:tcPr>
            <w:tcW w:w="3013" w:type="dxa"/>
          </w:tcPr>
          <w:p w14:paraId="798C4DDF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whitelockii</w:t>
            </w:r>
            <w:proofErr w:type="spellEnd"/>
          </w:p>
        </w:tc>
      </w:tr>
      <w:tr w:rsidR="00DA107B" w:rsidRPr="00802E96" w14:paraId="21F8B0CB" w14:textId="77777777" w:rsidTr="00DA107B">
        <w:tc>
          <w:tcPr>
            <w:tcW w:w="3045" w:type="dxa"/>
          </w:tcPr>
          <w:p w14:paraId="54207762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gratus</w:t>
            </w:r>
            <w:proofErr w:type="spellEnd"/>
          </w:p>
        </w:tc>
        <w:tc>
          <w:tcPr>
            <w:tcW w:w="2958" w:type="dxa"/>
          </w:tcPr>
          <w:p w14:paraId="7C90D78B" w14:textId="0EEA29AD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msinganus</w:t>
            </w:r>
            <w:proofErr w:type="spellEnd"/>
          </w:p>
        </w:tc>
        <w:tc>
          <w:tcPr>
            <w:tcW w:w="3013" w:type="dxa"/>
          </w:tcPr>
          <w:p w14:paraId="5BA9F3BE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woodii</w:t>
            </w:r>
            <w:proofErr w:type="spellEnd"/>
          </w:p>
        </w:tc>
      </w:tr>
      <w:tr w:rsidR="00DA107B" w:rsidRPr="00802E96" w14:paraId="30934630" w14:textId="77777777" w:rsidTr="00DA107B">
        <w:tc>
          <w:tcPr>
            <w:tcW w:w="3045" w:type="dxa"/>
          </w:tcPr>
          <w:p w14:paraId="5CA31D62" w14:textId="50AB6DED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DA107B">
              <w:rPr>
                <w:rFonts w:ascii="Arial" w:hAnsi="Arial" w:cs="Arial"/>
                <w:i/>
                <w:iCs/>
                <w:sz w:val="22"/>
                <w:szCs w:val="22"/>
              </w:rPr>
              <w:t>Encephalartos</w:t>
            </w:r>
            <w:proofErr w:type="spellEnd"/>
            <w:r w:rsidRPr="00DA107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A107B">
              <w:rPr>
                <w:rFonts w:ascii="Arial" w:hAnsi="Arial" w:cs="Arial"/>
                <w:i/>
                <w:iCs/>
                <w:sz w:val="22"/>
                <w:szCs w:val="22"/>
              </w:rPr>
              <w:t>heenanii</w:t>
            </w:r>
            <w:proofErr w:type="spellEnd"/>
          </w:p>
        </w:tc>
        <w:tc>
          <w:tcPr>
            <w:tcW w:w="2958" w:type="dxa"/>
          </w:tcPr>
          <w:p w14:paraId="78AB16EF" w14:textId="0B84DA79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569BC2F6" w14:textId="6C55103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1F5A04EF" w14:textId="77777777" w:rsidTr="00DA107B">
        <w:tc>
          <w:tcPr>
            <w:tcW w:w="3045" w:type="dxa"/>
          </w:tcPr>
          <w:p w14:paraId="353EE56F" w14:textId="48E86466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58" w:type="dxa"/>
          </w:tcPr>
          <w:p w14:paraId="48F49470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69EF609B" w14:textId="54D34AC6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644488D2" w14:textId="77777777" w:rsidTr="00DA107B">
        <w:tc>
          <w:tcPr>
            <w:tcW w:w="3045" w:type="dxa"/>
          </w:tcPr>
          <w:p w14:paraId="47A07FCF" w14:textId="3441C239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203758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2037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3758">
              <w:rPr>
                <w:rFonts w:ascii="Arial" w:hAnsi="Arial" w:cs="Arial"/>
                <w:i/>
                <w:iCs/>
                <w:sz w:val="22"/>
                <w:szCs w:val="22"/>
              </w:rPr>
              <w:t>hildae</w:t>
            </w:r>
            <w:proofErr w:type="spellEnd"/>
          </w:p>
        </w:tc>
        <w:tc>
          <w:tcPr>
            <w:tcW w:w="2958" w:type="dxa"/>
          </w:tcPr>
          <w:p w14:paraId="73541285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7B576EDA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7A575D49" w14:textId="77777777" w:rsidTr="00DA107B">
        <w:tc>
          <w:tcPr>
            <w:tcW w:w="3045" w:type="dxa"/>
          </w:tcPr>
          <w:p w14:paraId="1CF86BB8" w14:textId="77777777" w:rsidR="00DA107B" w:rsidRPr="00802E96" w:rsidRDefault="00DA107B" w:rsidP="00DA107B">
            <w:pPr>
              <w:pStyle w:val="ListNumber"/>
              <w:numPr>
                <w:ilvl w:val="0"/>
                <w:numId w:val="0"/>
              </w:numPr>
              <w:rPr>
                <w:rFonts w:ascii="Arial" w:hAnsi="Arial" w:cs="Arial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latifolia</w:t>
            </w:r>
            <w:proofErr w:type="spellEnd"/>
          </w:p>
        </w:tc>
        <w:tc>
          <w:tcPr>
            <w:tcW w:w="2958" w:type="dxa"/>
          </w:tcPr>
          <w:p w14:paraId="014921E0" w14:textId="77777777" w:rsidR="00DA107B" w:rsidRPr="00802E96" w:rsidRDefault="00DA107B" w:rsidP="00DA107B">
            <w:pPr>
              <w:pStyle w:val="ListNumber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3013" w:type="dxa"/>
          </w:tcPr>
          <w:p w14:paraId="6DA55268" w14:textId="77777777" w:rsidR="00DA107B" w:rsidRPr="00802E96" w:rsidRDefault="00DA107B" w:rsidP="00DA107B">
            <w:pPr>
              <w:pStyle w:val="BodyText3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45A4BF78" w14:textId="77777777" w:rsidTr="00DA107B">
        <w:tc>
          <w:tcPr>
            <w:tcW w:w="3045" w:type="dxa"/>
          </w:tcPr>
          <w:p w14:paraId="04A2A87E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miqueliana</w:t>
            </w:r>
            <w:proofErr w:type="spellEnd"/>
          </w:p>
        </w:tc>
        <w:tc>
          <w:tcPr>
            <w:tcW w:w="2958" w:type="dxa"/>
          </w:tcPr>
          <w:p w14:paraId="6F269DB2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377CB126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15845A38" w14:textId="77777777" w:rsidTr="00DA107B">
        <w:tc>
          <w:tcPr>
            <w:tcW w:w="3045" w:type="dxa"/>
          </w:tcPr>
          <w:p w14:paraId="04FFE146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robusta</w:t>
            </w:r>
            <w:proofErr w:type="spellEnd"/>
          </w:p>
        </w:tc>
        <w:tc>
          <w:tcPr>
            <w:tcW w:w="2958" w:type="dxa"/>
          </w:tcPr>
          <w:p w14:paraId="6771EC68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1887318B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3328C0D0" w14:textId="77777777" w:rsidTr="00DA107B">
        <w:tc>
          <w:tcPr>
            <w:tcW w:w="3045" w:type="dxa"/>
          </w:tcPr>
          <w:p w14:paraId="1185DD14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robusta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‘Santiago </w:t>
            </w:r>
            <w:proofErr w:type="spellStart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tuxtla</w:t>
            </w:r>
            <w:proofErr w:type="spellEnd"/>
            <w:r w:rsidRPr="00802E96">
              <w:rPr>
                <w:rFonts w:ascii="Arial" w:hAnsi="Arial" w:cs="Arial"/>
                <w:i/>
                <w:iCs/>
                <w:sz w:val="22"/>
                <w:szCs w:val="22"/>
              </w:rPr>
              <w:t>’</w:t>
            </w:r>
          </w:p>
        </w:tc>
        <w:tc>
          <w:tcPr>
            <w:tcW w:w="2958" w:type="dxa"/>
          </w:tcPr>
          <w:p w14:paraId="577F0DB9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403E5AA8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78EE22DE" w14:textId="77777777" w:rsidTr="00DA107B">
        <w:tc>
          <w:tcPr>
            <w:tcW w:w="3045" w:type="dxa"/>
          </w:tcPr>
          <w:p w14:paraId="3D79C6FA" w14:textId="19EE98AC" w:rsidR="00DA107B" w:rsidRPr="00802E96" w:rsidRDefault="004E5D48" w:rsidP="00DA107B">
            <w:pPr>
              <w:pStyle w:val="BodyText3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4E5D48">
              <w:rPr>
                <w:rFonts w:ascii="Arial" w:hAnsi="Arial" w:cs="Arial"/>
                <w:i/>
                <w:iCs/>
                <w:sz w:val="22"/>
                <w:szCs w:val="22"/>
              </w:rPr>
              <w:t>Ceratozamia</w:t>
            </w:r>
            <w:proofErr w:type="spellEnd"/>
            <w:r w:rsidRPr="004E5D4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E5D48">
              <w:rPr>
                <w:rFonts w:ascii="Arial" w:hAnsi="Arial" w:cs="Arial"/>
                <w:i/>
                <w:iCs/>
                <w:sz w:val="22"/>
                <w:szCs w:val="22"/>
              </w:rPr>
              <w:t>zaragozae</w:t>
            </w:r>
            <w:proofErr w:type="spellEnd"/>
          </w:p>
        </w:tc>
        <w:tc>
          <w:tcPr>
            <w:tcW w:w="2958" w:type="dxa"/>
          </w:tcPr>
          <w:p w14:paraId="03D32F61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57CD4573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A107B" w:rsidRPr="00802E96" w14:paraId="53A15764" w14:textId="77777777" w:rsidTr="00DA107B">
        <w:tc>
          <w:tcPr>
            <w:tcW w:w="3045" w:type="dxa"/>
          </w:tcPr>
          <w:p w14:paraId="62BC9389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58" w:type="dxa"/>
          </w:tcPr>
          <w:p w14:paraId="7774D664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13" w:type="dxa"/>
          </w:tcPr>
          <w:p w14:paraId="5851C28C" w14:textId="77777777" w:rsidR="00DA107B" w:rsidRPr="00802E96" w:rsidRDefault="00DA107B" w:rsidP="00DA107B">
            <w:pPr>
              <w:pStyle w:val="BodyText3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6FA26BB2" w14:textId="77777777" w:rsidR="00802E96" w:rsidRPr="00802E96" w:rsidRDefault="00802E96" w:rsidP="00802E96">
      <w:pPr>
        <w:spacing w:after="120"/>
        <w:ind w:right="159"/>
        <w:rPr>
          <w:rFonts w:ascii="Arial" w:hAnsi="Arial" w:cs="Arial"/>
          <w:b/>
          <w:iCs/>
          <w:sz w:val="22"/>
          <w:szCs w:val="22"/>
        </w:rPr>
      </w:pPr>
    </w:p>
    <w:p w14:paraId="450A79BC" w14:textId="77777777" w:rsidR="00802E96" w:rsidRPr="00802E96" w:rsidRDefault="00802E96" w:rsidP="00802E96">
      <w:pPr>
        <w:spacing w:after="120"/>
        <w:ind w:right="159"/>
        <w:rPr>
          <w:rFonts w:ascii="Arial" w:hAnsi="Arial" w:cs="Arial"/>
          <w:b/>
          <w:iCs/>
          <w:sz w:val="22"/>
          <w:szCs w:val="22"/>
        </w:rPr>
      </w:pPr>
      <w:r w:rsidRPr="00802E96">
        <w:rPr>
          <w:rFonts w:ascii="Arial" w:hAnsi="Arial" w:cs="Arial"/>
          <w:b/>
          <w:iCs/>
          <w:sz w:val="22"/>
          <w:szCs w:val="22"/>
        </w:rPr>
        <w:t>Approved at Genus level (excluding CITES Appendix I species)</w:t>
      </w:r>
    </w:p>
    <w:p w14:paraId="3DECF4B1" w14:textId="77777777" w:rsidR="00802E96" w:rsidRPr="00802E96" w:rsidRDefault="00802E96" w:rsidP="00802E96">
      <w:pPr>
        <w:spacing w:after="120"/>
        <w:ind w:right="159"/>
        <w:rPr>
          <w:rFonts w:ascii="Arial" w:hAnsi="Arial" w:cs="Arial"/>
          <w:iCs/>
          <w:sz w:val="22"/>
          <w:szCs w:val="22"/>
        </w:rPr>
      </w:pPr>
      <w:proofErr w:type="spellStart"/>
      <w:r w:rsidRPr="00802E96">
        <w:rPr>
          <w:rFonts w:ascii="Arial" w:hAnsi="Arial" w:cs="Arial"/>
          <w:iCs/>
          <w:sz w:val="22"/>
          <w:szCs w:val="22"/>
        </w:rPr>
        <w:t>Cycas</w:t>
      </w:r>
      <w:proofErr w:type="spellEnd"/>
    </w:p>
    <w:p w14:paraId="46740A82" w14:textId="77777777" w:rsidR="00802E96" w:rsidRPr="00802E96" w:rsidRDefault="00802E96" w:rsidP="00802E96">
      <w:pPr>
        <w:spacing w:after="120"/>
        <w:ind w:right="159"/>
        <w:rPr>
          <w:rFonts w:ascii="Arial" w:hAnsi="Arial" w:cs="Arial"/>
          <w:iCs/>
          <w:sz w:val="22"/>
          <w:szCs w:val="22"/>
        </w:rPr>
      </w:pPr>
      <w:proofErr w:type="spellStart"/>
      <w:r w:rsidRPr="00802E96">
        <w:rPr>
          <w:rFonts w:ascii="Arial" w:hAnsi="Arial" w:cs="Arial"/>
          <w:iCs/>
          <w:sz w:val="22"/>
          <w:szCs w:val="22"/>
        </w:rPr>
        <w:t>Dioon</w:t>
      </w:r>
      <w:proofErr w:type="spellEnd"/>
    </w:p>
    <w:p w14:paraId="6B0BE100" w14:textId="6CC3FFC1" w:rsidR="009C333F" w:rsidRPr="00802E96" w:rsidRDefault="00802E96" w:rsidP="00802E96">
      <w:pPr>
        <w:spacing w:after="120"/>
        <w:ind w:right="159"/>
        <w:rPr>
          <w:rFonts w:ascii="Arial" w:hAnsi="Arial" w:cs="Arial"/>
          <w:sz w:val="22"/>
          <w:szCs w:val="22"/>
        </w:rPr>
      </w:pPr>
      <w:r w:rsidRPr="00802E96">
        <w:rPr>
          <w:rFonts w:ascii="Arial" w:hAnsi="Arial" w:cs="Arial"/>
          <w:iCs/>
          <w:sz w:val="22"/>
          <w:szCs w:val="22"/>
        </w:rPr>
        <w:t>Zamia</w:t>
      </w:r>
    </w:p>
    <w:sectPr w:rsidR="009C333F" w:rsidRPr="00802E96" w:rsidSect="001224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7A378" w14:textId="77777777" w:rsidR="001E7ABC" w:rsidRDefault="001E7ABC" w:rsidP="00A60185">
      <w:r>
        <w:separator/>
      </w:r>
    </w:p>
  </w:endnote>
  <w:endnote w:type="continuationSeparator" w:id="0">
    <w:p w14:paraId="76F2E8E1" w14:textId="77777777" w:rsidR="001E7ABC" w:rsidRDefault="001E7ABC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F2065" w14:textId="77777777" w:rsidR="00C051B7" w:rsidRDefault="00C051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15E115B8" w14:textId="77777777" w:rsidR="00DF029E" w:rsidRDefault="005868F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E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68A0C" w14:textId="77777777" w:rsidR="00DF029E" w:rsidRDefault="00DF029E" w:rsidP="00C43020">
    <w:pPr>
      <w:pStyle w:val="Footer"/>
    </w:pPr>
  </w:p>
  <w:p w14:paraId="125ABD30" w14:textId="77777777" w:rsidR="00DF029E" w:rsidRPr="00C43020" w:rsidRDefault="00DF029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E1CC5" w14:textId="77777777" w:rsidR="001E7ABC" w:rsidRDefault="001E7ABC" w:rsidP="00A60185">
      <w:r>
        <w:separator/>
      </w:r>
    </w:p>
  </w:footnote>
  <w:footnote w:type="continuationSeparator" w:id="0">
    <w:p w14:paraId="0A23D8D6" w14:textId="77777777" w:rsidR="001E7ABC" w:rsidRDefault="001E7ABC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C4CDE" w14:textId="77777777" w:rsidR="00DF029E" w:rsidRDefault="000A44BD" w:rsidP="00E45765">
    <w:pPr>
      <w:pStyle w:val="Classification"/>
    </w:pPr>
    <w:r>
      <w:fldChar w:fldCharType="begin"/>
    </w:r>
    <w:r w:rsidR="00DF029E">
      <w:instrText xml:space="preserve"> DOCPROPERTY SecurityClassification \* MERGEFORMAT </w:instrText>
    </w:r>
    <w:r>
      <w:fldChar w:fldCharType="separate"/>
    </w:r>
    <w:r w:rsidR="00FA753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39864" w14:textId="77777777" w:rsidR="00C051B7" w:rsidRDefault="00C051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FB48E" w14:textId="77777777" w:rsidR="00DF029E" w:rsidRDefault="00DF029E" w:rsidP="005E35DC">
    <w:pPr>
      <w:pStyle w:val="Header"/>
      <w:jc w:val="left"/>
    </w:pPr>
    <w:r>
      <w:rPr>
        <w:noProof/>
      </w:rPr>
      <w:drawing>
        <wp:inline distT="0" distB="0" distL="0" distR="0" wp14:anchorId="1F91EECB" wp14:editId="3C829A18">
          <wp:extent cx="3172888" cy="540000"/>
          <wp:effectExtent l="19050" t="0" r="8462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7288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7604D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3" w15:restartNumberingAfterBreak="0">
    <w:nsid w:val="1F745BC2"/>
    <w:multiLevelType w:val="multilevel"/>
    <w:tmpl w:val="E5E89F92"/>
    <w:numStyleLink w:val="BulletList"/>
  </w:abstractNum>
  <w:abstractNum w:abstractNumId="4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0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1E7ABC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B3758"/>
    <w:rsid w:val="000B6D52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E7ABC"/>
    <w:rsid w:val="001F4075"/>
    <w:rsid w:val="00202C90"/>
    <w:rsid w:val="00203758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E5D4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6483"/>
    <w:rsid w:val="00607FC9"/>
    <w:rsid w:val="0061002D"/>
    <w:rsid w:val="00622FE1"/>
    <w:rsid w:val="0062521C"/>
    <w:rsid w:val="006300CA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0E48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E96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571F9"/>
    <w:rsid w:val="0096170E"/>
    <w:rsid w:val="009700F2"/>
    <w:rsid w:val="00976E4A"/>
    <w:rsid w:val="00992454"/>
    <w:rsid w:val="009B38BE"/>
    <w:rsid w:val="009C333F"/>
    <w:rsid w:val="009C3D0F"/>
    <w:rsid w:val="009D2FDC"/>
    <w:rsid w:val="009E1F58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051B7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A55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07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A7538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32EEAE86"/>
  <w15:docId w15:val="{82B0E690-32E9-41FA-B935-12C0F57D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AB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rPr>
      <w:rFonts w:ascii="Calibri" w:hAnsi="Calibri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</w:style>
  <w:style w:type="table" w:customStyle="1" w:styleId="TableGrid1">
    <w:name w:val="Table Grid1"/>
    <w:basedOn w:val="TableNormal"/>
    <w:next w:val="TableGrid"/>
    <w:uiPriority w:val="59"/>
    <w:rsid w:val="001E7ABC"/>
    <w:rPr>
      <w:sz w:val="20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BodyText3">
    <w:name w:val="Body Text 3"/>
    <w:basedOn w:val="Normal"/>
    <w:link w:val="BodyText3Char"/>
    <w:rsid w:val="00802E96"/>
    <w:pPr>
      <w:jc w:val="both"/>
    </w:pPr>
    <w:rPr>
      <w:sz w:val="20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802E96"/>
    <w:rPr>
      <w:rFonts w:ascii="Times New Roman" w:eastAsia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92153D2F.dotm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of an artificial propagation program - Eudlo Cycad Gardens</dc:title>
  <dc:creator>Department of the Environment and Energy</dc:creator>
  <dc:description/>
  <cp:lastModifiedBy>Bec Durack</cp:lastModifiedBy>
  <cp:revision>2</cp:revision>
  <dcterms:created xsi:type="dcterms:W3CDTF">2019-02-01T04:19:00Z</dcterms:created>
  <dcterms:modified xsi:type="dcterms:W3CDTF">2019-02-01T04:19:00Z</dcterms:modified>
</cp:coreProperties>
</file>