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A3545" w14:textId="77777777" w:rsidR="00C4703C" w:rsidRDefault="00AD2DFD">
      <w:pPr>
        <w:spacing w:after="120"/>
        <w:jc w:val="center"/>
        <w:rPr>
          <w:snapToGrid w:val="0"/>
        </w:rPr>
      </w:pPr>
      <w:r>
        <w:rPr>
          <w:noProof/>
          <w:lang w:val="en-AU" w:eastAsia="en-AU"/>
        </w:rPr>
        <w:drawing>
          <wp:inline distT="0" distB="0" distL="0" distR="0" wp14:anchorId="0C2A3563" wp14:editId="0C2A3564">
            <wp:extent cx="1076325" cy="904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2A3546" w14:textId="77777777" w:rsidR="00C4703C" w:rsidRDefault="00C4703C">
      <w:pPr>
        <w:jc w:val="center"/>
        <w:rPr>
          <w:b/>
          <w:snapToGrid w:val="0"/>
        </w:rPr>
      </w:pPr>
      <w:r>
        <w:rPr>
          <w:b/>
          <w:snapToGrid w:val="0"/>
        </w:rPr>
        <w:t xml:space="preserve">COMMONWEALTH OF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snapToGrid w:val="0"/>
            </w:rPr>
            <w:t>AUSTRALIA</w:t>
          </w:r>
        </w:smartTag>
      </w:smartTag>
    </w:p>
    <w:p w14:paraId="0C2A3547" w14:textId="77777777" w:rsidR="00C4703C" w:rsidRDefault="00C4703C">
      <w:pPr>
        <w:jc w:val="center"/>
        <w:rPr>
          <w:snapToGrid w:val="0"/>
        </w:rPr>
      </w:pPr>
    </w:p>
    <w:p w14:paraId="0C2A3548" w14:textId="77777777" w:rsidR="00C4703C" w:rsidRPr="009758E1" w:rsidRDefault="00C4703C">
      <w:pPr>
        <w:pStyle w:val="Heading1"/>
        <w:jc w:val="center"/>
        <w:rPr>
          <w:b/>
          <w:i/>
          <w:iCs/>
        </w:rPr>
      </w:pPr>
      <w:r w:rsidRPr="009758E1">
        <w:rPr>
          <w:b/>
          <w:i/>
          <w:iCs/>
        </w:rPr>
        <w:t>Environment Protection and Biodiversity Conservation Act 1999</w:t>
      </w:r>
    </w:p>
    <w:p w14:paraId="0C2A3549" w14:textId="77777777" w:rsidR="00C4703C" w:rsidRDefault="00C4703C">
      <w:pPr>
        <w:jc w:val="center"/>
        <w:rPr>
          <w:snapToGrid w:val="0"/>
        </w:rPr>
      </w:pPr>
    </w:p>
    <w:p w14:paraId="0C2A354B" w14:textId="4DC1A5D3" w:rsidR="00C4703C" w:rsidRPr="009758E1" w:rsidRDefault="00C4703C">
      <w:pPr>
        <w:jc w:val="center"/>
        <w:rPr>
          <w:b/>
          <w:snapToGrid w:val="0"/>
          <w:sz w:val="22"/>
          <w:szCs w:val="22"/>
        </w:rPr>
      </w:pPr>
      <w:bookmarkStart w:id="0" w:name="_GoBack"/>
      <w:r w:rsidRPr="009758E1">
        <w:rPr>
          <w:b/>
          <w:snapToGrid w:val="0"/>
          <w:sz w:val="22"/>
          <w:szCs w:val="22"/>
        </w:rPr>
        <w:t xml:space="preserve">Instrument </w:t>
      </w:r>
      <w:r w:rsidR="007755D3" w:rsidRPr="009758E1">
        <w:rPr>
          <w:b/>
          <w:snapToGrid w:val="0"/>
          <w:sz w:val="22"/>
          <w:szCs w:val="22"/>
        </w:rPr>
        <w:t>i</w:t>
      </w:r>
      <w:r w:rsidRPr="009758E1">
        <w:rPr>
          <w:b/>
          <w:snapToGrid w:val="0"/>
          <w:sz w:val="22"/>
          <w:szCs w:val="22"/>
        </w:rPr>
        <w:t xml:space="preserve">mposing </w:t>
      </w:r>
      <w:r w:rsidR="007755D3" w:rsidRPr="009758E1">
        <w:rPr>
          <w:b/>
          <w:snapToGrid w:val="0"/>
          <w:sz w:val="22"/>
          <w:szCs w:val="22"/>
        </w:rPr>
        <w:t>c</w:t>
      </w:r>
      <w:r w:rsidRPr="009758E1">
        <w:rPr>
          <w:b/>
          <w:snapToGrid w:val="0"/>
          <w:sz w:val="22"/>
          <w:szCs w:val="22"/>
        </w:rPr>
        <w:t xml:space="preserve">onditions on </w:t>
      </w:r>
      <w:r w:rsidR="007755D3" w:rsidRPr="009758E1">
        <w:rPr>
          <w:b/>
          <w:snapToGrid w:val="0"/>
          <w:sz w:val="22"/>
          <w:szCs w:val="22"/>
        </w:rPr>
        <w:t>a</w:t>
      </w:r>
      <w:r w:rsidRPr="009758E1">
        <w:rPr>
          <w:b/>
          <w:snapToGrid w:val="0"/>
          <w:sz w:val="22"/>
          <w:szCs w:val="22"/>
        </w:rPr>
        <w:t xml:space="preserve">ccreditation of </w:t>
      </w:r>
      <w:r w:rsidR="007755D3" w:rsidRPr="009758E1">
        <w:rPr>
          <w:b/>
          <w:snapToGrid w:val="0"/>
          <w:sz w:val="22"/>
          <w:szCs w:val="22"/>
        </w:rPr>
        <w:t>p</w:t>
      </w:r>
      <w:r w:rsidRPr="009758E1">
        <w:rPr>
          <w:b/>
          <w:snapToGrid w:val="0"/>
          <w:sz w:val="22"/>
          <w:szCs w:val="22"/>
        </w:rPr>
        <w:t xml:space="preserve">lans, </w:t>
      </w:r>
      <w:r w:rsidR="007755D3" w:rsidRPr="009758E1">
        <w:rPr>
          <w:b/>
          <w:snapToGrid w:val="0"/>
          <w:sz w:val="22"/>
          <w:szCs w:val="22"/>
        </w:rPr>
        <w:t>re</w:t>
      </w:r>
      <w:r w:rsidRPr="009758E1">
        <w:rPr>
          <w:b/>
          <w:snapToGrid w:val="0"/>
          <w:sz w:val="22"/>
          <w:szCs w:val="22"/>
        </w:rPr>
        <w:t xml:space="preserve">gimes and </w:t>
      </w:r>
      <w:r w:rsidR="007755D3" w:rsidRPr="009758E1">
        <w:rPr>
          <w:b/>
          <w:snapToGrid w:val="0"/>
          <w:sz w:val="22"/>
          <w:szCs w:val="22"/>
        </w:rPr>
        <w:t>p</w:t>
      </w:r>
      <w:r w:rsidRPr="009758E1">
        <w:rPr>
          <w:b/>
          <w:snapToGrid w:val="0"/>
          <w:sz w:val="22"/>
          <w:szCs w:val="22"/>
        </w:rPr>
        <w:t>olicies</w:t>
      </w:r>
      <w:r w:rsidR="00BB3155" w:rsidRPr="009758E1">
        <w:rPr>
          <w:b/>
          <w:snapToGrid w:val="0"/>
          <w:sz w:val="22"/>
          <w:szCs w:val="22"/>
        </w:rPr>
        <w:t xml:space="preserve"> – </w:t>
      </w:r>
      <w:r w:rsidR="00595904" w:rsidRPr="004E7145">
        <w:rPr>
          <w:b/>
          <w:snapToGrid w:val="0"/>
          <w:sz w:val="22"/>
          <w:szCs w:val="22"/>
        </w:rPr>
        <w:t xml:space="preserve">QUEENSLAND GULF OF CARPENTARIA INSHORE FIN FISH </w:t>
      </w:r>
      <w:r w:rsidR="00595904" w:rsidRPr="007A16B7">
        <w:rPr>
          <w:b/>
          <w:snapToGrid w:val="0"/>
          <w:sz w:val="22"/>
          <w:szCs w:val="22"/>
        </w:rPr>
        <w:t xml:space="preserve">FISHERY, </w:t>
      </w:r>
      <w:r w:rsidR="00083CFB" w:rsidRPr="007A16B7">
        <w:rPr>
          <w:b/>
          <w:snapToGrid w:val="0"/>
          <w:sz w:val="22"/>
          <w:szCs w:val="22"/>
        </w:rPr>
        <w:t>MARCH</w:t>
      </w:r>
      <w:r w:rsidR="007A16B7">
        <w:rPr>
          <w:b/>
          <w:snapToGrid w:val="0"/>
          <w:sz w:val="22"/>
          <w:szCs w:val="22"/>
        </w:rPr>
        <w:t> </w:t>
      </w:r>
      <w:r w:rsidR="00595904" w:rsidRPr="007A16B7">
        <w:rPr>
          <w:b/>
          <w:snapToGrid w:val="0"/>
          <w:sz w:val="22"/>
          <w:szCs w:val="22"/>
        </w:rPr>
        <w:t>2019</w:t>
      </w:r>
    </w:p>
    <w:bookmarkEnd w:id="0"/>
    <w:p w14:paraId="0C2A354C" w14:textId="77777777" w:rsidR="00C4703C" w:rsidRPr="009758E1" w:rsidRDefault="00C4703C">
      <w:pPr>
        <w:ind w:left="360" w:right="675"/>
        <w:rPr>
          <w:snapToGrid w:val="0"/>
          <w:sz w:val="22"/>
          <w:szCs w:val="22"/>
        </w:rPr>
      </w:pPr>
    </w:p>
    <w:p w14:paraId="0C2A354D" w14:textId="77777777" w:rsidR="007755D3" w:rsidRPr="007A16B7" w:rsidRDefault="007755D3">
      <w:pPr>
        <w:ind w:left="360" w:right="675"/>
        <w:rPr>
          <w:snapToGrid w:val="0"/>
          <w:sz w:val="22"/>
          <w:szCs w:val="22"/>
        </w:rPr>
      </w:pPr>
    </w:p>
    <w:p w14:paraId="0C2A354E" w14:textId="7F619F89" w:rsidR="00C4703C" w:rsidRPr="007A16B7" w:rsidRDefault="00C4703C">
      <w:pPr>
        <w:ind w:right="26"/>
        <w:rPr>
          <w:sz w:val="22"/>
          <w:szCs w:val="22"/>
        </w:rPr>
      </w:pPr>
      <w:r w:rsidRPr="007A16B7">
        <w:rPr>
          <w:sz w:val="22"/>
          <w:szCs w:val="22"/>
        </w:rPr>
        <w:t xml:space="preserve">I, </w:t>
      </w:r>
      <w:r w:rsidR="00CF7E2C" w:rsidRPr="007A16B7">
        <w:rPr>
          <w:sz w:val="22"/>
          <w:szCs w:val="22"/>
        </w:rPr>
        <w:t>PAUL MURPHY, Assistant Secretary, Wildlife Trade and Biosecurity</w:t>
      </w:r>
      <w:r w:rsidR="00D26A42" w:rsidRPr="007A16B7">
        <w:rPr>
          <w:sz w:val="22"/>
          <w:szCs w:val="22"/>
        </w:rPr>
        <w:t xml:space="preserve"> </w:t>
      </w:r>
      <w:r w:rsidR="00CF7E2C" w:rsidRPr="007A16B7">
        <w:rPr>
          <w:sz w:val="22"/>
          <w:szCs w:val="22"/>
        </w:rPr>
        <w:t xml:space="preserve">Branch, as Delegate of the Minister </w:t>
      </w:r>
      <w:r w:rsidRPr="007A16B7">
        <w:rPr>
          <w:sz w:val="22"/>
          <w:szCs w:val="22"/>
        </w:rPr>
        <w:t xml:space="preserve">for </w:t>
      </w:r>
      <w:r w:rsidR="00C73966" w:rsidRPr="007A16B7">
        <w:rPr>
          <w:sz w:val="22"/>
          <w:szCs w:val="22"/>
        </w:rPr>
        <w:t xml:space="preserve">the </w:t>
      </w:r>
      <w:r w:rsidRPr="007A16B7">
        <w:rPr>
          <w:sz w:val="22"/>
          <w:szCs w:val="22"/>
        </w:rPr>
        <w:t>Environment,</w:t>
      </w:r>
      <w:r w:rsidR="00C73966" w:rsidRPr="007A16B7">
        <w:rPr>
          <w:sz w:val="22"/>
          <w:szCs w:val="22"/>
        </w:rPr>
        <w:t xml:space="preserve"> </w:t>
      </w:r>
      <w:r w:rsidRPr="007A16B7">
        <w:rPr>
          <w:sz w:val="22"/>
          <w:szCs w:val="22"/>
        </w:rPr>
        <w:t>pursuant to subsection 303AA(5)</w:t>
      </w:r>
      <w:r w:rsidR="00036BCA" w:rsidRPr="007A16B7">
        <w:rPr>
          <w:sz w:val="22"/>
          <w:szCs w:val="22"/>
        </w:rPr>
        <w:t xml:space="preserve"> of the </w:t>
      </w:r>
      <w:r w:rsidR="00036BCA" w:rsidRPr="007A16B7">
        <w:rPr>
          <w:i/>
          <w:sz w:val="22"/>
          <w:szCs w:val="22"/>
        </w:rPr>
        <w:t>Environment Protection and Biodiversity Conservation Act 1999</w:t>
      </w:r>
      <w:r w:rsidRPr="007A16B7">
        <w:rPr>
          <w:sz w:val="22"/>
          <w:szCs w:val="22"/>
        </w:rPr>
        <w:t xml:space="preserve">, hereby </w:t>
      </w:r>
      <w:r w:rsidR="00036BCA" w:rsidRPr="007A16B7">
        <w:rPr>
          <w:sz w:val="22"/>
          <w:szCs w:val="22"/>
        </w:rPr>
        <w:t>vary</w:t>
      </w:r>
      <w:r w:rsidRPr="007A16B7">
        <w:rPr>
          <w:sz w:val="22"/>
          <w:szCs w:val="22"/>
        </w:rPr>
        <w:t xml:space="preserve"> the accreditation of the management regime for </w:t>
      </w:r>
      <w:r w:rsidR="00595904" w:rsidRPr="007A16B7">
        <w:rPr>
          <w:sz w:val="22"/>
          <w:szCs w:val="22"/>
        </w:rPr>
        <w:t xml:space="preserve">the </w:t>
      </w:r>
      <w:r w:rsidR="00595904" w:rsidRPr="007A16B7">
        <w:rPr>
          <w:rFonts w:cs="Arial"/>
          <w:sz w:val="22"/>
          <w:szCs w:val="22"/>
        </w:rPr>
        <w:t>Queensland Gulf of Carpentaria Inshore Fin Fish</w:t>
      </w:r>
      <w:r w:rsidR="00595904" w:rsidRPr="007A16B7">
        <w:rPr>
          <w:rStyle w:val="Emphasis"/>
          <w:i w:val="0"/>
          <w:sz w:val="22"/>
          <w:szCs w:val="22"/>
        </w:rPr>
        <w:t xml:space="preserve"> </w:t>
      </w:r>
      <w:r w:rsidR="00595904" w:rsidRPr="007A16B7">
        <w:rPr>
          <w:sz w:val="22"/>
          <w:szCs w:val="22"/>
        </w:rPr>
        <w:t>Fishery</w:t>
      </w:r>
      <w:r w:rsidR="00595904" w:rsidRPr="007A16B7" w:rsidDel="00595904">
        <w:rPr>
          <w:sz w:val="22"/>
          <w:szCs w:val="22"/>
        </w:rPr>
        <w:t xml:space="preserve"> </w:t>
      </w:r>
      <w:r w:rsidRPr="007A16B7">
        <w:rPr>
          <w:sz w:val="22"/>
          <w:szCs w:val="22"/>
        </w:rPr>
        <w:t>(accredited p</w:t>
      </w:r>
      <w:r w:rsidR="00C73966" w:rsidRPr="007A16B7">
        <w:rPr>
          <w:sz w:val="22"/>
          <w:szCs w:val="22"/>
        </w:rPr>
        <w:t xml:space="preserve">ursuant to an instrument dated </w:t>
      </w:r>
      <w:r w:rsidR="00595904" w:rsidRPr="007A16B7">
        <w:rPr>
          <w:sz w:val="22"/>
          <w:szCs w:val="22"/>
        </w:rPr>
        <w:t>10 September 2014</w:t>
      </w:r>
      <w:r w:rsidRPr="007A16B7">
        <w:rPr>
          <w:sz w:val="22"/>
          <w:szCs w:val="22"/>
        </w:rPr>
        <w:t xml:space="preserve">) by </w:t>
      </w:r>
      <w:r w:rsidR="00036BCA" w:rsidRPr="007A16B7">
        <w:rPr>
          <w:sz w:val="22"/>
          <w:szCs w:val="22"/>
        </w:rPr>
        <w:t>varying the condition</w:t>
      </w:r>
      <w:r w:rsidR="0006318A" w:rsidRPr="007A16B7">
        <w:rPr>
          <w:sz w:val="22"/>
          <w:szCs w:val="22"/>
        </w:rPr>
        <w:t>s</w:t>
      </w:r>
      <w:r w:rsidR="00036BCA" w:rsidRPr="007A16B7">
        <w:rPr>
          <w:sz w:val="22"/>
          <w:szCs w:val="22"/>
        </w:rPr>
        <w:t xml:space="preserve"> to</w:t>
      </w:r>
      <w:r w:rsidRPr="007A16B7">
        <w:rPr>
          <w:sz w:val="22"/>
          <w:szCs w:val="22"/>
        </w:rPr>
        <w:t xml:space="preserve"> which the accreditation of the management regime for the </w:t>
      </w:r>
      <w:r w:rsidR="00595904" w:rsidRPr="007A16B7">
        <w:rPr>
          <w:rFonts w:cs="Arial"/>
          <w:sz w:val="22"/>
          <w:szCs w:val="22"/>
        </w:rPr>
        <w:t>Queensland Gulf of Carpentaria Inshore Fin Fish</w:t>
      </w:r>
      <w:r w:rsidR="00595904" w:rsidRPr="007A16B7">
        <w:rPr>
          <w:rStyle w:val="Emphasis"/>
          <w:i w:val="0"/>
          <w:sz w:val="22"/>
          <w:szCs w:val="22"/>
        </w:rPr>
        <w:t xml:space="preserve"> Fishery </w:t>
      </w:r>
      <w:r w:rsidR="00036BCA" w:rsidRPr="007A16B7">
        <w:rPr>
          <w:sz w:val="22"/>
          <w:szCs w:val="22"/>
        </w:rPr>
        <w:t xml:space="preserve">is </w:t>
      </w:r>
      <w:r w:rsidRPr="007A16B7">
        <w:rPr>
          <w:sz w:val="22"/>
          <w:szCs w:val="22"/>
        </w:rPr>
        <w:t>subject</w:t>
      </w:r>
      <w:r w:rsidR="00036BCA" w:rsidRPr="007A16B7">
        <w:rPr>
          <w:sz w:val="22"/>
          <w:szCs w:val="22"/>
        </w:rPr>
        <w:t xml:space="preserve"> by replacing the condition</w:t>
      </w:r>
      <w:r w:rsidR="0006318A" w:rsidRPr="007A16B7">
        <w:rPr>
          <w:sz w:val="22"/>
          <w:szCs w:val="22"/>
        </w:rPr>
        <w:t>s</w:t>
      </w:r>
      <w:r w:rsidR="00036BCA" w:rsidRPr="007A16B7">
        <w:rPr>
          <w:sz w:val="22"/>
          <w:szCs w:val="22"/>
        </w:rPr>
        <w:t xml:space="preserve"> with the following condition</w:t>
      </w:r>
      <w:r w:rsidR="009D522B">
        <w:rPr>
          <w:sz w:val="22"/>
          <w:szCs w:val="22"/>
        </w:rPr>
        <w:t>s</w:t>
      </w:r>
      <w:r w:rsidRPr="007A16B7">
        <w:rPr>
          <w:sz w:val="22"/>
          <w:szCs w:val="22"/>
        </w:rPr>
        <w:t>:</w:t>
      </w:r>
    </w:p>
    <w:p w14:paraId="0C2A354F" w14:textId="77777777" w:rsidR="00C4703C" w:rsidRPr="007A16B7" w:rsidRDefault="00C4703C">
      <w:pPr>
        <w:ind w:right="26"/>
        <w:rPr>
          <w:sz w:val="22"/>
          <w:szCs w:val="22"/>
        </w:rPr>
      </w:pPr>
    </w:p>
    <w:p w14:paraId="0C2A3550" w14:textId="77777777" w:rsidR="007755D3" w:rsidRPr="007A16B7" w:rsidRDefault="007755D3">
      <w:pPr>
        <w:ind w:right="26"/>
        <w:rPr>
          <w:sz w:val="22"/>
          <w:szCs w:val="22"/>
        </w:rPr>
      </w:pPr>
    </w:p>
    <w:p w14:paraId="106EF7CC" w14:textId="77777777" w:rsidR="007A16B7" w:rsidRPr="007A16B7" w:rsidRDefault="007A16B7" w:rsidP="007A16B7">
      <w:pPr>
        <w:ind w:left="360" w:right="-334"/>
        <w:rPr>
          <w:b/>
          <w:snapToGrid w:val="0"/>
          <w:sz w:val="22"/>
          <w:szCs w:val="22"/>
          <w:lang w:val="en-AU"/>
        </w:rPr>
      </w:pPr>
      <w:r w:rsidRPr="007A16B7">
        <w:rPr>
          <w:b/>
          <w:snapToGrid w:val="0"/>
          <w:sz w:val="22"/>
          <w:szCs w:val="22"/>
          <w:lang w:val="en-AU"/>
        </w:rPr>
        <w:t>Condition 1:</w:t>
      </w:r>
    </w:p>
    <w:p w14:paraId="0C250921" w14:textId="580A5AF3" w:rsidR="007A16B7" w:rsidRPr="007A16B7" w:rsidRDefault="007A16B7" w:rsidP="007A16B7">
      <w:pPr>
        <w:ind w:left="360" w:right="-334"/>
        <w:rPr>
          <w:snapToGrid w:val="0"/>
          <w:sz w:val="22"/>
          <w:szCs w:val="22"/>
          <w:lang w:val="en-AU"/>
        </w:rPr>
      </w:pPr>
      <w:r w:rsidRPr="007A16B7">
        <w:rPr>
          <w:bCs/>
          <w:snapToGrid w:val="0"/>
          <w:sz w:val="22"/>
          <w:szCs w:val="22"/>
          <w:lang w:val="en-AU"/>
        </w:rPr>
        <w:t xml:space="preserve">The Queensland Department of Agriculture and Fisheries to </w:t>
      </w:r>
      <w:r w:rsidRPr="007A16B7">
        <w:rPr>
          <w:snapToGrid w:val="0"/>
          <w:sz w:val="22"/>
          <w:szCs w:val="22"/>
          <w:lang w:val="en-AU"/>
        </w:rPr>
        <w:t>work with stakeholders to determine an improved data collection and validation approach that can validate the number of interactions with all bycatch, which will include protected species.</w:t>
      </w:r>
    </w:p>
    <w:p w14:paraId="03DBFD6D" w14:textId="77777777" w:rsidR="007A16B7" w:rsidRPr="007A16B7" w:rsidRDefault="007A16B7" w:rsidP="007A16B7">
      <w:pPr>
        <w:ind w:left="360" w:right="-334"/>
        <w:rPr>
          <w:b/>
          <w:snapToGrid w:val="0"/>
          <w:sz w:val="22"/>
          <w:szCs w:val="22"/>
          <w:lang w:val="en-AU"/>
        </w:rPr>
      </w:pPr>
    </w:p>
    <w:p w14:paraId="2995E82F" w14:textId="77777777" w:rsidR="007A16B7" w:rsidRPr="007A16B7" w:rsidRDefault="007A16B7" w:rsidP="007A16B7">
      <w:pPr>
        <w:ind w:left="360" w:right="-334"/>
        <w:rPr>
          <w:b/>
          <w:snapToGrid w:val="0"/>
          <w:sz w:val="22"/>
          <w:szCs w:val="22"/>
          <w:lang w:val="en-AU"/>
        </w:rPr>
      </w:pPr>
      <w:r w:rsidRPr="007A16B7">
        <w:rPr>
          <w:b/>
          <w:snapToGrid w:val="0"/>
          <w:sz w:val="22"/>
          <w:szCs w:val="22"/>
          <w:lang w:val="en-AU"/>
        </w:rPr>
        <w:t>Condition 2:</w:t>
      </w:r>
    </w:p>
    <w:p w14:paraId="0C2A3554" w14:textId="3A8422F5" w:rsidR="00C4703C" w:rsidRPr="007A16B7" w:rsidRDefault="007A16B7" w:rsidP="007A16B7">
      <w:pPr>
        <w:ind w:left="360" w:right="-334"/>
        <w:rPr>
          <w:snapToGrid w:val="0"/>
          <w:sz w:val="22"/>
          <w:szCs w:val="22"/>
        </w:rPr>
      </w:pPr>
      <w:r w:rsidRPr="007A16B7">
        <w:rPr>
          <w:snapToGrid w:val="0"/>
          <w:sz w:val="22"/>
          <w:szCs w:val="22"/>
        </w:rPr>
        <w:t>Queensland Department of Agriculture and Fisheries to implement mitigation measures to ensure interactions with protected species are kept to a minimum.</w:t>
      </w:r>
    </w:p>
    <w:p w14:paraId="0C2A3555" w14:textId="77777777" w:rsidR="00036BCA" w:rsidRPr="007A16B7" w:rsidRDefault="00036BCA">
      <w:pPr>
        <w:ind w:left="360" w:right="-334"/>
        <w:rPr>
          <w:snapToGrid w:val="0"/>
          <w:sz w:val="22"/>
          <w:szCs w:val="22"/>
        </w:rPr>
      </w:pPr>
    </w:p>
    <w:p w14:paraId="0C2A3556" w14:textId="77777777" w:rsidR="00036BCA" w:rsidRPr="007A16B7" w:rsidRDefault="00036BCA">
      <w:pPr>
        <w:ind w:left="360" w:right="-334"/>
        <w:rPr>
          <w:snapToGrid w:val="0"/>
          <w:sz w:val="22"/>
          <w:szCs w:val="22"/>
        </w:rPr>
      </w:pPr>
    </w:p>
    <w:p w14:paraId="0C2A3557" w14:textId="77777777" w:rsidR="00036BCA" w:rsidRPr="007A16B7" w:rsidRDefault="00036BCA">
      <w:pPr>
        <w:ind w:left="360" w:right="-334"/>
        <w:rPr>
          <w:snapToGrid w:val="0"/>
          <w:sz w:val="22"/>
          <w:szCs w:val="22"/>
        </w:rPr>
      </w:pPr>
    </w:p>
    <w:p w14:paraId="0C2A3558" w14:textId="77777777" w:rsidR="00C4703C" w:rsidRPr="007A16B7" w:rsidRDefault="00C4703C">
      <w:pPr>
        <w:ind w:left="-360" w:right="-334" w:hanging="360"/>
        <w:rPr>
          <w:sz w:val="22"/>
          <w:szCs w:val="22"/>
        </w:rPr>
      </w:pPr>
    </w:p>
    <w:p w14:paraId="29D345BE" w14:textId="10A98496" w:rsidR="00AF01AD" w:rsidRPr="007A16B7" w:rsidRDefault="00C73966" w:rsidP="00AF01AD">
      <w:pPr>
        <w:pStyle w:val="Heading1"/>
        <w:ind w:left="360" w:right="675"/>
        <w:jc w:val="center"/>
        <w:rPr>
          <w:sz w:val="22"/>
          <w:szCs w:val="22"/>
        </w:rPr>
      </w:pPr>
      <w:r w:rsidRPr="007A16B7">
        <w:rPr>
          <w:iCs/>
          <w:sz w:val="22"/>
          <w:szCs w:val="22"/>
        </w:rPr>
        <w:t>Dated this</w:t>
      </w:r>
      <w:r w:rsidR="008A1E60" w:rsidRPr="007A16B7">
        <w:rPr>
          <w:iCs/>
          <w:sz w:val="22"/>
          <w:szCs w:val="22"/>
        </w:rPr>
        <w:t xml:space="preserve"> </w:t>
      </w:r>
      <w:r w:rsidR="00EE44FB" w:rsidRPr="00627E9E">
        <w:rPr>
          <w:iCs/>
          <w:sz w:val="22"/>
          <w:szCs w:val="22"/>
        </w:rPr>
        <w:t>27</w:t>
      </w:r>
      <w:r w:rsidR="00EE44FB" w:rsidRPr="00627E9E">
        <w:rPr>
          <w:iCs/>
          <w:sz w:val="22"/>
          <w:szCs w:val="22"/>
          <w:vertAlign w:val="superscript"/>
        </w:rPr>
        <w:t>th</w:t>
      </w:r>
      <w:r w:rsidR="00627E9E">
        <w:rPr>
          <w:iCs/>
          <w:sz w:val="22"/>
          <w:szCs w:val="22"/>
        </w:rPr>
        <w:t xml:space="preserve"> </w:t>
      </w:r>
      <w:r w:rsidR="005C1C8E" w:rsidRPr="007A16B7">
        <w:rPr>
          <w:iCs/>
          <w:sz w:val="22"/>
          <w:szCs w:val="22"/>
        </w:rPr>
        <w:t>day of</w:t>
      </w:r>
      <w:r w:rsidR="00627E9E">
        <w:rPr>
          <w:iCs/>
          <w:sz w:val="22"/>
          <w:szCs w:val="22"/>
        </w:rPr>
        <w:t xml:space="preserve"> </w:t>
      </w:r>
      <w:r w:rsidR="00EE44FB" w:rsidRPr="00627E9E">
        <w:rPr>
          <w:iCs/>
          <w:sz w:val="22"/>
          <w:szCs w:val="22"/>
        </w:rPr>
        <w:t>March</w:t>
      </w:r>
      <w:r w:rsidR="00627E9E">
        <w:rPr>
          <w:iCs/>
          <w:sz w:val="22"/>
          <w:szCs w:val="22"/>
        </w:rPr>
        <w:t xml:space="preserve"> </w:t>
      </w:r>
      <w:r w:rsidR="00595904" w:rsidRPr="007A16B7">
        <w:rPr>
          <w:iCs/>
          <w:sz w:val="22"/>
          <w:szCs w:val="22"/>
        </w:rPr>
        <w:t>2019</w:t>
      </w:r>
    </w:p>
    <w:p w14:paraId="0C2A355A" w14:textId="77777777" w:rsidR="00C73966" w:rsidRPr="007A16B7" w:rsidRDefault="00C73966" w:rsidP="00C73966">
      <w:pPr>
        <w:ind w:left="360" w:right="675"/>
        <w:rPr>
          <w:sz w:val="22"/>
          <w:szCs w:val="22"/>
        </w:rPr>
      </w:pPr>
    </w:p>
    <w:p w14:paraId="0C2A355B" w14:textId="77777777" w:rsidR="00C73966" w:rsidRPr="007A16B7" w:rsidRDefault="00C73966" w:rsidP="00C73966">
      <w:pPr>
        <w:ind w:left="360" w:right="675"/>
        <w:rPr>
          <w:sz w:val="22"/>
          <w:szCs w:val="22"/>
        </w:rPr>
      </w:pPr>
    </w:p>
    <w:p w14:paraId="0C2A355C" w14:textId="18D98C99" w:rsidR="00C73966" w:rsidRPr="007A16B7" w:rsidRDefault="00C73966" w:rsidP="00C73966">
      <w:pPr>
        <w:ind w:left="360" w:right="675"/>
        <w:rPr>
          <w:sz w:val="22"/>
          <w:szCs w:val="22"/>
        </w:rPr>
      </w:pPr>
    </w:p>
    <w:p w14:paraId="0C2A355D" w14:textId="525027F6" w:rsidR="00C73966" w:rsidRPr="007A16B7" w:rsidRDefault="00C73966" w:rsidP="00C73966">
      <w:pPr>
        <w:ind w:left="360" w:right="675"/>
        <w:rPr>
          <w:sz w:val="22"/>
          <w:szCs w:val="22"/>
        </w:rPr>
      </w:pPr>
    </w:p>
    <w:p w14:paraId="0C2A355E" w14:textId="46DDD7BA" w:rsidR="00C73966" w:rsidRPr="007A16B7" w:rsidRDefault="00C73966" w:rsidP="00C73966">
      <w:pPr>
        <w:ind w:left="360" w:right="675"/>
        <w:rPr>
          <w:sz w:val="22"/>
          <w:szCs w:val="22"/>
        </w:rPr>
      </w:pPr>
    </w:p>
    <w:p w14:paraId="0C2A355F" w14:textId="6819EE6B" w:rsidR="00C73966" w:rsidRPr="007A16B7" w:rsidRDefault="00627E9E" w:rsidP="00627E9E">
      <w:pPr>
        <w:ind w:left="360" w:right="675"/>
        <w:jc w:val="center"/>
        <w:rPr>
          <w:sz w:val="22"/>
          <w:szCs w:val="22"/>
        </w:rPr>
      </w:pPr>
      <w:r>
        <w:rPr>
          <w:sz w:val="22"/>
          <w:szCs w:val="22"/>
        </w:rPr>
        <w:t>Paul Murphy</w:t>
      </w:r>
    </w:p>
    <w:p w14:paraId="0C2A3560" w14:textId="4E1D7197" w:rsidR="00C73966" w:rsidRPr="007A16B7" w:rsidRDefault="00C73966" w:rsidP="00C73966">
      <w:pPr>
        <w:ind w:left="360" w:right="675"/>
        <w:jc w:val="center"/>
        <w:rPr>
          <w:sz w:val="22"/>
          <w:szCs w:val="22"/>
        </w:rPr>
      </w:pPr>
      <w:r w:rsidRPr="007A16B7">
        <w:rPr>
          <w:sz w:val="22"/>
          <w:szCs w:val="22"/>
        </w:rPr>
        <w:t>..……….....</w:t>
      </w:r>
      <w:r w:rsidR="00AF01AD" w:rsidRPr="007A16B7">
        <w:rPr>
          <w:sz w:val="22"/>
          <w:szCs w:val="22"/>
        </w:rPr>
        <w:t>....................................</w:t>
      </w:r>
      <w:r w:rsidR="005C1C8E" w:rsidRPr="007A16B7">
        <w:rPr>
          <w:sz w:val="22"/>
          <w:szCs w:val="22"/>
        </w:rPr>
        <w:t>….</w:t>
      </w:r>
      <w:r w:rsidRPr="007A16B7">
        <w:rPr>
          <w:sz w:val="22"/>
          <w:szCs w:val="22"/>
        </w:rPr>
        <w:t>..…..</w:t>
      </w:r>
    </w:p>
    <w:p w14:paraId="0C2A3561" w14:textId="4EAD56BC" w:rsidR="00C73966" w:rsidRPr="007A16B7" w:rsidRDefault="00AF01AD" w:rsidP="00C73966">
      <w:pPr>
        <w:pStyle w:val="NormalWeb"/>
        <w:spacing w:before="0" w:beforeAutospacing="0" w:after="0" w:afterAutospacing="0"/>
        <w:ind w:left="-142" w:right="-227"/>
        <w:jc w:val="center"/>
        <w:rPr>
          <w:rFonts w:ascii="Times New Roman" w:hAnsi="Times New Roman" w:cs="Times New Roman"/>
          <w:snapToGrid w:val="0"/>
          <w:sz w:val="22"/>
          <w:szCs w:val="22"/>
          <w:lang w:val="en-AU"/>
        </w:rPr>
      </w:pPr>
      <w:r w:rsidRPr="007A16B7">
        <w:rPr>
          <w:rFonts w:ascii="Times New Roman" w:hAnsi="Times New Roman" w:cs="Times New Roman"/>
          <w:sz w:val="22"/>
          <w:szCs w:val="22"/>
        </w:rPr>
        <w:t>Delegate of the</w:t>
      </w:r>
      <w:r w:rsidR="00BA458F" w:rsidRPr="007A16B7">
        <w:rPr>
          <w:rFonts w:ascii="Times New Roman" w:hAnsi="Times New Roman" w:cs="Times New Roman"/>
          <w:sz w:val="22"/>
          <w:szCs w:val="22"/>
        </w:rPr>
        <w:t xml:space="preserve"> </w:t>
      </w:r>
      <w:r w:rsidR="00C73966" w:rsidRPr="007A16B7">
        <w:rPr>
          <w:rFonts w:ascii="Times New Roman" w:hAnsi="Times New Roman" w:cs="Times New Roman"/>
          <w:sz w:val="22"/>
          <w:szCs w:val="22"/>
        </w:rPr>
        <w:t>Minister for the Environment</w:t>
      </w:r>
      <w:r w:rsidR="0006318A" w:rsidRPr="007A16B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C2A3562" w14:textId="77777777" w:rsidR="00C4703C" w:rsidRPr="009758E1" w:rsidRDefault="00C4703C" w:rsidP="00C73966">
      <w:pPr>
        <w:pStyle w:val="Heading1"/>
        <w:ind w:left="360" w:right="675"/>
        <w:jc w:val="center"/>
        <w:rPr>
          <w:snapToGrid w:val="0"/>
          <w:sz w:val="22"/>
          <w:szCs w:val="22"/>
        </w:rPr>
      </w:pPr>
    </w:p>
    <w:sectPr w:rsidR="00C4703C" w:rsidRPr="009758E1" w:rsidSect="00937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A3567" w14:textId="77777777" w:rsidR="0006318A" w:rsidRDefault="0006318A">
      <w:r>
        <w:separator/>
      </w:r>
    </w:p>
  </w:endnote>
  <w:endnote w:type="continuationSeparator" w:id="0">
    <w:p w14:paraId="0C2A3568" w14:textId="77777777" w:rsidR="0006318A" w:rsidRDefault="00063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3F7C4" w14:textId="77777777" w:rsidR="00A07C74" w:rsidRDefault="00A07C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803C3" w14:textId="77777777" w:rsidR="00A07C74" w:rsidRDefault="00A07C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8F141" w14:textId="77777777" w:rsidR="00A07C74" w:rsidRDefault="00A07C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A3565" w14:textId="77777777" w:rsidR="0006318A" w:rsidRDefault="0006318A">
      <w:r>
        <w:separator/>
      </w:r>
    </w:p>
  </w:footnote>
  <w:footnote w:type="continuationSeparator" w:id="0">
    <w:p w14:paraId="0C2A3566" w14:textId="77777777" w:rsidR="0006318A" w:rsidRDefault="00063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2CB64" w14:textId="77777777" w:rsidR="00A07C74" w:rsidRDefault="00A07C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790C7" w14:textId="77777777" w:rsidR="00A07C74" w:rsidRDefault="00A07C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A3569" w14:textId="77777777" w:rsidR="0006318A" w:rsidRDefault="0006318A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14:paraId="0C2A356A" w14:textId="77777777" w:rsidR="0006318A" w:rsidRDefault="0006318A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44472F5"/>
    <w:multiLevelType w:val="hybridMultilevel"/>
    <w:tmpl w:val="DCD43BD2"/>
    <w:lvl w:ilvl="0" w:tplc="BAB404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76183"/>
    <w:multiLevelType w:val="multilevel"/>
    <w:tmpl w:val="509CE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5EF2DF0"/>
    <w:multiLevelType w:val="hybridMultilevel"/>
    <w:tmpl w:val="6BE487FA"/>
    <w:lvl w:ilvl="0" w:tplc="0C090017">
      <w:start w:val="1"/>
      <w:numFmt w:val="lowerLetter"/>
      <w:lvlText w:val="%1)"/>
      <w:lvlJc w:val="left"/>
      <w:pPr>
        <w:ind w:left="76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971D17"/>
    <w:multiLevelType w:val="hybridMultilevel"/>
    <w:tmpl w:val="509CE0B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62C7C"/>
    <w:multiLevelType w:val="hybridMultilevel"/>
    <w:tmpl w:val="83443E2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FFC6A73"/>
    <w:multiLevelType w:val="hybridMultilevel"/>
    <w:tmpl w:val="2BB6402A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2E1C4F"/>
    <w:multiLevelType w:val="hybridMultilevel"/>
    <w:tmpl w:val="53962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8"/>
  </w:num>
  <w:num w:numId="9">
    <w:abstractNumId w:val="11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0"/>
  </w:num>
  <w:num w:numId="14">
    <w:abstractNumId w:val="5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96F"/>
    <w:rsid w:val="00036BCA"/>
    <w:rsid w:val="0006318A"/>
    <w:rsid w:val="00083CFB"/>
    <w:rsid w:val="000C234B"/>
    <w:rsid w:val="00176D26"/>
    <w:rsid w:val="001E396F"/>
    <w:rsid w:val="00267309"/>
    <w:rsid w:val="00320F39"/>
    <w:rsid w:val="00445BFE"/>
    <w:rsid w:val="00574BF3"/>
    <w:rsid w:val="00595904"/>
    <w:rsid w:val="005C1C8E"/>
    <w:rsid w:val="005E1C1A"/>
    <w:rsid w:val="00627E9E"/>
    <w:rsid w:val="006F4DA9"/>
    <w:rsid w:val="00765DB7"/>
    <w:rsid w:val="007755D3"/>
    <w:rsid w:val="007A16B7"/>
    <w:rsid w:val="007A68A8"/>
    <w:rsid w:val="007D578C"/>
    <w:rsid w:val="00834C2F"/>
    <w:rsid w:val="008A1E60"/>
    <w:rsid w:val="00937A6D"/>
    <w:rsid w:val="009758E1"/>
    <w:rsid w:val="009D522B"/>
    <w:rsid w:val="00A07C74"/>
    <w:rsid w:val="00AD2DFD"/>
    <w:rsid w:val="00AF01AD"/>
    <w:rsid w:val="00AF6A9F"/>
    <w:rsid w:val="00BA458F"/>
    <w:rsid w:val="00BB3155"/>
    <w:rsid w:val="00BC020E"/>
    <w:rsid w:val="00C4703C"/>
    <w:rsid w:val="00C536AF"/>
    <w:rsid w:val="00C73966"/>
    <w:rsid w:val="00CF7E2C"/>
    <w:rsid w:val="00D26A42"/>
    <w:rsid w:val="00D42457"/>
    <w:rsid w:val="00D903AF"/>
    <w:rsid w:val="00E14039"/>
    <w:rsid w:val="00EE44FB"/>
    <w:rsid w:val="00F0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0C2A3545"/>
  <w15:docId w15:val="{4EF77B78-B52F-402F-BFE4-0BC827C2E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A6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937A6D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937A6D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937A6D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937A6D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937A6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937A6D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937A6D"/>
    <w:rPr>
      <w:i/>
      <w:iCs/>
    </w:rPr>
  </w:style>
  <w:style w:type="paragraph" w:styleId="BalloonText">
    <w:name w:val="Balloon Text"/>
    <w:basedOn w:val="Normal"/>
    <w:semiHidden/>
    <w:rsid w:val="00937A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37A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37A6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37A6D"/>
    <w:rPr>
      <w:b/>
      <w:bCs/>
    </w:rPr>
  </w:style>
  <w:style w:type="character" w:customStyle="1" w:styleId="Heading1Char">
    <w:name w:val="Heading 1 Char"/>
    <w:basedOn w:val="DefaultParagraphFont"/>
    <w:link w:val="Heading1"/>
    <w:rsid w:val="00C73966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765DB7"/>
    <w:pPr>
      <w:numPr>
        <w:numId w:val="10"/>
      </w:numPr>
      <w:spacing w:after="200" w:line="276" w:lineRule="auto"/>
    </w:pPr>
    <w:rPr>
      <w:rFonts w:ascii="Arial" w:eastAsia="Calibri" w:hAnsi="Arial"/>
      <w:sz w:val="22"/>
      <w:szCs w:val="22"/>
      <w:lang w:val="en-AU"/>
    </w:rPr>
  </w:style>
  <w:style w:type="character" w:customStyle="1" w:styleId="CommentTextChar">
    <w:name w:val="Comment Text Char"/>
    <w:basedOn w:val="DefaultParagraphFont"/>
    <w:link w:val="CommentText"/>
    <w:semiHidden/>
    <w:rsid w:val="00CF7E2C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D311D974.dotm</Template>
  <TotalTime>1</TotalTime>
  <Pages>1</Pages>
  <Words>197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Instrument imposing conditions on accreditation of plans, regimes and policies – QUEENSLAND GULF OF CARPENTARIA INSHORE FIN FISH FISHERY, MARCH 2019</dc:title>
  <dc:creator>Department of the Environment and Energy</dc:creator>
  <cp:lastModifiedBy>Bec Durack</cp:lastModifiedBy>
  <cp:revision>2</cp:revision>
  <dcterms:created xsi:type="dcterms:W3CDTF">2019-03-27T05:05:00Z</dcterms:created>
  <dcterms:modified xsi:type="dcterms:W3CDTF">2019-03-27T05:05:00Z</dcterms:modified>
</cp:coreProperties>
</file>