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33D0D" w14:textId="6C6D1DC9" w:rsidR="00CF5CAE" w:rsidRPr="00B0197B" w:rsidRDefault="00CF5CAE" w:rsidP="00CF5CAE">
      <w:pPr>
        <w:jc w:val="right"/>
      </w:pPr>
      <w:bookmarkStart w:id="0" w:name="_GoBack"/>
      <w:bookmarkEnd w:id="0"/>
      <w:r w:rsidRPr="0012744F">
        <w:t xml:space="preserve">Ref: </w:t>
      </w:r>
      <w:r w:rsidR="00E42AC6" w:rsidRPr="00E42AC6">
        <w:t>14/004050</w:t>
      </w:r>
    </w:p>
    <w:p w14:paraId="78C9F46F" w14:textId="77777777" w:rsidR="00CF5CAE" w:rsidRDefault="00CF5CAE" w:rsidP="00CF5CAE">
      <w:pPr>
        <w:contextualSpacing/>
      </w:pPr>
    </w:p>
    <w:p w14:paraId="307EC398" w14:textId="12D3571C" w:rsidR="00E42AC6" w:rsidRDefault="00E42AC6" w:rsidP="00E42AC6">
      <w:pPr>
        <w:contextualSpacing/>
      </w:pPr>
    </w:p>
    <w:sdt>
      <w:sdtPr>
        <w:alias w:val="InitiatorAddressBlock"/>
        <w:tag w:val="InitiatorAddressBlock"/>
        <w:id w:val="4304348"/>
        <w:placeholder>
          <w:docPart w:val="79E31C47FA8D4DBDAAB06F0D1784D8D5"/>
        </w:placeholder>
      </w:sdtPr>
      <w:sdtEndPr/>
      <w:sdtContent>
        <w:p w14:paraId="1C9819F9" w14:textId="1823CD11" w:rsidR="00E42AC6" w:rsidRPr="00E42AC6" w:rsidRDefault="00E42AC6" w:rsidP="00E42AC6">
          <w:pPr>
            <w:contextualSpacing/>
          </w:pPr>
          <w:r w:rsidRPr="00E42AC6">
            <w:t xml:space="preserve">Ms Bernadette Ditchfield </w:t>
          </w:r>
        </w:p>
        <w:p w14:paraId="1229150A" w14:textId="77777777" w:rsidR="00E42AC6" w:rsidRPr="00E42AC6" w:rsidRDefault="00E42AC6" w:rsidP="00E42AC6">
          <w:pPr>
            <w:contextualSpacing/>
          </w:pPr>
          <w:r w:rsidRPr="00E42AC6">
            <w:t>Deputy Director-General Fisheries and Forestry</w:t>
          </w:r>
        </w:p>
        <w:p w14:paraId="4D18E138" w14:textId="77777777" w:rsidR="00E42AC6" w:rsidRPr="00E42AC6" w:rsidRDefault="00E42AC6" w:rsidP="00E42AC6">
          <w:pPr>
            <w:contextualSpacing/>
          </w:pPr>
          <w:r w:rsidRPr="00E42AC6">
            <w:t>Queensland Department of Agriculture and Fisheries</w:t>
          </w:r>
        </w:p>
        <w:p w14:paraId="4E851136" w14:textId="77777777" w:rsidR="00E42AC6" w:rsidRPr="00E42AC6" w:rsidRDefault="00E42AC6" w:rsidP="00E42AC6">
          <w:pPr>
            <w:contextualSpacing/>
          </w:pPr>
          <w:r w:rsidRPr="00E42AC6">
            <w:t>GPO Box 46</w:t>
          </w:r>
        </w:p>
        <w:p w14:paraId="61F225B9" w14:textId="77777777" w:rsidR="00E42AC6" w:rsidRPr="00E42AC6" w:rsidRDefault="00E42AC6" w:rsidP="00E42AC6">
          <w:pPr>
            <w:contextualSpacing/>
          </w:pPr>
          <w:r w:rsidRPr="00E42AC6">
            <w:t>BRISBANE  QLD  4001</w:t>
          </w:r>
        </w:p>
      </w:sdtContent>
    </w:sdt>
    <w:p w14:paraId="6E31B450" w14:textId="77777777" w:rsidR="00250919" w:rsidRPr="00B5228C" w:rsidRDefault="00250919" w:rsidP="00250919">
      <w:pPr>
        <w:contextualSpacing/>
      </w:pPr>
    </w:p>
    <w:p w14:paraId="03DF647E" w14:textId="77777777" w:rsidR="00CF5CAE" w:rsidRPr="00B5228C" w:rsidRDefault="00CF5CAE" w:rsidP="00901056">
      <w:pPr>
        <w:spacing w:after="0"/>
      </w:pPr>
    </w:p>
    <w:p w14:paraId="2C1ED9F7" w14:textId="0F066963" w:rsidR="00874D88" w:rsidRPr="00B5228C" w:rsidRDefault="00874D88" w:rsidP="00901056">
      <w:pPr>
        <w:spacing w:after="120"/>
      </w:pPr>
      <w:r w:rsidRPr="00B5228C">
        <w:t xml:space="preserve">Dear </w:t>
      </w:r>
      <w:r w:rsidR="00E42AC6">
        <w:t>Ms Ditchfield</w:t>
      </w:r>
    </w:p>
    <w:p w14:paraId="369CA84E" w14:textId="38E17A63" w:rsidR="00CF5CAE" w:rsidRPr="0051394B" w:rsidRDefault="00CF5CAE" w:rsidP="00901056">
      <w:pPr>
        <w:widowControl w:val="0"/>
        <w:spacing w:after="120"/>
        <w:rPr>
          <w:rFonts w:cs="Arial"/>
        </w:rPr>
      </w:pPr>
      <w:r w:rsidRPr="00B5228C">
        <w:rPr>
          <w:rFonts w:cs="Arial"/>
          <w:lang w:val="en-US"/>
        </w:rPr>
        <w:t xml:space="preserve">I am </w:t>
      </w:r>
      <w:r w:rsidRPr="0051394B">
        <w:rPr>
          <w:rFonts w:cs="Arial"/>
          <w:lang w:val="en-US"/>
        </w:rPr>
        <w:t xml:space="preserve">writing to you as Delegate of the Minister for the Environment in relation to the </w:t>
      </w:r>
      <w:r w:rsidR="00DC4837" w:rsidRPr="0051394B">
        <w:rPr>
          <w:rFonts w:cs="Arial"/>
          <w:lang w:val="en-US"/>
        </w:rPr>
        <w:t>assessment</w:t>
      </w:r>
      <w:r w:rsidR="004B1820" w:rsidRPr="0051394B">
        <w:rPr>
          <w:rFonts w:cs="Arial"/>
          <w:lang w:val="en-US"/>
        </w:rPr>
        <w:t xml:space="preserve"> </w:t>
      </w:r>
      <w:r w:rsidRPr="0051394B">
        <w:rPr>
          <w:rFonts w:cs="Arial"/>
          <w:lang w:val="en-US"/>
        </w:rPr>
        <w:t xml:space="preserve">of the </w:t>
      </w:r>
      <w:r w:rsidR="00E42AC6" w:rsidRPr="0051394B">
        <w:rPr>
          <w:rFonts w:cs="Arial"/>
          <w:lang w:val="en-US"/>
        </w:rPr>
        <w:t xml:space="preserve">Queensland Gulf of Carpentaria Inshore Fin Fish Fishery </w:t>
      </w:r>
      <w:r w:rsidRPr="0051394B">
        <w:rPr>
          <w:rFonts w:cs="Arial"/>
        </w:rPr>
        <w:t>under the</w:t>
      </w:r>
      <w:r w:rsidR="00731B42" w:rsidRPr="0051394B">
        <w:rPr>
          <w:rFonts w:cs="Arial"/>
        </w:rPr>
        <w:t xml:space="preserve"> </w:t>
      </w:r>
      <w:r w:rsidRPr="0051394B">
        <w:rPr>
          <w:rFonts w:cs="Arial"/>
          <w:i/>
        </w:rPr>
        <w:t>Environment</w:t>
      </w:r>
      <w:r w:rsidR="00731B42" w:rsidRPr="0051394B">
        <w:rPr>
          <w:rFonts w:cs="Arial"/>
          <w:i/>
        </w:rPr>
        <w:t xml:space="preserve"> </w:t>
      </w:r>
      <w:r w:rsidRPr="0051394B">
        <w:rPr>
          <w:rFonts w:cs="Arial"/>
          <w:i/>
        </w:rPr>
        <w:t xml:space="preserve">Protection and Biodiversity Conservation Act 1999 </w:t>
      </w:r>
      <w:r w:rsidRPr="0051394B">
        <w:rPr>
          <w:rFonts w:cs="Arial"/>
        </w:rPr>
        <w:t>(EPBC Act).</w:t>
      </w:r>
    </w:p>
    <w:p w14:paraId="4291EDEB" w14:textId="578AF23A" w:rsidR="00E42AC6" w:rsidRPr="0051394B" w:rsidRDefault="00E42AC6" w:rsidP="00901056">
      <w:pPr>
        <w:spacing w:after="120"/>
        <w:rPr>
          <w:rFonts w:cs="Arial"/>
        </w:rPr>
      </w:pPr>
      <w:r w:rsidRPr="0051394B">
        <w:rPr>
          <w:rFonts w:cs="Arial"/>
        </w:rPr>
        <w:t>In March 2017, the Queensland Department of Agriculture and Fisheries (QDAF) applied for reassessment and approval of the Gulf of Carpentaria Inshore Fin Fish Fishery under protected species and export provisions of the EPBC Act.</w:t>
      </w:r>
    </w:p>
    <w:p w14:paraId="32F18E6E" w14:textId="73612004" w:rsidR="00874D88" w:rsidRPr="00B5228C" w:rsidRDefault="00E42AC6" w:rsidP="00901056">
      <w:pPr>
        <w:spacing w:after="120"/>
        <w:rPr>
          <w:rFonts w:cs="Arial"/>
        </w:rPr>
      </w:pPr>
      <w:r w:rsidRPr="0051394B">
        <w:rPr>
          <w:rFonts w:cs="Arial"/>
        </w:rPr>
        <w:t>The Department of the Environment and Energy (the</w:t>
      </w:r>
      <w:r w:rsidRPr="00E42AC6">
        <w:rPr>
          <w:rFonts w:cs="Arial"/>
        </w:rPr>
        <w:t xml:space="preserve"> Department) assessed the fishery against the Australian Government ‘Guidelines for the Ecologically Sustainable Management of Fisheries – 2nd Edition’ and considered comments received during public consultation, which was open from 6 April to 26 May 2017.</w:t>
      </w:r>
    </w:p>
    <w:p w14:paraId="77F1E07C" w14:textId="1687C587" w:rsidR="001E0328" w:rsidRPr="00034C3C" w:rsidRDefault="00DB2566" w:rsidP="00901056">
      <w:pPr>
        <w:spacing w:after="120"/>
        <w:rPr>
          <w:rFonts w:cs="Arial"/>
        </w:rPr>
      </w:pPr>
      <w:r w:rsidRPr="00B5228C">
        <w:rPr>
          <w:rFonts w:cs="Arial"/>
        </w:rPr>
        <w:t xml:space="preserve">I have declared the </w:t>
      </w:r>
      <w:r w:rsidR="00DD1580" w:rsidRPr="00B5228C">
        <w:rPr>
          <w:rFonts w:cs="Arial"/>
          <w:lang w:val="en-US"/>
        </w:rPr>
        <w:t>fishery</w:t>
      </w:r>
      <w:r w:rsidR="00DD1580" w:rsidRPr="00B5228C" w:rsidDel="00DD1580">
        <w:rPr>
          <w:rFonts w:cs="Arial"/>
        </w:rPr>
        <w:t xml:space="preserve"> </w:t>
      </w:r>
      <w:r w:rsidR="00CF5CAE" w:rsidRPr="00B5228C">
        <w:t xml:space="preserve">an approved wildlife trade operation </w:t>
      </w:r>
      <w:r w:rsidR="00DD1580" w:rsidRPr="00B5228C">
        <w:t xml:space="preserve">under Part 13A of the EPBC Act </w:t>
      </w:r>
      <w:r w:rsidR="00CF5CAE" w:rsidRPr="00B5228C">
        <w:t xml:space="preserve">until </w:t>
      </w:r>
      <w:r w:rsidR="00E42AC6">
        <w:t>18 March 2022</w:t>
      </w:r>
      <w:r w:rsidR="00CF5CAE" w:rsidRPr="00B5228C">
        <w:t xml:space="preserve">. </w:t>
      </w:r>
      <w:r w:rsidR="001E0328" w:rsidRPr="00B5228C">
        <w:rPr>
          <w:rFonts w:cs="Arial"/>
          <w:color w:val="000000"/>
          <w:lang w:val="en-US"/>
        </w:rPr>
        <w:t>The</w:t>
      </w:r>
      <w:r w:rsidR="001E0328" w:rsidRPr="00B5228C">
        <w:rPr>
          <w:rFonts w:cs="Arial"/>
        </w:rPr>
        <w:t xml:space="preserve"> list of exempt native specimens </w:t>
      </w:r>
      <w:r w:rsidR="00A44551">
        <w:rPr>
          <w:rFonts w:cs="Arial"/>
        </w:rPr>
        <w:t>remains in effect</w:t>
      </w:r>
      <w:r w:rsidR="001E0328" w:rsidRPr="00B5228C">
        <w:rPr>
          <w:rFonts w:cs="Arial"/>
        </w:rPr>
        <w:t xml:space="preserve"> </w:t>
      </w:r>
      <w:r w:rsidR="00220CFF" w:rsidRPr="00B5228C">
        <w:rPr>
          <w:rFonts w:cs="Arial"/>
        </w:rPr>
        <w:t xml:space="preserve">to allow export of product from the </w:t>
      </w:r>
      <w:r w:rsidR="00DD1580" w:rsidRPr="00B5228C">
        <w:rPr>
          <w:rFonts w:cs="Arial"/>
          <w:lang w:val="en-US"/>
        </w:rPr>
        <w:t>fishery</w:t>
      </w:r>
      <w:r w:rsidR="00DD1580" w:rsidRPr="00B5228C" w:rsidDel="00DD1580">
        <w:rPr>
          <w:rFonts w:cs="Arial"/>
        </w:rPr>
        <w:t xml:space="preserve"> </w:t>
      </w:r>
      <w:r w:rsidR="00220CFF" w:rsidRPr="00B5228C">
        <w:t xml:space="preserve">while the specimens are covered by the declaration </w:t>
      </w:r>
      <w:r w:rsidR="00DD1580" w:rsidRPr="00B5228C">
        <w:t xml:space="preserve">as an </w:t>
      </w:r>
      <w:r w:rsidR="00220CFF" w:rsidRPr="00B5228C">
        <w:t xml:space="preserve">approved </w:t>
      </w:r>
      <w:r w:rsidR="00220CFF" w:rsidRPr="00034C3C">
        <w:t>wildlife trade operation</w:t>
      </w:r>
      <w:r w:rsidR="001E0328" w:rsidRPr="00034C3C">
        <w:rPr>
          <w:rFonts w:cs="Arial"/>
        </w:rPr>
        <w:t xml:space="preserve">. </w:t>
      </w:r>
    </w:p>
    <w:p w14:paraId="153DDCAD" w14:textId="77777777" w:rsidR="00CF5CAE" w:rsidRPr="00034C3C" w:rsidRDefault="00DB2566" w:rsidP="00901056">
      <w:pPr>
        <w:spacing w:after="120"/>
      </w:pPr>
      <w:r w:rsidRPr="00034C3C">
        <w:rPr>
          <w:rFonts w:cs="Arial"/>
        </w:rPr>
        <w:t xml:space="preserve">The </w:t>
      </w:r>
      <w:r w:rsidR="00DD1580" w:rsidRPr="00034C3C">
        <w:rPr>
          <w:rFonts w:cs="Arial"/>
        </w:rPr>
        <w:t>Part 13A declaration includes conditions that were agreed by officials from both departments as areas requiring ongoing attention</w:t>
      </w:r>
      <w:r w:rsidRPr="00034C3C">
        <w:rPr>
          <w:rFonts w:cs="Arial"/>
        </w:rPr>
        <w:t xml:space="preserve">. These are set out at </w:t>
      </w:r>
      <w:r w:rsidRPr="00034C3C">
        <w:rPr>
          <w:rFonts w:cs="Arial"/>
          <w:u w:val="single"/>
        </w:rPr>
        <w:t>Attachment 1</w:t>
      </w:r>
      <w:r w:rsidRPr="00034C3C">
        <w:rPr>
          <w:rFonts w:cs="Arial"/>
        </w:rPr>
        <w:t>.</w:t>
      </w:r>
      <w:r w:rsidR="00D558DD" w:rsidRPr="00034C3C">
        <w:rPr>
          <w:rFonts w:cs="Arial"/>
          <w:lang w:eastAsia="zh-CN" w:bidi="th-TH"/>
        </w:rPr>
        <w:t xml:space="preserve"> </w:t>
      </w:r>
    </w:p>
    <w:p w14:paraId="0147946B" w14:textId="33A72031" w:rsidR="00DB2566" w:rsidRPr="00034C3C" w:rsidRDefault="00DB2566" w:rsidP="00901056">
      <w:pPr>
        <w:spacing w:after="120"/>
        <w:rPr>
          <w:rFonts w:cs="Arial"/>
        </w:rPr>
      </w:pPr>
      <w:r w:rsidRPr="00034C3C">
        <w:rPr>
          <w:rFonts w:cs="Arial"/>
        </w:rPr>
        <w:t>The Part 13 accreditation will remain in place</w:t>
      </w:r>
      <w:r w:rsidR="00901056" w:rsidRPr="00034C3C">
        <w:rPr>
          <w:rFonts w:cs="Arial"/>
        </w:rPr>
        <w:t>, subject to two new conditions</w:t>
      </w:r>
      <w:r w:rsidRPr="00034C3C">
        <w:rPr>
          <w:rFonts w:cs="Arial"/>
        </w:rPr>
        <w:t xml:space="preserve"> </w:t>
      </w:r>
      <w:r w:rsidR="00901056" w:rsidRPr="00034C3C">
        <w:rPr>
          <w:rFonts w:cs="Arial"/>
        </w:rPr>
        <w:t xml:space="preserve">which have also been agreed by officials from both departments and </w:t>
      </w:r>
      <w:r w:rsidRPr="00034C3C">
        <w:rPr>
          <w:rFonts w:cs="Arial"/>
        </w:rPr>
        <w:t>designed to minimise interactions with species listed under the EPBC Act.</w:t>
      </w:r>
      <w:r w:rsidR="00D558DD" w:rsidRPr="00034C3C">
        <w:rPr>
          <w:rFonts w:cs="Arial"/>
        </w:rPr>
        <w:t xml:space="preserve"> </w:t>
      </w:r>
      <w:r w:rsidR="00901056" w:rsidRPr="00034C3C">
        <w:rPr>
          <w:rFonts w:cs="Arial"/>
        </w:rPr>
        <w:t xml:space="preserve">These are set out at </w:t>
      </w:r>
      <w:r w:rsidR="00901056" w:rsidRPr="00034C3C">
        <w:rPr>
          <w:rFonts w:cs="Arial"/>
          <w:u w:val="single"/>
        </w:rPr>
        <w:t>Attachment 2</w:t>
      </w:r>
    </w:p>
    <w:p w14:paraId="32158FDC" w14:textId="77777777" w:rsidR="00CF5CAE" w:rsidRPr="00034C3C" w:rsidRDefault="00CF5CAE" w:rsidP="00901056">
      <w:pPr>
        <w:spacing w:after="120"/>
        <w:rPr>
          <w:rFonts w:cs="Arial"/>
        </w:rPr>
      </w:pPr>
      <w:r w:rsidRPr="00034C3C">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034C3C">
        <w:rPr>
          <w:rFonts w:cs="Arial"/>
        </w:rPr>
        <w:t xml:space="preserve"> at </w:t>
      </w:r>
      <w:r w:rsidR="00D558DD" w:rsidRPr="00034C3C">
        <w:rPr>
          <w:rFonts w:cs="Arial"/>
          <w:u w:val="single"/>
        </w:rPr>
        <w:t>Attachment 3</w:t>
      </w:r>
      <w:r w:rsidRPr="00034C3C">
        <w:rPr>
          <w:rFonts w:cs="Arial"/>
        </w:rPr>
        <w:t>.</w:t>
      </w:r>
    </w:p>
    <w:p w14:paraId="3EA75B76" w14:textId="1B768492" w:rsidR="00CF5CAE" w:rsidRPr="00034C3C" w:rsidRDefault="00CF5CAE" w:rsidP="00901056">
      <w:pPr>
        <w:spacing w:after="120"/>
        <w:rPr>
          <w:rFonts w:cs="Arial"/>
        </w:rPr>
      </w:pPr>
      <w:bookmarkStart w:id="1" w:name="bkStart"/>
      <w:bookmarkEnd w:id="1"/>
      <w:r w:rsidRPr="00034C3C">
        <w:rPr>
          <w:rFonts w:cs="Arial"/>
        </w:rPr>
        <w:t>Yours sincerely</w:t>
      </w:r>
    </w:p>
    <w:p w14:paraId="6238BD6E" w14:textId="1F1D2BC8" w:rsidR="0082786C" w:rsidRDefault="0082786C" w:rsidP="00901056">
      <w:pPr>
        <w:spacing w:after="120"/>
      </w:pPr>
    </w:p>
    <w:p w14:paraId="221D3B4B" w14:textId="1E986E87" w:rsidR="00CF5CAE" w:rsidRPr="00034C3C" w:rsidRDefault="00CF5CAE" w:rsidP="00901056">
      <w:pPr>
        <w:spacing w:after="120"/>
      </w:pPr>
    </w:p>
    <w:p w14:paraId="62E60EE9" w14:textId="1346E7C1" w:rsidR="00CF5CAE" w:rsidRPr="00034C3C" w:rsidRDefault="00CF5CAE" w:rsidP="00901056">
      <w:pPr>
        <w:tabs>
          <w:tab w:val="left" w:pos="284"/>
        </w:tabs>
        <w:spacing w:after="120"/>
      </w:pPr>
      <w:r w:rsidRPr="00034C3C">
        <w:t>Paul Murphy</w:t>
      </w:r>
      <w:r w:rsidRPr="00034C3C">
        <w:br/>
      </w:r>
      <w:r w:rsidRPr="00034C3C">
        <w:rPr>
          <w:rFonts w:cs="Arial"/>
        </w:rPr>
        <w:t>Delegate of the Minister for the Environment</w:t>
      </w:r>
      <w:r w:rsidR="00EA61DD" w:rsidRPr="00034C3C">
        <w:rPr>
          <w:rFonts w:cs="Arial"/>
        </w:rPr>
        <w:t xml:space="preserve"> </w:t>
      </w:r>
      <w:r w:rsidRPr="00034C3C">
        <w:br/>
      </w:r>
      <w:r w:rsidR="0082786C" w:rsidRPr="00351184">
        <w:t xml:space="preserve">27 </w:t>
      </w:r>
      <w:r w:rsidR="00A44551">
        <w:t>March</w:t>
      </w:r>
      <w:r w:rsidR="00DC4837" w:rsidRPr="00034C3C">
        <w:t xml:space="preserve"> 2019</w:t>
      </w:r>
    </w:p>
    <w:p w14:paraId="2ED6FB01" w14:textId="77777777" w:rsidR="00B5228C" w:rsidRPr="00351184" w:rsidRDefault="00B5228C" w:rsidP="00CF5CAE">
      <w:pPr>
        <w:tabs>
          <w:tab w:val="left" w:pos="284"/>
        </w:tabs>
        <w:sectPr w:rsidR="00B5228C" w:rsidRPr="00351184"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1DB728C9" w14:textId="27812703" w:rsidR="00CF5CAE" w:rsidRPr="00034C3C" w:rsidRDefault="00CF5CAE" w:rsidP="00A12231">
      <w:pPr>
        <w:jc w:val="center"/>
        <w:rPr>
          <w:rFonts w:cs="Arial"/>
        </w:rPr>
      </w:pPr>
      <w:r w:rsidRPr="00034C3C">
        <w:rPr>
          <w:rFonts w:cs="Arial"/>
          <w:b/>
          <w:bCs/>
        </w:rPr>
        <w:lastRenderedPageBreak/>
        <w:t xml:space="preserve">Conditions on the approved wildlife trade operation declaration for the </w:t>
      </w:r>
      <w:r w:rsidR="00034C3C" w:rsidRPr="00034C3C">
        <w:rPr>
          <w:rFonts w:cs="Arial"/>
          <w:b/>
          <w:bCs/>
        </w:rPr>
        <w:t>Queensland Gulf of Carpentaria Inshore Fin Fish Fishery</w:t>
      </w:r>
      <w:r w:rsidR="00DC4837" w:rsidRPr="00034C3C">
        <w:rPr>
          <w:rFonts w:cs="Arial"/>
          <w:b/>
          <w:bCs/>
        </w:rPr>
        <w:t xml:space="preserve">, </w:t>
      </w:r>
      <w:r w:rsidR="00034C3C" w:rsidRPr="00034C3C">
        <w:rPr>
          <w:rFonts w:cs="Arial"/>
          <w:b/>
          <w:bCs/>
        </w:rPr>
        <w:t xml:space="preserve">March </w:t>
      </w:r>
      <w:r w:rsidR="00DC4837" w:rsidRPr="00034C3C">
        <w:rPr>
          <w:rFonts w:cs="Arial"/>
          <w:b/>
          <w:bCs/>
          <w:caps/>
        </w:rPr>
        <w:t>2019</w:t>
      </w:r>
    </w:p>
    <w:p w14:paraId="12D223BE" w14:textId="77777777" w:rsidR="00034C3C" w:rsidRPr="00034C3C" w:rsidRDefault="00034C3C" w:rsidP="00A12231">
      <w:pPr>
        <w:spacing w:after="120"/>
        <w:rPr>
          <w:b/>
        </w:rPr>
      </w:pPr>
      <w:r w:rsidRPr="00034C3C">
        <w:rPr>
          <w:b/>
        </w:rPr>
        <w:t>Condition 1:</w:t>
      </w:r>
    </w:p>
    <w:p w14:paraId="201218E9" w14:textId="686DED92" w:rsidR="00034C3C" w:rsidRPr="00034C3C" w:rsidRDefault="00034C3C" w:rsidP="00A12231">
      <w:pPr>
        <w:spacing w:after="120"/>
      </w:pPr>
      <w:r w:rsidRPr="00034C3C">
        <w:t xml:space="preserve">Operation of the Queensland Gulf of Carpentaria Inshore Fin Fish Fishery will be carried out in accordance with the management regime for the Gulf of Carpentaria Inshore Fin Fish Fishery in force under the Queensland </w:t>
      </w:r>
      <w:r w:rsidRPr="00034C3C">
        <w:rPr>
          <w:i/>
        </w:rPr>
        <w:t>Fisheries Act 1994</w:t>
      </w:r>
      <w:r w:rsidRPr="00034C3C">
        <w:t xml:space="preserve"> and Queensland Fisheries Regulation 2008.</w:t>
      </w:r>
    </w:p>
    <w:p w14:paraId="715276C9" w14:textId="77777777" w:rsidR="00034C3C" w:rsidRPr="00034C3C" w:rsidRDefault="00034C3C" w:rsidP="00A12231">
      <w:pPr>
        <w:spacing w:after="120"/>
        <w:rPr>
          <w:b/>
        </w:rPr>
      </w:pPr>
      <w:r w:rsidRPr="00034C3C">
        <w:rPr>
          <w:b/>
        </w:rPr>
        <w:t>Condition 2:</w:t>
      </w:r>
    </w:p>
    <w:p w14:paraId="451C66B1" w14:textId="5C3FEDF4" w:rsidR="00034C3C" w:rsidRPr="00034C3C" w:rsidRDefault="00034C3C" w:rsidP="00A12231">
      <w:pPr>
        <w:spacing w:after="120"/>
      </w:pPr>
      <w:r w:rsidRPr="00034C3C">
        <w:t xml:space="preserve">The Queensland Department of Agriculture and Fisheries to inform the Department of the Environment and Energy of any intended material changes to the Gulf of Carpentaria Inshore Fin Fish Fishery management arrangements that may affect the assessment against which </w:t>
      </w:r>
      <w:r w:rsidRPr="00034C3C">
        <w:rPr>
          <w:i/>
          <w:iCs/>
        </w:rPr>
        <w:t>Environment Protection and Biodiversity Conservation Act 1999</w:t>
      </w:r>
      <w:r w:rsidRPr="00034C3C">
        <w:t xml:space="preserve"> decisions are made.</w:t>
      </w:r>
    </w:p>
    <w:p w14:paraId="6D9C7A5A" w14:textId="77777777" w:rsidR="00034C3C" w:rsidRPr="00034C3C" w:rsidRDefault="00034C3C" w:rsidP="00A12231">
      <w:pPr>
        <w:spacing w:after="120"/>
        <w:rPr>
          <w:b/>
        </w:rPr>
      </w:pPr>
      <w:r w:rsidRPr="00034C3C">
        <w:rPr>
          <w:b/>
          <w:bCs/>
        </w:rPr>
        <w:t>Condition 3</w:t>
      </w:r>
      <w:r w:rsidRPr="00034C3C">
        <w:rPr>
          <w:b/>
        </w:rPr>
        <w:t>:</w:t>
      </w:r>
    </w:p>
    <w:p w14:paraId="7AA90764" w14:textId="1B988368" w:rsidR="00034C3C" w:rsidRPr="00034C3C" w:rsidRDefault="00034C3C" w:rsidP="00A12231">
      <w:pPr>
        <w:spacing w:after="120"/>
      </w:pPr>
      <w:r w:rsidRPr="00034C3C">
        <w:t xml:space="preserve">The Queensland Department of Agriculture and Fisheries to produce and present reports to the Department of the Environment and Energy annually as per Appendix B of the </w:t>
      </w:r>
      <w:r w:rsidRPr="00034C3C">
        <w:rPr>
          <w:i/>
          <w:iCs/>
        </w:rPr>
        <w:t>Guidelines for the Ecologically Sustainable Management of Fisheries - 2nd Edition.</w:t>
      </w:r>
    </w:p>
    <w:p w14:paraId="418D733A" w14:textId="77777777" w:rsidR="00034C3C" w:rsidRPr="00034C3C" w:rsidRDefault="00034C3C" w:rsidP="00A12231">
      <w:pPr>
        <w:spacing w:after="120"/>
        <w:rPr>
          <w:b/>
          <w:lang w:val="en-US"/>
        </w:rPr>
      </w:pPr>
      <w:r w:rsidRPr="00034C3C">
        <w:rPr>
          <w:b/>
          <w:lang w:val="en-US"/>
        </w:rPr>
        <w:t>Condition 4:</w:t>
      </w:r>
    </w:p>
    <w:p w14:paraId="54F14649" w14:textId="44F5F77C" w:rsidR="00034C3C" w:rsidRPr="00034C3C" w:rsidRDefault="00034C3C" w:rsidP="00A12231">
      <w:pPr>
        <w:spacing w:after="120"/>
        <w:rPr>
          <w:bCs/>
          <w:lang w:val="en-US"/>
        </w:rPr>
      </w:pPr>
      <w:r w:rsidRPr="00034C3C">
        <w:rPr>
          <w:bCs/>
          <w:lang w:val="en-US"/>
        </w:rPr>
        <w:t xml:space="preserve">By January 2020 the Queensland Department of Agriculture and Fisheries to implement foundational reforms (actions 1.1-1.4) identified in the Queensland Government’s Sustainable Fisheries Strategy 2017–2027 for the </w:t>
      </w:r>
      <w:r w:rsidRPr="00034C3C">
        <w:rPr>
          <w:lang w:val="en-US"/>
        </w:rPr>
        <w:t>collection of accurate and reliable data, sufficient to</w:t>
      </w:r>
      <w:r w:rsidRPr="00034C3C">
        <w:rPr>
          <w:bCs/>
          <w:lang w:val="en-US"/>
        </w:rPr>
        <w:t xml:space="preserve"> monitor and assess the GoCIFFF’s impact on target and non-target species, including protected species, with a high degree of confidence.</w:t>
      </w:r>
    </w:p>
    <w:p w14:paraId="47223A4E" w14:textId="77777777" w:rsidR="00034C3C" w:rsidRPr="00034C3C" w:rsidRDefault="00034C3C" w:rsidP="00A12231">
      <w:pPr>
        <w:spacing w:after="120"/>
        <w:rPr>
          <w:b/>
          <w:lang w:val="en-US"/>
        </w:rPr>
      </w:pPr>
      <w:r w:rsidRPr="00034C3C">
        <w:rPr>
          <w:b/>
          <w:lang w:val="en-US"/>
        </w:rPr>
        <w:t>Condition 5:</w:t>
      </w:r>
    </w:p>
    <w:p w14:paraId="0723AFBC" w14:textId="77777777" w:rsidR="00034C3C" w:rsidRPr="00034C3C" w:rsidRDefault="00034C3C" w:rsidP="00A12231">
      <w:pPr>
        <w:spacing w:after="120"/>
        <w:rPr>
          <w:bCs/>
          <w:lang w:val="en-US"/>
        </w:rPr>
      </w:pPr>
      <w:r w:rsidRPr="00034C3C">
        <w:rPr>
          <w:bCs/>
          <w:lang w:val="en-US"/>
        </w:rPr>
        <w:t xml:space="preserve">The Queensland Department of Agriculture and Fisheries progress the development and implementation of an independent data collection and validation program including: </w:t>
      </w:r>
    </w:p>
    <w:p w14:paraId="7F197A43" w14:textId="77777777" w:rsidR="00034C3C" w:rsidRPr="00034C3C" w:rsidRDefault="00034C3C" w:rsidP="00A12231">
      <w:pPr>
        <w:numPr>
          <w:ilvl w:val="0"/>
          <w:numId w:val="42"/>
        </w:numPr>
        <w:spacing w:after="120"/>
        <w:rPr>
          <w:bCs/>
        </w:rPr>
      </w:pPr>
      <w:r w:rsidRPr="00034C3C">
        <w:rPr>
          <w:bCs/>
        </w:rPr>
        <w:t>Assess feasibility and complete proof of concept trials for electronic monitoring by December 2019.</w:t>
      </w:r>
    </w:p>
    <w:p w14:paraId="0F745AAC" w14:textId="77777777" w:rsidR="00034C3C" w:rsidRPr="00034C3C" w:rsidRDefault="00034C3C" w:rsidP="00A12231">
      <w:pPr>
        <w:numPr>
          <w:ilvl w:val="0"/>
          <w:numId w:val="42"/>
        </w:numPr>
        <w:spacing w:after="120"/>
        <w:rPr>
          <w:bCs/>
        </w:rPr>
      </w:pPr>
      <w:r w:rsidRPr="00034C3C">
        <w:rPr>
          <w:bCs/>
        </w:rPr>
        <w:t>Implement an independent data collection and validation program in GoCIFFF from January 2020 (this may include electronic monitoring or alternative interim solutions).</w:t>
      </w:r>
    </w:p>
    <w:p w14:paraId="6069A12D" w14:textId="77777777" w:rsidR="00034C3C" w:rsidRPr="00034C3C" w:rsidRDefault="00034C3C" w:rsidP="00A12231">
      <w:pPr>
        <w:spacing w:after="120"/>
        <w:rPr>
          <w:b/>
        </w:rPr>
      </w:pPr>
      <w:r w:rsidRPr="00034C3C">
        <w:rPr>
          <w:b/>
        </w:rPr>
        <w:t>Condition 6:</w:t>
      </w:r>
    </w:p>
    <w:p w14:paraId="4F59211A" w14:textId="77777777" w:rsidR="00034C3C" w:rsidRPr="00034C3C" w:rsidRDefault="00034C3C" w:rsidP="00A12231">
      <w:pPr>
        <w:spacing w:after="120"/>
        <w:rPr>
          <w:bCs/>
        </w:rPr>
      </w:pPr>
      <w:r w:rsidRPr="00034C3C">
        <w:rPr>
          <w:bCs/>
        </w:rPr>
        <w:t>The Queensland Department of Agriculture and Fisheries (QDAF) to:</w:t>
      </w:r>
    </w:p>
    <w:p w14:paraId="2957AF8C" w14:textId="77777777" w:rsidR="00034C3C" w:rsidRPr="00034C3C" w:rsidRDefault="00034C3C" w:rsidP="00A12231">
      <w:pPr>
        <w:numPr>
          <w:ilvl w:val="0"/>
          <w:numId w:val="43"/>
        </w:numPr>
        <w:spacing w:after="120"/>
        <w:rPr>
          <w:bCs/>
        </w:rPr>
      </w:pPr>
      <w:r w:rsidRPr="00034C3C">
        <w:rPr>
          <w:bCs/>
        </w:rPr>
        <w:t>Continue to support fishers to accurately identify and record sharks at the species level. This should include assessment and monitoring of reporting performance to identify and target any ongoing improvements</w:t>
      </w:r>
    </w:p>
    <w:p w14:paraId="23F6642E" w14:textId="77777777" w:rsidR="00034C3C" w:rsidRPr="00034C3C" w:rsidRDefault="00034C3C" w:rsidP="00A12231">
      <w:pPr>
        <w:numPr>
          <w:ilvl w:val="0"/>
          <w:numId w:val="43"/>
        </w:numPr>
        <w:spacing w:after="120"/>
        <w:rPr>
          <w:bCs/>
        </w:rPr>
      </w:pPr>
      <w:r w:rsidRPr="00034C3C">
        <w:rPr>
          <w:bCs/>
        </w:rPr>
        <w:t>Ensure all commercial catch of shark species of conservation concern can be readily and reliably determined, at a taxonomic level sufficient to monitor and manage risks at the species level. This may require a prohibition on removal of fins, fillets or other morphological features that assist in identifying species prior to landing.</w:t>
      </w:r>
    </w:p>
    <w:p w14:paraId="3E6DF5C7" w14:textId="77777777" w:rsidR="00034C3C" w:rsidRPr="00034C3C" w:rsidRDefault="00034C3C" w:rsidP="00A12231">
      <w:pPr>
        <w:numPr>
          <w:ilvl w:val="0"/>
          <w:numId w:val="43"/>
        </w:numPr>
        <w:spacing w:after="120"/>
      </w:pPr>
      <w:r w:rsidRPr="00034C3C">
        <w:t>By February 2020, report results of the Queensland Government review of hammerhead stock status to the Department, in a form suitable for Australia’s Threatened Species Scientific Committee (TSSC) review of Conservation Dependent species.</w:t>
      </w:r>
    </w:p>
    <w:p w14:paraId="1B7AAE8F" w14:textId="77777777" w:rsidR="00034C3C" w:rsidRPr="00034C3C" w:rsidRDefault="00034C3C" w:rsidP="00A12231">
      <w:pPr>
        <w:numPr>
          <w:ilvl w:val="0"/>
          <w:numId w:val="43"/>
        </w:numPr>
        <w:spacing w:after="120"/>
      </w:pPr>
      <w:r w:rsidRPr="00034C3C">
        <w:lastRenderedPageBreak/>
        <w:t>Review and provide catch data for Scalloped Hammerhead (</w:t>
      </w:r>
      <w:r w:rsidRPr="00034C3C">
        <w:rPr>
          <w:i/>
        </w:rPr>
        <w:t>Sphyrna lewini</w:t>
      </w:r>
      <w:r w:rsidRPr="00034C3C">
        <w:t>), Great Hammerhead (</w:t>
      </w:r>
      <w:r w:rsidRPr="00034C3C">
        <w:rPr>
          <w:i/>
        </w:rPr>
        <w:t>S. mokarran</w:t>
      </w:r>
      <w:r w:rsidRPr="00034C3C">
        <w:t>) and Winghead Sharks (</w:t>
      </w:r>
      <w:r w:rsidRPr="00034C3C">
        <w:rPr>
          <w:i/>
        </w:rPr>
        <w:t>Eusphyra blochii</w:t>
      </w:r>
      <w:r w:rsidRPr="00034C3C">
        <w:t>) to the Department for TSSC consideration. The data should be in a form that facilitates a comparison of catch levels between the three species, and provide advice on the level of confidence in the various data collected by QDAF.</w:t>
      </w:r>
    </w:p>
    <w:p w14:paraId="0090727F" w14:textId="53763E92" w:rsidR="00034C3C" w:rsidRPr="00034C3C" w:rsidRDefault="00034C3C" w:rsidP="00A12231">
      <w:pPr>
        <w:numPr>
          <w:ilvl w:val="0"/>
          <w:numId w:val="43"/>
        </w:numPr>
        <w:spacing w:after="120"/>
      </w:pPr>
      <w:r w:rsidRPr="00034C3C">
        <w:t>Report to the Department</w:t>
      </w:r>
      <w:r w:rsidRPr="00034C3C">
        <w:rPr>
          <w:iCs/>
        </w:rPr>
        <w:t xml:space="preserve"> as per Condition 3,</w:t>
      </w:r>
      <w:r w:rsidRPr="00034C3C">
        <w:rPr>
          <w:bCs/>
        </w:rPr>
        <w:t xml:space="preserve"> on the performance of management arrangements, including actions undertaken as part of these conditions, and which comprise the </w:t>
      </w:r>
      <w:r w:rsidRPr="00034C3C">
        <w:t>‘plan of management’ for the purposes of subparagraph 179(6)(b)(ii) of the EPBC Act for Scalloped Hammerhead Sharks.</w:t>
      </w:r>
    </w:p>
    <w:p w14:paraId="4085211E" w14:textId="77777777" w:rsidR="00034C3C" w:rsidRPr="00034C3C" w:rsidRDefault="00034C3C" w:rsidP="00A12231">
      <w:pPr>
        <w:spacing w:after="120"/>
        <w:rPr>
          <w:b/>
        </w:rPr>
      </w:pPr>
      <w:r w:rsidRPr="00034C3C">
        <w:rPr>
          <w:b/>
        </w:rPr>
        <w:t>Condition 7:</w:t>
      </w:r>
    </w:p>
    <w:p w14:paraId="4E545178" w14:textId="77777777" w:rsidR="00034C3C" w:rsidRPr="00034C3C" w:rsidRDefault="00034C3C" w:rsidP="00A12231">
      <w:pPr>
        <w:spacing w:after="120"/>
      </w:pPr>
      <w:r w:rsidRPr="00034C3C">
        <w:t>The Queensland Department of Agriculture and Fisheries to:</w:t>
      </w:r>
    </w:p>
    <w:p w14:paraId="13C6382C" w14:textId="77777777" w:rsidR="00034C3C" w:rsidRPr="00034C3C" w:rsidRDefault="00034C3C" w:rsidP="00A12231">
      <w:pPr>
        <w:numPr>
          <w:ilvl w:val="0"/>
          <w:numId w:val="44"/>
        </w:numPr>
        <w:spacing w:after="120"/>
      </w:pPr>
      <w:r w:rsidRPr="00034C3C">
        <w:t xml:space="preserve">Continue to </w:t>
      </w:r>
      <w:r w:rsidRPr="00034C3C">
        <w:rPr>
          <w:bCs/>
        </w:rPr>
        <w:t>i</w:t>
      </w:r>
      <w:r w:rsidRPr="00034C3C">
        <w:t>mprove understanding of stock status of all commercially and recreationally important species which are currently classified as ‘undefined’ in the area of the Gulf of Carpentaria Inshore Fin Fish Fishery.</w:t>
      </w:r>
    </w:p>
    <w:p w14:paraId="73ACFE01" w14:textId="23BBC623" w:rsidR="00034C3C" w:rsidRPr="00034C3C" w:rsidRDefault="00034C3C" w:rsidP="00A12231">
      <w:pPr>
        <w:numPr>
          <w:ilvl w:val="0"/>
          <w:numId w:val="44"/>
        </w:numPr>
        <w:spacing w:after="120"/>
      </w:pPr>
      <w:r w:rsidRPr="00034C3C">
        <w:rPr>
          <w:bCs/>
        </w:rPr>
        <w:t xml:space="preserve">Ensure </w:t>
      </w:r>
      <w:r w:rsidRPr="00034C3C">
        <w:t>catch composition is sufficiently monitored and understood to ensure that all stocks impacted by the fishery are sustainably managed, not overfished or subject to overfishing.</w:t>
      </w:r>
    </w:p>
    <w:p w14:paraId="4E9953FD" w14:textId="77777777" w:rsidR="00034C3C" w:rsidRPr="00034C3C" w:rsidRDefault="00034C3C" w:rsidP="00A12231">
      <w:pPr>
        <w:spacing w:after="120"/>
        <w:rPr>
          <w:b/>
          <w:lang w:val="en-US"/>
        </w:rPr>
      </w:pPr>
      <w:r w:rsidRPr="00034C3C">
        <w:rPr>
          <w:b/>
          <w:lang w:val="en-US"/>
        </w:rPr>
        <w:t>Condition 8:</w:t>
      </w:r>
    </w:p>
    <w:p w14:paraId="6B37F2D7" w14:textId="77777777" w:rsidR="00034C3C" w:rsidRPr="00034C3C" w:rsidRDefault="00034C3C" w:rsidP="00A12231">
      <w:pPr>
        <w:spacing w:after="120"/>
        <w:rPr>
          <w:lang w:val="en-US"/>
        </w:rPr>
      </w:pPr>
      <w:r w:rsidRPr="00034C3C">
        <w:rPr>
          <w:bCs/>
          <w:lang w:val="en-US"/>
        </w:rPr>
        <w:t xml:space="preserve">The </w:t>
      </w:r>
      <w:r w:rsidRPr="00034C3C">
        <w:rPr>
          <w:lang w:val="en-US"/>
        </w:rPr>
        <w:t>Queensland Department of Agriculture and Fisheries to:</w:t>
      </w:r>
    </w:p>
    <w:p w14:paraId="5C6C0B74" w14:textId="77777777" w:rsidR="00034C3C" w:rsidRPr="00034C3C" w:rsidRDefault="00034C3C" w:rsidP="00A12231">
      <w:pPr>
        <w:numPr>
          <w:ilvl w:val="0"/>
          <w:numId w:val="45"/>
        </w:numPr>
        <w:spacing w:after="120"/>
        <w:rPr>
          <w:bCs/>
        </w:rPr>
      </w:pPr>
      <w:r w:rsidRPr="00034C3C">
        <w:rPr>
          <w:bCs/>
        </w:rPr>
        <w:t>Publish a level 1 ecological risk assessment (ERA) for the Gulf of Carpentaria Inshore Fin Fish Fishery by December 2019.</w:t>
      </w:r>
    </w:p>
    <w:p w14:paraId="380049F7" w14:textId="77777777" w:rsidR="00034C3C" w:rsidRPr="00034C3C" w:rsidRDefault="00034C3C" w:rsidP="00A12231">
      <w:pPr>
        <w:numPr>
          <w:ilvl w:val="0"/>
          <w:numId w:val="45"/>
        </w:numPr>
        <w:spacing w:after="120"/>
        <w:rPr>
          <w:bCs/>
        </w:rPr>
      </w:pPr>
      <w:r w:rsidRPr="00034C3C">
        <w:rPr>
          <w:bCs/>
        </w:rPr>
        <w:t>Develop risk mitigation strategies for high risk species identified in the Level 1 ERA by January 2021. Mitigation strategies to be implemented in parallel with the development of a harvest strategy for the fishery.</w:t>
      </w:r>
    </w:p>
    <w:p w14:paraId="7E2266FD" w14:textId="77777777" w:rsidR="00034C3C" w:rsidRPr="00034C3C" w:rsidRDefault="00034C3C" w:rsidP="00A12231">
      <w:pPr>
        <w:numPr>
          <w:ilvl w:val="0"/>
          <w:numId w:val="45"/>
        </w:numPr>
        <w:spacing w:after="120"/>
        <w:rPr>
          <w:bCs/>
        </w:rPr>
      </w:pPr>
      <w:r w:rsidRPr="00034C3C">
        <w:rPr>
          <w:bCs/>
        </w:rPr>
        <w:t xml:space="preserve">Develop and publish level 2 ERAs according to the Queensland Government </w:t>
      </w:r>
      <w:r w:rsidRPr="00034C3C">
        <w:t>ERA</w:t>
      </w:r>
      <w:r w:rsidRPr="00034C3C">
        <w:rPr>
          <w:bCs/>
        </w:rPr>
        <w:t xml:space="preserve"> guidelines, and implement appropriate risk mitigations strategies.</w:t>
      </w:r>
    </w:p>
    <w:p w14:paraId="10C22322" w14:textId="75ACF3D2" w:rsidR="00034C3C" w:rsidRPr="00034C3C" w:rsidRDefault="00034C3C" w:rsidP="00A12231">
      <w:pPr>
        <w:spacing w:after="120"/>
        <w:rPr>
          <w:bCs/>
          <w:lang w:val="en-US"/>
        </w:rPr>
      </w:pPr>
      <w:r w:rsidRPr="00034C3C">
        <w:rPr>
          <w:bCs/>
          <w:lang w:val="en-US"/>
        </w:rPr>
        <w:t>All precautionary risk management strategies should be developed and implemented in consultation with relevant experts and stakeholders, and performance should be monitored and reported annually in accordance with Condition 3.</w:t>
      </w:r>
    </w:p>
    <w:p w14:paraId="02CA944A" w14:textId="20D6FDE7" w:rsidR="00034C3C" w:rsidRPr="00034C3C" w:rsidRDefault="00034C3C" w:rsidP="00A12231">
      <w:pPr>
        <w:spacing w:after="120"/>
        <w:rPr>
          <w:b/>
          <w:lang w:val="en-US"/>
        </w:rPr>
      </w:pPr>
      <w:r w:rsidRPr="00034C3C">
        <w:rPr>
          <w:b/>
          <w:lang w:val="en-US"/>
        </w:rPr>
        <w:t>Condition 9:</w:t>
      </w:r>
    </w:p>
    <w:p w14:paraId="30A7928E" w14:textId="77777777" w:rsidR="00034C3C" w:rsidRPr="00034C3C" w:rsidRDefault="00034C3C" w:rsidP="00A12231">
      <w:pPr>
        <w:spacing w:after="120"/>
        <w:rPr>
          <w:bCs/>
          <w:lang w:val="en-US"/>
        </w:rPr>
      </w:pPr>
      <w:r w:rsidRPr="00034C3C">
        <w:rPr>
          <w:bCs/>
          <w:lang w:val="en-US"/>
        </w:rPr>
        <w:t>The Queensland Department of Agriculture and Fisheries to implement a harvest strategy that monitors and manages impacts associated with the Gulf of Carpentaria Inshore Fin Fish Fishery on target, byproduct and bycatch (including protected species), by January 2021.</w:t>
      </w:r>
    </w:p>
    <w:p w14:paraId="27AE29DB" w14:textId="77777777" w:rsidR="00034C3C" w:rsidRPr="00034C3C" w:rsidRDefault="00034C3C" w:rsidP="00A12231">
      <w:pPr>
        <w:spacing w:after="120"/>
        <w:rPr>
          <w:bCs/>
          <w:lang w:val="en-US"/>
        </w:rPr>
      </w:pPr>
      <w:r w:rsidRPr="00034C3C">
        <w:rPr>
          <w:bCs/>
          <w:lang w:val="en-US"/>
        </w:rPr>
        <w:t>The harvest strategy must include decision rules and reference points that trigger management actions to ensure the fishery remains ecologically sustainable.</w:t>
      </w:r>
    </w:p>
    <w:p w14:paraId="12A2E70D" w14:textId="0712A798" w:rsidR="00034C3C" w:rsidRPr="00034C3C" w:rsidRDefault="00034C3C" w:rsidP="00A12231">
      <w:pPr>
        <w:spacing w:after="120"/>
        <w:rPr>
          <w:bCs/>
          <w:lang w:val="en-US"/>
        </w:rPr>
      </w:pPr>
      <w:r w:rsidRPr="00034C3C">
        <w:rPr>
          <w:bCs/>
          <w:lang w:val="en-US"/>
        </w:rPr>
        <w:t>Performance against this strategy must be included in annual reports specified at Condition 3.</w:t>
      </w:r>
    </w:p>
    <w:p w14:paraId="0E86A4E8" w14:textId="77777777" w:rsidR="00034C3C" w:rsidRPr="00034C3C" w:rsidRDefault="00034C3C" w:rsidP="00A12231">
      <w:pPr>
        <w:spacing w:after="120"/>
        <w:rPr>
          <w:b/>
          <w:lang w:val="en-US"/>
        </w:rPr>
      </w:pPr>
      <w:r w:rsidRPr="00034C3C">
        <w:rPr>
          <w:b/>
          <w:lang w:val="en-US"/>
        </w:rPr>
        <w:t>Condition 10:</w:t>
      </w:r>
    </w:p>
    <w:p w14:paraId="541F65AD" w14:textId="3E405F6D" w:rsidR="00545F4F" w:rsidRPr="00A12231" w:rsidRDefault="00A44551" w:rsidP="00A12231">
      <w:pPr>
        <w:spacing w:after="120"/>
        <w:rPr>
          <w:lang w:val="en-US"/>
        </w:rPr>
      </w:pPr>
      <w:r>
        <w:rPr>
          <w:bCs/>
          <w:lang w:val="en-US"/>
        </w:rPr>
        <w:t>By December 2019, t</w:t>
      </w:r>
      <w:r w:rsidR="00034C3C" w:rsidRPr="00034C3C">
        <w:rPr>
          <w:bCs/>
          <w:lang w:val="en-US"/>
        </w:rPr>
        <w:t>he Queensland Department of Agriculture and Fisheries to ensure there are appropriate management arrangements in place to ensure Black Jewfish is not subject to overfishing</w:t>
      </w:r>
      <w:r>
        <w:rPr>
          <w:bCs/>
          <w:lang w:val="en-US"/>
        </w:rPr>
        <w:t>.</w:t>
      </w:r>
    </w:p>
    <w:p w14:paraId="538C8E64" w14:textId="77777777" w:rsidR="00CF5CAE" w:rsidRPr="00034C3C" w:rsidRDefault="00CF5CAE" w:rsidP="00CF5CAE">
      <w:pPr>
        <w:pStyle w:val="ListNumber"/>
        <w:spacing w:after="120"/>
        <w:rPr>
          <w:rFonts w:cs="Arial"/>
          <w:b/>
          <w:bCs/>
        </w:rPr>
        <w:sectPr w:rsidR="00CF5CAE" w:rsidRPr="00034C3C" w:rsidSect="00C325B9">
          <w:headerReference w:type="first" r:id="rId13"/>
          <w:pgSz w:w="11906" w:h="16838"/>
          <w:pgMar w:top="1134" w:right="1418" w:bottom="1134" w:left="1418" w:header="425" w:footer="425" w:gutter="0"/>
          <w:pgNumType w:start="1"/>
          <w:cols w:space="708"/>
          <w:titlePg/>
          <w:docGrid w:linePitch="360"/>
        </w:sectPr>
      </w:pPr>
    </w:p>
    <w:p w14:paraId="373547EB" w14:textId="384EFE0C" w:rsidR="00034C3C" w:rsidRPr="00034C3C" w:rsidRDefault="00034C3C" w:rsidP="00034C3C">
      <w:pPr>
        <w:jc w:val="center"/>
        <w:rPr>
          <w:rFonts w:cs="Arial"/>
        </w:rPr>
      </w:pPr>
      <w:r w:rsidRPr="00034C3C">
        <w:rPr>
          <w:rFonts w:cs="Arial"/>
          <w:b/>
          <w:bCs/>
        </w:rPr>
        <w:lastRenderedPageBreak/>
        <w:t xml:space="preserve">Conditions on the accreditation of plans, regimes and policies - Queensland Gulf of Carpentaria Inshore Fin Fish Fishery, March </w:t>
      </w:r>
      <w:r w:rsidRPr="00034C3C">
        <w:rPr>
          <w:rFonts w:cs="Arial"/>
          <w:b/>
          <w:bCs/>
          <w:caps/>
        </w:rPr>
        <w:t>2019</w:t>
      </w:r>
    </w:p>
    <w:p w14:paraId="4140FBE9" w14:textId="77777777" w:rsidR="00CF5CAE" w:rsidRPr="00034C3C" w:rsidRDefault="00CF5CAE" w:rsidP="008C5D27">
      <w:pPr>
        <w:spacing w:after="120"/>
        <w:rPr>
          <w:rFonts w:cs="Arial"/>
        </w:rPr>
      </w:pPr>
    </w:p>
    <w:p w14:paraId="70023C08" w14:textId="77777777" w:rsidR="00034C3C" w:rsidRPr="00034C3C" w:rsidRDefault="00034C3C" w:rsidP="00034C3C">
      <w:pPr>
        <w:ind w:left="360" w:right="-334"/>
        <w:rPr>
          <w:b/>
          <w:snapToGrid w:val="0"/>
        </w:rPr>
      </w:pPr>
      <w:r w:rsidRPr="00034C3C">
        <w:rPr>
          <w:b/>
          <w:snapToGrid w:val="0"/>
        </w:rPr>
        <w:t>Condition 1:</w:t>
      </w:r>
    </w:p>
    <w:p w14:paraId="20C5E509" w14:textId="6AD5DFD7" w:rsidR="00034C3C" w:rsidRPr="00034C3C" w:rsidRDefault="00034C3C" w:rsidP="00034C3C">
      <w:pPr>
        <w:ind w:left="360" w:right="-334"/>
        <w:rPr>
          <w:snapToGrid w:val="0"/>
        </w:rPr>
      </w:pPr>
      <w:r w:rsidRPr="00034C3C">
        <w:rPr>
          <w:bCs/>
          <w:snapToGrid w:val="0"/>
        </w:rPr>
        <w:t xml:space="preserve">The Queensland Department of Agriculture and Fisheries to </w:t>
      </w:r>
      <w:r w:rsidR="0082786C">
        <w:rPr>
          <w:snapToGrid w:val="0"/>
        </w:rPr>
        <w:t>work with</w:t>
      </w:r>
      <w:r w:rsidRPr="00034C3C">
        <w:rPr>
          <w:snapToGrid w:val="0"/>
        </w:rPr>
        <w:t xml:space="preserve"> stakeholders to determine an improved data collection and validation approach that can validate the number of interactions with all bycatch, which will include protected species.</w:t>
      </w:r>
    </w:p>
    <w:p w14:paraId="62F053EC" w14:textId="77777777" w:rsidR="00034C3C" w:rsidRPr="00034C3C" w:rsidRDefault="00034C3C" w:rsidP="00034C3C">
      <w:pPr>
        <w:ind w:left="360" w:right="-334"/>
        <w:rPr>
          <w:b/>
          <w:snapToGrid w:val="0"/>
        </w:rPr>
      </w:pPr>
    </w:p>
    <w:p w14:paraId="38D073C7" w14:textId="77777777" w:rsidR="00034C3C" w:rsidRPr="00034C3C" w:rsidRDefault="00034C3C" w:rsidP="00034C3C">
      <w:pPr>
        <w:ind w:left="360" w:right="-334"/>
        <w:rPr>
          <w:b/>
          <w:snapToGrid w:val="0"/>
        </w:rPr>
      </w:pPr>
      <w:r w:rsidRPr="00034C3C">
        <w:rPr>
          <w:b/>
          <w:snapToGrid w:val="0"/>
        </w:rPr>
        <w:t>Condition 2:</w:t>
      </w:r>
    </w:p>
    <w:p w14:paraId="2FF67A7A" w14:textId="3BE46EDD" w:rsidR="00034C3C" w:rsidRPr="00034C3C" w:rsidRDefault="00034C3C" w:rsidP="00034C3C">
      <w:pPr>
        <w:ind w:left="360" w:right="-334"/>
        <w:rPr>
          <w:snapToGrid w:val="0"/>
        </w:rPr>
      </w:pPr>
      <w:r w:rsidRPr="00034C3C">
        <w:rPr>
          <w:snapToGrid w:val="0"/>
        </w:rPr>
        <w:t>Queensland Department of Agriculture and Fis</w:t>
      </w:r>
      <w:r w:rsidR="0082786C">
        <w:rPr>
          <w:snapToGrid w:val="0"/>
        </w:rPr>
        <w:t xml:space="preserve">heries to implement </w:t>
      </w:r>
      <w:r w:rsidRPr="00034C3C">
        <w:rPr>
          <w:snapToGrid w:val="0"/>
        </w:rPr>
        <w:t>mitigation measures to ensure interactions with protected species are kept to a minimum.</w:t>
      </w:r>
    </w:p>
    <w:p w14:paraId="21E3DD99" w14:textId="77777777" w:rsidR="00A77C92" w:rsidRPr="00034C3C" w:rsidRDefault="00A77C92" w:rsidP="00A77C92">
      <w:pPr>
        <w:pStyle w:val="ListNumber"/>
        <w:numPr>
          <w:ilvl w:val="0"/>
          <w:numId w:val="0"/>
        </w:numPr>
        <w:spacing w:after="120"/>
        <w:ind w:left="369" w:hanging="369"/>
      </w:pPr>
    </w:p>
    <w:p w14:paraId="3DB900D6" w14:textId="77777777" w:rsidR="00CF5CAE" w:rsidRPr="00034C3C" w:rsidRDefault="00CF5CAE" w:rsidP="00CF5CAE">
      <w:pPr>
        <w:pStyle w:val="ListNumber"/>
        <w:numPr>
          <w:ilvl w:val="0"/>
          <w:numId w:val="0"/>
        </w:numPr>
        <w:spacing w:after="120"/>
        <w:ind w:left="369" w:hanging="369"/>
      </w:pPr>
    </w:p>
    <w:p w14:paraId="7D61EBCD" w14:textId="77777777" w:rsidR="00CF5CAE" w:rsidRPr="00034C3C" w:rsidRDefault="00CF5CAE" w:rsidP="00CF5CAE">
      <w:pPr>
        <w:pStyle w:val="ListNumber"/>
        <w:numPr>
          <w:ilvl w:val="0"/>
          <w:numId w:val="0"/>
        </w:numPr>
        <w:spacing w:after="120"/>
        <w:ind w:left="369" w:hanging="369"/>
      </w:pPr>
    </w:p>
    <w:p w14:paraId="30A0246A" w14:textId="77777777" w:rsidR="00CF5CAE" w:rsidRPr="00034C3C" w:rsidRDefault="00CF5CAE" w:rsidP="00CF5CAE">
      <w:pPr>
        <w:pStyle w:val="ListNumber"/>
        <w:numPr>
          <w:ilvl w:val="0"/>
          <w:numId w:val="0"/>
        </w:numPr>
        <w:spacing w:after="120"/>
        <w:ind w:left="369" w:hanging="369"/>
      </w:pPr>
    </w:p>
    <w:p w14:paraId="0AA1C39D" w14:textId="77777777" w:rsidR="00CF5CAE" w:rsidRPr="00034C3C" w:rsidRDefault="00CF5CAE" w:rsidP="00CF5CAE">
      <w:pPr>
        <w:pStyle w:val="ListNumber"/>
        <w:numPr>
          <w:ilvl w:val="0"/>
          <w:numId w:val="0"/>
        </w:numPr>
        <w:spacing w:after="120"/>
        <w:ind w:left="369" w:hanging="369"/>
        <w:sectPr w:rsidR="00CF5CAE" w:rsidRPr="00034C3C" w:rsidSect="00C325B9">
          <w:headerReference w:type="first" r:id="rId14"/>
          <w:pgSz w:w="11906" w:h="16838"/>
          <w:pgMar w:top="1134" w:right="1418" w:bottom="1134" w:left="1418" w:header="425" w:footer="425" w:gutter="0"/>
          <w:pgNumType w:start="1"/>
          <w:cols w:space="708"/>
          <w:titlePg/>
          <w:docGrid w:linePitch="360"/>
        </w:sectPr>
      </w:pPr>
    </w:p>
    <w:p w14:paraId="1A578658" w14:textId="77777777" w:rsidR="00545F4F" w:rsidRPr="002201D7" w:rsidRDefault="00545F4F" w:rsidP="00F46F46">
      <w:pPr>
        <w:spacing w:before="60" w:after="6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2AC992F2" w14:textId="77777777" w:rsidR="00F46F46" w:rsidRPr="005D2F53" w:rsidRDefault="00F46F46" w:rsidP="00F46F46">
      <w:pPr>
        <w:spacing w:before="60" w:after="60"/>
        <w:jc w:val="both"/>
        <w:rPr>
          <w:rFonts w:cs="Arial"/>
        </w:rPr>
      </w:pPr>
      <w:r w:rsidRPr="005D2F53">
        <w:rPr>
          <w:rFonts w:cs="Arial"/>
        </w:rPr>
        <w:t xml:space="preserve">There is a right of review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2171181" w14:textId="77777777" w:rsidR="00F46F46" w:rsidRDefault="00F46F46" w:rsidP="00F46F46">
      <w:pPr>
        <w:spacing w:before="6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A072F33" w14:textId="77777777" w:rsidR="00F46F46" w:rsidRPr="00112175" w:rsidRDefault="00F46F46" w:rsidP="00F46F46">
      <w:pPr>
        <w:spacing w:before="60" w:after="60"/>
        <w:ind w:left="720"/>
        <w:jc w:val="both"/>
        <w:rPr>
          <w:rFonts w:cs="Arial"/>
        </w:rPr>
      </w:pPr>
      <w:r w:rsidRPr="00112175">
        <w:rPr>
          <w:rFonts w:cs="Arial"/>
        </w:rPr>
        <w:t xml:space="preserve">(a) to issue or refuse a permit; or </w:t>
      </w:r>
    </w:p>
    <w:p w14:paraId="20AA66E2" w14:textId="77777777" w:rsidR="00F46F46" w:rsidRPr="00112175" w:rsidRDefault="00F46F46" w:rsidP="00F46F46">
      <w:pPr>
        <w:spacing w:before="60" w:after="60"/>
        <w:ind w:left="720"/>
        <w:jc w:val="both"/>
        <w:rPr>
          <w:rFonts w:cs="Arial"/>
        </w:rPr>
      </w:pPr>
      <w:r w:rsidRPr="00112175">
        <w:rPr>
          <w:rFonts w:cs="Arial"/>
        </w:rPr>
        <w:t xml:space="preserve">(b) to specify, vary or revoke a condition of a permit; or </w:t>
      </w:r>
    </w:p>
    <w:p w14:paraId="4439BE26" w14:textId="77777777" w:rsidR="00F46F46" w:rsidRPr="00112175" w:rsidRDefault="00F46F46" w:rsidP="00F46F46">
      <w:pPr>
        <w:spacing w:before="60" w:after="60"/>
        <w:ind w:left="720"/>
        <w:jc w:val="both"/>
        <w:rPr>
          <w:rFonts w:cs="Arial"/>
        </w:rPr>
      </w:pPr>
      <w:r w:rsidRPr="00112175">
        <w:rPr>
          <w:rFonts w:cs="Arial"/>
        </w:rPr>
        <w:t xml:space="preserve">(c) to impose a further condition of a permit; or </w:t>
      </w:r>
    </w:p>
    <w:p w14:paraId="76408DAB" w14:textId="77777777" w:rsidR="00F46F46" w:rsidRPr="00112175" w:rsidRDefault="00F46F46" w:rsidP="00F46F46">
      <w:pPr>
        <w:spacing w:before="60" w:after="60"/>
        <w:ind w:left="720"/>
        <w:jc w:val="both"/>
        <w:rPr>
          <w:rFonts w:cs="Arial"/>
        </w:rPr>
      </w:pPr>
      <w:r w:rsidRPr="00112175">
        <w:rPr>
          <w:rFonts w:cs="Arial"/>
        </w:rPr>
        <w:t xml:space="preserve">(d) to transfer or refuse to transfer a permit; or </w:t>
      </w:r>
    </w:p>
    <w:p w14:paraId="2587DF78" w14:textId="77777777" w:rsidR="00F46F46" w:rsidRPr="00112175" w:rsidRDefault="00F46F46" w:rsidP="00F46F46">
      <w:pPr>
        <w:spacing w:before="60" w:after="60"/>
        <w:ind w:left="720"/>
        <w:jc w:val="both"/>
        <w:rPr>
          <w:rFonts w:cs="Arial"/>
        </w:rPr>
      </w:pPr>
      <w:r w:rsidRPr="00112175">
        <w:rPr>
          <w:rFonts w:cs="Arial"/>
        </w:rPr>
        <w:t xml:space="preserve">(e) to suspend or cancel a permit; or </w:t>
      </w:r>
    </w:p>
    <w:p w14:paraId="6894CC4B" w14:textId="77777777" w:rsidR="00F46F46" w:rsidRPr="00112175" w:rsidRDefault="00F46F46" w:rsidP="00F46F46">
      <w:pPr>
        <w:spacing w:before="60" w:after="60"/>
        <w:ind w:left="720"/>
        <w:jc w:val="both"/>
        <w:rPr>
          <w:rFonts w:cs="Arial"/>
        </w:rPr>
      </w:pPr>
      <w:r w:rsidRPr="00112175">
        <w:rPr>
          <w:rFonts w:cs="Arial"/>
        </w:rPr>
        <w:t xml:space="preserve">(f) to issue or refuse a certificate under subsection 303CC(5); or </w:t>
      </w:r>
    </w:p>
    <w:p w14:paraId="2F6E40F3" w14:textId="77777777" w:rsidR="00F46F46" w:rsidRPr="00112175" w:rsidRDefault="00F46F46" w:rsidP="00F46F46">
      <w:pPr>
        <w:spacing w:before="60" w:after="60"/>
        <w:ind w:left="720"/>
        <w:jc w:val="both"/>
        <w:rPr>
          <w:rFonts w:cs="Arial"/>
        </w:rPr>
      </w:pPr>
      <w:r w:rsidRPr="00112175">
        <w:rPr>
          <w:rFonts w:cs="Arial"/>
        </w:rPr>
        <w:t xml:space="preserve">(g) of the Secretary under a determination in force under section 303EU; or </w:t>
      </w:r>
    </w:p>
    <w:p w14:paraId="33BE6CBD" w14:textId="77777777" w:rsidR="00F46F46" w:rsidRDefault="00F46F46" w:rsidP="00F46F46">
      <w:pPr>
        <w:spacing w:before="60" w:after="60"/>
        <w:ind w:left="720"/>
        <w:jc w:val="both"/>
        <w:rPr>
          <w:rFonts w:cs="Arial"/>
        </w:rPr>
      </w:pPr>
      <w:r w:rsidRPr="00112175">
        <w:rPr>
          <w:rFonts w:cs="Arial"/>
        </w:rPr>
        <w:t>(h) to make or refuse a declaration under section 303FN, 303FO or 303FP; or</w:t>
      </w:r>
    </w:p>
    <w:p w14:paraId="2B5E6CEC" w14:textId="77777777" w:rsidR="00F46F46" w:rsidRDefault="00F46F46" w:rsidP="00F46F46">
      <w:pPr>
        <w:spacing w:before="60" w:after="60"/>
        <w:ind w:left="720"/>
        <w:jc w:val="both"/>
        <w:rPr>
          <w:rFonts w:cs="Arial"/>
        </w:rPr>
      </w:pPr>
      <w:r w:rsidRPr="00112175">
        <w:rPr>
          <w:rFonts w:cs="Arial"/>
        </w:rPr>
        <w:t>(i) to vary or revoke a declaration under section 303FN, 303FO or 303FP.</w:t>
      </w:r>
    </w:p>
    <w:p w14:paraId="6085608A"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77D580EB" w14:textId="77777777" w:rsidR="00F46F46" w:rsidRDefault="00F46F46" w:rsidP="00F46F46">
      <w:pPr>
        <w:pStyle w:val="ListBullet"/>
        <w:spacing w:before="60"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54BFC210" w14:textId="77777777" w:rsidR="00F46F46" w:rsidRDefault="00F46F46" w:rsidP="00F46F46">
      <w:pPr>
        <w:pStyle w:val="ListBullet"/>
        <w:spacing w:before="60" w:after="6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5B84C20B"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15"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0F14FEDC"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3381EFC0"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6" w:history="1">
        <w:r w:rsidRPr="00504C08">
          <w:rPr>
            <w:rStyle w:val="Hyperlink"/>
            <w:rFonts w:cs="Arial"/>
          </w:rPr>
          <w:t>http://www.aat.gov.au/</w:t>
        </w:r>
      </w:hyperlink>
      <w:r>
        <w:rPr>
          <w:rFonts w:cs="Arial"/>
        </w:rPr>
        <w:t xml:space="preserve">. </w:t>
      </w:r>
    </w:p>
    <w:p w14:paraId="1AD76A93"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55204A5D" w14:textId="77777777" w:rsidR="00F46F46" w:rsidRDefault="00F46F46" w:rsidP="00F46F46">
      <w:pPr>
        <w:spacing w:before="60" w:after="60"/>
        <w:rPr>
          <w:rFonts w:cs="Arial"/>
        </w:rPr>
      </w:pPr>
    </w:p>
    <w:p w14:paraId="52D1BE21" w14:textId="77777777" w:rsidR="00F46F46" w:rsidRDefault="00F46F46" w:rsidP="00F46F46">
      <w:pPr>
        <w:spacing w:before="60" w:after="60"/>
        <w:rPr>
          <w:rFonts w:cs="Arial"/>
        </w:rPr>
      </w:pPr>
    </w:p>
    <w:p w14:paraId="5377EADA" w14:textId="77777777" w:rsidR="00F46F46" w:rsidRDefault="00F46F46" w:rsidP="00F46F46">
      <w:pPr>
        <w:spacing w:before="60" w:after="60"/>
        <w:rPr>
          <w:rFonts w:cs="Arial"/>
        </w:rPr>
      </w:pPr>
      <w:r>
        <w:rPr>
          <w:rFonts w:cs="Arial"/>
        </w:rPr>
        <w:lastRenderedPageBreak/>
        <w:t>T</w:t>
      </w:r>
      <w:r w:rsidRPr="00504C08">
        <w:rPr>
          <w:rFonts w:cs="Arial"/>
        </w:rPr>
        <w:t>he cost of lodging</w:t>
      </w:r>
      <w:r>
        <w:rPr>
          <w:rFonts w:cs="Arial"/>
        </w:rPr>
        <w:t xml:space="preserve"> an application for review is is $920 (as of 1 July 2018) (GST inclusive). You may be eligible to pay a reduced fee of $100.00 if </w:t>
      </w:r>
    </w:p>
    <w:p w14:paraId="3A79987E" w14:textId="77777777" w:rsidR="00F46F46" w:rsidRDefault="00F46F46" w:rsidP="00F46F46">
      <w:pPr>
        <w:pStyle w:val="ListBullet"/>
        <w:spacing w:before="60" w:after="60"/>
      </w:pPr>
      <w:r>
        <w:t>you are receiving legal aid for your application;</w:t>
      </w:r>
    </w:p>
    <w:p w14:paraId="65DBF7CE"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42BE9877" w14:textId="77777777" w:rsidR="00F46F46" w:rsidRDefault="00F46F46" w:rsidP="00F46F46">
      <w:pPr>
        <w:pStyle w:val="ListBullet"/>
        <w:spacing w:before="60" w:after="60"/>
      </w:pPr>
      <w:r>
        <w:t>you are in prison or lawfully detained in a public institution;</w:t>
      </w:r>
    </w:p>
    <w:p w14:paraId="24EBE606" w14:textId="77777777" w:rsidR="00F46F46" w:rsidRDefault="00F46F46" w:rsidP="00F46F46">
      <w:pPr>
        <w:pStyle w:val="ListBullet"/>
        <w:spacing w:before="60" w:after="60"/>
      </w:pPr>
      <w:r>
        <w:t xml:space="preserve">you are under 18 years of age; or </w:t>
      </w:r>
    </w:p>
    <w:p w14:paraId="08E43106" w14:textId="77777777" w:rsidR="00F46F46" w:rsidRDefault="00F46F46" w:rsidP="00F46F46">
      <w:pPr>
        <w:pStyle w:val="ListBullet"/>
        <w:spacing w:before="60" w:after="60"/>
      </w:pPr>
      <w:r>
        <w:t xml:space="preserve">you are receiving youth allowance, Austudy or ABSTUDY. </w:t>
      </w:r>
    </w:p>
    <w:p w14:paraId="3539798A"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7"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8F86C1C"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D586B3A" w14:textId="77777777" w:rsidR="00F46F46" w:rsidRDefault="00F46F46" w:rsidP="00F46F46">
      <w:pPr>
        <w:spacing w:before="60" w:after="60"/>
        <w:rPr>
          <w:rFonts w:cs="Arial"/>
          <w:b/>
        </w:rPr>
      </w:pPr>
      <w:r w:rsidRPr="00504C08">
        <w:rPr>
          <w:rFonts w:cs="Arial"/>
          <w:b/>
        </w:rPr>
        <w:t>Contact Details</w:t>
      </w:r>
    </w:p>
    <w:p w14:paraId="7416700D"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1BD596CA"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6C0684CB"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51214F8A"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8"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19" w:history="1">
        <w:r w:rsidRPr="00991C46">
          <w:rPr>
            <w:rStyle w:val="Hyperlink"/>
            <w:rFonts w:cs="Arial"/>
          </w:rPr>
          <w:t>http://www.aat.gov.au</w:t>
        </w:r>
      </w:hyperlink>
      <w:r>
        <w:rPr>
          <w:rFonts w:cs="Arial"/>
        </w:rPr>
        <w:t xml:space="preserve"> </w:t>
      </w:r>
    </w:p>
    <w:p w14:paraId="05F53B47" w14:textId="77777777" w:rsidR="00F46F46" w:rsidRDefault="00F46F46" w:rsidP="00F46F46">
      <w:pPr>
        <w:spacing w:before="60" w:after="60"/>
        <w:rPr>
          <w:rFonts w:cs="Arial"/>
          <w:b/>
        </w:rPr>
      </w:pPr>
      <w:r w:rsidRPr="00504C08">
        <w:rPr>
          <w:rFonts w:cs="Arial"/>
          <w:b/>
        </w:rPr>
        <w:t>Freedom of Information Request</w:t>
      </w:r>
    </w:p>
    <w:p w14:paraId="2BEFB39D"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0"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1" w:history="1">
        <w:r w:rsidRPr="00504C08">
          <w:rPr>
            <w:rStyle w:val="Hyperlink"/>
            <w:rFonts w:cs="Arial"/>
          </w:rPr>
          <w:t>foi@environment.gov.au</w:t>
        </w:r>
      </w:hyperlink>
      <w:r w:rsidRPr="00504C08">
        <w:rPr>
          <w:rFonts w:cs="Arial"/>
        </w:rPr>
        <w:t xml:space="preserve"> for more information. </w:t>
      </w:r>
    </w:p>
    <w:p w14:paraId="25CA56F1" w14:textId="77777777" w:rsidR="0050646D" w:rsidRPr="00CF5CAE" w:rsidRDefault="0050646D" w:rsidP="00F46F46">
      <w:pPr>
        <w:spacing w:before="60" w:after="60"/>
      </w:pPr>
    </w:p>
    <w:sectPr w:rsidR="0050646D" w:rsidRPr="00CF5CAE" w:rsidSect="00C325B9">
      <w:headerReference w:type="first" r:id="rId22"/>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A0DDA" w14:textId="77777777" w:rsidR="00FD06CE" w:rsidRDefault="00FD06CE" w:rsidP="00A60185">
      <w:pPr>
        <w:spacing w:after="0" w:line="240" w:lineRule="auto"/>
      </w:pPr>
      <w:r>
        <w:separator/>
      </w:r>
    </w:p>
  </w:endnote>
  <w:endnote w:type="continuationSeparator" w:id="0">
    <w:p w14:paraId="1518CC08" w14:textId="77777777" w:rsidR="00FD06CE" w:rsidRDefault="00FD06CE"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9539" w14:textId="77777777" w:rsidR="00E464B6" w:rsidRDefault="00E464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D7ECA" w14:textId="77777777" w:rsidR="00E464B6" w:rsidRDefault="00E464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6E925" w14:textId="77777777" w:rsidR="00E464B6" w:rsidRDefault="00E464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41720" w14:textId="77777777" w:rsidR="00FD06CE" w:rsidRDefault="00FD06CE" w:rsidP="00A60185">
      <w:pPr>
        <w:spacing w:after="0" w:line="240" w:lineRule="auto"/>
      </w:pPr>
      <w:r>
        <w:separator/>
      </w:r>
    </w:p>
  </w:footnote>
  <w:footnote w:type="continuationSeparator" w:id="0">
    <w:p w14:paraId="32BF9162" w14:textId="77777777" w:rsidR="00FD06CE" w:rsidRDefault="00FD06CE" w:rsidP="00A60185">
      <w:pPr>
        <w:spacing w:after="0" w:line="240" w:lineRule="auto"/>
      </w:pPr>
      <w:r>
        <w:continuationSeparator/>
      </w:r>
    </w:p>
  </w:footnote>
  <w:footnote w:id="1">
    <w:p w14:paraId="57ED10D4"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5B5EA" w14:textId="77777777" w:rsidR="00E464B6" w:rsidRDefault="00E464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FE69" w14:textId="77777777" w:rsidR="00E464B6" w:rsidRDefault="00E464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55D88" w14:textId="77777777" w:rsidR="00F8686F" w:rsidRPr="00FA0CF5" w:rsidRDefault="005B7F1B" w:rsidP="00FA0CF5">
    <w:pPr>
      <w:pStyle w:val="Header"/>
    </w:pPr>
    <w:r w:rsidRPr="001C68E7">
      <w:rPr>
        <w:rFonts w:cs="Arial"/>
        <w:b w:val="0"/>
        <w:noProof/>
        <w:sz w:val="48"/>
        <w:lang w:eastAsia="en-AU"/>
      </w:rPr>
      <w:drawing>
        <wp:inline distT="0" distB="0" distL="0" distR="0" wp14:anchorId="7744EA25" wp14:editId="29D775AB">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7E626" w14:textId="77777777" w:rsidR="00F8686F" w:rsidRDefault="00F8686F" w:rsidP="006B1098">
    <w:pPr>
      <w:pStyle w:val="Header"/>
      <w:jc w:val="right"/>
    </w:pPr>
    <w:r>
      <w:rPr>
        <w:noProof/>
        <w:lang w:eastAsia="en-AU"/>
      </w:rP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9F9C2" w14:textId="77777777" w:rsidR="00F8686F" w:rsidRDefault="00F8686F" w:rsidP="006B1098">
    <w:pPr>
      <w:pStyle w:val="Header"/>
      <w:jc w:val="right"/>
    </w:pPr>
    <w:r>
      <w:rPr>
        <w:noProof/>
        <w:lang w:eastAsia="en-AU"/>
      </w:rPr>
      <w:t>Attachment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EE07C" w14:textId="77777777" w:rsidR="00F8686F" w:rsidRDefault="00832F0F" w:rsidP="00C6319E">
    <w:pPr>
      <w:pStyle w:val="Header"/>
    </w:pPr>
    <w:r>
      <w:rPr>
        <w:noProof/>
        <w:lang w:eastAsia="en-AU"/>
      </w:rPr>
      <w:drawing>
        <wp:inline distT="0" distB="0" distL="0" distR="0" wp14:anchorId="49C9EE12" wp14:editId="62BF1748">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36566D7"/>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5EF66057"/>
    <w:multiLevelType w:val="hybridMultilevel"/>
    <w:tmpl w:val="54CA3A6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6"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3"/>
  </w:num>
  <w:num w:numId="4">
    <w:abstractNumId w:val="21"/>
  </w:num>
  <w:num w:numId="5">
    <w:abstractNumId w:val="11"/>
  </w:num>
  <w:num w:numId="6">
    <w:abstractNumId w:val="9"/>
  </w:num>
  <w:num w:numId="7">
    <w:abstractNumId w:val="18"/>
  </w:num>
  <w:num w:numId="8">
    <w:abstractNumId w:val="6"/>
  </w:num>
  <w:num w:numId="9">
    <w:abstractNumId w:val="5"/>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14"/>
  </w:num>
  <w:num w:numId="18">
    <w:abstractNumId w:val="17"/>
  </w:num>
  <w:num w:numId="19">
    <w:abstractNumId w:val="26"/>
  </w:num>
  <w:num w:numId="20">
    <w:abstractNumId w:val="16"/>
  </w:num>
  <w:num w:numId="21">
    <w:abstractNumId w:val="13"/>
  </w:num>
  <w:num w:numId="22">
    <w:abstractNumId w:val="2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num>
  <w:num w:numId="29">
    <w:abstractNumId w:val="9"/>
  </w:num>
  <w:num w:numId="30">
    <w:abstractNumId w:val="9"/>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2"/>
  </w:num>
  <w:num w:numId="38">
    <w:abstractNumId w:val="1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
  </w:num>
  <w:num w:numId="42">
    <w:abstractNumId w:val="8"/>
  </w:num>
  <w:num w:numId="43">
    <w:abstractNumId w:val="15"/>
  </w:num>
  <w:num w:numId="44">
    <w:abstractNumId w:val="10"/>
  </w:num>
  <w:num w:numId="45">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FD06CE"/>
    <w:rsid w:val="00004AEE"/>
    <w:rsid w:val="00005CAA"/>
    <w:rsid w:val="00010210"/>
    <w:rsid w:val="00014060"/>
    <w:rsid w:val="00015ADA"/>
    <w:rsid w:val="00017BB8"/>
    <w:rsid w:val="00020C99"/>
    <w:rsid w:val="000260F8"/>
    <w:rsid w:val="0002707B"/>
    <w:rsid w:val="00031219"/>
    <w:rsid w:val="00034C3C"/>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184"/>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394B"/>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2786C"/>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C5D27"/>
    <w:rsid w:val="008D3900"/>
    <w:rsid w:val="008D6E1D"/>
    <w:rsid w:val="008E611A"/>
    <w:rsid w:val="008F39B4"/>
    <w:rsid w:val="008F4162"/>
    <w:rsid w:val="00901056"/>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2231"/>
    <w:rsid w:val="00A17D0F"/>
    <w:rsid w:val="00A23425"/>
    <w:rsid w:val="00A27314"/>
    <w:rsid w:val="00A338E7"/>
    <w:rsid w:val="00A343B2"/>
    <w:rsid w:val="00A35CAA"/>
    <w:rsid w:val="00A36E7F"/>
    <w:rsid w:val="00A37E9D"/>
    <w:rsid w:val="00A40B5D"/>
    <w:rsid w:val="00A41E65"/>
    <w:rsid w:val="00A43E0A"/>
    <w:rsid w:val="00A44551"/>
    <w:rsid w:val="00A45659"/>
    <w:rsid w:val="00A539B1"/>
    <w:rsid w:val="00A55F5B"/>
    <w:rsid w:val="00A57FB9"/>
    <w:rsid w:val="00A60185"/>
    <w:rsid w:val="00A60B0D"/>
    <w:rsid w:val="00A65959"/>
    <w:rsid w:val="00A661EA"/>
    <w:rsid w:val="00A70809"/>
    <w:rsid w:val="00A72668"/>
    <w:rsid w:val="00A76E17"/>
    <w:rsid w:val="00A7772A"/>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489C"/>
    <w:rsid w:val="00E0596E"/>
    <w:rsid w:val="00E06F66"/>
    <w:rsid w:val="00E1333E"/>
    <w:rsid w:val="00E13703"/>
    <w:rsid w:val="00E138B9"/>
    <w:rsid w:val="00E14857"/>
    <w:rsid w:val="00E150B6"/>
    <w:rsid w:val="00E22AD5"/>
    <w:rsid w:val="00E356E5"/>
    <w:rsid w:val="00E35762"/>
    <w:rsid w:val="00E36F81"/>
    <w:rsid w:val="00E42AC6"/>
    <w:rsid w:val="00E44648"/>
    <w:rsid w:val="00E452FA"/>
    <w:rsid w:val="00E45765"/>
    <w:rsid w:val="00E45C14"/>
    <w:rsid w:val="00E45E10"/>
    <w:rsid w:val="00E464B6"/>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06CE"/>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24FED6"/>
  <w15:docId w15:val="{63AC8B3E-2C9B-4E68-A380-9B080127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580578">
      <w:bodyDiv w:val="1"/>
      <w:marLeft w:val="0"/>
      <w:marRight w:val="0"/>
      <w:marTop w:val="0"/>
      <w:marBottom w:val="0"/>
      <w:divBdr>
        <w:top w:val="none" w:sz="0" w:space="0" w:color="auto"/>
        <w:left w:val="none" w:sz="0" w:space="0" w:color="auto"/>
        <w:bottom w:val="none" w:sz="0" w:space="0" w:color="auto"/>
        <w:right w:val="none" w:sz="0" w:space="0" w:color="auto"/>
      </w:divBdr>
      <w:divsChild>
        <w:div w:id="585261150">
          <w:marLeft w:val="0"/>
          <w:marRight w:val="0"/>
          <w:marTop w:val="0"/>
          <w:marBottom w:val="0"/>
          <w:divBdr>
            <w:top w:val="none" w:sz="0" w:space="0" w:color="auto"/>
            <w:left w:val="none" w:sz="0" w:space="0" w:color="auto"/>
            <w:bottom w:val="none" w:sz="0" w:space="0" w:color="auto"/>
            <w:right w:val="none" w:sz="0" w:space="0" w:color="auto"/>
          </w:divBdr>
          <w:divsChild>
            <w:div w:id="555363238">
              <w:marLeft w:val="0"/>
              <w:marRight w:val="0"/>
              <w:marTop w:val="0"/>
              <w:marBottom w:val="0"/>
              <w:divBdr>
                <w:top w:val="none" w:sz="0" w:space="0" w:color="auto"/>
                <w:left w:val="none" w:sz="0" w:space="0" w:color="auto"/>
                <w:bottom w:val="none" w:sz="0" w:space="0" w:color="auto"/>
                <w:right w:val="none" w:sz="0" w:space="0" w:color="auto"/>
              </w:divBdr>
              <w:divsChild>
                <w:div w:id="1377699027">
                  <w:marLeft w:val="0"/>
                  <w:marRight w:val="0"/>
                  <w:marTop w:val="0"/>
                  <w:marBottom w:val="0"/>
                  <w:divBdr>
                    <w:top w:val="none" w:sz="0" w:space="0" w:color="auto"/>
                    <w:left w:val="none" w:sz="0" w:space="0" w:color="auto"/>
                    <w:bottom w:val="none" w:sz="0" w:space="0" w:color="auto"/>
                    <w:right w:val="none" w:sz="0" w:space="0" w:color="auto"/>
                  </w:divBdr>
                  <w:divsChild>
                    <w:div w:id="400637788">
                      <w:marLeft w:val="2325"/>
                      <w:marRight w:val="0"/>
                      <w:marTop w:val="0"/>
                      <w:marBottom w:val="0"/>
                      <w:divBdr>
                        <w:top w:val="none" w:sz="0" w:space="0" w:color="auto"/>
                        <w:left w:val="none" w:sz="0" w:space="0" w:color="auto"/>
                        <w:bottom w:val="none" w:sz="0" w:space="0" w:color="auto"/>
                        <w:right w:val="none" w:sz="0" w:space="0" w:color="auto"/>
                      </w:divBdr>
                      <w:divsChild>
                        <w:div w:id="626352272">
                          <w:marLeft w:val="0"/>
                          <w:marRight w:val="0"/>
                          <w:marTop w:val="0"/>
                          <w:marBottom w:val="0"/>
                          <w:divBdr>
                            <w:top w:val="none" w:sz="0" w:space="0" w:color="auto"/>
                            <w:left w:val="none" w:sz="0" w:space="0" w:color="auto"/>
                            <w:bottom w:val="none" w:sz="0" w:space="0" w:color="auto"/>
                            <w:right w:val="none" w:sz="0" w:space="0" w:color="auto"/>
                          </w:divBdr>
                          <w:divsChild>
                            <w:div w:id="1697803773">
                              <w:marLeft w:val="0"/>
                              <w:marRight w:val="0"/>
                              <w:marTop w:val="0"/>
                              <w:marBottom w:val="0"/>
                              <w:divBdr>
                                <w:top w:val="none" w:sz="0" w:space="0" w:color="auto"/>
                                <w:left w:val="none" w:sz="0" w:space="0" w:color="auto"/>
                                <w:bottom w:val="none" w:sz="0" w:space="0" w:color="auto"/>
                                <w:right w:val="none" w:sz="0" w:space="0" w:color="auto"/>
                              </w:divBdr>
                              <w:divsChild>
                                <w:div w:id="2114088093">
                                  <w:marLeft w:val="0"/>
                                  <w:marRight w:val="0"/>
                                  <w:marTop w:val="0"/>
                                  <w:marBottom w:val="0"/>
                                  <w:divBdr>
                                    <w:top w:val="none" w:sz="0" w:space="0" w:color="auto"/>
                                    <w:left w:val="none" w:sz="0" w:space="0" w:color="auto"/>
                                    <w:bottom w:val="none" w:sz="0" w:space="0" w:color="auto"/>
                                    <w:right w:val="none" w:sz="0" w:space="0" w:color="auto"/>
                                  </w:divBdr>
                                  <w:divsChild>
                                    <w:div w:id="415129708">
                                      <w:marLeft w:val="0"/>
                                      <w:marRight w:val="0"/>
                                      <w:marTop w:val="0"/>
                                      <w:marBottom w:val="0"/>
                                      <w:divBdr>
                                        <w:top w:val="none" w:sz="0" w:space="0" w:color="auto"/>
                                        <w:left w:val="none" w:sz="0" w:space="0" w:color="auto"/>
                                        <w:bottom w:val="none" w:sz="0" w:space="0" w:color="auto"/>
                                        <w:right w:val="none" w:sz="0" w:space="0" w:color="auto"/>
                                      </w:divBdr>
                                      <w:divsChild>
                                        <w:div w:id="83056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 w:id="1976569879">
      <w:bodyDiv w:val="1"/>
      <w:marLeft w:val="0"/>
      <w:marRight w:val="0"/>
      <w:marTop w:val="0"/>
      <w:marBottom w:val="0"/>
      <w:divBdr>
        <w:top w:val="none" w:sz="0" w:space="0" w:color="auto"/>
        <w:left w:val="none" w:sz="0" w:space="0" w:color="auto"/>
        <w:bottom w:val="none" w:sz="0" w:space="0" w:color="auto"/>
        <w:right w:val="none" w:sz="0" w:space="0" w:color="auto"/>
      </w:divBdr>
      <w:divsChild>
        <w:div w:id="396709012">
          <w:marLeft w:val="0"/>
          <w:marRight w:val="0"/>
          <w:marTop w:val="0"/>
          <w:marBottom w:val="0"/>
          <w:divBdr>
            <w:top w:val="none" w:sz="0" w:space="0" w:color="auto"/>
            <w:left w:val="none" w:sz="0" w:space="0" w:color="auto"/>
            <w:bottom w:val="none" w:sz="0" w:space="0" w:color="auto"/>
            <w:right w:val="none" w:sz="0" w:space="0" w:color="auto"/>
          </w:divBdr>
          <w:divsChild>
            <w:div w:id="621031775">
              <w:marLeft w:val="0"/>
              <w:marRight w:val="0"/>
              <w:marTop w:val="0"/>
              <w:marBottom w:val="0"/>
              <w:divBdr>
                <w:top w:val="none" w:sz="0" w:space="0" w:color="auto"/>
                <w:left w:val="none" w:sz="0" w:space="0" w:color="auto"/>
                <w:bottom w:val="none" w:sz="0" w:space="0" w:color="auto"/>
                <w:right w:val="none" w:sz="0" w:space="0" w:color="auto"/>
              </w:divBdr>
              <w:divsChild>
                <w:div w:id="2143691132">
                  <w:marLeft w:val="0"/>
                  <w:marRight w:val="0"/>
                  <w:marTop w:val="0"/>
                  <w:marBottom w:val="0"/>
                  <w:divBdr>
                    <w:top w:val="none" w:sz="0" w:space="0" w:color="auto"/>
                    <w:left w:val="none" w:sz="0" w:space="0" w:color="auto"/>
                    <w:bottom w:val="none" w:sz="0" w:space="0" w:color="auto"/>
                    <w:right w:val="none" w:sz="0" w:space="0" w:color="auto"/>
                  </w:divBdr>
                  <w:divsChild>
                    <w:div w:id="1244874203">
                      <w:marLeft w:val="2325"/>
                      <w:marRight w:val="0"/>
                      <w:marTop w:val="0"/>
                      <w:marBottom w:val="0"/>
                      <w:divBdr>
                        <w:top w:val="none" w:sz="0" w:space="0" w:color="auto"/>
                        <w:left w:val="none" w:sz="0" w:space="0" w:color="auto"/>
                        <w:bottom w:val="none" w:sz="0" w:space="0" w:color="auto"/>
                        <w:right w:val="none" w:sz="0" w:space="0" w:color="auto"/>
                      </w:divBdr>
                      <w:divsChild>
                        <w:div w:id="1093016737">
                          <w:marLeft w:val="0"/>
                          <w:marRight w:val="0"/>
                          <w:marTop w:val="0"/>
                          <w:marBottom w:val="0"/>
                          <w:divBdr>
                            <w:top w:val="none" w:sz="0" w:space="0" w:color="auto"/>
                            <w:left w:val="none" w:sz="0" w:space="0" w:color="auto"/>
                            <w:bottom w:val="none" w:sz="0" w:space="0" w:color="auto"/>
                            <w:right w:val="none" w:sz="0" w:space="0" w:color="auto"/>
                          </w:divBdr>
                          <w:divsChild>
                            <w:div w:id="1125805963">
                              <w:marLeft w:val="0"/>
                              <w:marRight w:val="0"/>
                              <w:marTop w:val="0"/>
                              <w:marBottom w:val="0"/>
                              <w:divBdr>
                                <w:top w:val="none" w:sz="0" w:space="0" w:color="auto"/>
                                <w:left w:val="none" w:sz="0" w:space="0" w:color="auto"/>
                                <w:bottom w:val="none" w:sz="0" w:space="0" w:color="auto"/>
                                <w:right w:val="none" w:sz="0" w:space="0" w:color="auto"/>
                              </w:divBdr>
                              <w:divsChild>
                                <w:div w:id="1216433870">
                                  <w:marLeft w:val="0"/>
                                  <w:marRight w:val="0"/>
                                  <w:marTop w:val="0"/>
                                  <w:marBottom w:val="0"/>
                                  <w:divBdr>
                                    <w:top w:val="none" w:sz="0" w:space="0" w:color="auto"/>
                                    <w:left w:val="none" w:sz="0" w:space="0" w:color="auto"/>
                                    <w:bottom w:val="none" w:sz="0" w:space="0" w:color="auto"/>
                                    <w:right w:val="none" w:sz="0" w:space="0" w:color="auto"/>
                                  </w:divBdr>
                                  <w:divsChild>
                                    <w:div w:id="127674720">
                                      <w:marLeft w:val="0"/>
                                      <w:marRight w:val="0"/>
                                      <w:marTop w:val="0"/>
                                      <w:marBottom w:val="0"/>
                                      <w:divBdr>
                                        <w:top w:val="none" w:sz="0" w:space="0" w:color="auto"/>
                                        <w:left w:val="none" w:sz="0" w:space="0" w:color="auto"/>
                                        <w:bottom w:val="none" w:sz="0" w:space="0" w:color="auto"/>
                                        <w:right w:val="none" w:sz="0" w:space="0" w:color="auto"/>
                                      </w:divBdr>
                                      <w:divsChild>
                                        <w:div w:id="13598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463393">
      <w:bodyDiv w:val="1"/>
      <w:marLeft w:val="0"/>
      <w:marRight w:val="0"/>
      <w:marTop w:val="0"/>
      <w:marBottom w:val="0"/>
      <w:divBdr>
        <w:top w:val="none" w:sz="0" w:space="0" w:color="auto"/>
        <w:left w:val="none" w:sz="0" w:space="0" w:color="auto"/>
        <w:bottom w:val="none" w:sz="0" w:space="0" w:color="auto"/>
        <w:right w:val="none" w:sz="0" w:space="0" w:color="auto"/>
      </w:divBdr>
      <w:divsChild>
        <w:div w:id="1622422274">
          <w:marLeft w:val="0"/>
          <w:marRight w:val="0"/>
          <w:marTop w:val="0"/>
          <w:marBottom w:val="0"/>
          <w:divBdr>
            <w:top w:val="none" w:sz="0" w:space="0" w:color="auto"/>
            <w:left w:val="none" w:sz="0" w:space="0" w:color="auto"/>
            <w:bottom w:val="none" w:sz="0" w:space="0" w:color="auto"/>
            <w:right w:val="none" w:sz="0" w:space="0" w:color="auto"/>
          </w:divBdr>
          <w:divsChild>
            <w:div w:id="764306211">
              <w:marLeft w:val="0"/>
              <w:marRight w:val="0"/>
              <w:marTop w:val="0"/>
              <w:marBottom w:val="0"/>
              <w:divBdr>
                <w:top w:val="none" w:sz="0" w:space="0" w:color="auto"/>
                <w:left w:val="none" w:sz="0" w:space="0" w:color="auto"/>
                <w:bottom w:val="none" w:sz="0" w:space="0" w:color="auto"/>
                <w:right w:val="none" w:sz="0" w:space="0" w:color="auto"/>
              </w:divBdr>
              <w:divsChild>
                <w:div w:id="1315143607">
                  <w:marLeft w:val="0"/>
                  <w:marRight w:val="0"/>
                  <w:marTop w:val="0"/>
                  <w:marBottom w:val="0"/>
                  <w:divBdr>
                    <w:top w:val="none" w:sz="0" w:space="0" w:color="auto"/>
                    <w:left w:val="none" w:sz="0" w:space="0" w:color="auto"/>
                    <w:bottom w:val="none" w:sz="0" w:space="0" w:color="auto"/>
                    <w:right w:val="none" w:sz="0" w:space="0" w:color="auto"/>
                  </w:divBdr>
                  <w:divsChild>
                    <w:div w:id="1248735194">
                      <w:marLeft w:val="2325"/>
                      <w:marRight w:val="0"/>
                      <w:marTop w:val="0"/>
                      <w:marBottom w:val="0"/>
                      <w:divBdr>
                        <w:top w:val="none" w:sz="0" w:space="0" w:color="auto"/>
                        <w:left w:val="none" w:sz="0" w:space="0" w:color="auto"/>
                        <w:bottom w:val="none" w:sz="0" w:space="0" w:color="auto"/>
                        <w:right w:val="none" w:sz="0" w:space="0" w:color="auto"/>
                      </w:divBdr>
                      <w:divsChild>
                        <w:div w:id="252861335">
                          <w:marLeft w:val="0"/>
                          <w:marRight w:val="0"/>
                          <w:marTop w:val="0"/>
                          <w:marBottom w:val="0"/>
                          <w:divBdr>
                            <w:top w:val="none" w:sz="0" w:space="0" w:color="auto"/>
                            <w:left w:val="none" w:sz="0" w:space="0" w:color="auto"/>
                            <w:bottom w:val="none" w:sz="0" w:space="0" w:color="auto"/>
                            <w:right w:val="none" w:sz="0" w:space="0" w:color="auto"/>
                          </w:divBdr>
                          <w:divsChild>
                            <w:div w:id="1395856386">
                              <w:marLeft w:val="0"/>
                              <w:marRight w:val="0"/>
                              <w:marTop w:val="0"/>
                              <w:marBottom w:val="0"/>
                              <w:divBdr>
                                <w:top w:val="none" w:sz="0" w:space="0" w:color="auto"/>
                                <w:left w:val="none" w:sz="0" w:space="0" w:color="auto"/>
                                <w:bottom w:val="none" w:sz="0" w:space="0" w:color="auto"/>
                                <w:right w:val="none" w:sz="0" w:space="0" w:color="auto"/>
                              </w:divBdr>
                              <w:divsChild>
                                <w:div w:id="1415322021">
                                  <w:marLeft w:val="0"/>
                                  <w:marRight w:val="0"/>
                                  <w:marTop w:val="0"/>
                                  <w:marBottom w:val="0"/>
                                  <w:divBdr>
                                    <w:top w:val="none" w:sz="0" w:space="0" w:color="auto"/>
                                    <w:left w:val="none" w:sz="0" w:space="0" w:color="auto"/>
                                    <w:bottom w:val="none" w:sz="0" w:space="0" w:color="auto"/>
                                    <w:right w:val="none" w:sz="0" w:space="0" w:color="auto"/>
                                  </w:divBdr>
                                  <w:divsChild>
                                    <w:div w:id="1655143493">
                                      <w:marLeft w:val="0"/>
                                      <w:marRight w:val="0"/>
                                      <w:marTop w:val="0"/>
                                      <w:marBottom w:val="0"/>
                                      <w:divBdr>
                                        <w:top w:val="none" w:sz="0" w:space="0" w:color="auto"/>
                                        <w:left w:val="none" w:sz="0" w:space="0" w:color="auto"/>
                                        <w:bottom w:val="none" w:sz="0" w:space="0" w:color="auto"/>
                                        <w:right w:val="none" w:sz="0" w:space="0" w:color="auto"/>
                                      </w:divBdr>
                                      <w:divsChild>
                                        <w:div w:id="7425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ag.gov.au/LegalSystem/Legalaidprogrammes/Commonwealthlegalfinancialassistance/Documents/LegalFinancialAssistanceInformationSheet.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E31C47FA8D4DBDAAB06F0D1784D8D5"/>
        <w:category>
          <w:name w:val="General"/>
          <w:gallery w:val="placeholder"/>
        </w:category>
        <w:types>
          <w:type w:val="bbPlcHdr"/>
        </w:types>
        <w:behaviors>
          <w:behavior w:val="content"/>
        </w:behaviors>
        <w:guid w:val="{CF1FE5FB-A4D2-4B37-80EB-1C8934565152}"/>
      </w:docPartPr>
      <w:docPartBody>
        <w:p w:rsidR="0002150C" w:rsidRDefault="00E636D3" w:rsidP="00E636D3">
          <w:pPr>
            <w:pStyle w:val="79E31C47FA8D4DBDAAB06F0D1784D8D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6D3"/>
    <w:rsid w:val="0002150C"/>
    <w:rsid w:val="00E636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36D3"/>
    <w:rPr>
      <w:color w:val="808080"/>
    </w:rPr>
  </w:style>
  <w:style w:type="paragraph" w:customStyle="1" w:styleId="A3C81D21FAAE4A32B9EB3CA0959B29DD">
    <w:name w:val="A3C81D21FAAE4A32B9EB3CA0959B29DD"/>
    <w:rsid w:val="00E636D3"/>
  </w:style>
  <w:style w:type="paragraph" w:customStyle="1" w:styleId="A0BC1F8AD8074F90A20FBB89CA201C62">
    <w:name w:val="A0BC1F8AD8074F90A20FBB89CA201C62"/>
    <w:rsid w:val="00E636D3"/>
  </w:style>
  <w:style w:type="paragraph" w:customStyle="1" w:styleId="714F702E7F1E4D0E8E3BBF9414BDB55C">
    <w:name w:val="714F702E7F1E4D0E8E3BBF9414BDB55C"/>
    <w:rsid w:val="00E636D3"/>
  </w:style>
  <w:style w:type="paragraph" w:customStyle="1" w:styleId="79E31C47FA8D4DBDAAB06F0D1784D8D5">
    <w:name w:val="79E31C47FA8D4DBDAAB06F0D1784D8D5"/>
    <w:rsid w:val="00E636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D311D974.dotm</Template>
  <TotalTime>0</TotalTime>
  <Pages>6</Pages>
  <Words>2039</Words>
  <Characters>11626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QDAF - extension</dc:title>
  <dc:creator>Department of the Environment and Energy</dc:creator>
  <cp:lastModifiedBy>Bec Durack</cp:lastModifiedBy>
  <cp:revision>2</cp:revision>
  <dcterms:created xsi:type="dcterms:W3CDTF">2019-03-27T05:07:00Z</dcterms:created>
  <dcterms:modified xsi:type="dcterms:W3CDTF">2019-03-27T05:07:00Z</dcterms:modified>
</cp:coreProperties>
</file>