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F0ED0E" w14:textId="714EF3C9" w:rsidR="00FD0000" w:rsidRDefault="00920A6B" w:rsidP="00920A6B">
      <w:pPr>
        <w:tabs>
          <w:tab w:val="left" w:pos="3195"/>
        </w:tabs>
        <w:spacing w:before="100" w:beforeAutospacing="1" w:after="360"/>
        <w:jc w:val="center"/>
      </w:pPr>
      <w:bookmarkStart w:id="0" w:name="_GoBack"/>
      <w:bookmarkEnd w:id="0"/>
      <w:r>
        <w:tab/>
      </w:r>
      <w:r>
        <w:rPr>
          <w:noProof/>
          <w:lang w:eastAsia="en-AU"/>
        </w:rPr>
        <w:drawing>
          <wp:inline distT="0" distB="0" distL="0" distR="0" wp14:anchorId="7CEB4DCB" wp14:editId="6A14549D">
            <wp:extent cx="4219575" cy="718185"/>
            <wp:effectExtent l="0" t="0" r="9525" b="5715"/>
            <wp:docPr id="11" name="Picture 11" descr="DotEnE-inline_nosafesp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tEnE-inline_nosafespac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71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4E9DA0" w14:textId="6093A7BC" w:rsidR="00B0197B" w:rsidRPr="00B0197B" w:rsidRDefault="00B0197B" w:rsidP="00353A58">
      <w:pPr>
        <w:spacing w:before="100" w:beforeAutospacing="1" w:after="0"/>
        <w:jc w:val="right"/>
      </w:pPr>
      <w:r w:rsidRPr="00E115FD">
        <w:t xml:space="preserve">Ref: </w:t>
      </w:r>
      <w:r w:rsidR="00E115FD" w:rsidRPr="00E115FD">
        <w:rPr>
          <w:rFonts w:cs="Arial"/>
        </w:rPr>
        <w:t>002229276</w:t>
      </w:r>
    </w:p>
    <w:p w14:paraId="28CC6E25" w14:textId="1B96D04F" w:rsidR="00824766" w:rsidRDefault="00F64682" w:rsidP="00A26AAC">
      <w:pPr>
        <w:spacing w:after="100" w:afterAutospacing="1"/>
        <w:contextualSpacing/>
      </w:pPr>
      <w:r w:rsidRPr="00C832AB">
        <w:t xml:space="preserve">The </w:t>
      </w:r>
      <w:r w:rsidR="00114094" w:rsidRPr="00C832AB">
        <w:rPr>
          <w:rStyle w:val="Strong"/>
          <w:rFonts w:cs="Arial"/>
          <w:b w:val="0"/>
        </w:rPr>
        <w:t xml:space="preserve">Hon </w:t>
      </w:r>
      <w:r w:rsidR="00824766">
        <w:rPr>
          <w:rStyle w:val="Strong"/>
          <w:rFonts w:cs="Arial"/>
          <w:b w:val="0"/>
        </w:rPr>
        <w:t>Dave Kelly MLA</w:t>
      </w:r>
      <w:r w:rsidRPr="00C832AB">
        <w:br/>
      </w:r>
      <w:r w:rsidR="00824766">
        <w:t>WA Minister for Water; Fisheries; Forestry; Innovation and ICT; Science</w:t>
      </w:r>
      <w:r w:rsidR="00290F9A" w:rsidRPr="00C832AB">
        <w:br/>
      </w:r>
      <w:r w:rsidR="00824766">
        <w:t>8</w:t>
      </w:r>
      <w:r w:rsidR="00824766" w:rsidRPr="00824766">
        <w:rPr>
          <w:vertAlign w:val="superscript"/>
        </w:rPr>
        <w:t>th</w:t>
      </w:r>
      <w:r w:rsidR="00824766">
        <w:t xml:space="preserve"> Floor, Dumas House</w:t>
      </w:r>
    </w:p>
    <w:p w14:paraId="1C121D06" w14:textId="2B28A9F9" w:rsidR="00A26AAC" w:rsidRDefault="00824766" w:rsidP="00A26AAC">
      <w:pPr>
        <w:spacing w:after="100" w:afterAutospacing="1"/>
        <w:contextualSpacing/>
      </w:pPr>
      <w:r>
        <w:t xml:space="preserve">2 Havelock Street </w:t>
      </w:r>
      <w:r w:rsidR="00346D66" w:rsidRPr="00C832AB">
        <w:br/>
      </w:r>
      <w:r>
        <w:t xml:space="preserve">WEST </w:t>
      </w:r>
      <w:proofErr w:type="gramStart"/>
      <w:r>
        <w:t>PERTH  WA</w:t>
      </w:r>
      <w:proofErr w:type="gramEnd"/>
      <w:r>
        <w:t xml:space="preserve"> </w:t>
      </w:r>
      <w:r w:rsidR="00346D66" w:rsidRPr="00C832AB">
        <w:t xml:space="preserve"> </w:t>
      </w:r>
      <w:r>
        <w:t>6005</w:t>
      </w:r>
    </w:p>
    <w:p w14:paraId="53133F54" w14:textId="77777777" w:rsidR="00A26AAC" w:rsidRDefault="00A26AAC" w:rsidP="00A26AAC">
      <w:pPr>
        <w:spacing w:after="0"/>
      </w:pPr>
    </w:p>
    <w:p w14:paraId="24C1C65D" w14:textId="77777777" w:rsidR="00124A8F" w:rsidRDefault="00124A8F" w:rsidP="001F4075"/>
    <w:p w14:paraId="184E9DA5" w14:textId="7DF03C6D" w:rsidR="001F4075" w:rsidRDefault="001F4075" w:rsidP="001F4075">
      <w:r>
        <w:t xml:space="preserve">Dear </w:t>
      </w:r>
      <w:r w:rsidR="00392049">
        <w:t>Minister</w:t>
      </w:r>
    </w:p>
    <w:p w14:paraId="184E9DA6" w14:textId="57151890" w:rsidR="00392049" w:rsidRDefault="00392049" w:rsidP="00392049">
      <w:pPr>
        <w:widowControl w:val="0"/>
        <w:rPr>
          <w:rFonts w:cs="Arial"/>
        </w:rPr>
      </w:pPr>
      <w:r w:rsidRPr="00822585">
        <w:rPr>
          <w:rFonts w:cs="Arial"/>
          <w:lang w:val="en-US"/>
        </w:rPr>
        <w:t xml:space="preserve">I am writing to you as the </w:t>
      </w:r>
      <w:r w:rsidRPr="00290F9A">
        <w:rPr>
          <w:rFonts w:cs="Arial"/>
          <w:lang w:val="en-US"/>
        </w:rPr>
        <w:t>Delegate of the</w:t>
      </w:r>
      <w:r w:rsidRPr="00822585">
        <w:rPr>
          <w:rFonts w:cs="Arial"/>
          <w:lang w:val="en-US"/>
        </w:rPr>
        <w:t xml:space="preserve"> Minister for </w:t>
      </w:r>
      <w:r w:rsidR="00554289">
        <w:rPr>
          <w:rFonts w:cs="Arial"/>
          <w:lang w:val="en-US"/>
        </w:rPr>
        <w:t>the</w:t>
      </w:r>
      <w:r w:rsidR="005531C9">
        <w:rPr>
          <w:rFonts w:cs="Arial"/>
          <w:lang w:val="en-US"/>
        </w:rPr>
        <w:t xml:space="preserve"> Environment</w:t>
      </w:r>
      <w:r w:rsidR="00027B4A">
        <w:rPr>
          <w:rFonts w:cs="Arial"/>
          <w:lang w:val="en-US"/>
        </w:rPr>
        <w:t xml:space="preserve"> and Energy</w:t>
      </w:r>
      <w:r w:rsidR="008A5850">
        <w:rPr>
          <w:rFonts w:cs="Arial"/>
          <w:lang w:val="en-US"/>
        </w:rPr>
        <w:t>,</w:t>
      </w:r>
      <w:r w:rsidRPr="00822585">
        <w:rPr>
          <w:rFonts w:cs="Arial"/>
          <w:lang w:val="en-US"/>
        </w:rPr>
        <w:t xml:space="preserve"> in relation to</w:t>
      </w:r>
      <w:r w:rsidR="003C0B60">
        <w:rPr>
          <w:rFonts w:cs="Arial"/>
          <w:lang w:val="en-US"/>
        </w:rPr>
        <w:t xml:space="preserve"> </w:t>
      </w:r>
      <w:r w:rsidR="00124A8F">
        <w:rPr>
          <w:rFonts w:cs="Arial"/>
          <w:lang w:val="en-US"/>
        </w:rPr>
        <w:t>ongoing environmental approval</w:t>
      </w:r>
      <w:r w:rsidR="000E0121">
        <w:rPr>
          <w:rFonts w:cs="Arial"/>
          <w:lang w:val="en-US"/>
        </w:rPr>
        <w:t xml:space="preserve"> </w:t>
      </w:r>
      <w:r w:rsidRPr="003C0B60">
        <w:rPr>
          <w:rFonts w:cs="Arial"/>
        </w:rPr>
        <w:t>under</w:t>
      </w:r>
      <w:r w:rsidRPr="00822585">
        <w:rPr>
          <w:rFonts w:cs="Arial"/>
        </w:rPr>
        <w:t xml:space="preserve"> the</w:t>
      </w:r>
      <w:r>
        <w:rPr>
          <w:rFonts w:cs="Arial"/>
        </w:rPr>
        <w:t> </w:t>
      </w:r>
      <w:r w:rsidRPr="00822585">
        <w:rPr>
          <w:rFonts w:cs="Arial"/>
          <w:i/>
        </w:rPr>
        <w:t>Environment Protection an</w:t>
      </w:r>
      <w:r w:rsidR="003C0B60">
        <w:rPr>
          <w:rFonts w:cs="Arial"/>
          <w:i/>
        </w:rPr>
        <w:t>d Biodiversity Conservation Act </w:t>
      </w:r>
      <w:r w:rsidRPr="00822585">
        <w:rPr>
          <w:rFonts w:cs="Arial"/>
          <w:i/>
        </w:rPr>
        <w:t xml:space="preserve">1999 </w:t>
      </w:r>
      <w:r w:rsidR="000E0121">
        <w:rPr>
          <w:rFonts w:cs="Arial"/>
        </w:rPr>
        <w:t xml:space="preserve">for </w:t>
      </w:r>
      <w:r w:rsidR="0079382D">
        <w:rPr>
          <w:rFonts w:cs="Arial"/>
        </w:rPr>
        <w:t xml:space="preserve">the </w:t>
      </w:r>
      <w:r w:rsidR="003D5FCD">
        <w:rPr>
          <w:rFonts w:cs="Arial"/>
        </w:rPr>
        <w:t xml:space="preserve">Western Australian West Coast Rock Lobster </w:t>
      </w:r>
      <w:r w:rsidR="00E62902">
        <w:rPr>
          <w:rFonts w:cs="Arial"/>
        </w:rPr>
        <w:t xml:space="preserve">Managed </w:t>
      </w:r>
      <w:r w:rsidR="00124A8F">
        <w:rPr>
          <w:rFonts w:cs="Arial"/>
        </w:rPr>
        <w:t>F</w:t>
      </w:r>
      <w:r w:rsidR="003D5FCD">
        <w:rPr>
          <w:rFonts w:cs="Arial"/>
        </w:rPr>
        <w:t xml:space="preserve">ishery. </w:t>
      </w:r>
    </w:p>
    <w:p w14:paraId="0B311A76" w14:textId="378B1E03" w:rsidR="003D5FCD" w:rsidRDefault="003D5FCD" w:rsidP="003D5FCD">
      <w:pPr>
        <w:spacing w:after="240"/>
        <w:rPr>
          <w:rFonts w:cs="Arial"/>
        </w:rPr>
      </w:pPr>
      <w:r w:rsidRPr="000F02F7">
        <w:rPr>
          <w:rFonts w:cs="Arial"/>
          <w:color w:val="000000"/>
          <w:lang w:val="en-US"/>
        </w:rPr>
        <w:t xml:space="preserve">I consider that </w:t>
      </w:r>
      <w:r>
        <w:rPr>
          <w:rFonts w:cs="Arial"/>
          <w:color w:val="000000"/>
          <w:lang w:val="en-US"/>
        </w:rPr>
        <w:t>the</w:t>
      </w:r>
      <w:r w:rsidRPr="00465B32">
        <w:rPr>
          <w:rFonts w:cs="Arial"/>
          <w:lang w:val="en-US"/>
        </w:rPr>
        <w:t xml:space="preserve"> </w:t>
      </w:r>
      <w:r w:rsidR="00183820">
        <w:rPr>
          <w:rFonts w:cs="Arial"/>
          <w:lang w:val="en-US"/>
        </w:rPr>
        <w:t>f</w:t>
      </w:r>
      <w:r>
        <w:rPr>
          <w:rFonts w:cs="Arial"/>
          <w:lang w:val="en-US"/>
        </w:rPr>
        <w:t xml:space="preserve">ishery </w:t>
      </w:r>
      <w:r w:rsidRPr="00822585">
        <w:rPr>
          <w:rFonts w:cs="Arial"/>
          <w:color w:val="000000"/>
          <w:lang w:val="en-US"/>
        </w:rPr>
        <w:t>operate</w:t>
      </w:r>
      <w:r>
        <w:rPr>
          <w:rFonts w:cs="Arial"/>
          <w:color w:val="000000"/>
          <w:lang w:val="en-US"/>
        </w:rPr>
        <w:t>s</w:t>
      </w:r>
      <w:r w:rsidRPr="00822585">
        <w:rPr>
          <w:rFonts w:cs="Arial"/>
          <w:color w:val="000000"/>
          <w:lang w:val="en-US"/>
        </w:rPr>
        <w:t xml:space="preserve"> in line with the Australian</w:t>
      </w:r>
      <w:r>
        <w:rPr>
          <w:rFonts w:cs="Arial"/>
          <w:color w:val="000000"/>
          <w:lang w:val="en-US"/>
        </w:rPr>
        <w:t> </w:t>
      </w:r>
      <w:r w:rsidRPr="00822585">
        <w:rPr>
          <w:rFonts w:cs="Arial"/>
          <w:color w:val="000000"/>
          <w:lang w:val="en-US"/>
        </w:rPr>
        <w:t xml:space="preserve">Government </w:t>
      </w:r>
      <w:r w:rsidRPr="00B55E35">
        <w:rPr>
          <w:rFonts w:cs="Arial"/>
          <w:i/>
          <w:iCs/>
          <w:color w:val="000000"/>
          <w:lang w:val="en-US"/>
        </w:rPr>
        <w:t>Guidelines for the Ecologically Sustainable Management of Fisheries – 2</w:t>
      </w:r>
      <w:r w:rsidRPr="00B55E35">
        <w:rPr>
          <w:rFonts w:cs="Arial"/>
          <w:i/>
          <w:iCs/>
          <w:color w:val="000000"/>
          <w:vertAlign w:val="superscript"/>
          <w:lang w:val="en-US"/>
        </w:rPr>
        <w:t>nd</w:t>
      </w:r>
      <w:r w:rsidRPr="00B55E35">
        <w:rPr>
          <w:rFonts w:cs="Arial"/>
          <w:i/>
          <w:iCs/>
          <w:color w:val="000000"/>
          <w:lang w:val="en-US"/>
        </w:rPr>
        <w:t> Edition</w:t>
      </w:r>
      <w:r w:rsidRPr="00822585">
        <w:rPr>
          <w:rFonts w:cs="Arial"/>
          <w:color w:val="000000"/>
          <w:lang w:val="en-US"/>
        </w:rPr>
        <w:t xml:space="preserve">. </w:t>
      </w:r>
      <w:r>
        <w:rPr>
          <w:rFonts w:cs="Arial"/>
          <w:color w:val="000000"/>
          <w:lang w:val="en-US"/>
        </w:rPr>
        <w:t xml:space="preserve"> </w:t>
      </w:r>
      <w:r w:rsidR="00804017">
        <w:rPr>
          <w:rFonts w:cs="Arial"/>
        </w:rPr>
        <w:t xml:space="preserve">I am pleased to advise </w:t>
      </w:r>
      <w:r w:rsidR="000C29E9">
        <w:rPr>
          <w:rFonts w:cs="Arial"/>
        </w:rPr>
        <w:t xml:space="preserve">that export approval for </w:t>
      </w:r>
      <w:r>
        <w:rPr>
          <w:rFonts w:cs="Arial"/>
        </w:rPr>
        <w:t xml:space="preserve">the fishery </w:t>
      </w:r>
      <w:r w:rsidR="0000535C">
        <w:rPr>
          <w:rFonts w:cs="Arial"/>
        </w:rPr>
        <w:t xml:space="preserve">will </w:t>
      </w:r>
      <w:r w:rsidR="0099112B">
        <w:rPr>
          <w:rFonts w:cs="Arial"/>
        </w:rPr>
        <w:t xml:space="preserve">be extended </w:t>
      </w:r>
      <w:r>
        <w:rPr>
          <w:rFonts w:cs="Arial"/>
        </w:rPr>
        <w:t>for seven years, until 30 May 2025</w:t>
      </w:r>
      <w:r w:rsidR="0000535C">
        <w:rPr>
          <w:rFonts w:cs="Arial"/>
        </w:rPr>
        <w:t xml:space="preserve">. </w:t>
      </w:r>
      <w:r w:rsidR="00183820">
        <w:rPr>
          <w:rFonts w:cs="Arial"/>
        </w:rPr>
        <w:t>The fishery was previously</w:t>
      </w:r>
      <w:r w:rsidR="00124A8F">
        <w:rPr>
          <w:rFonts w:cs="Arial"/>
        </w:rPr>
        <w:t xml:space="preserve"> subject to a three-year</w:t>
      </w:r>
      <w:r w:rsidR="006A2D4F">
        <w:rPr>
          <w:rFonts w:cs="Arial"/>
        </w:rPr>
        <w:t xml:space="preserve"> approval and conditions</w:t>
      </w:r>
      <w:r w:rsidR="00124A8F">
        <w:rPr>
          <w:rFonts w:cs="Arial"/>
        </w:rPr>
        <w:t xml:space="preserve"> in </w:t>
      </w:r>
      <w:r w:rsidR="00E62902">
        <w:rPr>
          <w:rFonts w:cs="Arial"/>
        </w:rPr>
        <w:t>response to</w:t>
      </w:r>
      <w:r w:rsidR="00124A8F">
        <w:rPr>
          <w:rFonts w:cs="Arial"/>
        </w:rPr>
        <w:t xml:space="preserve"> </w:t>
      </w:r>
      <w:r w:rsidR="00E62902">
        <w:rPr>
          <w:rFonts w:cs="Arial"/>
        </w:rPr>
        <w:t>an</w:t>
      </w:r>
      <w:r w:rsidR="00124A8F">
        <w:rPr>
          <w:rFonts w:cs="Arial"/>
        </w:rPr>
        <w:t xml:space="preserve"> increase in whale entanglements</w:t>
      </w:r>
      <w:r w:rsidR="00E62902">
        <w:rPr>
          <w:rFonts w:cs="Arial"/>
        </w:rPr>
        <w:t xml:space="preserve"> that was observed in 2012-14</w:t>
      </w:r>
      <w:r w:rsidR="00124A8F">
        <w:rPr>
          <w:rFonts w:cs="Arial"/>
        </w:rPr>
        <w:t xml:space="preserve">. </w:t>
      </w:r>
      <w:r w:rsidR="00183820">
        <w:rPr>
          <w:rFonts w:cs="Arial"/>
        </w:rPr>
        <w:t>F</w:t>
      </w:r>
      <w:r w:rsidR="00E62902">
        <w:rPr>
          <w:rFonts w:cs="Arial"/>
        </w:rPr>
        <w:t xml:space="preserve">ollowing development and implementation of effective mitigation measures, </w:t>
      </w:r>
      <w:r w:rsidR="00124A8F">
        <w:rPr>
          <w:rFonts w:cs="Arial"/>
        </w:rPr>
        <w:t xml:space="preserve">entanglements have </w:t>
      </w:r>
      <w:r w:rsidR="00E62902">
        <w:rPr>
          <w:rFonts w:cs="Arial"/>
        </w:rPr>
        <w:t xml:space="preserve">now </w:t>
      </w:r>
      <w:r w:rsidR="00124A8F">
        <w:rPr>
          <w:rFonts w:cs="Arial"/>
        </w:rPr>
        <w:t>decrea</w:t>
      </w:r>
      <w:r w:rsidR="00E62902">
        <w:rPr>
          <w:rFonts w:cs="Arial"/>
        </w:rPr>
        <w:t xml:space="preserve">sed back to pre-2011 levels. I commend the cooperative work of your officials and fishing industry to achieve this excellent outcome and have </w:t>
      </w:r>
      <w:r w:rsidR="00124A8F">
        <w:rPr>
          <w:rFonts w:cs="Arial"/>
        </w:rPr>
        <w:t xml:space="preserve">consequently removed the </w:t>
      </w:r>
      <w:r w:rsidR="00E62902">
        <w:rPr>
          <w:rFonts w:cs="Arial"/>
        </w:rPr>
        <w:t>requirement</w:t>
      </w:r>
      <w:r w:rsidR="00183820">
        <w:rPr>
          <w:rFonts w:cs="Arial"/>
        </w:rPr>
        <w:t xml:space="preserve"> for </w:t>
      </w:r>
      <w:r w:rsidR="006A2D4F">
        <w:rPr>
          <w:rFonts w:cs="Arial"/>
        </w:rPr>
        <w:t>three-yearly</w:t>
      </w:r>
      <w:r w:rsidR="00183820">
        <w:rPr>
          <w:rFonts w:cs="Arial"/>
        </w:rPr>
        <w:t xml:space="preserve"> assessments</w:t>
      </w:r>
      <w:r w:rsidR="00124A8F">
        <w:rPr>
          <w:rFonts w:cs="Arial"/>
        </w:rPr>
        <w:t>.</w:t>
      </w:r>
      <w:r w:rsidR="00E62902">
        <w:rPr>
          <w:rFonts w:cs="Arial"/>
        </w:rPr>
        <w:t xml:space="preserve"> </w:t>
      </w:r>
    </w:p>
    <w:p w14:paraId="7F455C3B" w14:textId="5F37AA2E" w:rsidR="003807B2" w:rsidRDefault="0000535C" w:rsidP="003D5FCD">
      <w:pPr>
        <w:spacing w:after="240"/>
        <w:rPr>
          <w:rFonts w:cs="Arial"/>
        </w:rPr>
      </w:pPr>
      <w:r>
        <w:rPr>
          <w:rFonts w:cs="Arial"/>
        </w:rPr>
        <w:t>The</w:t>
      </w:r>
      <w:r w:rsidR="00804017">
        <w:rPr>
          <w:rFonts w:cs="Arial"/>
        </w:rPr>
        <w:t xml:space="preserve"> Department of the Environment </w:t>
      </w:r>
      <w:r w:rsidR="0079382D">
        <w:rPr>
          <w:rFonts w:cs="Arial"/>
        </w:rPr>
        <w:t>and Energy</w:t>
      </w:r>
      <w:r w:rsidR="00A2559F">
        <w:rPr>
          <w:rFonts w:cs="Arial"/>
        </w:rPr>
        <w:t xml:space="preserve"> </w:t>
      </w:r>
      <w:r w:rsidR="00804017">
        <w:rPr>
          <w:rFonts w:cs="Arial"/>
        </w:rPr>
        <w:t xml:space="preserve">and the </w:t>
      </w:r>
      <w:r w:rsidR="003D5FCD">
        <w:rPr>
          <w:rFonts w:cs="Arial"/>
        </w:rPr>
        <w:t>WA Department of Primary Industries and Regional Development</w:t>
      </w:r>
      <w:r w:rsidR="00DE1C26">
        <w:rPr>
          <w:rFonts w:cs="Arial"/>
        </w:rPr>
        <w:t xml:space="preserve"> </w:t>
      </w:r>
      <w:r w:rsidR="000C29E9">
        <w:rPr>
          <w:rFonts w:cs="Arial"/>
        </w:rPr>
        <w:t>ha</w:t>
      </w:r>
      <w:r w:rsidR="006E78DA">
        <w:rPr>
          <w:rFonts w:cs="Arial"/>
        </w:rPr>
        <w:t>ve</w:t>
      </w:r>
      <w:r w:rsidR="000C29E9">
        <w:rPr>
          <w:rFonts w:cs="Arial"/>
        </w:rPr>
        <w:t xml:space="preserve"> worked collaboratively on the assessment</w:t>
      </w:r>
      <w:r w:rsidR="00183820">
        <w:rPr>
          <w:rFonts w:cs="Arial"/>
        </w:rPr>
        <w:t xml:space="preserve"> of the f</w:t>
      </w:r>
      <w:r w:rsidR="00124A8F">
        <w:rPr>
          <w:rFonts w:cs="Arial"/>
        </w:rPr>
        <w:t>ishery</w:t>
      </w:r>
      <w:r w:rsidR="000C29E9">
        <w:rPr>
          <w:rFonts w:cs="Arial"/>
        </w:rPr>
        <w:t xml:space="preserve"> and</w:t>
      </w:r>
      <w:r w:rsidR="00183820">
        <w:rPr>
          <w:rFonts w:cs="Arial"/>
        </w:rPr>
        <w:t xml:space="preserve"> agree</w:t>
      </w:r>
      <w:r w:rsidR="0099112B">
        <w:rPr>
          <w:rFonts w:cs="Arial"/>
        </w:rPr>
        <w:t xml:space="preserve"> </w:t>
      </w:r>
      <w:r w:rsidR="0079382D">
        <w:rPr>
          <w:rFonts w:cs="Arial"/>
        </w:rPr>
        <w:t xml:space="preserve">that </w:t>
      </w:r>
      <w:r w:rsidR="00183820">
        <w:rPr>
          <w:rFonts w:cs="Arial"/>
        </w:rPr>
        <w:t xml:space="preserve">the fishery meets </w:t>
      </w:r>
      <w:r w:rsidR="00EA3A96">
        <w:rPr>
          <w:rFonts w:cs="Arial"/>
        </w:rPr>
        <w:t xml:space="preserve">all </w:t>
      </w:r>
      <w:r w:rsidR="00183820">
        <w:rPr>
          <w:rFonts w:cs="Arial"/>
        </w:rPr>
        <w:t xml:space="preserve">the </w:t>
      </w:r>
      <w:r w:rsidR="001F30B7">
        <w:rPr>
          <w:rFonts w:cs="Arial"/>
        </w:rPr>
        <w:t>relevant</w:t>
      </w:r>
      <w:r w:rsidR="00E4101E">
        <w:rPr>
          <w:rFonts w:cs="Arial"/>
        </w:rPr>
        <w:t xml:space="preserve"> </w:t>
      </w:r>
      <w:r w:rsidR="00183820">
        <w:rPr>
          <w:rFonts w:cs="Arial"/>
        </w:rPr>
        <w:t>requirements of the</w:t>
      </w:r>
      <w:r w:rsidR="001F30B7">
        <w:rPr>
          <w:rFonts w:cs="Arial"/>
        </w:rPr>
        <w:t xml:space="preserve"> Act</w:t>
      </w:r>
      <w:r w:rsidR="000C29E9">
        <w:rPr>
          <w:rFonts w:cs="Arial"/>
        </w:rPr>
        <w:t xml:space="preserve"> that relate to export approval and interactions with protected species in Commonwealth waters.</w:t>
      </w:r>
    </w:p>
    <w:p w14:paraId="184E9DAD" w14:textId="75889A53" w:rsidR="00392049" w:rsidRDefault="00392049" w:rsidP="00A26AAC">
      <w:pPr>
        <w:spacing w:after="240"/>
        <w:rPr>
          <w:rFonts w:cs="Arial"/>
        </w:rPr>
      </w:pPr>
      <w:r w:rsidRPr="00822585">
        <w:rPr>
          <w:rFonts w:cs="Arial"/>
        </w:rPr>
        <w:t xml:space="preserve">I would like to thank you </w:t>
      </w:r>
      <w:r w:rsidRPr="00455855">
        <w:rPr>
          <w:rFonts w:cs="Arial"/>
        </w:rPr>
        <w:t xml:space="preserve">for the constructive way in which your officials have approached </w:t>
      </w:r>
      <w:r w:rsidR="00AD2A4D">
        <w:rPr>
          <w:rFonts w:cs="Arial"/>
        </w:rPr>
        <w:t xml:space="preserve">this </w:t>
      </w:r>
      <w:r w:rsidRPr="00455855">
        <w:rPr>
          <w:rFonts w:cs="Arial"/>
        </w:rPr>
        <w:t>assessment.</w:t>
      </w:r>
    </w:p>
    <w:p w14:paraId="184E9DAE" w14:textId="77777777" w:rsidR="00392049" w:rsidRDefault="00392049" w:rsidP="00353A58">
      <w:pPr>
        <w:spacing w:after="240"/>
        <w:rPr>
          <w:rFonts w:cs="Arial"/>
        </w:rPr>
      </w:pPr>
      <w:bookmarkStart w:id="1" w:name="bkStart"/>
      <w:bookmarkEnd w:id="1"/>
      <w:r w:rsidRPr="00822585">
        <w:rPr>
          <w:rFonts w:cs="Arial"/>
        </w:rPr>
        <w:t>Yours sincerely</w:t>
      </w:r>
    </w:p>
    <w:p w14:paraId="144FC87C" w14:textId="77777777" w:rsidR="00A26AAC" w:rsidRDefault="00A26AAC" w:rsidP="00A26AAC">
      <w:pPr>
        <w:tabs>
          <w:tab w:val="left" w:pos="284"/>
        </w:tabs>
        <w:spacing w:after="120"/>
      </w:pPr>
    </w:p>
    <w:p w14:paraId="5D204A4F" w14:textId="7DC0D5FF" w:rsidR="00A26AAC" w:rsidRDefault="007E3C90" w:rsidP="00A26AAC">
      <w:pPr>
        <w:tabs>
          <w:tab w:val="left" w:pos="284"/>
        </w:tabs>
        <w:spacing w:after="120"/>
        <w:sectPr w:rsidR="00A26AAC" w:rsidSect="005A024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1" w:right="1276" w:bottom="567" w:left="1276" w:header="425" w:footer="425" w:gutter="0"/>
          <w:pgNumType w:start="1"/>
          <w:cols w:space="708"/>
          <w:titlePg/>
          <w:docGrid w:linePitch="360"/>
        </w:sectPr>
      </w:pPr>
      <w:r w:rsidRPr="00290F9A">
        <w:t>Paul Murphy</w:t>
      </w:r>
      <w:r w:rsidR="00A26AAC">
        <w:br/>
      </w:r>
      <w:r w:rsidR="00392049" w:rsidRPr="00290F9A">
        <w:rPr>
          <w:rFonts w:cs="Arial"/>
        </w:rPr>
        <w:t xml:space="preserve">Delegate of the Minister for </w:t>
      </w:r>
      <w:r w:rsidR="00554289" w:rsidRPr="00290F9A">
        <w:rPr>
          <w:rFonts w:cs="Arial"/>
        </w:rPr>
        <w:t>the</w:t>
      </w:r>
      <w:r w:rsidR="00392049" w:rsidRPr="00290F9A">
        <w:rPr>
          <w:rFonts w:cs="Arial"/>
        </w:rPr>
        <w:t xml:space="preserve"> Environment</w:t>
      </w:r>
      <w:r w:rsidR="005531C9" w:rsidRPr="00290F9A">
        <w:t xml:space="preserve"> </w:t>
      </w:r>
      <w:r w:rsidR="00C558F4">
        <w:t>and Energy</w:t>
      </w:r>
      <w:r w:rsidR="00392049" w:rsidRPr="00290F9A">
        <w:br/>
      </w:r>
      <w:r w:rsidR="0035128A">
        <w:t>24</w:t>
      </w:r>
      <w:r w:rsidR="00C558F4">
        <w:t xml:space="preserve"> </w:t>
      </w:r>
      <w:r w:rsidR="003D5FCD">
        <w:t>May</w:t>
      </w:r>
      <w:r w:rsidR="00124A8F">
        <w:t xml:space="preserve"> 2018</w:t>
      </w:r>
    </w:p>
    <w:p w14:paraId="184E9DB7" w14:textId="5541ECA5" w:rsidR="009D7341" w:rsidRPr="009121F9" w:rsidRDefault="009D7341" w:rsidP="00124A8F">
      <w:pPr>
        <w:spacing w:before="120" w:after="120"/>
        <w:rPr>
          <w:highlight w:val="yellow"/>
        </w:rPr>
      </w:pPr>
    </w:p>
    <w:sectPr w:rsidR="009D7341" w:rsidRPr="009121F9" w:rsidSect="005A0247">
      <w:pgSz w:w="11906" w:h="16838"/>
      <w:pgMar w:top="851" w:right="1276" w:bottom="567" w:left="1276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4E9DCA" w14:textId="77777777" w:rsidR="00B61A54" w:rsidRDefault="00B61A54" w:rsidP="00A60185">
      <w:pPr>
        <w:spacing w:after="0" w:line="240" w:lineRule="auto"/>
      </w:pPr>
      <w:r>
        <w:separator/>
      </w:r>
    </w:p>
  </w:endnote>
  <w:endnote w:type="continuationSeparator" w:id="0">
    <w:p w14:paraId="184E9DCB" w14:textId="77777777" w:rsidR="00B61A54" w:rsidRDefault="00B61A54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9B97D4" w14:textId="77777777" w:rsidR="00A14F85" w:rsidRDefault="00A14F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73FDAF" w14:textId="77777777" w:rsidR="00A14F85" w:rsidRDefault="00A14F8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CDF04B" w14:textId="77777777" w:rsidR="00A14F85" w:rsidRDefault="00A14F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4E9DC8" w14:textId="77777777" w:rsidR="00B61A54" w:rsidRDefault="00B61A54" w:rsidP="00A60185">
      <w:pPr>
        <w:spacing w:after="0" w:line="240" w:lineRule="auto"/>
      </w:pPr>
      <w:r>
        <w:separator/>
      </w:r>
    </w:p>
  </w:footnote>
  <w:footnote w:type="continuationSeparator" w:id="0">
    <w:p w14:paraId="184E9DC9" w14:textId="77777777" w:rsidR="00B61A54" w:rsidRDefault="00B61A54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792880" w14:textId="77777777" w:rsidR="00A14F85" w:rsidRDefault="00A14F8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806E6" w14:textId="77777777" w:rsidR="00A14F85" w:rsidRDefault="00A14F8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4E9DD2" w14:textId="134E226C" w:rsidR="00B61A54" w:rsidRDefault="00B61A54" w:rsidP="006B109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 w15:restartNumberingAfterBreak="0">
    <w:nsid w:val="18C910F4"/>
    <w:multiLevelType w:val="hybridMultilevel"/>
    <w:tmpl w:val="0FE2D170"/>
    <w:lvl w:ilvl="0" w:tplc="0C09000F">
      <w:start w:val="1"/>
      <w:numFmt w:val="decimal"/>
      <w:lvlText w:val="%1."/>
      <w:lvlJc w:val="left"/>
      <w:pPr>
        <w:ind w:left="1089" w:hanging="360"/>
      </w:pPr>
    </w:lvl>
    <w:lvl w:ilvl="1" w:tplc="0C090019" w:tentative="1">
      <w:start w:val="1"/>
      <w:numFmt w:val="lowerLetter"/>
      <w:lvlText w:val="%2."/>
      <w:lvlJc w:val="left"/>
      <w:pPr>
        <w:ind w:left="1809" w:hanging="360"/>
      </w:pPr>
    </w:lvl>
    <w:lvl w:ilvl="2" w:tplc="0C09001B" w:tentative="1">
      <w:start w:val="1"/>
      <w:numFmt w:val="lowerRoman"/>
      <w:lvlText w:val="%3."/>
      <w:lvlJc w:val="right"/>
      <w:pPr>
        <w:ind w:left="2529" w:hanging="180"/>
      </w:pPr>
    </w:lvl>
    <w:lvl w:ilvl="3" w:tplc="0C09000F" w:tentative="1">
      <w:start w:val="1"/>
      <w:numFmt w:val="decimal"/>
      <w:lvlText w:val="%4."/>
      <w:lvlJc w:val="left"/>
      <w:pPr>
        <w:ind w:left="3249" w:hanging="360"/>
      </w:pPr>
    </w:lvl>
    <w:lvl w:ilvl="4" w:tplc="0C090019" w:tentative="1">
      <w:start w:val="1"/>
      <w:numFmt w:val="lowerLetter"/>
      <w:lvlText w:val="%5."/>
      <w:lvlJc w:val="left"/>
      <w:pPr>
        <w:ind w:left="3969" w:hanging="360"/>
      </w:pPr>
    </w:lvl>
    <w:lvl w:ilvl="5" w:tplc="0C09001B" w:tentative="1">
      <w:start w:val="1"/>
      <w:numFmt w:val="lowerRoman"/>
      <w:lvlText w:val="%6."/>
      <w:lvlJc w:val="right"/>
      <w:pPr>
        <w:ind w:left="4689" w:hanging="180"/>
      </w:pPr>
    </w:lvl>
    <w:lvl w:ilvl="6" w:tplc="0C09000F" w:tentative="1">
      <w:start w:val="1"/>
      <w:numFmt w:val="decimal"/>
      <w:lvlText w:val="%7."/>
      <w:lvlJc w:val="left"/>
      <w:pPr>
        <w:ind w:left="5409" w:hanging="360"/>
      </w:pPr>
    </w:lvl>
    <w:lvl w:ilvl="7" w:tplc="0C090019" w:tentative="1">
      <w:start w:val="1"/>
      <w:numFmt w:val="lowerLetter"/>
      <w:lvlText w:val="%8."/>
      <w:lvlJc w:val="left"/>
      <w:pPr>
        <w:ind w:left="6129" w:hanging="360"/>
      </w:pPr>
    </w:lvl>
    <w:lvl w:ilvl="8" w:tplc="0C09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2" w15:restartNumberingAfterBreak="0">
    <w:nsid w:val="1D7120FB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3" w15:restartNumberingAfterBreak="0">
    <w:nsid w:val="1DF2169A"/>
    <w:multiLevelType w:val="multilevel"/>
    <w:tmpl w:val="21503F32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b w:val="0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4" w15:restartNumberingAfterBreak="0">
    <w:nsid w:val="1F745BC2"/>
    <w:multiLevelType w:val="multilevel"/>
    <w:tmpl w:val="E5E89F92"/>
    <w:numStyleLink w:val="BulletList"/>
  </w:abstractNum>
  <w:abstractNum w:abstractNumId="5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6342E54"/>
    <w:multiLevelType w:val="hybridMultilevel"/>
    <w:tmpl w:val="25E8AF52"/>
    <w:lvl w:ilvl="0" w:tplc="1F928CBA">
      <w:start w:val="1"/>
      <w:numFmt w:val="decimal"/>
      <w:lvlText w:val="%1."/>
      <w:lvlJc w:val="left"/>
      <w:pPr>
        <w:ind w:left="927" w:hanging="360"/>
      </w:pPr>
      <w:rPr>
        <w:b w:val="0"/>
        <w:i w:val="0"/>
      </w:rPr>
    </w:lvl>
    <w:lvl w:ilvl="1" w:tplc="0C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B0B75C4"/>
    <w:multiLevelType w:val="hybridMultilevel"/>
    <w:tmpl w:val="85EC5704"/>
    <w:lvl w:ilvl="0" w:tplc="E0A0EF0E">
      <w:start w:val="4"/>
      <w:numFmt w:val="bullet"/>
      <w:lvlText w:val="-"/>
      <w:lvlJc w:val="left"/>
      <w:pPr>
        <w:ind w:left="1287" w:hanging="360"/>
      </w:pPr>
      <w:rPr>
        <w:rFonts w:ascii="Arial" w:eastAsia="Calibri" w:hAnsi="Arial" w:cs="Aria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176383E"/>
    <w:multiLevelType w:val="hybridMultilevel"/>
    <w:tmpl w:val="C0C4B3BE"/>
    <w:lvl w:ilvl="0" w:tplc="1F928CBA">
      <w:start w:val="1"/>
      <w:numFmt w:val="decimal"/>
      <w:lvlText w:val="%1."/>
      <w:lvlJc w:val="left"/>
      <w:pPr>
        <w:ind w:left="927" w:hanging="360"/>
      </w:pPr>
      <w:rPr>
        <w:b w:val="0"/>
        <w:i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456429"/>
    <w:multiLevelType w:val="multilevel"/>
    <w:tmpl w:val="987C45B0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11" w15:restartNumberingAfterBreak="0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6F5C7C61"/>
    <w:multiLevelType w:val="hybridMultilevel"/>
    <w:tmpl w:val="D58E68B2"/>
    <w:lvl w:ilvl="0" w:tplc="43FC7C2E">
      <w:start w:val="1"/>
      <w:numFmt w:val="decimal"/>
      <w:lvlText w:val="%1."/>
      <w:lvlJc w:val="left"/>
      <w:pPr>
        <w:ind w:left="720" w:hanging="360"/>
      </w:pPr>
    </w:lvl>
    <w:lvl w:ilvl="1" w:tplc="6706BADE">
      <w:start w:val="1"/>
      <w:numFmt w:val="lowerLetter"/>
      <w:lvlText w:val="%2."/>
      <w:lvlJc w:val="left"/>
      <w:pPr>
        <w:ind w:left="1440" w:hanging="360"/>
      </w:pPr>
    </w:lvl>
    <w:lvl w:ilvl="2" w:tplc="4FA27204">
      <w:start w:val="1"/>
      <w:numFmt w:val="lowerRoman"/>
      <w:lvlText w:val="%3."/>
      <w:lvlJc w:val="right"/>
      <w:pPr>
        <w:ind w:left="2160" w:hanging="180"/>
      </w:pPr>
    </w:lvl>
    <w:lvl w:ilvl="3" w:tplc="86B67F6E" w:tentative="1">
      <w:start w:val="1"/>
      <w:numFmt w:val="decimal"/>
      <w:lvlText w:val="%4."/>
      <w:lvlJc w:val="left"/>
      <w:pPr>
        <w:ind w:left="2880" w:hanging="360"/>
      </w:pPr>
    </w:lvl>
    <w:lvl w:ilvl="4" w:tplc="06424DDA" w:tentative="1">
      <w:start w:val="1"/>
      <w:numFmt w:val="lowerLetter"/>
      <w:lvlText w:val="%5."/>
      <w:lvlJc w:val="left"/>
      <w:pPr>
        <w:ind w:left="3600" w:hanging="360"/>
      </w:pPr>
    </w:lvl>
    <w:lvl w:ilvl="5" w:tplc="01D6EEB4" w:tentative="1">
      <w:start w:val="1"/>
      <w:numFmt w:val="lowerRoman"/>
      <w:lvlText w:val="%6."/>
      <w:lvlJc w:val="right"/>
      <w:pPr>
        <w:ind w:left="4320" w:hanging="180"/>
      </w:pPr>
    </w:lvl>
    <w:lvl w:ilvl="6" w:tplc="FE0223E2" w:tentative="1">
      <w:start w:val="1"/>
      <w:numFmt w:val="decimal"/>
      <w:lvlText w:val="%7."/>
      <w:lvlJc w:val="left"/>
      <w:pPr>
        <w:ind w:left="5040" w:hanging="360"/>
      </w:pPr>
    </w:lvl>
    <w:lvl w:ilvl="7" w:tplc="E4BED4AE" w:tentative="1">
      <w:start w:val="1"/>
      <w:numFmt w:val="lowerLetter"/>
      <w:lvlText w:val="%8."/>
      <w:lvlJc w:val="left"/>
      <w:pPr>
        <w:ind w:left="5760" w:hanging="360"/>
      </w:pPr>
    </w:lvl>
    <w:lvl w:ilvl="8" w:tplc="C05871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AE23A7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14" w15:restartNumberingAfterBreak="0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11"/>
  </w:num>
  <w:num w:numId="5">
    <w:abstractNumId w:val="6"/>
  </w:num>
  <w:num w:numId="6">
    <w:abstractNumId w:val="5"/>
  </w:num>
  <w:num w:numId="7">
    <w:abstractNumId w:val="10"/>
  </w:num>
  <w:num w:numId="8">
    <w:abstractNumId w:val="4"/>
  </w:num>
  <w:num w:numId="9">
    <w:abstractNumId w:val="2"/>
  </w:num>
  <w:num w:numId="10">
    <w:abstractNumId w:val="13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5"/>
  </w:num>
  <w:num w:numId="16">
    <w:abstractNumId w:val="5"/>
  </w:num>
  <w:num w:numId="17">
    <w:abstractNumId w:val="9"/>
  </w:num>
  <w:num w:numId="18">
    <w:abstractNumId w:val="8"/>
  </w:num>
  <w:num w:numId="19">
    <w:abstractNumId w:val="7"/>
  </w:num>
  <w:num w:numId="20">
    <w:abstractNumId w:val="1"/>
  </w:num>
  <w:num w:numId="21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ecurityClassificationInHeader" w:val="False"/>
  </w:docVars>
  <w:rsids>
    <w:rsidRoot w:val="00ED7DC9"/>
    <w:rsid w:val="00004AEE"/>
    <w:rsid w:val="0000535C"/>
    <w:rsid w:val="00005CAA"/>
    <w:rsid w:val="00007511"/>
    <w:rsid w:val="00010210"/>
    <w:rsid w:val="00014060"/>
    <w:rsid w:val="00015ADA"/>
    <w:rsid w:val="000161E4"/>
    <w:rsid w:val="00017BB8"/>
    <w:rsid w:val="00020C99"/>
    <w:rsid w:val="000260F8"/>
    <w:rsid w:val="0002707B"/>
    <w:rsid w:val="00027B4A"/>
    <w:rsid w:val="00030C5A"/>
    <w:rsid w:val="00031219"/>
    <w:rsid w:val="00031F40"/>
    <w:rsid w:val="0005148E"/>
    <w:rsid w:val="0005270A"/>
    <w:rsid w:val="00053EAC"/>
    <w:rsid w:val="0006256F"/>
    <w:rsid w:val="00063AF2"/>
    <w:rsid w:val="000642C0"/>
    <w:rsid w:val="00074165"/>
    <w:rsid w:val="0007510C"/>
    <w:rsid w:val="000759E5"/>
    <w:rsid w:val="00080A47"/>
    <w:rsid w:val="0008410F"/>
    <w:rsid w:val="00084AC6"/>
    <w:rsid w:val="00085C49"/>
    <w:rsid w:val="00087B76"/>
    <w:rsid w:val="00091608"/>
    <w:rsid w:val="0009257B"/>
    <w:rsid w:val="0009333C"/>
    <w:rsid w:val="0009704F"/>
    <w:rsid w:val="000A0F11"/>
    <w:rsid w:val="000A125A"/>
    <w:rsid w:val="000A1D37"/>
    <w:rsid w:val="000A57CD"/>
    <w:rsid w:val="000B3758"/>
    <w:rsid w:val="000B7681"/>
    <w:rsid w:val="000B7B42"/>
    <w:rsid w:val="000C02B7"/>
    <w:rsid w:val="000C1AA7"/>
    <w:rsid w:val="000C29E9"/>
    <w:rsid w:val="000C5342"/>
    <w:rsid w:val="000C5DFC"/>
    <w:rsid w:val="000C63ED"/>
    <w:rsid w:val="000C706A"/>
    <w:rsid w:val="000D23A8"/>
    <w:rsid w:val="000D2887"/>
    <w:rsid w:val="000D4239"/>
    <w:rsid w:val="000D61D0"/>
    <w:rsid w:val="000D6D63"/>
    <w:rsid w:val="000E0081"/>
    <w:rsid w:val="000E0121"/>
    <w:rsid w:val="000E07CF"/>
    <w:rsid w:val="000E0B31"/>
    <w:rsid w:val="000E17A9"/>
    <w:rsid w:val="000E3046"/>
    <w:rsid w:val="000F02F7"/>
    <w:rsid w:val="000F566E"/>
    <w:rsid w:val="00106158"/>
    <w:rsid w:val="00114094"/>
    <w:rsid w:val="0011498E"/>
    <w:rsid w:val="00115BF1"/>
    <w:rsid w:val="00117A45"/>
    <w:rsid w:val="001219EE"/>
    <w:rsid w:val="001224AE"/>
    <w:rsid w:val="00122BB1"/>
    <w:rsid w:val="00124A8F"/>
    <w:rsid w:val="00125138"/>
    <w:rsid w:val="001337D4"/>
    <w:rsid w:val="00135151"/>
    <w:rsid w:val="001369E3"/>
    <w:rsid w:val="00143480"/>
    <w:rsid w:val="00147C12"/>
    <w:rsid w:val="0015048C"/>
    <w:rsid w:val="001527A1"/>
    <w:rsid w:val="001530DC"/>
    <w:rsid w:val="00154989"/>
    <w:rsid w:val="00155A9F"/>
    <w:rsid w:val="00160262"/>
    <w:rsid w:val="0016616A"/>
    <w:rsid w:val="00166F6E"/>
    <w:rsid w:val="0016780A"/>
    <w:rsid w:val="00173EBF"/>
    <w:rsid w:val="0018112F"/>
    <w:rsid w:val="00183820"/>
    <w:rsid w:val="001842A2"/>
    <w:rsid w:val="00187FA8"/>
    <w:rsid w:val="00191C5D"/>
    <w:rsid w:val="00192F5E"/>
    <w:rsid w:val="00197772"/>
    <w:rsid w:val="001A51C8"/>
    <w:rsid w:val="001A76BB"/>
    <w:rsid w:val="001B4CA8"/>
    <w:rsid w:val="001C1D95"/>
    <w:rsid w:val="001C4F3D"/>
    <w:rsid w:val="001D0CDC"/>
    <w:rsid w:val="001D1B03"/>
    <w:rsid w:val="001D1D82"/>
    <w:rsid w:val="001E0274"/>
    <w:rsid w:val="001E1182"/>
    <w:rsid w:val="001E1CE4"/>
    <w:rsid w:val="001E25B3"/>
    <w:rsid w:val="001F30B7"/>
    <w:rsid w:val="001F4075"/>
    <w:rsid w:val="00202955"/>
    <w:rsid w:val="00202C90"/>
    <w:rsid w:val="00210498"/>
    <w:rsid w:val="00212E75"/>
    <w:rsid w:val="00213DE8"/>
    <w:rsid w:val="00214B4E"/>
    <w:rsid w:val="00216118"/>
    <w:rsid w:val="002209AB"/>
    <w:rsid w:val="00220CA5"/>
    <w:rsid w:val="00224D4E"/>
    <w:rsid w:val="002251E3"/>
    <w:rsid w:val="00227A95"/>
    <w:rsid w:val="00240C34"/>
    <w:rsid w:val="00244912"/>
    <w:rsid w:val="002473FC"/>
    <w:rsid w:val="00252E3C"/>
    <w:rsid w:val="00261931"/>
    <w:rsid w:val="00261EFE"/>
    <w:rsid w:val="00262198"/>
    <w:rsid w:val="00273850"/>
    <w:rsid w:val="00273877"/>
    <w:rsid w:val="00273FFE"/>
    <w:rsid w:val="00285F1B"/>
    <w:rsid w:val="00290F9A"/>
    <w:rsid w:val="00292B81"/>
    <w:rsid w:val="0029319C"/>
    <w:rsid w:val="00297DE4"/>
    <w:rsid w:val="002A11A4"/>
    <w:rsid w:val="002B18AE"/>
    <w:rsid w:val="002B3674"/>
    <w:rsid w:val="002C1C93"/>
    <w:rsid w:val="002C2FB1"/>
    <w:rsid w:val="002C4C4A"/>
    <w:rsid w:val="002C5066"/>
    <w:rsid w:val="002C5867"/>
    <w:rsid w:val="002D022C"/>
    <w:rsid w:val="002D0A4A"/>
    <w:rsid w:val="002D419A"/>
    <w:rsid w:val="002D4AAC"/>
    <w:rsid w:val="002E3BAF"/>
    <w:rsid w:val="002E5D24"/>
    <w:rsid w:val="002F045A"/>
    <w:rsid w:val="002F18F8"/>
    <w:rsid w:val="002F23D0"/>
    <w:rsid w:val="002F6016"/>
    <w:rsid w:val="0030039D"/>
    <w:rsid w:val="0030171F"/>
    <w:rsid w:val="00302B2F"/>
    <w:rsid w:val="0030326F"/>
    <w:rsid w:val="00310701"/>
    <w:rsid w:val="00315980"/>
    <w:rsid w:val="003162E9"/>
    <w:rsid w:val="00316F7F"/>
    <w:rsid w:val="00320DFB"/>
    <w:rsid w:val="003218E8"/>
    <w:rsid w:val="00330DCE"/>
    <w:rsid w:val="00331E11"/>
    <w:rsid w:val="00334761"/>
    <w:rsid w:val="00335A95"/>
    <w:rsid w:val="003418D8"/>
    <w:rsid w:val="00341DCD"/>
    <w:rsid w:val="00344897"/>
    <w:rsid w:val="0034563E"/>
    <w:rsid w:val="00346D66"/>
    <w:rsid w:val="0035128A"/>
    <w:rsid w:val="003518D6"/>
    <w:rsid w:val="00353A58"/>
    <w:rsid w:val="0035460C"/>
    <w:rsid w:val="003556BD"/>
    <w:rsid w:val="00365147"/>
    <w:rsid w:val="003677C6"/>
    <w:rsid w:val="0037016E"/>
    <w:rsid w:val="00372908"/>
    <w:rsid w:val="00373E29"/>
    <w:rsid w:val="003764B0"/>
    <w:rsid w:val="00377900"/>
    <w:rsid w:val="003807B2"/>
    <w:rsid w:val="00383020"/>
    <w:rsid w:val="00385BF6"/>
    <w:rsid w:val="00392049"/>
    <w:rsid w:val="003939C4"/>
    <w:rsid w:val="003968BA"/>
    <w:rsid w:val="00396D6E"/>
    <w:rsid w:val="00397570"/>
    <w:rsid w:val="003975FD"/>
    <w:rsid w:val="003A0F88"/>
    <w:rsid w:val="003B3A78"/>
    <w:rsid w:val="003B6068"/>
    <w:rsid w:val="003B60CC"/>
    <w:rsid w:val="003B6EE4"/>
    <w:rsid w:val="003C09B7"/>
    <w:rsid w:val="003C0B60"/>
    <w:rsid w:val="003C2443"/>
    <w:rsid w:val="003C5DA3"/>
    <w:rsid w:val="003D4BCD"/>
    <w:rsid w:val="003D5140"/>
    <w:rsid w:val="003D5FCD"/>
    <w:rsid w:val="003E2100"/>
    <w:rsid w:val="003E22D4"/>
    <w:rsid w:val="003E52B0"/>
    <w:rsid w:val="003F6F5B"/>
    <w:rsid w:val="004019EE"/>
    <w:rsid w:val="0040342D"/>
    <w:rsid w:val="0041192D"/>
    <w:rsid w:val="00413D8E"/>
    <w:rsid w:val="00413EE1"/>
    <w:rsid w:val="0042128E"/>
    <w:rsid w:val="00421FEC"/>
    <w:rsid w:val="00423277"/>
    <w:rsid w:val="00430252"/>
    <w:rsid w:val="00432B60"/>
    <w:rsid w:val="00434A49"/>
    <w:rsid w:val="00440698"/>
    <w:rsid w:val="004540E2"/>
    <w:rsid w:val="00455A78"/>
    <w:rsid w:val="0046116B"/>
    <w:rsid w:val="0046173C"/>
    <w:rsid w:val="00464930"/>
    <w:rsid w:val="00465B32"/>
    <w:rsid w:val="004712A5"/>
    <w:rsid w:val="0047266F"/>
    <w:rsid w:val="00474FF7"/>
    <w:rsid w:val="00476D6B"/>
    <w:rsid w:val="00485FF0"/>
    <w:rsid w:val="0049173C"/>
    <w:rsid w:val="0049225E"/>
    <w:rsid w:val="00492C16"/>
    <w:rsid w:val="00494ACA"/>
    <w:rsid w:val="00496BE5"/>
    <w:rsid w:val="004A0678"/>
    <w:rsid w:val="004A12CC"/>
    <w:rsid w:val="004A4393"/>
    <w:rsid w:val="004A48A3"/>
    <w:rsid w:val="004A50E6"/>
    <w:rsid w:val="004A6F22"/>
    <w:rsid w:val="004B0D92"/>
    <w:rsid w:val="004B0EC0"/>
    <w:rsid w:val="004B3467"/>
    <w:rsid w:val="004B4500"/>
    <w:rsid w:val="004B663B"/>
    <w:rsid w:val="004B66F1"/>
    <w:rsid w:val="004C3EA0"/>
    <w:rsid w:val="004C4A81"/>
    <w:rsid w:val="004D34CB"/>
    <w:rsid w:val="004E5114"/>
    <w:rsid w:val="004E6875"/>
    <w:rsid w:val="004E6E20"/>
    <w:rsid w:val="004F09E1"/>
    <w:rsid w:val="004F60AC"/>
    <w:rsid w:val="004F7169"/>
    <w:rsid w:val="00500D66"/>
    <w:rsid w:val="00506854"/>
    <w:rsid w:val="00514C8E"/>
    <w:rsid w:val="00525EF4"/>
    <w:rsid w:val="0052681E"/>
    <w:rsid w:val="00527851"/>
    <w:rsid w:val="00531DBF"/>
    <w:rsid w:val="00535D49"/>
    <w:rsid w:val="00545759"/>
    <w:rsid w:val="00545BE0"/>
    <w:rsid w:val="0055072D"/>
    <w:rsid w:val="005531C9"/>
    <w:rsid w:val="00554289"/>
    <w:rsid w:val="00562E85"/>
    <w:rsid w:val="0056332F"/>
    <w:rsid w:val="00566906"/>
    <w:rsid w:val="005675AE"/>
    <w:rsid w:val="00574B36"/>
    <w:rsid w:val="00574FB6"/>
    <w:rsid w:val="00581C39"/>
    <w:rsid w:val="00585198"/>
    <w:rsid w:val="005865F0"/>
    <w:rsid w:val="00586CB3"/>
    <w:rsid w:val="005903B6"/>
    <w:rsid w:val="005931E7"/>
    <w:rsid w:val="005A0247"/>
    <w:rsid w:val="005A3DE6"/>
    <w:rsid w:val="005B140D"/>
    <w:rsid w:val="005C1FEA"/>
    <w:rsid w:val="005C2672"/>
    <w:rsid w:val="005C3495"/>
    <w:rsid w:val="005E35DC"/>
    <w:rsid w:val="005E3DFC"/>
    <w:rsid w:val="005E5D52"/>
    <w:rsid w:val="005E60AF"/>
    <w:rsid w:val="005E6EF6"/>
    <w:rsid w:val="005F1DEA"/>
    <w:rsid w:val="005F4D66"/>
    <w:rsid w:val="0060462F"/>
    <w:rsid w:val="0060602D"/>
    <w:rsid w:val="00606695"/>
    <w:rsid w:val="00607FC9"/>
    <w:rsid w:val="0061002D"/>
    <w:rsid w:val="00622FE1"/>
    <w:rsid w:val="0062521C"/>
    <w:rsid w:val="00630A2B"/>
    <w:rsid w:val="00632DC7"/>
    <w:rsid w:val="006357FB"/>
    <w:rsid w:val="00635C5E"/>
    <w:rsid w:val="00637981"/>
    <w:rsid w:val="006406FC"/>
    <w:rsid w:val="00643B47"/>
    <w:rsid w:val="00645CB8"/>
    <w:rsid w:val="00651483"/>
    <w:rsid w:val="00653E16"/>
    <w:rsid w:val="00653F7B"/>
    <w:rsid w:val="00657220"/>
    <w:rsid w:val="0066093E"/>
    <w:rsid w:val="0066104B"/>
    <w:rsid w:val="00664F14"/>
    <w:rsid w:val="006655EE"/>
    <w:rsid w:val="00667C10"/>
    <w:rsid w:val="00667EF4"/>
    <w:rsid w:val="00674AAE"/>
    <w:rsid w:val="00676FCA"/>
    <w:rsid w:val="00677177"/>
    <w:rsid w:val="0068612E"/>
    <w:rsid w:val="00687C92"/>
    <w:rsid w:val="00687F37"/>
    <w:rsid w:val="0069534E"/>
    <w:rsid w:val="0069669C"/>
    <w:rsid w:val="006A074A"/>
    <w:rsid w:val="006A1200"/>
    <w:rsid w:val="006A1AE4"/>
    <w:rsid w:val="006A2D4F"/>
    <w:rsid w:val="006A4F4E"/>
    <w:rsid w:val="006A6D8E"/>
    <w:rsid w:val="006B1098"/>
    <w:rsid w:val="006B14DB"/>
    <w:rsid w:val="006B1FFD"/>
    <w:rsid w:val="006B21C4"/>
    <w:rsid w:val="006B4FD2"/>
    <w:rsid w:val="006C1A92"/>
    <w:rsid w:val="006C4A1A"/>
    <w:rsid w:val="006D0393"/>
    <w:rsid w:val="006D1A83"/>
    <w:rsid w:val="006D21E5"/>
    <w:rsid w:val="006E1CFE"/>
    <w:rsid w:val="006E3EB2"/>
    <w:rsid w:val="006E6B38"/>
    <w:rsid w:val="006E78DA"/>
    <w:rsid w:val="006F10C4"/>
    <w:rsid w:val="006F5051"/>
    <w:rsid w:val="006F5603"/>
    <w:rsid w:val="00701400"/>
    <w:rsid w:val="007037CF"/>
    <w:rsid w:val="007115AF"/>
    <w:rsid w:val="00713433"/>
    <w:rsid w:val="00713FA2"/>
    <w:rsid w:val="00716663"/>
    <w:rsid w:val="007167C0"/>
    <w:rsid w:val="00720481"/>
    <w:rsid w:val="00720E46"/>
    <w:rsid w:val="00721704"/>
    <w:rsid w:val="0073057B"/>
    <w:rsid w:val="00733193"/>
    <w:rsid w:val="00742DA9"/>
    <w:rsid w:val="00744429"/>
    <w:rsid w:val="007470BF"/>
    <w:rsid w:val="00751C97"/>
    <w:rsid w:val="007537B4"/>
    <w:rsid w:val="00753A80"/>
    <w:rsid w:val="00755B4A"/>
    <w:rsid w:val="0075732A"/>
    <w:rsid w:val="00757539"/>
    <w:rsid w:val="00760262"/>
    <w:rsid w:val="0076310C"/>
    <w:rsid w:val="0076744F"/>
    <w:rsid w:val="00767BCE"/>
    <w:rsid w:val="007707DE"/>
    <w:rsid w:val="00770B5D"/>
    <w:rsid w:val="007752F1"/>
    <w:rsid w:val="00775583"/>
    <w:rsid w:val="00775DF7"/>
    <w:rsid w:val="00776768"/>
    <w:rsid w:val="007820D3"/>
    <w:rsid w:val="0079382D"/>
    <w:rsid w:val="00793E0D"/>
    <w:rsid w:val="007952E6"/>
    <w:rsid w:val="007953DA"/>
    <w:rsid w:val="00796557"/>
    <w:rsid w:val="007A2573"/>
    <w:rsid w:val="007A570A"/>
    <w:rsid w:val="007A6A1A"/>
    <w:rsid w:val="007B106C"/>
    <w:rsid w:val="007B1A4E"/>
    <w:rsid w:val="007B3617"/>
    <w:rsid w:val="007B3D05"/>
    <w:rsid w:val="007C0C81"/>
    <w:rsid w:val="007C114B"/>
    <w:rsid w:val="007C1328"/>
    <w:rsid w:val="007C7DBE"/>
    <w:rsid w:val="007D14B4"/>
    <w:rsid w:val="007D2191"/>
    <w:rsid w:val="007D2FC3"/>
    <w:rsid w:val="007D5962"/>
    <w:rsid w:val="007D5E45"/>
    <w:rsid w:val="007E24F6"/>
    <w:rsid w:val="007E3C90"/>
    <w:rsid w:val="007F2EED"/>
    <w:rsid w:val="007F39F1"/>
    <w:rsid w:val="007F559A"/>
    <w:rsid w:val="007F619A"/>
    <w:rsid w:val="00800F64"/>
    <w:rsid w:val="00802F0B"/>
    <w:rsid w:val="00804017"/>
    <w:rsid w:val="00810A67"/>
    <w:rsid w:val="00813398"/>
    <w:rsid w:val="0081570A"/>
    <w:rsid w:val="008175DA"/>
    <w:rsid w:val="00821A31"/>
    <w:rsid w:val="00821AC5"/>
    <w:rsid w:val="00824766"/>
    <w:rsid w:val="00831030"/>
    <w:rsid w:val="008316C6"/>
    <w:rsid w:val="00833CF7"/>
    <w:rsid w:val="008404E4"/>
    <w:rsid w:val="00843089"/>
    <w:rsid w:val="00845601"/>
    <w:rsid w:val="00855C5C"/>
    <w:rsid w:val="0086185F"/>
    <w:rsid w:val="008622A5"/>
    <w:rsid w:val="00864BBD"/>
    <w:rsid w:val="00870EAB"/>
    <w:rsid w:val="00873CF4"/>
    <w:rsid w:val="00882459"/>
    <w:rsid w:val="008979E2"/>
    <w:rsid w:val="008A2B4A"/>
    <w:rsid w:val="008A3C96"/>
    <w:rsid w:val="008A5850"/>
    <w:rsid w:val="008A6DC5"/>
    <w:rsid w:val="008B0F84"/>
    <w:rsid w:val="008B4019"/>
    <w:rsid w:val="008B65C9"/>
    <w:rsid w:val="008C2D4A"/>
    <w:rsid w:val="008C3C01"/>
    <w:rsid w:val="008C49DA"/>
    <w:rsid w:val="008D3900"/>
    <w:rsid w:val="008D638A"/>
    <w:rsid w:val="008D6E1D"/>
    <w:rsid w:val="008D74B3"/>
    <w:rsid w:val="008E563E"/>
    <w:rsid w:val="008E611A"/>
    <w:rsid w:val="008F39B4"/>
    <w:rsid w:val="008F4162"/>
    <w:rsid w:val="00903E02"/>
    <w:rsid w:val="00906968"/>
    <w:rsid w:val="009120E4"/>
    <w:rsid w:val="009121F9"/>
    <w:rsid w:val="00913175"/>
    <w:rsid w:val="00916EDB"/>
    <w:rsid w:val="00920A6B"/>
    <w:rsid w:val="009240A6"/>
    <w:rsid w:val="009242EF"/>
    <w:rsid w:val="009252EF"/>
    <w:rsid w:val="009304C2"/>
    <w:rsid w:val="00932291"/>
    <w:rsid w:val="0093408E"/>
    <w:rsid w:val="00944E9F"/>
    <w:rsid w:val="00947CBC"/>
    <w:rsid w:val="00952DDF"/>
    <w:rsid w:val="0096170E"/>
    <w:rsid w:val="00965208"/>
    <w:rsid w:val="009747A2"/>
    <w:rsid w:val="00976E4A"/>
    <w:rsid w:val="0099112B"/>
    <w:rsid w:val="009B38BE"/>
    <w:rsid w:val="009B498D"/>
    <w:rsid w:val="009C333F"/>
    <w:rsid w:val="009C3D0F"/>
    <w:rsid w:val="009D2FDC"/>
    <w:rsid w:val="009D54FF"/>
    <w:rsid w:val="009D7341"/>
    <w:rsid w:val="009E2913"/>
    <w:rsid w:val="009E2F48"/>
    <w:rsid w:val="009F35E2"/>
    <w:rsid w:val="009F524E"/>
    <w:rsid w:val="009F5BEB"/>
    <w:rsid w:val="009F65F9"/>
    <w:rsid w:val="009F66C9"/>
    <w:rsid w:val="009F68BA"/>
    <w:rsid w:val="009F7C99"/>
    <w:rsid w:val="00A023FE"/>
    <w:rsid w:val="00A05485"/>
    <w:rsid w:val="00A05947"/>
    <w:rsid w:val="00A06277"/>
    <w:rsid w:val="00A079DC"/>
    <w:rsid w:val="00A111C2"/>
    <w:rsid w:val="00A13650"/>
    <w:rsid w:val="00A14F85"/>
    <w:rsid w:val="00A17D0F"/>
    <w:rsid w:val="00A17ED4"/>
    <w:rsid w:val="00A23425"/>
    <w:rsid w:val="00A2559F"/>
    <w:rsid w:val="00A26AAC"/>
    <w:rsid w:val="00A27314"/>
    <w:rsid w:val="00A27A54"/>
    <w:rsid w:val="00A320A9"/>
    <w:rsid w:val="00A338E7"/>
    <w:rsid w:val="00A343B2"/>
    <w:rsid w:val="00A35CAA"/>
    <w:rsid w:val="00A36E7F"/>
    <w:rsid w:val="00A37E9D"/>
    <w:rsid w:val="00A41E65"/>
    <w:rsid w:val="00A43E0A"/>
    <w:rsid w:val="00A45659"/>
    <w:rsid w:val="00A539B1"/>
    <w:rsid w:val="00A55F5B"/>
    <w:rsid w:val="00A57FB9"/>
    <w:rsid w:val="00A60185"/>
    <w:rsid w:val="00A60B0D"/>
    <w:rsid w:val="00A65959"/>
    <w:rsid w:val="00A661EA"/>
    <w:rsid w:val="00A70809"/>
    <w:rsid w:val="00A76E17"/>
    <w:rsid w:val="00A830E5"/>
    <w:rsid w:val="00A86618"/>
    <w:rsid w:val="00A87135"/>
    <w:rsid w:val="00A93280"/>
    <w:rsid w:val="00AA2020"/>
    <w:rsid w:val="00AA2548"/>
    <w:rsid w:val="00AA58C4"/>
    <w:rsid w:val="00AB0BE5"/>
    <w:rsid w:val="00AB11C8"/>
    <w:rsid w:val="00AB5F4E"/>
    <w:rsid w:val="00AB60CF"/>
    <w:rsid w:val="00AC08A8"/>
    <w:rsid w:val="00AC73E5"/>
    <w:rsid w:val="00AD2A4D"/>
    <w:rsid w:val="00AD56C8"/>
    <w:rsid w:val="00AD58F2"/>
    <w:rsid w:val="00AD5BA0"/>
    <w:rsid w:val="00AE02CA"/>
    <w:rsid w:val="00AE4AFA"/>
    <w:rsid w:val="00AE4C25"/>
    <w:rsid w:val="00AF7986"/>
    <w:rsid w:val="00B00313"/>
    <w:rsid w:val="00B01599"/>
    <w:rsid w:val="00B0197B"/>
    <w:rsid w:val="00B01FD6"/>
    <w:rsid w:val="00B03A27"/>
    <w:rsid w:val="00B0529F"/>
    <w:rsid w:val="00B05E1C"/>
    <w:rsid w:val="00B1418B"/>
    <w:rsid w:val="00B14B15"/>
    <w:rsid w:val="00B20DB8"/>
    <w:rsid w:val="00B21195"/>
    <w:rsid w:val="00B24B22"/>
    <w:rsid w:val="00B25310"/>
    <w:rsid w:val="00B27B11"/>
    <w:rsid w:val="00B321B7"/>
    <w:rsid w:val="00B32F8F"/>
    <w:rsid w:val="00B404DC"/>
    <w:rsid w:val="00B51E71"/>
    <w:rsid w:val="00B54DE9"/>
    <w:rsid w:val="00B553EC"/>
    <w:rsid w:val="00B55E35"/>
    <w:rsid w:val="00B61A54"/>
    <w:rsid w:val="00B62B98"/>
    <w:rsid w:val="00B65E27"/>
    <w:rsid w:val="00B66EBE"/>
    <w:rsid w:val="00B70ED4"/>
    <w:rsid w:val="00B7450A"/>
    <w:rsid w:val="00B76FC4"/>
    <w:rsid w:val="00B774CD"/>
    <w:rsid w:val="00B8383E"/>
    <w:rsid w:val="00B84568"/>
    <w:rsid w:val="00B93DD0"/>
    <w:rsid w:val="00B968EE"/>
    <w:rsid w:val="00B97732"/>
    <w:rsid w:val="00BA0922"/>
    <w:rsid w:val="00BA65A8"/>
    <w:rsid w:val="00BA6D19"/>
    <w:rsid w:val="00BA7461"/>
    <w:rsid w:val="00BA7DA9"/>
    <w:rsid w:val="00BC2F31"/>
    <w:rsid w:val="00BC4215"/>
    <w:rsid w:val="00BC473A"/>
    <w:rsid w:val="00BD1A6F"/>
    <w:rsid w:val="00BD5DB8"/>
    <w:rsid w:val="00BD5F54"/>
    <w:rsid w:val="00BE0275"/>
    <w:rsid w:val="00BE033E"/>
    <w:rsid w:val="00BE4280"/>
    <w:rsid w:val="00BE4871"/>
    <w:rsid w:val="00BE6D3C"/>
    <w:rsid w:val="00BE7254"/>
    <w:rsid w:val="00BE7852"/>
    <w:rsid w:val="00BE7E91"/>
    <w:rsid w:val="00BF0762"/>
    <w:rsid w:val="00BF3F7C"/>
    <w:rsid w:val="00BF671B"/>
    <w:rsid w:val="00BF7CEE"/>
    <w:rsid w:val="00C0386E"/>
    <w:rsid w:val="00C03880"/>
    <w:rsid w:val="00C132E3"/>
    <w:rsid w:val="00C135CF"/>
    <w:rsid w:val="00C173B0"/>
    <w:rsid w:val="00C17F88"/>
    <w:rsid w:val="00C22E15"/>
    <w:rsid w:val="00C2683F"/>
    <w:rsid w:val="00C3184D"/>
    <w:rsid w:val="00C43020"/>
    <w:rsid w:val="00C4714E"/>
    <w:rsid w:val="00C5366B"/>
    <w:rsid w:val="00C54C9C"/>
    <w:rsid w:val="00C5504F"/>
    <w:rsid w:val="00C558F4"/>
    <w:rsid w:val="00C63376"/>
    <w:rsid w:val="00C634DE"/>
    <w:rsid w:val="00C67155"/>
    <w:rsid w:val="00C74F97"/>
    <w:rsid w:val="00C8276E"/>
    <w:rsid w:val="00C832AB"/>
    <w:rsid w:val="00C842AC"/>
    <w:rsid w:val="00C85444"/>
    <w:rsid w:val="00C86DC8"/>
    <w:rsid w:val="00C90E71"/>
    <w:rsid w:val="00CA0723"/>
    <w:rsid w:val="00CB1690"/>
    <w:rsid w:val="00CB507E"/>
    <w:rsid w:val="00CC1AE6"/>
    <w:rsid w:val="00CC39F8"/>
    <w:rsid w:val="00CC4365"/>
    <w:rsid w:val="00CD11B0"/>
    <w:rsid w:val="00CD3A95"/>
    <w:rsid w:val="00CD7E72"/>
    <w:rsid w:val="00CE42D0"/>
    <w:rsid w:val="00CE6A38"/>
    <w:rsid w:val="00CE71C2"/>
    <w:rsid w:val="00CF42D5"/>
    <w:rsid w:val="00CF4EDA"/>
    <w:rsid w:val="00CF59A9"/>
    <w:rsid w:val="00D01938"/>
    <w:rsid w:val="00D021CB"/>
    <w:rsid w:val="00D0562E"/>
    <w:rsid w:val="00D05A2D"/>
    <w:rsid w:val="00D10ACD"/>
    <w:rsid w:val="00D10D1E"/>
    <w:rsid w:val="00D10F1A"/>
    <w:rsid w:val="00D116F8"/>
    <w:rsid w:val="00D14BE2"/>
    <w:rsid w:val="00D15127"/>
    <w:rsid w:val="00D17596"/>
    <w:rsid w:val="00D231B0"/>
    <w:rsid w:val="00D2323D"/>
    <w:rsid w:val="00D24123"/>
    <w:rsid w:val="00D26D3A"/>
    <w:rsid w:val="00D31545"/>
    <w:rsid w:val="00D3508B"/>
    <w:rsid w:val="00D374CF"/>
    <w:rsid w:val="00D43A30"/>
    <w:rsid w:val="00D45EE3"/>
    <w:rsid w:val="00D50618"/>
    <w:rsid w:val="00D509E9"/>
    <w:rsid w:val="00D50A8A"/>
    <w:rsid w:val="00D53B1C"/>
    <w:rsid w:val="00D5575B"/>
    <w:rsid w:val="00D64914"/>
    <w:rsid w:val="00D67934"/>
    <w:rsid w:val="00D77838"/>
    <w:rsid w:val="00D80F3B"/>
    <w:rsid w:val="00D86285"/>
    <w:rsid w:val="00D90B4F"/>
    <w:rsid w:val="00D9385F"/>
    <w:rsid w:val="00DA1B12"/>
    <w:rsid w:val="00DA54C9"/>
    <w:rsid w:val="00DA5B0D"/>
    <w:rsid w:val="00DA6739"/>
    <w:rsid w:val="00DA6CAE"/>
    <w:rsid w:val="00DB1A9E"/>
    <w:rsid w:val="00DB31D6"/>
    <w:rsid w:val="00DB4005"/>
    <w:rsid w:val="00DB4CBF"/>
    <w:rsid w:val="00DC34EB"/>
    <w:rsid w:val="00DC781A"/>
    <w:rsid w:val="00DD1729"/>
    <w:rsid w:val="00DD4AA6"/>
    <w:rsid w:val="00DD714D"/>
    <w:rsid w:val="00DD725B"/>
    <w:rsid w:val="00DE0472"/>
    <w:rsid w:val="00DE1C26"/>
    <w:rsid w:val="00DE633A"/>
    <w:rsid w:val="00DE6446"/>
    <w:rsid w:val="00DF1E5B"/>
    <w:rsid w:val="00DF2275"/>
    <w:rsid w:val="00DF3F5E"/>
    <w:rsid w:val="00DF7BCD"/>
    <w:rsid w:val="00E0596E"/>
    <w:rsid w:val="00E06F66"/>
    <w:rsid w:val="00E115FD"/>
    <w:rsid w:val="00E1333E"/>
    <w:rsid w:val="00E138B9"/>
    <w:rsid w:val="00E224F9"/>
    <w:rsid w:val="00E22AD5"/>
    <w:rsid w:val="00E3330C"/>
    <w:rsid w:val="00E356E5"/>
    <w:rsid w:val="00E36F81"/>
    <w:rsid w:val="00E4101E"/>
    <w:rsid w:val="00E41C86"/>
    <w:rsid w:val="00E44648"/>
    <w:rsid w:val="00E452FA"/>
    <w:rsid w:val="00E45765"/>
    <w:rsid w:val="00E45E10"/>
    <w:rsid w:val="00E5098C"/>
    <w:rsid w:val="00E50DC9"/>
    <w:rsid w:val="00E56D79"/>
    <w:rsid w:val="00E60213"/>
    <w:rsid w:val="00E62902"/>
    <w:rsid w:val="00E65A5E"/>
    <w:rsid w:val="00E74D29"/>
    <w:rsid w:val="00E774A5"/>
    <w:rsid w:val="00E83C74"/>
    <w:rsid w:val="00E83CEE"/>
    <w:rsid w:val="00E86DB3"/>
    <w:rsid w:val="00E8776C"/>
    <w:rsid w:val="00E9226D"/>
    <w:rsid w:val="00E923D6"/>
    <w:rsid w:val="00EA1AA3"/>
    <w:rsid w:val="00EA337A"/>
    <w:rsid w:val="00EA3A96"/>
    <w:rsid w:val="00EA5941"/>
    <w:rsid w:val="00EA6131"/>
    <w:rsid w:val="00EA725F"/>
    <w:rsid w:val="00EB02BE"/>
    <w:rsid w:val="00EB4737"/>
    <w:rsid w:val="00EB4974"/>
    <w:rsid w:val="00EB4DFB"/>
    <w:rsid w:val="00EB60CE"/>
    <w:rsid w:val="00EB7D53"/>
    <w:rsid w:val="00EC24FD"/>
    <w:rsid w:val="00ED0B23"/>
    <w:rsid w:val="00ED7DC9"/>
    <w:rsid w:val="00EE1E28"/>
    <w:rsid w:val="00EE2A2B"/>
    <w:rsid w:val="00EE3146"/>
    <w:rsid w:val="00EE4E8C"/>
    <w:rsid w:val="00EF0C37"/>
    <w:rsid w:val="00EF50BB"/>
    <w:rsid w:val="00EF746E"/>
    <w:rsid w:val="00EF7DAD"/>
    <w:rsid w:val="00F00192"/>
    <w:rsid w:val="00F01DF6"/>
    <w:rsid w:val="00F0340D"/>
    <w:rsid w:val="00F22D70"/>
    <w:rsid w:val="00F23756"/>
    <w:rsid w:val="00F2523A"/>
    <w:rsid w:val="00F25FFA"/>
    <w:rsid w:val="00F310D2"/>
    <w:rsid w:val="00F35B89"/>
    <w:rsid w:val="00F35F6C"/>
    <w:rsid w:val="00F36F3D"/>
    <w:rsid w:val="00F3797F"/>
    <w:rsid w:val="00F477BD"/>
    <w:rsid w:val="00F50D3B"/>
    <w:rsid w:val="00F5202A"/>
    <w:rsid w:val="00F52AB6"/>
    <w:rsid w:val="00F52EB7"/>
    <w:rsid w:val="00F53491"/>
    <w:rsid w:val="00F53E30"/>
    <w:rsid w:val="00F60329"/>
    <w:rsid w:val="00F64682"/>
    <w:rsid w:val="00F65A1C"/>
    <w:rsid w:val="00F66F50"/>
    <w:rsid w:val="00F82FF8"/>
    <w:rsid w:val="00F8330D"/>
    <w:rsid w:val="00F84305"/>
    <w:rsid w:val="00F8485C"/>
    <w:rsid w:val="00F87149"/>
    <w:rsid w:val="00F87239"/>
    <w:rsid w:val="00F87FFE"/>
    <w:rsid w:val="00F91335"/>
    <w:rsid w:val="00F940DB"/>
    <w:rsid w:val="00F9527D"/>
    <w:rsid w:val="00F954C9"/>
    <w:rsid w:val="00F977DD"/>
    <w:rsid w:val="00FA4850"/>
    <w:rsid w:val="00FA61AA"/>
    <w:rsid w:val="00FA62B5"/>
    <w:rsid w:val="00FA69A4"/>
    <w:rsid w:val="00FB1279"/>
    <w:rsid w:val="00FB1495"/>
    <w:rsid w:val="00FC3833"/>
    <w:rsid w:val="00FC64AE"/>
    <w:rsid w:val="00FC779B"/>
    <w:rsid w:val="00FC7FCA"/>
    <w:rsid w:val="00FD0000"/>
    <w:rsid w:val="00FD1694"/>
    <w:rsid w:val="00FD2FE0"/>
    <w:rsid w:val="00FD4BB7"/>
    <w:rsid w:val="00FD7636"/>
    <w:rsid w:val="00FE3229"/>
    <w:rsid w:val="00FE74C3"/>
    <w:rsid w:val="00FF0BF1"/>
    <w:rsid w:val="00FF215C"/>
    <w:rsid w:val="00FF2F79"/>
    <w:rsid w:val="00FF31E2"/>
    <w:rsid w:val="00FF49E8"/>
    <w:rsid w:val="00FF4DD4"/>
    <w:rsid w:val="00FF672F"/>
    <w:rsid w:val="00FF74E8"/>
    <w:rsid w:val="00FF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."/>
  <w:listSeparator w:val=","/>
  <w14:docId w14:val="184E9DA0"/>
  <w15:docId w15:val="{E399D39D-09CB-4C3C-8D06-65973ACA0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2E3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5FFA"/>
    <w:pPr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A55F5B"/>
    <w:pPr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759E5"/>
    <w:pPr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759E5"/>
    <w:pPr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974"/>
    <w:pPr>
      <w:tabs>
        <w:tab w:val="center" w:pos="4513"/>
        <w:tab w:val="right" w:pos="9026"/>
      </w:tabs>
      <w:jc w:val="center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EB4974"/>
    <w:rPr>
      <w:b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50A8A"/>
    <w:pPr>
      <w:tabs>
        <w:tab w:val="center" w:pos="4513"/>
        <w:tab w:val="right" w:pos="9026"/>
      </w:tabs>
      <w:spacing w:after="0" w:line="240" w:lineRule="auto"/>
      <w:jc w:val="center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50A8A"/>
    <w:rPr>
      <w:sz w:val="1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uiPriority w:val="99"/>
    <w:semiHidden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uiPriority w:val="99"/>
    <w:semiHidden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F25FFA"/>
    <w:rPr>
      <w:rFonts w:ascii="Arial" w:hAnsi="Arial" w:cs="Arial"/>
      <w:b/>
      <w:caps/>
    </w:rPr>
  </w:style>
  <w:style w:type="character" w:customStyle="1" w:styleId="Heading2Char">
    <w:name w:val="Heading 2 Char"/>
    <w:basedOn w:val="DefaultParagraphFont"/>
    <w:link w:val="Heading2"/>
    <w:uiPriority w:val="9"/>
    <w:rsid w:val="00A55F5B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154989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154989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5"/>
      </w:numPr>
    </w:pPr>
  </w:style>
  <w:style w:type="paragraph" w:customStyle="1" w:styleId="Classification">
    <w:name w:val="Classification"/>
    <w:basedOn w:val="Normal"/>
    <w:uiPriority w:val="10"/>
    <w:qFormat/>
    <w:rsid w:val="00B14B15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6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7"/>
      </w:numPr>
    </w:pPr>
  </w:style>
  <w:style w:type="paragraph" w:customStyle="1" w:styleId="Footerclassification">
    <w:name w:val="Footer classification"/>
    <w:basedOn w:val="Classification"/>
    <w:uiPriority w:val="10"/>
    <w:rsid w:val="00D021CB"/>
    <w:pPr>
      <w:spacing w:before="240" w:after="0"/>
    </w:pPr>
  </w:style>
  <w:style w:type="paragraph" w:customStyle="1" w:styleId="Refnumber">
    <w:name w:val="Ref number"/>
    <w:basedOn w:val="Normal"/>
    <w:next w:val="Normal"/>
    <w:uiPriority w:val="14"/>
    <w:rsid w:val="00BD5F54"/>
    <w:pPr>
      <w:jc w:val="right"/>
    </w:pPr>
  </w:style>
  <w:style w:type="table" w:styleId="TableGrid">
    <w:name w:val="Table Grid"/>
    <w:basedOn w:val="TableNormal"/>
    <w:uiPriority w:val="59"/>
    <w:rsid w:val="00E923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ingleLine">
    <w:name w:val="Single Line"/>
    <w:basedOn w:val="Normal"/>
    <w:rsid w:val="0018112F"/>
    <w:pPr>
      <w:spacing w:after="0" w:line="240" w:lineRule="auto"/>
    </w:pPr>
    <w:rPr>
      <w:rFonts w:ascii="Calibri" w:eastAsia="Times New Roman" w:hAnsi="Calibri"/>
      <w:sz w:val="24"/>
      <w:lang w:eastAsia="en-AU"/>
    </w:rPr>
  </w:style>
  <w:style w:type="paragraph" w:customStyle="1" w:styleId="Agreed">
    <w:name w:val="Agreed"/>
    <w:basedOn w:val="Normal"/>
    <w:rsid w:val="00335A95"/>
    <w:pPr>
      <w:jc w:val="right"/>
    </w:pPr>
    <w:rPr>
      <w:b/>
    </w:rPr>
  </w:style>
  <w:style w:type="paragraph" w:customStyle="1" w:styleId="Tabletext">
    <w:name w:val="Table text"/>
    <w:basedOn w:val="Normal"/>
    <w:uiPriority w:val="9"/>
    <w:qFormat/>
    <w:rsid w:val="00F52EB7"/>
    <w:pPr>
      <w:spacing w:after="0"/>
    </w:pPr>
  </w:style>
  <w:style w:type="character" w:styleId="HTMLAcronym">
    <w:name w:val="HTML Acronym"/>
    <w:basedOn w:val="DefaultParagraphFont"/>
    <w:unhideWhenUsed/>
    <w:rsid w:val="006B1098"/>
    <w:rPr>
      <w:rFonts w:ascii="Times New Roman" w:hAnsi="Times New Roman" w:cs="Times New Roman" w:hint="default"/>
    </w:rPr>
  </w:style>
  <w:style w:type="character" w:styleId="CommentReference">
    <w:name w:val="annotation reference"/>
    <w:basedOn w:val="DefaultParagraphFont"/>
    <w:uiPriority w:val="99"/>
    <w:semiHidden/>
    <w:unhideWhenUsed/>
    <w:rsid w:val="001504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04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048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04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048C"/>
    <w:rPr>
      <w:b/>
      <w:bCs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798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7981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637981"/>
    <w:rPr>
      <w:vertAlign w:val="superscript"/>
    </w:rPr>
  </w:style>
  <w:style w:type="character" w:styleId="Strong">
    <w:name w:val="Strong"/>
    <w:basedOn w:val="DefaultParagraphFont"/>
    <w:uiPriority w:val="22"/>
    <w:qFormat/>
    <w:rsid w:val="001140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7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1AD86C00.dotm</Template>
  <TotalTime>1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Department of the Environment and Energy</dc:title>
  <dc:creator>Letter to Dave Kelly</dc:creator>
  <cp:lastModifiedBy>Durack, Bec</cp:lastModifiedBy>
  <cp:revision>2</cp:revision>
  <dcterms:created xsi:type="dcterms:W3CDTF">2018-06-07T03:15:00Z</dcterms:created>
  <dcterms:modified xsi:type="dcterms:W3CDTF">2018-06-07T03:15:00Z</dcterms:modified>
</cp:coreProperties>
</file>