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customXml/itemProps6.xml" ContentType="application/vnd.openxmlformats-officedocument.customXmlProperties+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6F22" w:rsidRDefault="00B0197B" w:rsidP="00711CF0">
      <w:pPr>
        <w:jc w:val="right"/>
      </w:pPr>
      <w:r w:rsidRPr="00B0197B">
        <w:t xml:space="preserve">Ref: </w:t>
      </w:r>
      <w:r w:rsidR="00F50D3B" w:rsidRPr="00F50D3B">
        <w:rPr>
          <w:rFonts w:cs="Arial"/>
        </w:rPr>
        <w:t>2</w:t>
      </w:r>
      <w:r w:rsidR="00802869">
        <w:rPr>
          <w:rFonts w:cs="Arial"/>
        </w:rPr>
        <w:t>013</w:t>
      </w:r>
      <w:r w:rsidR="00F50D3B" w:rsidRPr="00F50D3B">
        <w:rPr>
          <w:rFonts w:cs="Arial"/>
        </w:rPr>
        <w:t>/0</w:t>
      </w:r>
      <w:r w:rsidR="00802869">
        <w:rPr>
          <w:rFonts w:cs="Arial"/>
        </w:rPr>
        <w:t>2232</w:t>
      </w:r>
    </w:p>
    <w:p w:rsidR="004A6F22" w:rsidRDefault="004A6F22" w:rsidP="00A60B0D">
      <w:pPr>
        <w:contextualSpacing/>
      </w:pPr>
    </w:p>
    <w:p w:rsidR="00E11F3A" w:rsidRPr="00802869" w:rsidRDefault="00F8426A" w:rsidP="00F64682">
      <w:pPr>
        <w:contextualSpacing/>
      </w:pPr>
      <w:r>
        <w:t xml:space="preserve">Ms </w:t>
      </w:r>
      <w:r w:rsidR="00303E8A">
        <w:t xml:space="preserve">Michelle </w:t>
      </w:r>
      <w:proofErr w:type="spellStart"/>
      <w:r w:rsidR="00303E8A">
        <w:t>Besley</w:t>
      </w:r>
      <w:proofErr w:type="spellEnd"/>
      <w:r w:rsidR="00F64682" w:rsidRPr="0052361B">
        <w:rPr>
          <w:highlight w:val="yellow"/>
        </w:rPr>
        <w:br/>
      </w:r>
      <w:r w:rsidR="00303E8A">
        <w:t xml:space="preserve">Marine Scalefish Fishery </w:t>
      </w:r>
      <w:r w:rsidRPr="00802869">
        <w:t>Manager</w:t>
      </w:r>
    </w:p>
    <w:p w:rsidR="00F64682" w:rsidRPr="00802869" w:rsidRDefault="00E11F3A" w:rsidP="00F64682">
      <w:pPr>
        <w:contextualSpacing/>
      </w:pPr>
      <w:r w:rsidRPr="00802869">
        <w:t>Department of Primary Industries and Regions South Australia</w:t>
      </w:r>
      <w:r w:rsidR="00F64682" w:rsidRPr="00802869">
        <w:br/>
      </w:r>
      <w:r w:rsidRPr="00802869">
        <w:t>GPO Box 1625</w:t>
      </w:r>
      <w:r w:rsidR="00F64682" w:rsidRPr="00802869">
        <w:t xml:space="preserve"> </w:t>
      </w:r>
    </w:p>
    <w:p w:rsidR="00F64682" w:rsidRDefault="00E11F3A" w:rsidP="00F64682">
      <w:pPr>
        <w:contextualSpacing/>
      </w:pPr>
      <w:proofErr w:type="gramStart"/>
      <w:r>
        <w:t>ADELAIDE  SA</w:t>
      </w:r>
      <w:proofErr w:type="gramEnd"/>
      <w:r>
        <w:t xml:space="preserve">  5001</w:t>
      </w:r>
    </w:p>
    <w:p w:rsidR="004A6F22" w:rsidRDefault="004A6F22" w:rsidP="001F4075"/>
    <w:p w:rsidR="001F4075" w:rsidRDefault="001F4075" w:rsidP="001F4075">
      <w:r>
        <w:t xml:space="preserve">Dear </w:t>
      </w:r>
      <w:r w:rsidR="00F8426A">
        <w:t xml:space="preserve">Ms </w:t>
      </w:r>
      <w:r w:rsidR="00303E8A">
        <w:t>Besley</w:t>
      </w:r>
    </w:p>
    <w:p w:rsidR="000D5649" w:rsidRDefault="00E11F3A" w:rsidP="000D5649">
      <w:r w:rsidRPr="00E11F3A">
        <w:t xml:space="preserve">I am writing to you </w:t>
      </w:r>
      <w:r w:rsidR="00122C63">
        <w:t>on behalf of</w:t>
      </w:r>
      <w:r w:rsidR="006D0482">
        <w:t xml:space="preserve"> the</w:t>
      </w:r>
      <w:r w:rsidR="00F24425">
        <w:t xml:space="preserve"> </w:t>
      </w:r>
      <w:r w:rsidRPr="00E11F3A">
        <w:t>Minister for</w:t>
      </w:r>
      <w:r w:rsidR="00C35217">
        <w:t xml:space="preserve"> the</w:t>
      </w:r>
      <w:r w:rsidRPr="00E11F3A">
        <w:t xml:space="preserve"> </w:t>
      </w:r>
      <w:r>
        <w:t>E</w:t>
      </w:r>
      <w:r w:rsidR="00C35217">
        <w:t xml:space="preserve">nvironment </w:t>
      </w:r>
      <w:r w:rsidRPr="00E11F3A">
        <w:t xml:space="preserve">in relation to the accreditation of the management arrangements for the </w:t>
      </w:r>
      <w:r>
        <w:t>S</w:t>
      </w:r>
      <w:r w:rsidR="00122C63">
        <w:t xml:space="preserve">outh </w:t>
      </w:r>
      <w:r>
        <w:t>A</w:t>
      </w:r>
      <w:r w:rsidR="00122C63">
        <w:t>ustralian</w:t>
      </w:r>
      <w:r>
        <w:t xml:space="preserve"> Marine Scalefish Fishery</w:t>
      </w:r>
      <w:r w:rsidR="00081A0B">
        <w:t xml:space="preserve"> under Part </w:t>
      </w:r>
      <w:r w:rsidRPr="00E11F3A">
        <w:t xml:space="preserve">13 (protected species provisions) of the </w:t>
      </w:r>
      <w:r w:rsidRPr="00E11F3A">
        <w:rPr>
          <w:i/>
        </w:rPr>
        <w:t>Environment Protection and Biodiversity Conservation Act 1999</w:t>
      </w:r>
      <w:r w:rsidRPr="00E11F3A">
        <w:t xml:space="preserve"> (EPBC Act). </w:t>
      </w:r>
      <w:bookmarkStart w:id="0" w:name="_____replySeparator"/>
      <w:bookmarkEnd w:id="0"/>
    </w:p>
    <w:p w:rsidR="00303E8A" w:rsidRDefault="00E11F3A" w:rsidP="00E11F3A">
      <w:r>
        <w:t xml:space="preserve">As you are aware, on 30 January 2012, the </w:t>
      </w:r>
      <w:r w:rsidR="00EA57E7">
        <w:t>SA</w:t>
      </w:r>
      <w:r>
        <w:t xml:space="preserve"> Marine Scalefish Fishery </w:t>
      </w:r>
      <w:r w:rsidR="00EA57E7">
        <w:t xml:space="preserve">was accredited </w:t>
      </w:r>
      <w:r>
        <w:t>under Part 13 of the EPBC Act</w:t>
      </w:r>
      <w:r w:rsidR="00EA57E7">
        <w:t>,</w:t>
      </w:r>
      <w:r w:rsidR="000F2835">
        <w:t xml:space="preserve"> </w:t>
      </w:r>
      <w:r>
        <w:t>s</w:t>
      </w:r>
      <w:r w:rsidR="00303E8A">
        <w:t xml:space="preserve">ubject to a condition requiring the </w:t>
      </w:r>
      <w:r w:rsidR="00303E8A" w:rsidRPr="00802869">
        <w:t>Department of Primary Industries and Regions South Australia</w:t>
      </w:r>
      <w:r w:rsidR="00303E8A">
        <w:t xml:space="preserve"> (</w:t>
      </w:r>
      <w:r w:rsidR="00F8426A">
        <w:t>PIRSA</w:t>
      </w:r>
      <w:r w:rsidR="00303E8A">
        <w:t>)</w:t>
      </w:r>
      <w:r w:rsidR="0032071E">
        <w:t>,</w:t>
      </w:r>
      <w:r w:rsidR="00F8426A">
        <w:t xml:space="preserve"> in consultation with marine mammal experts and </w:t>
      </w:r>
      <w:r w:rsidR="00EA57E7">
        <w:t>the Department</w:t>
      </w:r>
      <w:r w:rsidR="00F8426A">
        <w:t xml:space="preserve">, to develop and implement a management strategy to protect </w:t>
      </w:r>
      <w:r w:rsidR="00177FC9">
        <w:t xml:space="preserve">Australian </w:t>
      </w:r>
      <w:r w:rsidR="00F8426A">
        <w:t>sea lions</w:t>
      </w:r>
      <w:r w:rsidR="00265BB1">
        <w:t xml:space="preserve"> by 1 August 2013</w:t>
      </w:r>
      <w:r>
        <w:t>.</w:t>
      </w:r>
      <w:r w:rsidR="00EA57E7">
        <w:t xml:space="preserve"> </w:t>
      </w:r>
      <w:r w:rsidR="00303E8A">
        <w:t xml:space="preserve">At PIRSA’s request, the timeframe for completion of this management strategy has been extended a number of times, most recently to 30 June 2014. </w:t>
      </w:r>
    </w:p>
    <w:p w:rsidR="00017D2B" w:rsidRDefault="00290BC0" w:rsidP="00E11F3A">
      <w:r>
        <w:t xml:space="preserve">In </w:t>
      </w:r>
      <w:r w:rsidR="00711CF0">
        <w:t>July</w:t>
      </w:r>
      <w:r>
        <w:t xml:space="preserve"> 2014, </w:t>
      </w:r>
      <w:r w:rsidR="00711CF0">
        <w:t>PIRSA</w:t>
      </w:r>
      <w:r>
        <w:t xml:space="preserve"> advised that although the strategy had been developed, </w:t>
      </w:r>
      <w:r w:rsidR="00711CF0">
        <w:t>additional time was needed for final consultation with the broader fishing industry</w:t>
      </w:r>
      <w:r>
        <w:t xml:space="preserve">. As a consequence, </w:t>
      </w:r>
      <w:r w:rsidR="00711CF0">
        <w:t>PIRSA</w:t>
      </w:r>
      <w:r>
        <w:t xml:space="preserve"> requested an extension to the Part 13 condition timeframe to allow </w:t>
      </w:r>
      <w:r w:rsidR="00711CF0">
        <w:t>for</w:t>
      </w:r>
      <w:r w:rsidR="0075171F">
        <w:t xml:space="preserve"> </w:t>
      </w:r>
      <w:r w:rsidR="00711CF0">
        <w:t xml:space="preserve">this final </w:t>
      </w:r>
      <w:r w:rsidR="0075171F">
        <w:t>consultation</w:t>
      </w:r>
      <w:r w:rsidR="00711CF0">
        <w:t xml:space="preserve"> to occur</w:t>
      </w:r>
      <w:r w:rsidR="0075171F">
        <w:t xml:space="preserve"> </w:t>
      </w:r>
      <w:r w:rsidR="00711CF0">
        <w:t>and then to</w:t>
      </w:r>
      <w:r w:rsidR="0075171F">
        <w:t xml:space="preserve"> </w:t>
      </w:r>
      <w:r>
        <w:t>implement the management strategy</w:t>
      </w:r>
      <w:r w:rsidR="00711CF0">
        <w:t xml:space="preserve"> before the fishery is next reassessed in full against the requirements of the EPBC Act in January 2015</w:t>
      </w:r>
      <w:r>
        <w:t xml:space="preserve">. </w:t>
      </w:r>
      <w:r w:rsidR="000F2835">
        <w:t>I have</w:t>
      </w:r>
      <w:r>
        <w:t xml:space="preserve"> considered your request</w:t>
      </w:r>
      <w:r w:rsidR="00177FC9">
        <w:t>,</w:t>
      </w:r>
      <w:r>
        <w:t xml:space="preserve"> as well as the progress to date made by PIRSA in meeting the condition</w:t>
      </w:r>
      <w:r w:rsidR="00177FC9">
        <w:t>,</w:t>
      </w:r>
      <w:r>
        <w:t xml:space="preserve"> and understand it is expected that the management strategy will be implemented </w:t>
      </w:r>
      <w:r w:rsidR="00332993">
        <w:t xml:space="preserve">in the next </w:t>
      </w:r>
      <w:r w:rsidR="00711CF0">
        <w:t>seven</w:t>
      </w:r>
      <w:r w:rsidR="00332993">
        <w:t xml:space="preserve"> months. </w:t>
      </w:r>
    </w:p>
    <w:p w:rsidR="00E11F3A" w:rsidRDefault="00081A0B" w:rsidP="00E11F3A">
      <w:r>
        <w:t xml:space="preserve">On this basis </w:t>
      </w:r>
      <w:r w:rsidR="000F2835">
        <w:t>I have</w:t>
      </w:r>
      <w:r w:rsidR="00E11F3A">
        <w:t xml:space="preserve"> </w:t>
      </w:r>
      <w:r w:rsidR="00244F0B">
        <w:t xml:space="preserve">therefore </w:t>
      </w:r>
      <w:r w:rsidR="00E11F3A">
        <w:t xml:space="preserve">agreed to vary the condition to which the current accreditation of the management arrangements for the fishery is subject. The </w:t>
      </w:r>
      <w:r w:rsidR="00017D2B">
        <w:t>new Part 13 accreditation</w:t>
      </w:r>
      <w:r w:rsidR="00E11F3A">
        <w:t xml:space="preserve"> (</w:t>
      </w:r>
      <w:r w:rsidR="00E11F3A" w:rsidRPr="001F51EF">
        <w:rPr>
          <w:b/>
          <w:u w:val="single"/>
        </w:rPr>
        <w:t xml:space="preserve">Attachment </w:t>
      </w:r>
      <w:r w:rsidR="00A12EB4">
        <w:rPr>
          <w:b/>
          <w:u w:val="single"/>
        </w:rPr>
        <w:t>1</w:t>
      </w:r>
      <w:r w:rsidR="00E11F3A">
        <w:t xml:space="preserve">) requires </w:t>
      </w:r>
      <w:r w:rsidR="001F51EF">
        <w:t>PIRSA</w:t>
      </w:r>
      <w:r w:rsidR="00E11F3A">
        <w:t xml:space="preserve"> to </w:t>
      </w:r>
      <w:r w:rsidR="001F51EF">
        <w:t>develop and implement a management strategy to protect</w:t>
      </w:r>
      <w:r w:rsidR="00896CBB">
        <w:t xml:space="preserve"> Australian</w:t>
      </w:r>
      <w:r w:rsidR="001F51EF">
        <w:t xml:space="preserve"> sea lions</w:t>
      </w:r>
      <w:r w:rsidR="00E11F3A">
        <w:t xml:space="preserve"> by </w:t>
      </w:r>
      <w:r w:rsidR="00711CF0">
        <w:t>28 January 2015</w:t>
      </w:r>
      <w:r w:rsidR="00E11F3A">
        <w:t xml:space="preserve">. </w:t>
      </w:r>
    </w:p>
    <w:p w:rsidR="00E11F3A" w:rsidRDefault="00E11F3A" w:rsidP="00E11F3A">
      <w:r>
        <w:t xml:space="preserve">Please note that EPBC Act decisions relate to the management arrangements in force at the time of the decision. To ensure that decisions remain valid, it is important that conditions to which accreditation of the management arrangements for the fishery under the EPBC Act is subject are implemented. In addition, </w:t>
      </w:r>
      <w:r w:rsidR="00351CA0">
        <w:t>the Department</w:t>
      </w:r>
      <w:r>
        <w:t xml:space="preserve"> needs to be advised of any intended changes to the management regime that may affect the assessment of the fishery against the criteria on which EPBC Act decisions are based. This includes both legislated amendments and operational changes.</w:t>
      </w:r>
    </w:p>
    <w:p w:rsidR="00E11F3A" w:rsidRDefault="00E11F3A" w:rsidP="00E11F3A">
      <w:pPr>
        <w:pStyle w:val="SignOff"/>
        <w:spacing w:after="0"/>
        <w:rPr>
          <w:rFonts w:ascii="Arial" w:eastAsia="Calibri" w:hAnsi="Arial" w:cs="Times New Roman"/>
          <w:b w:val="0"/>
          <w:bCs w:val="0"/>
          <w:color w:val="auto"/>
          <w:sz w:val="22"/>
          <w:szCs w:val="22"/>
          <w:lang w:eastAsia="en-US" w:bidi="ar-SA"/>
        </w:rPr>
      </w:pPr>
      <w:r w:rsidRPr="00E11F3A">
        <w:rPr>
          <w:rFonts w:ascii="Arial" w:eastAsia="Calibri" w:hAnsi="Arial" w:cs="Times New Roman"/>
          <w:b w:val="0"/>
          <w:bCs w:val="0"/>
          <w:color w:val="auto"/>
          <w:sz w:val="22"/>
          <w:szCs w:val="22"/>
          <w:lang w:eastAsia="en-US" w:bidi="ar-SA"/>
        </w:rPr>
        <w:t>Yours sincerely</w:t>
      </w:r>
    </w:p>
    <w:p w:rsidR="00711CF0" w:rsidRDefault="00BF53C3" w:rsidP="00E11F3A">
      <w:pPr>
        <w:pStyle w:val="SignOff"/>
        <w:spacing w:after="0"/>
        <w:rPr>
          <w:rFonts w:ascii="Arial" w:eastAsia="Calibri" w:hAnsi="Arial" w:cs="Times New Roman"/>
          <w:b w:val="0"/>
          <w:bCs w:val="0"/>
          <w:color w:val="auto"/>
          <w:sz w:val="22"/>
          <w:szCs w:val="22"/>
          <w:lang w:eastAsia="en-US" w:bidi="ar-SA"/>
        </w:rPr>
      </w:pPr>
      <w:r>
        <w:rPr>
          <w:rFonts w:ascii="Arial" w:eastAsia="Calibri" w:hAnsi="Arial" w:cs="Times New Roman"/>
          <w:b w:val="0"/>
          <w:bCs w:val="0"/>
          <w:color w:val="auto"/>
          <w:sz w:val="22"/>
          <w:szCs w:val="22"/>
          <w:lang w:eastAsia="en-US" w:bidi="ar-SA"/>
        </w:rPr>
        <w:t>[Signed]</w:t>
      </w:r>
    </w:p>
    <w:p w:rsidR="00A12EB4" w:rsidRPr="00E11F3A" w:rsidRDefault="00A12EB4" w:rsidP="00E11F3A">
      <w:pPr>
        <w:pStyle w:val="SignOff"/>
        <w:spacing w:after="0"/>
        <w:rPr>
          <w:rFonts w:ascii="Arial" w:eastAsia="Calibri" w:hAnsi="Arial" w:cs="Times New Roman"/>
          <w:b w:val="0"/>
          <w:bCs w:val="0"/>
          <w:color w:val="auto"/>
          <w:sz w:val="22"/>
          <w:szCs w:val="22"/>
          <w:lang w:eastAsia="en-US" w:bidi="ar-SA"/>
        </w:rPr>
      </w:pPr>
    </w:p>
    <w:p w:rsidR="009C333F" w:rsidRPr="00351CA0" w:rsidRDefault="0087137C" w:rsidP="00351CA0">
      <w:pPr>
        <w:tabs>
          <w:tab w:val="left" w:pos="284"/>
        </w:tabs>
        <w:spacing w:after="0"/>
        <w:rPr>
          <w:rFonts w:cs="Arial"/>
        </w:rPr>
      </w:pPr>
      <w:r>
        <w:t>Shaneen</w:t>
      </w:r>
      <w:r w:rsidR="00351CA0">
        <w:t xml:space="preserve"> </w:t>
      </w:r>
      <w:r>
        <w:t>Coulson</w:t>
      </w:r>
      <w:r w:rsidR="00711CF0">
        <w:br/>
      </w:r>
      <w:r w:rsidR="00351CA0">
        <w:rPr>
          <w:rFonts w:cs="Arial"/>
        </w:rPr>
        <w:t>Delegate of the Minister for the Environment</w:t>
      </w:r>
      <w:r w:rsidR="001F51EF">
        <w:rPr>
          <w:rFonts w:cs="Arial"/>
        </w:rPr>
        <w:t xml:space="preserve"> </w:t>
      </w:r>
      <w:r w:rsidR="00392049">
        <w:br/>
      </w:r>
      <w:r w:rsidR="00BF53C3">
        <w:t xml:space="preserve">4 </w:t>
      </w:r>
      <w:r w:rsidR="00711CF0">
        <w:t>July</w:t>
      </w:r>
      <w:r w:rsidR="00017D2B">
        <w:t xml:space="preserve"> 2014</w:t>
      </w:r>
    </w:p>
    <w:p w:rsidR="006B1098" w:rsidRDefault="006B1098" w:rsidP="00392049">
      <w:pPr>
        <w:tabs>
          <w:tab w:val="left" w:pos="284"/>
        </w:tabs>
        <w:sectPr w:rsidR="006B1098" w:rsidSect="005A0247">
          <w:headerReference w:type="even" r:id="rId13"/>
          <w:footerReference w:type="default" r:id="rId14"/>
          <w:headerReference w:type="first" r:id="rId15"/>
          <w:footerReference w:type="first" r:id="rId16"/>
          <w:pgSz w:w="11906" w:h="16838"/>
          <w:pgMar w:top="851" w:right="1276" w:bottom="567" w:left="1276" w:header="425" w:footer="425" w:gutter="0"/>
          <w:pgNumType w:start="1"/>
          <w:cols w:space="708"/>
          <w:titlePg/>
          <w:docGrid w:linePitch="360"/>
        </w:sectPr>
      </w:pPr>
    </w:p>
    <w:p w:rsidR="006B1098" w:rsidRPr="006B1098" w:rsidRDefault="006B1098" w:rsidP="006B1098">
      <w:pPr>
        <w:tabs>
          <w:tab w:val="left" w:pos="284"/>
        </w:tabs>
        <w:rPr>
          <w:rFonts w:cs="Arial"/>
        </w:rPr>
      </w:pPr>
    </w:p>
    <w:p w:rsidR="00802869" w:rsidRDefault="00802869" w:rsidP="00802869">
      <w:pPr>
        <w:pStyle w:val="Para0"/>
        <w:jc w:val="center"/>
        <w:rPr>
          <w:rFonts w:ascii="Arial" w:hAnsi="Arial" w:cs="Arial"/>
          <w:b/>
          <w:sz w:val="22"/>
          <w:szCs w:val="22"/>
        </w:rPr>
      </w:pPr>
      <w:r w:rsidRPr="00802869">
        <w:rPr>
          <w:rFonts w:ascii="Arial" w:hAnsi="Arial" w:cs="Arial"/>
          <w:b/>
          <w:sz w:val="22"/>
          <w:szCs w:val="22"/>
        </w:rPr>
        <w:t xml:space="preserve">Condition on the Part 13 accreditation for the </w:t>
      </w:r>
      <w:r>
        <w:rPr>
          <w:rFonts w:ascii="Arial" w:hAnsi="Arial" w:cs="Arial"/>
          <w:b/>
          <w:sz w:val="22"/>
          <w:szCs w:val="22"/>
        </w:rPr>
        <w:t>SA Marine Scalefish</w:t>
      </w:r>
      <w:r w:rsidRPr="00802869">
        <w:rPr>
          <w:rFonts w:ascii="Arial" w:hAnsi="Arial" w:cs="Arial"/>
          <w:b/>
          <w:sz w:val="22"/>
          <w:szCs w:val="22"/>
        </w:rPr>
        <w:t xml:space="preserve"> Fishery </w:t>
      </w:r>
      <w:r>
        <w:rPr>
          <w:rFonts w:ascii="Arial" w:hAnsi="Arial" w:cs="Arial"/>
          <w:b/>
          <w:sz w:val="22"/>
          <w:szCs w:val="22"/>
        </w:rPr>
        <w:t>–</w:t>
      </w:r>
      <w:r w:rsidRPr="00802869">
        <w:rPr>
          <w:rFonts w:ascii="Arial" w:hAnsi="Arial" w:cs="Arial"/>
          <w:b/>
          <w:sz w:val="22"/>
          <w:szCs w:val="22"/>
        </w:rPr>
        <w:t xml:space="preserve"> </w:t>
      </w:r>
      <w:r w:rsidR="00017D2B">
        <w:rPr>
          <w:rFonts w:ascii="Arial" w:hAnsi="Arial" w:cs="Arial"/>
          <w:b/>
          <w:sz w:val="22"/>
          <w:szCs w:val="22"/>
        </w:rPr>
        <w:t>February 2014</w:t>
      </w:r>
    </w:p>
    <w:p w:rsidR="00802869" w:rsidRPr="00802869" w:rsidRDefault="00802869" w:rsidP="00802869">
      <w:pPr>
        <w:pStyle w:val="Para0"/>
        <w:jc w:val="center"/>
        <w:rPr>
          <w:rFonts w:ascii="Arial" w:hAnsi="Arial" w:cs="Arial"/>
          <w:b/>
          <w:sz w:val="22"/>
          <w:szCs w:val="22"/>
        </w:rPr>
      </w:pPr>
    </w:p>
    <w:p w:rsidR="00D10D1E" w:rsidRPr="00F24425" w:rsidRDefault="00802869" w:rsidP="00F64682">
      <w:pPr>
        <w:numPr>
          <w:ilvl w:val="0"/>
          <w:numId w:val="12"/>
        </w:numPr>
        <w:ind w:left="709"/>
      </w:pPr>
      <w:r w:rsidRPr="00F24425">
        <w:t xml:space="preserve">The Department of Primary Industries and Regions South Australia, in consultation with relevant experts and the Department of </w:t>
      </w:r>
      <w:r w:rsidR="00017D2B">
        <w:t xml:space="preserve">the </w:t>
      </w:r>
      <w:r w:rsidRPr="00F24425">
        <w:t xml:space="preserve">Environment, to develop and implement a management strategy to mitigate the risk of fishery interactions with Australian sea lions by </w:t>
      </w:r>
      <w:r w:rsidR="00711CF0">
        <w:t>28 January 2015</w:t>
      </w:r>
      <w:r w:rsidRPr="00F24425">
        <w:t>.</w:t>
      </w:r>
    </w:p>
    <w:sectPr w:rsidR="00D10D1E" w:rsidRPr="00F24425" w:rsidSect="005A0247">
      <w:headerReference w:type="first" r:id="rId17"/>
      <w:footerReference w:type="first" r:id="rId18"/>
      <w:pgSz w:w="11906" w:h="16838"/>
      <w:pgMar w:top="851" w:right="1276" w:bottom="567" w:left="1276"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66E5" w:rsidRDefault="00B166E5" w:rsidP="00A60185">
      <w:pPr>
        <w:spacing w:after="0" w:line="240" w:lineRule="auto"/>
      </w:pPr>
      <w:r>
        <w:separator/>
      </w:r>
    </w:p>
  </w:endnote>
  <w:endnote w:type="continuationSeparator" w:id="0">
    <w:p w:rsidR="00B166E5" w:rsidRDefault="00B166E5"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66E5" w:rsidRPr="00A27A54" w:rsidRDefault="00621D3E">
    <w:pPr>
      <w:pStyle w:val="Footer"/>
      <w:rPr>
        <w:sz w:val="22"/>
      </w:rPr>
    </w:pPr>
    <w:r w:rsidRPr="00A27A54">
      <w:rPr>
        <w:sz w:val="22"/>
      </w:rPr>
      <w:fldChar w:fldCharType="begin"/>
    </w:r>
    <w:r w:rsidR="00B166E5" w:rsidRPr="00A27A54">
      <w:rPr>
        <w:sz w:val="22"/>
      </w:rPr>
      <w:instrText xml:space="preserve"> PAGE   \* MERGEFORMAT </w:instrText>
    </w:r>
    <w:r w:rsidRPr="00A27A54">
      <w:rPr>
        <w:sz w:val="22"/>
      </w:rPr>
      <w:fldChar w:fldCharType="separate"/>
    </w:r>
    <w:r w:rsidR="00B166E5">
      <w:rPr>
        <w:noProof/>
        <w:sz w:val="22"/>
      </w:rPr>
      <w:t>2</w:t>
    </w:r>
    <w:r w:rsidRPr="00A27A54">
      <w:rPr>
        <w:sz w:val="22"/>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66E5" w:rsidRDefault="00B166E5" w:rsidP="00C43020">
    <w:pPr>
      <w:pStyle w:val="Footer"/>
    </w:pPr>
  </w:p>
  <w:p w:rsidR="00B166E5" w:rsidRPr="00775DF7" w:rsidRDefault="00B166E5" w:rsidP="00C43020">
    <w:pPr>
      <w:pStyle w:val="Footer"/>
    </w:pPr>
    <w:r w:rsidRPr="00775DF7">
      <w:t xml:space="preserve">GPO Box 787 Canberra ACT 2601 </w:t>
    </w:r>
    <w:r>
      <w:sym w:font="Symbol" w:char="F0B7"/>
    </w:r>
    <w:r w:rsidRPr="00775DF7">
      <w:t xml:space="preserve"> Telephone 02 6274 1111 </w:t>
    </w:r>
    <w:r>
      <w:sym w:font="Symbol" w:char="F0B7"/>
    </w:r>
    <w:r w:rsidRPr="00775DF7">
      <w:t xml:space="preserve"> Facsimile 02 6274 1666</w:t>
    </w:r>
  </w:p>
  <w:p w:rsidR="00B166E5" w:rsidRPr="00C43020" w:rsidRDefault="00B166E5" w:rsidP="00C43020">
    <w:pPr>
      <w:pStyle w:val="Footer"/>
    </w:pPr>
    <w:r w:rsidRPr="00C43020">
      <w:t>www.envi</w:t>
    </w:r>
    <w:r>
      <w:t>r</w:t>
    </w:r>
    <w:r w:rsidRPr="00C43020">
      <w:t>onment.gov.au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66E5" w:rsidRPr="006B1098" w:rsidRDefault="00B166E5" w:rsidP="006B109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66E5" w:rsidRDefault="00B166E5" w:rsidP="00A60185">
      <w:pPr>
        <w:spacing w:after="0" w:line="240" w:lineRule="auto"/>
      </w:pPr>
      <w:r>
        <w:separator/>
      </w:r>
    </w:p>
  </w:footnote>
  <w:footnote w:type="continuationSeparator" w:id="0">
    <w:p w:rsidR="00B166E5" w:rsidRDefault="00B166E5" w:rsidP="00A601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66E5" w:rsidRDefault="00621D3E" w:rsidP="00E45765">
    <w:pPr>
      <w:pStyle w:val="Classification"/>
    </w:pPr>
    <w:r>
      <w:fldChar w:fldCharType="begin"/>
    </w:r>
    <w:r w:rsidR="00B166E5">
      <w:instrText xml:space="preserve"> DOCPROPERTY SecurityClassification \* MERGEFORMAT </w:instrText>
    </w:r>
    <w:r>
      <w:fldChar w:fldCharType="separate"/>
    </w:r>
    <w:r w:rsidR="00B166E5">
      <w:rPr>
        <w:b/>
        <w:bCs/>
        <w:lang w:val="en-US"/>
      </w:rPr>
      <w:t>Error!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66E5" w:rsidRDefault="00B166E5" w:rsidP="005E35DC">
    <w:pPr>
      <w:pStyle w:val="Header"/>
      <w:jc w:val="left"/>
    </w:pPr>
    <w:r>
      <w:rPr>
        <w:noProof/>
        <w:lang w:eastAsia="en-AU"/>
      </w:rPr>
      <w:drawing>
        <wp:inline distT="0" distB="0" distL="0" distR="0">
          <wp:extent cx="3209925" cy="695325"/>
          <wp:effectExtent l="19050" t="0" r="9525" b="0"/>
          <wp:docPr id="2" name="Picture 1" descr="Dept the Environment i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pt the Environment inline"/>
                  <pic:cNvPicPr>
                    <a:picLocks noChangeAspect="1" noChangeArrowheads="1"/>
                  </pic:cNvPicPr>
                </pic:nvPicPr>
                <pic:blipFill>
                  <a:blip r:embed="rId1"/>
                  <a:srcRect/>
                  <a:stretch>
                    <a:fillRect/>
                  </a:stretch>
                </pic:blipFill>
                <pic:spPr bwMode="auto">
                  <a:xfrm>
                    <a:off x="0" y="0"/>
                    <a:ext cx="3209925" cy="695325"/>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66E5" w:rsidRDefault="00B166E5" w:rsidP="006B1098">
    <w:pPr>
      <w:pStyle w:val="Header"/>
      <w:jc w:val="right"/>
    </w:pPr>
    <w:r>
      <w:rPr>
        <w:noProof/>
        <w:lang w:eastAsia="en-AU"/>
      </w:rPr>
      <w:t>Attachment 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nsid w:val="1D7120FB"/>
    <w:multiLevelType w:val="singleLevel"/>
    <w:tmpl w:val="2000EDEA"/>
    <w:lvl w:ilvl="0">
      <w:start w:val="1"/>
      <w:numFmt w:val="upperLetter"/>
      <w:lvlText w:val="%1:"/>
      <w:lvlJc w:val="left"/>
      <w:pPr>
        <w:ind w:left="360" w:hanging="360"/>
      </w:pPr>
      <w:rPr>
        <w:rFonts w:hint="default"/>
        <w:sz w:val="22"/>
      </w:rPr>
    </w:lvl>
  </w:abstractNum>
  <w:abstractNum w:abstractNumId="2">
    <w:nsid w:val="1F745BC2"/>
    <w:multiLevelType w:val="multilevel"/>
    <w:tmpl w:val="E5E89F92"/>
    <w:numStyleLink w:val="BulletList"/>
  </w:abstractNum>
  <w:abstractNum w:abstractNumId="3">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36342E54"/>
    <w:multiLevelType w:val="hybridMultilevel"/>
    <w:tmpl w:val="25E8AF52"/>
    <w:lvl w:ilvl="0" w:tplc="1F928CBA">
      <w:start w:val="1"/>
      <w:numFmt w:val="decimal"/>
      <w:lvlText w:val="%1."/>
      <w:lvlJc w:val="left"/>
      <w:pPr>
        <w:ind w:left="927" w:hanging="360"/>
      </w:pPr>
      <w:rPr>
        <w:b w:val="0"/>
        <w:i w:val="0"/>
      </w:rPr>
    </w:lvl>
    <w:lvl w:ilvl="1" w:tplc="0C090017">
      <w:start w:val="1"/>
      <w:numFmt w:val="lowerLetter"/>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6">
    <w:nsid w:val="5B0B75C4"/>
    <w:multiLevelType w:val="hybridMultilevel"/>
    <w:tmpl w:val="85EC5704"/>
    <w:lvl w:ilvl="0" w:tplc="E0A0EF0E">
      <w:start w:val="4"/>
      <w:numFmt w:val="bullet"/>
      <w:lvlText w:val="-"/>
      <w:lvlJc w:val="left"/>
      <w:pPr>
        <w:ind w:left="1287"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7">
    <w:nsid w:val="6176383E"/>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8">
    <w:nsid w:val="65456429"/>
    <w:multiLevelType w:val="multilevel"/>
    <w:tmpl w:val="987C45B0"/>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9">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11">
    <w:nsid w:val="6FAE23A7"/>
    <w:multiLevelType w:val="singleLevel"/>
    <w:tmpl w:val="2000EDEA"/>
    <w:lvl w:ilvl="0">
      <w:start w:val="1"/>
      <w:numFmt w:val="upperLetter"/>
      <w:lvlText w:val="%1:"/>
      <w:lvlJc w:val="left"/>
      <w:pPr>
        <w:ind w:left="360" w:hanging="360"/>
      </w:pPr>
      <w:rPr>
        <w:rFonts w:hint="default"/>
        <w:sz w:val="22"/>
      </w:rPr>
    </w:lvl>
  </w:abstractNum>
  <w:abstractNum w:abstractNumId="12">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12"/>
  </w:num>
  <w:num w:numId="2">
    <w:abstractNumId w:val="0"/>
  </w:num>
  <w:num w:numId="3">
    <w:abstractNumId w:val="10"/>
  </w:num>
  <w:num w:numId="4">
    <w:abstractNumId w:val="9"/>
  </w:num>
  <w:num w:numId="5">
    <w:abstractNumId w:val="4"/>
  </w:num>
  <w:num w:numId="6">
    <w:abstractNumId w:val="3"/>
  </w:num>
  <w:num w:numId="7">
    <w:abstractNumId w:val="8"/>
  </w:num>
  <w:num w:numId="8">
    <w:abstractNumId w:val="2"/>
  </w:num>
  <w:num w:numId="9">
    <w:abstractNumId w:val="1"/>
  </w:num>
  <w:num w:numId="10">
    <w:abstractNumId w:val="11"/>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
  </w:num>
  <w:num w:numId="16">
    <w:abstractNumId w:val="3"/>
  </w:num>
  <w:num w:numId="17">
    <w:abstractNumId w:val="7"/>
  </w:num>
  <w:num w:numId="18">
    <w:abstractNumId w:val="6"/>
  </w:num>
  <w:num w:numId="19">
    <w:abstractNumId w:val="5"/>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10"/>
  <w:displayHorizontalDrawingGridEvery w:val="2"/>
  <w:displayVerticalDrawingGridEvery w:val="2"/>
  <w:characterSpacingControl w:val="doNotCompress"/>
  <w:hdrShapeDefaults>
    <o:shapedefaults v:ext="edit" spidmax="77825"/>
  </w:hdrShapeDefaults>
  <w:footnotePr>
    <w:footnote w:id="-1"/>
    <w:footnote w:id="0"/>
  </w:footnotePr>
  <w:endnotePr>
    <w:endnote w:id="-1"/>
    <w:endnote w:id="0"/>
  </w:endnotePr>
  <w:compat/>
  <w:docVars>
    <w:docVar w:name="SecurityClassificationInHeader" w:val="False"/>
  </w:docVars>
  <w:rsids>
    <w:rsidRoot w:val="00F8426A"/>
    <w:rsid w:val="00004AEE"/>
    <w:rsid w:val="00005CAA"/>
    <w:rsid w:val="00010210"/>
    <w:rsid w:val="00014060"/>
    <w:rsid w:val="00015ADA"/>
    <w:rsid w:val="00017BB8"/>
    <w:rsid w:val="00017D2B"/>
    <w:rsid w:val="00020C99"/>
    <w:rsid w:val="000260F8"/>
    <w:rsid w:val="0002707B"/>
    <w:rsid w:val="00031219"/>
    <w:rsid w:val="000466B8"/>
    <w:rsid w:val="0005148E"/>
    <w:rsid w:val="0005270A"/>
    <w:rsid w:val="00053EAC"/>
    <w:rsid w:val="00063AF2"/>
    <w:rsid w:val="000642C0"/>
    <w:rsid w:val="000759E5"/>
    <w:rsid w:val="00080A47"/>
    <w:rsid w:val="00081A0B"/>
    <w:rsid w:val="00084050"/>
    <w:rsid w:val="0008410F"/>
    <w:rsid w:val="00084AC6"/>
    <w:rsid w:val="00085C49"/>
    <w:rsid w:val="00087B76"/>
    <w:rsid w:val="00091608"/>
    <w:rsid w:val="0009257B"/>
    <w:rsid w:val="0009333C"/>
    <w:rsid w:val="0009704F"/>
    <w:rsid w:val="000A0F11"/>
    <w:rsid w:val="000A125A"/>
    <w:rsid w:val="000A57CD"/>
    <w:rsid w:val="000B3758"/>
    <w:rsid w:val="000B7681"/>
    <w:rsid w:val="000B7B42"/>
    <w:rsid w:val="000C02B7"/>
    <w:rsid w:val="000C5342"/>
    <w:rsid w:val="000C5DFC"/>
    <w:rsid w:val="000C63ED"/>
    <w:rsid w:val="000C706A"/>
    <w:rsid w:val="000D2887"/>
    <w:rsid w:val="000D5649"/>
    <w:rsid w:val="000D61D0"/>
    <w:rsid w:val="000D6D63"/>
    <w:rsid w:val="000E0081"/>
    <w:rsid w:val="000E07CF"/>
    <w:rsid w:val="000E0B31"/>
    <w:rsid w:val="000F2835"/>
    <w:rsid w:val="00106158"/>
    <w:rsid w:val="0011498E"/>
    <w:rsid w:val="00115BF1"/>
    <w:rsid w:val="00117A45"/>
    <w:rsid w:val="001219EE"/>
    <w:rsid w:val="001224AE"/>
    <w:rsid w:val="00122C63"/>
    <w:rsid w:val="001337D4"/>
    <w:rsid w:val="00135151"/>
    <w:rsid w:val="001369E3"/>
    <w:rsid w:val="00143480"/>
    <w:rsid w:val="00143A35"/>
    <w:rsid w:val="00147C12"/>
    <w:rsid w:val="0015048C"/>
    <w:rsid w:val="001527A1"/>
    <w:rsid w:val="001530DC"/>
    <w:rsid w:val="00154989"/>
    <w:rsid w:val="00155A9F"/>
    <w:rsid w:val="00160262"/>
    <w:rsid w:val="0016616A"/>
    <w:rsid w:val="00166852"/>
    <w:rsid w:val="0016780A"/>
    <w:rsid w:val="00173EBF"/>
    <w:rsid w:val="00177FC9"/>
    <w:rsid w:val="0018112F"/>
    <w:rsid w:val="001842A2"/>
    <w:rsid w:val="00187FA8"/>
    <w:rsid w:val="00191C5D"/>
    <w:rsid w:val="00192F5E"/>
    <w:rsid w:val="00197772"/>
    <w:rsid w:val="001A51C8"/>
    <w:rsid w:val="001A76BB"/>
    <w:rsid w:val="001B4CA8"/>
    <w:rsid w:val="001C1D95"/>
    <w:rsid w:val="001C4F3D"/>
    <w:rsid w:val="001D0CDC"/>
    <w:rsid w:val="001D1B03"/>
    <w:rsid w:val="001D1D82"/>
    <w:rsid w:val="001E0274"/>
    <w:rsid w:val="001E1182"/>
    <w:rsid w:val="001E1CE4"/>
    <w:rsid w:val="001E25B3"/>
    <w:rsid w:val="001F4075"/>
    <w:rsid w:val="001F51EF"/>
    <w:rsid w:val="00202955"/>
    <w:rsid w:val="00202C90"/>
    <w:rsid w:val="00212E75"/>
    <w:rsid w:val="00213DE8"/>
    <w:rsid w:val="00214B4E"/>
    <w:rsid w:val="00216118"/>
    <w:rsid w:val="002209AB"/>
    <w:rsid w:val="00224D4E"/>
    <w:rsid w:val="002251E3"/>
    <w:rsid w:val="00227A95"/>
    <w:rsid w:val="00244F0B"/>
    <w:rsid w:val="002473FC"/>
    <w:rsid w:val="00252E3C"/>
    <w:rsid w:val="00261931"/>
    <w:rsid w:val="00261EFE"/>
    <w:rsid w:val="00262198"/>
    <w:rsid w:val="00265BB1"/>
    <w:rsid w:val="00273850"/>
    <w:rsid w:val="00285F1B"/>
    <w:rsid w:val="00290BC0"/>
    <w:rsid w:val="00292B81"/>
    <w:rsid w:val="002A11A4"/>
    <w:rsid w:val="002B18AE"/>
    <w:rsid w:val="002B3674"/>
    <w:rsid w:val="002C1C93"/>
    <w:rsid w:val="002C2FB1"/>
    <w:rsid w:val="002C5066"/>
    <w:rsid w:val="002D022C"/>
    <w:rsid w:val="002D419A"/>
    <w:rsid w:val="002D4AAC"/>
    <w:rsid w:val="002E3BAF"/>
    <w:rsid w:val="002E5D24"/>
    <w:rsid w:val="002F045A"/>
    <w:rsid w:val="002F18F8"/>
    <w:rsid w:val="002F23D0"/>
    <w:rsid w:val="002F32AB"/>
    <w:rsid w:val="0030039D"/>
    <w:rsid w:val="0030171F"/>
    <w:rsid w:val="00302B2F"/>
    <w:rsid w:val="0030326F"/>
    <w:rsid w:val="00303E8A"/>
    <w:rsid w:val="00310701"/>
    <w:rsid w:val="00315980"/>
    <w:rsid w:val="00316F7F"/>
    <w:rsid w:val="0032071E"/>
    <w:rsid w:val="00320DFB"/>
    <w:rsid w:val="003218E8"/>
    <w:rsid w:val="00330DCE"/>
    <w:rsid w:val="00331E11"/>
    <w:rsid w:val="00332993"/>
    <w:rsid w:val="00334761"/>
    <w:rsid w:val="00335A95"/>
    <w:rsid w:val="00341DCD"/>
    <w:rsid w:val="00344897"/>
    <w:rsid w:val="0034563E"/>
    <w:rsid w:val="003518D6"/>
    <w:rsid w:val="00351CA0"/>
    <w:rsid w:val="0035460C"/>
    <w:rsid w:val="003556BD"/>
    <w:rsid w:val="00365147"/>
    <w:rsid w:val="0037016E"/>
    <w:rsid w:val="00372908"/>
    <w:rsid w:val="00373E29"/>
    <w:rsid w:val="003764B0"/>
    <w:rsid w:val="00377900"/>
    <w:rsid w:val="00383020"/>
    <w:rsid w:val="00385BF6"/>
    <w:rsid w:val="00392049"/>
    <w:rsid w:val="003968BA"/>
    <w:rsid w:val="00396D6E"/>
    <w:rsid w:val="00397570"/>
    <w:rsid w:val="003975FD"/>
    <w:rsid w:val="003A0F88"/>
    <w:rsid w:val="003B3A78"/>
    <w:rsid w:val="003B6068"/>
    <w:rsid w:val="003B60CC"/>
    <w:rsid w:val="003B6EE4"/>
    <w:rsid w:val="003C09B7"/>
    <w:rsid w:val="003C0B60"/>
    <w:rsid w:val="003C2443"/>
    <w:rsid w:val="003C5DA3"/>
    <w:rsid w:val="003D4BCD"/>
    <w:rsid w:val="003D5140"/>
    <w:rsid w:val="003E0CA1"/>
    <w:rsid w:val="003E2100"/>
    <w:rsid w:val="003F6F5B"/>
    <w:rsid w:val="0040342D"/>
    <w:rsid w:val="0041192D"/>
    <w:rsid w:val="004125D8"/>
    <w:rsid w:val="00413D8E"/>
    <w:rsid w:val="00413EE1"/>
    <w:rsid w:val="0042128E"/>
    <w:rsid w:val="00421FEC"/>
    <w:rsid w:val="00423277"/>
    <w:rsid w:val="00430252"/>
    <w:rsid w:val="00432B60"/>
    <w:rsid w:val="00434A49"/>
    <w:rsid w:val="00440698"/>
    <w:rsid w:val="004540E2"/>
    <w:rsid w:val="00455A78"/>
    <w:rsid w:val="0046116B"/>
    <w:rsid w:val="0046173C"/>
    <w:rsid w:val="00464930"/>
    <w:rsid w:val="00465B32"/>
    <w:rsid w:val="004712A5"/>
    <w:rsid w:val="0047266F"/>
    <w:rsid w:val="00476D6B"/>
    <w:rsid w:val="00485FF0"/>
    <w:rsid w:val="00492C16"/>
    <w:rsid w:val="00494ACA"/>
    <w:rsid w:val="004A0678"/>
    <w:rsid w:val="004A4393"/>
    <w:rsid w:val="004A48A3"/>
    <w:rsid w:val="004A6F22"/>
    <w:rsid w:val="004B0D92"/>
    <w:rsid w:val="004B0EC0"/>
    <w:rsid w:val="004B4500"/>
    <w:rsid w:val="004B66F1"/>
    <w:rsid w:val="004C2861"/>
    <w:rsid w:val="004C3EA0"/>
    <w:rsid w:val="004C4A81"/>
    <w:rsid w:val="004F09E1"/>
    <w:rsid w:val="004F60AC"/>
    <w:rsid w:val="004F7169"/>
    <w:rsid w:val="00500D66"/>
    <w:rsid w:val="00506854"/>
    <w:rsid w:val="00514C8E"/>
    <w:rsid w:val="00525EF4"/>
    <w:rsid w:val="0052681E"/>
    <w:rsid w:val="00527851"/>
    <w:rsid w:val="00531DBF"/>
    <w:rsid w:val="00535D49"/>
    <w:rsid w:val="00535D92"/>
    <w:rsid w:val="00545759"/>
    <w:rsid w:val="00545BE0"/>
    <w:rsid w:val="0055072D"/>
    <w:rsid w:val="00554289"/>
    <w:rsid w:val="00562E85"/>
    <w:rsid w:val="0056332F"/>
    <w:rsid w:val="00566906"/>
    <w:rsid w:val="005675AE"/>
    <w:rsid w:val="00574B36"/>
    <w:rsid w:val="00581C39"/>
    <w:rsid w:val="00585198"/>
    <w:rsid w:val="005865F0"/>
    <w:rsid w:val="00586CB3"/>
    <w:rsid w:val="005903B6"/>
    <w:rsid w:val="005931E7"/>
    <w:rsid w:val="005A0247"/>
    <w:rsid w:val="005A158F"/>
    <w:rsid w:val="005B140D"/>
    <w:rsid w:val="005C1FEA"/>
    <w:rsid w:val="005C2672"/>
    <w:rsid w:val="005C3495"/>
    <w:rsid w:val="005E35DC"/>
    <w:rsid w:val="005E3DFC"/>
    <w:rsid w:val="005E5D52"/>
    <w:rsid w:val="005E60AF"/>
    <w:rsid w:val="005E6EF6"/>
    <w:rsid w:val="005F1DEA"/>
    <w:rsid w:val="0060462F"/>
    <w:rsid w:val="0060602D"/>
    <w:rsid w:val="00607FC9"/>
    <w:rsid w:val="0061002D"/>
    <w:rsid w:val="00617F6E"/>
    <w:rsid w:val="00621D3E"/>
    <w:rsid w:val="00622FE1"/>
    <w:rsid w:val="0062521C"/>
    <w:rsid w:val="00630A2B"/>
    <w:rsid w:val="00632DC7"/>
    <w:rsid w:val="006357FB"/>
    <w:rsid w:val="00635C5E"/>
    <w:rsid w:val="006406FC"/>
    <w:rsid w:val="00643B47"/>
    <w:rsid w:val="00645CB8"/>
    <w:rsid w:val="00651483"/>
    <w:rsid w:val="00653E16"/>
    <w:rsid w:val="00653F7B"/>
    <w:rsid w:val="00657220"/>
    <w:rsid w:val="0066093E"/>
    <w:rsid w:val="0066104B"/>
    <w:rsid w:val="00664F14"/>
    <w:rsid w:val="006655EE"/>
    <w:rsid w:val="00667C10"/>
    <w:rsid w:val="00667EF4"/>
    <w:rsid w:val="00674AAE"/>
    <w:rsid w:val="00676FCA"/>
    <w:rsid w:val="00677177"/>
    <w:rsid w:val="0068612E"/>
    <w:rsid w:val="00687C92"/>
    <w:rsid w:val="00690DDF"/>
    <w:rsid w:val="0069534E"/>
    <w:rsid w:val="00696360"/>
    <w:rsid w:val="0069669C"/>
    <w:rsid w:val="006A074A"/>
    <w:rsid w:val="006A1200"/>
    <w:rsid w:val="006A1AE4"/>
    <w:rsid w:val="006A4F4E"/>
    <w:rsid w:val="006B1098"/>
    <w:rsid w:val="006B14DB"/>
    <w:rsid w:val="006B1FFD"/>
    <w:rsid w:val="006B21C4"/>
    <w:rsid w:val="006B4FD2"/>
    <w:rsid w:val="006C1A92"/>
    <w:rsid w:val="006C4A1A"/>
    <w:rsid w:val="006D0393"/>
    <w:rsid w:val="006D0482"/>
    <w:rsid w:val="006D1A83"/>
    <w:rsid w:val="006E1CFE"/>
    <w:rsid w:val="006E3EB2"/>
    <w:rsid w:val="006E6B38"/>
    <w:rsid w:val="006F10C4"/>
    <w:rsid w:val="006F5051"/>
    <w:rsid w:val="006F5603"/>
    <w:rsid w:val="00701400"/>
    <w:rsid w:val="007037CF"/>
    <w:rsid w:val="00711CF0"/>
    <w:rsid w:val="00713433"/>
    <w:rsid w:val="00713FA2"/>
    <w:rsid w:val="00716663"/>
    <w:rsid w:val="007167C0"/>
    <w:rsid w:val="00720481"/>
    <w:rsid w:val="00720E46"/>
    <w:rsid w:val="00721704"/>
    <w:rsid w:val="0073057B"/>
    <w:rsid w:val="00733193"/>
    <w:rsid w:val="00742DA9"/>
    <w:rsid w:val="00744429"/>
    <w:rsid w:val="007470BF"/>
    <w:rsid w:val="0075171F"/>
    <w:rsid w:val="00751C97"/>
    <w:rsid w:val="00753A80"/>
    <w:rsid w:val="0075732A"/>
    <w:rsid w:val="00757539"/>
    <w:rsid w:val="00760262"/>
    <w:rsid w:val="0076310C"/>
    <w:rsid w:val="0076744F"/>
    <w:rsid w:val="00767BCE"/>
    <w:rsid w:val="007707DE"/>
    <w:rsid w:val="00770B5D"/>
    <w:rsid w:val="007752F1"/>
    <w:rsid w:val="00775583"/>
    <w:rsid w:val="00775DF7"/>
    <w:rsid w:val="00776768"/>
    <w:rsid w:val="007953DA"/>
    <w:rsid w:val="007A2573"/>
    <w:rsid w:val="007A570A"/>
    <w:rsid w:val="007A6A1A"/>
    <w:rsid w:val="007B106C"/>
    <w:rsid w:val="007B1A4E"/>
    <w:rsid w:val="007B3617"/>
    <w:rsid w:val="007B3D05"/>
    <w:rsid w:val="007C0C81"/>
    <w:rsid w:val="007C114B"/>
    <w:rsid w:val="007C1328"/>
    <w:rsid w:val="007D14B4"/>
    <w:rsid w:val="007D2191"/>
    <w:rsid w:val="007D2FC3"/>
    <w:rsid w:val="007D5962"/>
    <w:rsid w:val="007D5E45"/>
    <w:rsid w:val="007E24F6"/>
    <w:rsid w:val="007F2EED"/>
    <w:rsid w:val="007F39F1"/>
    <w:rsid w:val="007F559A"/>
    <w:rsid w:val="007F72E7"/>
    <w:rsid w:val="00800F64"/>
    <w:rsid w:val="00802869"/>
    <w:rsid w:val="00802F0B"/>
    <w:rsid w:val="00810A67"/>
    <w:rsid w:val="00813398"/>
    <w:rsid w:val="00821A31"/>
    <w:rsid w:val="00821AC5"/>
    <w:rsid w:val="00831030"/>
    <w:rsid w:val="008316C6"/>
    <w:rsid w:val="00833CF7"/>
    <w:rsid w:val="00843089"/>
    <w:rsid w:val="00845601"/>
    <w:rsid w:val="00853D74"/>
    <w:rsid w:val="00855C5C"/>
    <w:rsid w:val="0086185F"/>
    <w:rsid w:val="00863D37"/>
    <w:rsid w:val="0087137C"/>
    <w:rsid w:val="00873CF4"/>
    <w:rsid w:val="00882459"/>
    <w:rsid w:val="00896CBB"/>
    <w:rsid w:val="008979E2"/>
    <w:rsid w:val="008A2B4A"/>
    <w:rsid w:val="008A3C96"/>
    <w:rsid w:val="008A6DC5"/>
    <w:rsid w:val="008B2CA3"/>
    <w:rsid w:val="008B4019"/>
    <w:rsid w:val="008B65C9"/>
    <w:rsid w:val="008C2D4A"/>
    <w:rsid w:val="008C3C01"/>
    <w:rsid w:val="008C49DA"/>
    <w:rsid w:val="008D3900"/>
    <w:rsid w:val="008D6E1D"/>
    <w:rsid w:val="008E611A"/>
    <w:rsid w:val="008F39B4"/>
    <w:rsid w:val="008F4162"/>
    <w:rsid w:val="00903E02"/>
    <w:rsid w:val="009120E4"/>
    <w:rsid w:val="00913175"/>
    <w:rsid w:val="00916EDB"/>
    <w:rsid w:val="009240A6"/>
    <w:rsid w:val="009242EF"/>
    <w:rsid w:val="009252EF"/>
    <w:rsid w:val="009304C2"/>
    <w:rsid w:val="00932291"/>
    <w:rsid w:val="0093408E"/>
    <w:rsid w:val="00947CBC"/>
    <w:rsid w:val="00952DDF"/>
    <w:rsid w:val="0096170E"/>
    <w:rsid w:val="00976E4A"/>
    <w:rsid w:val="009B38BE"/>
    <w:rsid w:val="009B498D"/>
    <w:rsid w:val="009C333F"/>
    <w:rsid w:val="009C3D0F"/>
    <w:rsid w:val="009D2FDC"/>
    <w:rsid w:val="009D54FF"/>
    <w:rsid w:val="009E2913"/>
    <w:rsid w:val="009E2F48"/>
    <w:rsid w:val="009F35E2"/>
    <w:rsid w:val="009F5BEB"/>
    <w:rsid w:val="009F65F9"/>
    <w:rsid w:val="009F66C9"/>
    <w:rsid w:val="009F68BA"/>
    <w:rsid w:val="009F7C99"/>
    <w:rsid w:val="00A05947"/>
    <w:rsid w:val="00A06277"/>
    <w:rsid w:val="00A079DC"/>
    <w:rsid w:val="00A111C2"/>
    <w:rsid w:val="00A12EB4"/>
    <w:rsid w:val="00A17D0F"/>
    <w:rsid w:val="00A23425"/>
    <w:rsid w:val="00A27314"/>
    <w:rsid w:val="00A27A54"/>
    <w:rsid w:val="00A338E7"/>
    <w:rsid w:val="00A343B2"/>
    <w:rsid w:val="00A35CAA"/>
    <w:rsid w:val="00A36E7F"/>
    <w:rsid w:val="00A37E9D"/>
    <w:rsid w:val="00A41E65"/>
    <w:rsid w:val="00A42195"/>
    <w:rsid w:val="00A43E0A"/>
    <w:rsid w:val="00A45659"/>
    <w:rsid w:val="00A539B1"/>
    <w:rsid w:val="00A55F5B"/>
    <w:rsid w:val="00A57FB9"/>
    <w:rsid w:val="00A60185"/>
    <w:rsid w:val="00A60B0D"/>
    <w:rsid w:val="00A65959"/>
    <w:rsid w:val="00A661EA"/>
    <w:rsid w:val="00A70809"/>
    <w:rsid w:val="00A76E17"/>
    <w:rsid w:val="00A830E5"/>
    <w:rsid w:val="00A86618"/>
    <w:rsid w:val="00A87135"/>
    <w:rsid w:val="00A93280"/>
    <w:rsid w:val="00AA2020"/>
    <w:rsid w:val="00AA2548"/>
    <w:rsid w:val="00AA58C4"/>
    <w:rsid w:val="00AB11C8"/>
    <w:rsid w:val="00AB60CF"/>
    <w:rsid w:val="00AC08A8"/>
    <w:rsid w:val="00AC73E5"/>
    <w:rsid w:val="00AD56C8"/>
    <w:rsid w:val="00AD58F2"/>
    <w:rsid w:val="00AD5BA0"/>
    <w:rsid w:val="00AE02CA"/>
    <w:rsid w:val="00AE4C25"/>
    <w:rsid w:val="00AF7493"/>
    <w:rsid w:val="00B00313"/>
    <w:rsid w:val="00B01599"/>
    <w:rsid w:val="00B0197B"/>
    <w:rsid w:val="00B01FD6"/>
    <w:rsid w:val="00B03A27"/>
    <w:rsid w:val="00B0529F"/>
    <w:rsid w:val="00B1418B"/>
    <w:rsid w:val="00B14B15"/>
    <w:rsid w:val="00B166E5"/>
    <w:rsid w:val="00B21195"/>
    <w:rsid w:val="00B24B22"/>
    <w:rsid w:val="00B25310"/>
    <w:rsid w:val="00B27B11"/>
    <w:rsid w:val="00B321B7"/>
    <w:rsid w:val="00B32F8F"/>
    <w:rsid w:val="00B404DC"/>
    <w:rsid w:val="00B54DE9"/>
    <w:rsid w:val="00B553EC"/>
    <w:rsid w:val="00B62B98"/>
    <w:rsid w:val="00B65E27"/>
    <w:rsid w:val="00B66EBE"/>
    <w:rsid w:val="00B70ED4"/>
    <w:rsid w:val="00B774CD"/>
    <w:rsid w:val="00B8383E"/>
    <w:rsid w:val="00B93DD0"/>
    <w:rsid w:val="00B968EE"/>
    <w:rsid w:val="00B97732"/>
    <w:rsid w:val="00BA0922"/>
    <w:rsid w:val="00BA65A8"/>
    <w:rsid w:val="00BA6D19"/>
    <w:rsid w:val="00BA7461"/>
    <w:rsid w:val="00BA7DA9"/>
    <w:rsid w:val="00BC4215"/>
    <w:rsid w:val="00BC473A"/>
    <w:rsid w:val="00BC709E"/>
    <w:rsid w:val="00BD1A6F"/>
    <w:rsid w:val="00BD5453"/>
    <w:rsid w:val="00BD5DB8"/>
    <w:rsid w:val="00BD5F54"/>
    <w:rsid w:val="00BE033E"/>
    <w:rsid w:val="00BE4871"/>
    <w:rsid w:val="00BE6D3C"/>
    <w:rsid w:val="00BE7852"/>
    <w:rsid w:val="00BE7E91"/>
    <w:rsid w:val="00BF0762"/>
    <w:rsid w:val="00BF3F7C"/>
    <w:rsid w:val="00BF53C3"/>
    <w:rsid w:val="00BF671B"/>
    <w:rsid w:val="00BF7CEE"/>
    <w:rsid w:val="00C03880"/>
    <w:rsid w:val="00C132E3"/>
    <w:rsid w:val="00C135CF"/>
    <w:rsid w:val="00C173B0"/>
    <w:rsid w:val="00C17F88"/>
    <w:rsid w:val="00C22E15"/>
    <w:rsid w:val="00C2683F"/>
    <w:rsid w:val="00C3184D"/>
    <w:rsid w:val="00C35217"/>
    <w:rsid w:val="00C43020"/>
    <w:rsid w:val="00C4714E"/>
    <w:rsid w:val="00C5366B"/>
    <w:rsid w:val="00C5504F"/>
    <w:rsid w:val="00C63376"/>
    <w:rsid w:val="00C634DE"/>
    <w:rsid w:val="00C74F97"/>
    <w:rsid w:val="00C8276E"/>
    <w:rsid w:val="00C842AC"/>
    <w:rsid w:val="00C85444"/>
    <w:rsid w:val="00C86DC8"/>
    <w:rsid w:val="00C90E71"/>
    <w:rsid w:val="00CA0723"/>
    <w:rsid w:val="00CA6603"/>
    <w:rsid w:val="00CB1690"/>
    <w:rsid w:val="00CB507E"/>
    <w:rsid w:val="00CC1AE6"/>
    <w:rsid w:val="00CC39F8"/>
    <w:rsid w:val="00CC4365"/>
    <w:rsid w:val="00CD11B0"/>
    <w:rsid w:val="00CD3A95"/>
    <w:rsid w:val="00CD7E72"/>
    <w:rsid w:val="00CE42D0"/>
    <w:rsid w:val="00CE6A38"/>
    <w:rsid w:val="00CE71C2"/>
    <w:rsid w:val="00CF42D5"/>
    <w:rsid w:val="00CF4EDA"/>
    <w:rsid w:val="00D021CB"/>
    <w:rsid w:val="00D05137"/>
    <w:rsid w:val="00D0562E"/>
    <w:rsid w:val="00D05A2D"/>
    <w:rsid w:val="00D06761"/>
    <w:rsid w:val="00D10ACD"/>
    <w:rsid w:val="00D10D1E"/>
    <w:rsid w:val="00D10F1A"/>
    <w:rsid w:val="00D116F8"/>
    <w:rsid w:val="00D14BE2"/>
    <w:rsid w:val="00D15127"/>
    <w:rsid w:val="00D17596"/>
    <w:rsid w:val="00D2323D"/>
    <w:rsid w:val="00D24123"/>
    <w:rsid w:val="00D26D3A"/>
    <w:rsid w:val="00D31545"/>
    <w:rsid w:val="00D3508B"/>
    <w:rsid w:val="00D374CF"/>
    <w:rsid w:val="00D45EE3"/>
    <w:rsid w:val="00D50618"/>
    <w:rsid w:val="00D509E9"/>
    <w:rsid w:val="00D50A8A"/>
    <w:rsid w:val="00D53B1C"/>
    <w:rsid w:val="00D5575B"/>
    <w:rsid w:val="00D56BAB"/>
    <w:rsid w:val="00D64914"/>
    <w:rsid w:val="00D77838"/>
    <w:rsid w:val="00D80F3B"/>
    <w:rsid w:val="00D9385F"/>
    <w:rsid w:val="00DA1B12"/>
    <w:rsid w:val="00DA54C9"/>
    <w:rsid w:val="00DA6739"/>
    <w:rsid w:val="00DA6CAE"/>
    <w:rsid w:val="00DB1A9E"/>
    <w:rsid w:val="00DB31D6"/>
    <w:rsid w:val="00DB4005"/>
    <w:rsid w:val="00DB4CBF"/>
    <w:rsid w:val="00DC34EB"/>
    <w:rsid w:val="00DC781A"/>
    <w:rsid w:val="00DD1729"/>
    <w:rsid w:val="00DD714D"/>
    <w:rsid w:val="00DE633A"/>
    <w:rsid w:val="00DE6446"/>
    <w:rsid w:val="00DF1E5B"/>
    <w:rsid w:val="00DF2275"/>
    <w:rsid w:val="00DF3F5E"/>
    <w:rsid w:val="00DF7BCD"/>
    <w:rsid w:val="00E0596E"/>
    <w:rsid w:val="00E06F66"/>
    <w:rsid w:val="00E11F3A"/>
    <w:rsid w:val="00E1333E"/>
    <w:rsid w:val="00E138B9"/>
    <w:rsid w:val="00E22AD5"/>
    <w:rsid w:val="00E275F7"/>
    <w:rsid w:val="00E356E5"/>
    <w:rsid w:val="00E36F81"/>
    <w:rsid w:val="00E44648"/>
    <w:rsid w:val="00E452FA"/>
    <w:rsid w:val="00E45765"/>
    <w:rsid w:val="00E45E10"/>
    <w:rsid w:val="00E5098C"/>
    <w:rsid w:val="00E50DC9"/>
    <w:rsid w:val="00E60213"/>
    <w:rsid w:val="00E65A5E"/>
    <w:rsid w:val="00E74D29"/>
    <w:rsid w:val="00E83C74"/>
    <w:rsid w:val="00E83CEE"/>
    <w:rsid w:val="00E8600D"/>
    <w:rsid w:val="00E86DB3"/>
    <w:rsid w:val="00E8776C"/>
    <w:rsid w:val="00E9226D"/>
    <w:rsid w:val="00E923D6"/>
    <w:rsid w:val="00EA337A"/>
    <w:rsid w:val="00EA57E7"/>
    <w:rsid w:val="00EA5941"/>
    <w:rsid w:val="00EB02BE"/>
    <w:rsid w:val="00EB4974"/>
    <w:rsid w:val="00EB4DFB"/>
    <w:rsid w:val="00EB60CE"/>
    <w:rsid w:val="00EB7D53"/>
    <w:rsid w:val="00EC24FD"/>
    <w:rsid w:val="00ED18E1"/>
    <w:rsid w:val="00ED5AC1"/>
    <w:rsid w:val="00EE1E28"/>
    <w:rsid w:val="00EE2A2B"/>
    <w:rsid w:val="00EE3146"/>
    <w:rsid w:val="00EF0C37"/>
    <w:rsid w:val="00EF50BB"/>
    <w:rsid w:val="00EF746E"/>
    <w:rsid w:val="00EF7DAD"/>
    <w:rsid w:val="00F00192"/>
    <w:rsid w:val="00F01DF6"/>
    <w:rsid w:val="00F0340D"/>
    <w:rsid w:val="00F23756"/>
    <w:rsid w:val="00F24425"/>
    <w:rsid w:val="00F2523A"/>
    <w:rsid w:val="00F25FFA"/>
    <w:rsid w:val="00F310D2"/>
    <w:rsid w:val="00F35B89"/>
    <w:rsid w:val="00F35F6C"/>
    <w:rsid w:val="00F36F3D"/>
    <w:rsid w:val="00F3797F"/>
    <w:rsid w:val="00F477BD"/>
    <w:rsid w:val="00F50D3B"/>
    <w:rsid w:val="00F5202A"/>
    <w:rsid w:val="00F52AB6"/>
    <w:rsid w:val="00F52EB7"/>
    <w:rsid w:val="00F53491"/>
    <w:rsid w:val="00F6001B"/>
    <w:rsid w:val="00F60329"/>
    <w:rsid w:val="00F64682"/>
    <w:rsid w:val="00F65A1C"/>
    <w:rsid w:val="00F66F50"/>
    <w:rsid w:val="00F82FF8"/>
    <w:rsid w:val="00F8330D"/>
    <w:rsid w:val="00F8426A"/>
    <w:rsid w:val="00F84305"/>
    <w:rsid w:val="00F8485C"/>
    <w:rsid w:val="00F87077"/>
    <w:rsid w:val="00F87149"/>
    <w:rsid w:val="00F87239"/>
    <w:rsid w:val="00F87FFE"/>
    <w:rsid w:val="00F91335"/>
    <w:rsid w:val="00F940DB"/>
    <w:rsid w:val="00F9527D"/>
    <w:rsid w:val="00F954C9"/>
    <w:rsid w:val="00F977DD"/>
    <w:rsid w:val="00FA61AA"/>
    <w:rsid w:val="00FA62B5"/>
    <w:rsid w:val="00FA69A4"/>
    <w:rsid w:val="00FB1279"/>
    <w:rsid w:val="00FB1495"/>
    <w:rsid w:val="00FC64AE"/>
    <w:rsid w:val="00FC779B"/>
    <w:rsid w:val="00FC7FCA"/>
    <w:rsid w:val="00FD1694"/>
    <w:rsid w:val="00FD2FE0"/>
    <w:rsid w:val="00FD645D"/>
    <w:rsid w:val="00FD7636"/>
    <w:rsid w:val="00FE3229"/>
    <w:rsid w:val="00FE74C3"/>
    <w:rsid w:val="00FF215C"/>
    <w:rsid w:val="00FF31E2"/>
    <w:rsid w:val="00FF49E8"/>
    <w:rsid w:val="00FF4DD4"/>
    <w:rsid w:val="00FF672F"/>
    <w:rsid w:val="00FF74E8"/>
    <w:rsid w:val="00FF756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HTML Acronym"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character" w:styleId="CommentReference">
    <w:name w:val="annotation reference"/>
    <w:basedOn w:val="DefaultParagraphFont"/>
    <w:uiPriority w:val="99"/>
    <w:semiHidden/>
    <w:unhideWhenUsed/>
    <w:rsid w:val="0015048C"/>
    <w:rPr>
      <w:sz w:val="16"/>
      <w:szCs w:val="16"/>
    </w:rPr>
  </w:style>
  <w:style w:type="paragraph" w:styleId="CommentText">
    <w:name w:val="annotation text"/>
    <w:basedOn w:val="Normal"/>
    <w:link w:val="CommentTextChar"/>
    <w:uiPriority w:val="99"/>
    <w:semiHidden/>
    <w:unhideWhenUsed/>
    <w:rsid w:val="0015048C"/>
    <w:rPr>
      <w:sz w:val="20"/>
      <w:szCs w:val="20"/>
    </w:rPr>
  </w:style>
  <w:style w:type="character" w:customStyle="1" w:styleId="CommentTextChar">
    <w:name w:val="Comment Text Char"/>
    <w:basedOn w:val="DefaultParagraphFont"/>
    <w:link w:val="CommentText"/>
    <w:uiPriority w:val="99"/>
    <w:semiHidden/>
    <w:rsid w:val="0015048C"/>
    <w:rPr>
      <w:lang w:eastAsia="en-US"/>
    </w:rPr>
  </w:style>
  <w:style w:type="paragraph" w:styleId="CommentSubject">
    <w:name w:val="annotation subject"/>
    <w:basedOn w:val="CommentText"/>
    <w:next w:val="CommentText"/>
    <w:link w:val="CommentSubjectChar"/>
    <w:uiPriority w:val="99"/>
    <w:semiHidden/>
    <w:unhideWhenUsed/>
    <w:rsid w:val="0015048C"/>
    <w:rPr>
      <w:b/>
      <w:bCs/>
    </w:rPr>
  </w:style>
  <w:style w:type="character" w:customStyle="1" w:styleId="CommentSubjectChar">
    <w:name w:val="Comment Subject Char"/>
    <w:basedOn w:val="CommentTextChar"/>
    <w:link w:val="CommentSubject"/>
    <w:uiPriority w:val="99"/>
    <w:semiHidden/>
    <w:rsid w:val="0015048C"/>
    <w:rPr>
      <w:b/>
      <w:bCs/>
    </w:rPr>
  </w:style>
  <w:style w:type="paragraph" w:customStyle="1" w:styleId="SignOff">
    <w:name w:val="SignOff"/>
    <w:basedOn w:val="Normal"/>
    <w:rsid w:val="00E11F3A"/>
    <w:pPr>
      <w:spacing w:after="220" w:line="240" w:lineRule="auto"/>
    </w:pPr>
    <w:rPr>
      <w:rFonts w:ascii="Times New Roman" w:eastAsia="Times New Roman" w:hAnsi="Times New Roman" w:cs="Angsana New"/>
      <w:b/>
      <w:bCs/>
      <w:color w:val="000000"/>
      <w:sz w:val="24"/>
      <w:szCs w:val="24"/>
      <w:lang w:eastAsia="zh-CN" w:bidi="th-TH"/>
    </w:rPr>
  </w:style>
  <w:style w:type="paragraph" w:customStyle="1" w:styleId="SignTitle">
    <w:name w:val="SignTitle"/>
    <w:basedOn w:val="Normal"/>
    <w:rsid w:val="00E11F3A"/>
    <w:pPr>
      <w:spacing w:after="0" w:line="240" w:lineRule="auto"/>
    </w:pPr>
    <w:rPr>
      <w:rFonts w:ascii="Times New Roman" w:eastAsia="Times New Roman" w:hAnsi="Times New Roman" w:cs="Angsana New"/>
      <w:color w:val="000000"/>
      <w:sz w:val="24"/>
      <w:szCs w:val="24"/>
      <w:lang w:eastAsia="zh-CN" w:bidi="th-TH"/>
    </w:rPr>
  </w:style>
  <w:style w:type="paragraph" w:customStyle="1" w:styleId="Para0">
    <w:name w:val="Para 0"/>
    <w:basedOn w:val="Normal"/>
    <w:rsid w:val="00802869"/>
    <w:pPr>
      <w:spacing w:after="0" w:line="240" w:lineRule="auto"/>
    </w:pPr>
    <w:rPr>
      <w:rFonts w:ascii="Times New Roman" w:eastAsia="Times New Roman" w:hAnsi="Times New Roman" w:cs="Angsana New"/>
      <w:color w:val="000000"/>
      <w:sz w:val="24"/>
      <w:szCs w:val="24"/>
      <w:lang w:eastAsia="zh-CN" w:bidi="th-TH"/>
    </w:rPr>
  </w:style>
</w:styles>
</file>

<file path=word/webSettings.xml><?xml version="1.0" encoding="utf-8"?>
<w:webSettings xmlns:r="http://schemas.openxmlformats.org/officeDocument/2006/relationships" xmlns:w="http://schemas.openxmlformats.org/wordprocessingml/2006/main">
  <w:divs>
    <w:div w:id="538738405">
      <w:bodyDiv w:val="1"/>
      <w:marLeft w:val="0"/>
      <w:marRight w:val="0"/>
      <w:marTop w:val="0"/>
      <w:marBottom w:val="0"/>
      <w:divBdr>
        <w:top w:val="none" w:sz="0" w:space="0" w:color="auto"/>
        <w:left w:val="none" w:sz="0" w:space="0" w:color="auto"/>
        <w:bottom w:val="none" w:sz="0" w:space="0" w:color="auto"/>
        <w:right w:val="none" w:sz="0" w:space="0" w:color="auto"/>
      </w:divBdr>
    </w:div>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 w:id="1835802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U:\Marine%20Division\Marine%20Biodiversity%20Policy%20Branch\Sustainable%20Fisheries%20Section\5.%20Templates%20FINAL\07.%20Letters%20to%20Minister\Letter%20to%20Minister%20-%20WTO%20to%20Exempt%20-%20Deleg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documentManagement>
    <Approval xmlns="344c6e69-c594-4ca4-b341-09ae9dfc1422" xsi:nil="true"/>
    <Function xmlns="344c6e69-c594-4ca4-b341-09ae9dfc1422">Regulation</Function>
    <IconOverlay xmlns="http://schemas.microsoft.com/sharepoint/v4" xsi:nil="true"/>
    <DocumentDescription xmlns="344c6e69-c594-4ca4-b341-09ae9dfc1422" xsi:nil="true"/>
    <RecordNumber xmlns="344c6e69-c594-4ca4-b341-09ae9dfc142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SPIRE Document" ma:contentTypeID="0x0101009DB8618430E8D149BA674DA7B0E0C3F000B10AAF848ED07B47933E707564FE2E4A" ma:contentTypeVersion="7" ma:contentTypeDescription="SPIRE Document" ma:contentTypeScope="" ma:versionID="b709dd852f99e07c295d6131ddf2127b">
  <xsd:schema xmlns:xsd="http://www.w3.org/2001/XMLSchema" xmlns:xs="http://www.w3.org/2001/XMLSchema" xmlns:p="http://schemas.microsoft.com/office/2006/metadata/properties" xmlns:ns2="344c6e69-c594-4ca4-b341-09ae9dfc1422" xmlns:ns3="http://schemas.microsoft.com/sharepoint/v4" targetNamespace="http://schemas.microsoft.com/office/2006/metadata/properties" ma:root="true" ma:fieldsID="cecb99b0a41ed5472a960868ee408f7f" ns2:_="" ns3:_="">
    <xsd:import namespace="344c6e69-c594-4ca4-b341-09ae9dfc1422"/>
    <xsd:import namespace="http://schemas.microsoft.com/sharepoint/v4"/>
    <xsd:element name="properties">
      <xsd:complexType>
        <xsd:sequence>
          <xsd:element name="documentManagement">
            <xsd:complexType>
              <xsd:all>
                <xsd:element ref="ns2:DocumentDescription" minOccurs="0"/>
                <xsd:element ref="ns2:Approval" minOccurs="0"/>
                <xsd:element ref="ns2:RecordNumber" minOccurs="0"/>
                <xsd:element ref="ns2:Function" minOccurs="0"/>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c6e69-c594-4ca4-b341-09ae9dfc1422" elementFormDefault="qualified">
    <xsd:import namespace="http://schemas.microsoft.com/office/2006/documentManagement/types"/>
    <xsd:import namespace="http://schemas.microsoft.com/office/infopath/2007/PartnerControls"/>
    <xsd:element name="DocumentDescription" ma:index="8" nillable="true" ma:displayName="Document Description" ma:description="Document Description. Max 255 characters" ma:internalName="DocumentDescription">
      <xsd:simpleType>
        <xsd:restriction base="dms:Note">
          <xsd:maxLength value="255"/>
        </xsd:restriction>
      </xsd:simpleType>
    </xsd:element>
    <xsd:element name="Approval" ma:index="9" nillable="true" ma:displayName="Approval" ma:default="" ma:description="Select the approval status of the document" ma:format="Dropdown" ma:internalName="Approval">
      <xsd:simpleType>
        <xsd:restriction base="dms:Choice">
          <xsd:enumeration value="For Review"/>
          <xsd:enumeration value="Approved"/>
          <xsd:enumeration value="Superseded"/>
          <xsd:enumeration value="Cancelled"/>
        </xsd:restriction>
      </xsd:simpleType>
    </xsd:element>
    <xsd:element name="RecordNumber" ma:index="10" nillable="true" ma:displayName="Record Number" ma:description="RecordPoint Record Number" ma:internalName="RecordNumber">
      <xsd:simpleType>
        <xsd:restriction base="dms:Text"/>
      </xsd:simpleType>
    </xsd:element>
    <xsd:element name="Function" ma:index="11" nillable="true" ma:displayName="Function" ma:default="Regulation" ma:description="Select the relevance function" ma:format="Dropdown" ma:hidden="true" ma:internalName="Function" ma:readOnly="false">
      <xsd:simpleType>
        <xsd:restriction base="dms:Choice">
          <xsd:enumeration value="Administration"/>
          <xsd:enumeration value="International"/>
          <xsd:enumeration value="OHS"/>
          <xsd:enumeration value="Legal"/>
          <xsd:enumeration value="Personnel"/>
          <xsd:enumeration value="Program Admin"/>
          <xsd:enumeration value="Project"/>
          <xsd:enumeration value="Property"/>
          <xsd:enumeration value="Regulation"/>
          <xsd:enumeration value="Technology"/>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2"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customXsn xmlns="http://schemas.microsoft.com/office/2006/metadata/customXsn">
  <xsnLocation/>
  <cached>True</cached>
  <openByDefault>True</openByDefault>
  <xsnScope/>
</customXsn>
</file>

<file path=customXml/item5.xml><?xml version="1.0" encoding="utf-8"?>
<?mso-contentType ?>
<spe:Receivers xmlns:spe="http://schemas.microsoft.com/sharepoint/events">
  <Receiver>
    <Name/>
    <Synchronization>Asynchronous</Synchronization>
    <Type>10003</Type>
    <SequenceNumber>10000</SequenceNumber>
    <Assembly>RecordPoint.Active.UI, Version=1.0.0.0, Culture=neutral, PublicKeyToken=d49476ae5b650bf3</Assembly>
    <Class>RecordPoint.Active.UI.Events.WorkflowItemEventReceiver</Class>
    <Data/>
    <Filter/>
  </Receiver>
  <Receiver>
    <Name/>
    <Synchronization>Synchronous</Synchronization>
    <Type>3</Type>
    <SequenceNumber>10000</SequenceNumber>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Assembly>RecordPoint.Active.UI, Version=1.0.0.0, Culture=neutral, PublicKeyToken=d49476ae5b650bf3</Assembly>
    <Class>RecordPoint.Active.UI.Events.WorkflowItemEventReceiver</Class>
    <Data/>
    <Filter/>
  </Receiver>
  <Receiver>
    <Name/>
    <Synchronization>Synchronous</Synchronization>
    <Type>9</Type>
    <SequenceNumber>10000</SequenceNumber>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Assembly>RecordPoint.Active.UI, Version=1.0.0.0, Culture=neutral, PublicKeyToken=d49476ae5b650bf3</Assembly>
    <Class>RecordPoint.Active.UI.Events.WorkflowListEventReceiver</Class>
    <Data/>
    <Filter/>
  </Receiver>
  <Receiver>
    <Name/>
    <Synchronization>Synchronous</Synchronization>
    <Type>102</Type>
    <SequenceNumber>10000</SequenceNumber>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Assembly>RecordPoint.Active.UI, Version=1.0.0.0, Culture=neutral, PublicKeyToken=d49476ae5b650bf3</Assembly>
    <Class>RecordPoint.Active.UI.Events.WorkflowListEventReceiver</Class>
    <Data/>
    <Filter/>
  </Receiver>
  <Receiver>
    <Name/>
    <Synchronization>Synchronous</Synchronization>
    <Type>105</Type>
    <SequenceNumber>10000</SequenceNumber>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Assembly>RecordPoint.Active.UI, Version=1.0.0.0, Culture=neutral, PublicKeyToken=d49476ae5b650bf3</Assembly>
    <Class>RecordPoint.Active.UI.Events.WorkflowItemEventReceiver</Class>
    <Data/>
    <Filter/>
  </Receiver>
  <Receiver>
    <Name/>
    <Synchronization>Synchronous</Synchronization>
    <Type>2</Type>
    <SequenceNumber>10000</SequenceNumber>
    <Assembly>RecordPoint.Active.UI, Version=1.0.0.0, Culture=neutral, PublicKeyToken=d49476ae5b650bf3</Assembly>
    <Class>RecordPoint.Active.UI.Events.WorkflowItemEventReceiver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DBADD1-071E-4DB0-9C41-48FE220BFE75}"/>
</file>

<file path=customXml/itemProps2.xml><?xml version="1.0" encoding="utf-8"?>
<ds:datastoreItem xmlns:ds="http://schemas.openxmlformats.org/officeDocument/2006/customXml" ds:itemID="{5C9E0CBA-2723-47D4-8CDC-30C05C658FD9}"/>
</file>

<file path=customXml/itemProps3.xml><?xml version="1.0" encoding="utf-8"?>
<ds:datastoreItem xmlns:ds="http://schemas.openxmlformats.org/officeDocument/2006/customXml" ds:itemID="{6C253903-DEC1-4146-B3BB-30AE0F9254B6}"/>
</file>

<file path=customXml/itemProps4.xml><?xml version="1.0" encoding="utf-8"?>
<ds:datastoreItem xmlns:ds="http://schemas.openxmlformats.org/officeDocument/2006/customXml" ds:itemID="{FE981C04-D87A-4C52-A903-6C8CDD0FD63A}"/>
</file>

<file path=customXml/itemProps5.xml><?xml version="1.0" encoding="utf-8"?>
<ds:datastoreItem xmlns:ds="http://schemas.openxmlformats.org/officeDocument/2006/customXml" ds:itemID="{AEF6A4B8-98A4-4F04-B1AC-059A383F734E}"/>
</file>

<file path=customXml/itemProps6.xml><?xml version="1.0" encoding="utf-8"?>
<ds:datastoreItem xmlns:ds="http://schemas.openxmlformats.org/officeDocument/2006/customXml" ds:itemID="{3AA8990C-0B4B-4EAF-A1D4-F391A070714A}"/>
</file>

<file path=docProps/app.xml><?xml version="1.0" encoding="utf-8"?>
<Properties xmlns="http://schemas.openxmlformats.org/officeDocument/2006/extended-properties" xmlns:vt="http://schemas.openxmlformats.org/officeDocument/2006/docPropsVTypes">
  <Template>Letter to Minister - WTO to Exempt - Delegate</Template>
  <TotalTime>151</TotalTime>
  <Pages>2</Pages>
  <Words>450</Words>
  <Characters>2571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Brief - Pt 13 extension - June 2014 - Att C Letter to PIRSA</vt:lpstr>
    </vt:vector>
  </TitlesOfParts>
  <Company>DEWHA</Company>
  <LinksUpToDate>false</LinksUpToDate>
  <CharactersWithSpaces>3015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 - Pt 13 extension - June 2014 - Att C Letter to PIRSA</dc:title>
  <dc:creator>van Limbeek</dc:creator>
  <cp:lastModifiedBy>a12990</cp:lastModifiedBy>
  <cp:revision>14</cp:revision>
  <cp:lastPrinted>2014-07-04T02:07:00Z</cp:lastPrinted>
  <dcterms:created xsi:type="dcterms:W3CDTF">2014-02-16T22:53:00Z</dcterms:created>
  <dcterms:modified xsi:type="dcterms:W3CDTF">2014-07-08T04:08:00Z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0x0101009DB8618430E8D149BA674DA7B0E0C3F000B10AAF848ED07B47933E707564FE2E4A</vt:lpwstr>
  </property>
  <property fmtid="{D5CDD505-2E9C-101B-9397-08002B2CF9AE}" pid="3" name="Publishing Section">
    <vt:lpwstr>Information Management Division</vt:lpwstr>
  </property>
  <property fmtid="{D5CDD505-2E9C-101B-9397-08002B2CF9AE}" pid="4" name="Departmental Keywords">
    <vt:lpwstr/>
  </property>
  <property fmtid="{D5CDD505-2E9C-101B-9397-08002B2CF9AE}" pid="5" name="Keywords1">
    <vt:lpwstr/>
  </property>
  <property fmtid="{D5CDD505-2E9C-101B-9397-08002B2CF9AE}" pid="6" name="RecordPoint_SubmissionDate">
    <vt:lpwstr/>
  </property>
  <property fmtid="{D5CDD505-2E9C-101B-9397-08002B2CF9AE}" pid="7" name="RecordPoint_RecordNumberSubmitted">
    <vt:lpwstr/>
  </property>
  <property fmtid="{D5CDD505-2E9C-101B-9397-08002B2CF9AE}" pid="8" name="RecordPoint_ActiveItemSiteId">
    <vt:lpwstr>{8003c3b3-d20c-4e9a-bee9-0e2243d810ee}</vt:lpwstr>
  </property>
  <property fmtid="{D5CDD505-2E9C-101B-9397-08002B2CF9AE}" pid="9" name="RecordPoint_ActiveItemListId">
    <vt:lpwstr>{1e6972ed-ffb6-46ac-aa83-9a9ed43e9fad}</vt:lpwstr>
  </property>
  <property fmtid="{D5CDD505-2E9C-101B-9397-08002B2CF9AE}" pid="10" name="RecordPoint_ActiveItemMoved">
    <vt:lpwstr/>
  </property>
  <property fmtid="{D5CDD505-2E9C-101B-9397-08002B2CF9AE}" pid="11" name="RecordPoint_RecordFormat">
    <vt:lpwstr/>
  </property>
  <property fmtid="{D5CDD505-2E9C-101B-9397-08002B2CF9AE}" pid="12" name="RecordPoint_ActiveItemUniqueId">
    <vt:lpwstr>{2177950d-16c8-4a3e-add7-4c95c9ad5c0a}</vt:lpwstr>
  </property>
  <property fmtid="{D5CDD505-2E9C-101B-9397-08002B2CF9AE}" pid="13" name="RecordPoint_SubmissionCompleted">
    <vt:lpwstr/>
  </property>
  <property fmtid="{D5CDD505-2E9C-101B-9397-08002B2CF9AE}" pid="14" name="RecordPoint_ActiveItemWebId">
    <vt:lpwstr>{ce0940a8-fbdd-4d61-aa5f-5fccf7e3a693}</vt:lpwstr>
  </property>
  <property fmtid="{D5CDD505-2E9C-101B-9397-08002B2CF9AE}" pid="15" name="RecordPoint_WorkflowType">
    <vt:lpwstr>ActiveSubmitStub</vt:lpwstr>
  </property>
</Properties>
</file>