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E6708" w14:textId="77777777" w:rsidR="00B21A2F" w:rsidRPr="00F6308F" w:rsidRDefault="00B21A2F" w:rsidP="00B21A2F">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406E6915" wp14:editId="406E6916">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406E6709" w14:textId="77777777" w:rsidR="00B21A2F" w:rsidRPr="00F6308F" w:rsidRDefault="00B21A2F" w:rsidP="00B21A2F">
      <w:pPr>
        <w:widowControl w:val="0"/>
        <w:tabs>
          <w:tab w:val="left" w:pos="6700"/>
        </w:tabs>
        <w:spacing w:after="120"/>
        <w:jc w:val="center"/>
        <w:rPr>
          <w:b/>
          <w:sz w:val="48"/>
        </w:rPr>
      </w:pPr>
    </w:p>
    <w:p w14:paraId="406E670A" w14:textId="77777777" w:rsidR="00176CE1" w:rsidRPr="00F6308F" w:rsidRDefault="00176CE1" w:rsidP="00176CE1">
      <w:pPr>
        <w:widowControl w:val="0"/>
        <w:tabs>
          <w:tab w:val="left" w:pos="6700"/>
        </w:tabs>
        <w:spacing w:after="120"/>
        <w:jc w:val="center"/>
        <w:rPr>
          <w:b/>
          <w:sz w:val="48"/>
        </w:rPr>
      </w:pPr>
    </w:p>
    <w:p w14:paraId="406E670B" w14:textId="77777777" w:rsidR="00176CE1" w:rsidRPr="00F6308F" w:rsidRDefault="00176CE1" w:rsidP="00176CE1">
      <w:pPr>
        <w:widowControl w:val="0"/>
        <w:tabs>
          <w:tab w:val="left" w:pos="6700"/>
        </w:tabs>
        <w:spacing w:after="120"/>
        <w:jc w:val="center"/>
        <w:rPr>
          <w:b/>
          <w:sz w:val="48"/>
        </w:rPr>
      </w:pPr>
    </w:p>
    <w:p w14:paraId="406E670C" w14:textId="77777777" w:rsidR="00B21A2F" w:rsidRPr="00F6308F" w:rsidRDefault="00B21A2F" w:rsidP="00B21A2F">
      <w:pPr>
        <w:spacing w:after="120"/>
        <w:jc w:val="center"/>
        <w:rPr>
          <w:sz w:val="36"/>
        </w:rPr>
      </w:pPr>
      <w:r w:rsidRPr="00F6308F">
        <w:rPr>
          <w:sz w:val="36"/>
        </w:rPr>
        <w:t>Assessment of the</w:t>
      </w:r>
    </w:p>
    <w:p w14:paraId="406E670D" w14:textId="77777777" w:rsidR="00B21A2F" w:rsidRPr="00F6308F" w:rsidRDefault="00D7231D" w:rsidP="00B21A2F">
      <w:pPr>
        <w:pStyle w:val="Heading6"/>
        <w:spacing w:after="120"/>
        <w:jc w:val="center"/>
        <w:rPr>
          <w:rFonts w:ascii="Arial" w:hAnsi="Arial"/>
          <w:b w:val="0"/>
          <w:i/>
          <w:sz w:val="36"/>
        </w:rPr>
      </w:pPr>
      <w:r>
        <w:rPr>
          <w:rFonts w:ascii="Arial" w:hAnsi="Arial"/>
          <w:sz w:val="36"/>
        </w:rPr>
        <w:t xml:space="preserve">Take of Native Oyster in the </w:t>
      </w:r>
      <w:r w:rsidR="003A047E">
        <w:rPr>
          <w:rFonts w:ascii="Arial" w:hAnsi="Arial"/>
          <w:sz w:val="36"/>
        </w:rPr>
        <w:t>Tasmanian</w:t>
      </w:r>
      <w:r w:rsidR="00B21A2F">
        <w:rPr>
          <w:rFonts w:ascii="Arial" w:hAnsi="Arial"/>
          <w:sz w:val="36"/>
        </w:rPr>
        <w:t xml:space="preserve"> </w:t>
      </w:r>
      <w:r>
        <w:rPr>
          <w:rFonts w:ascii="Arial" w:hAnsi="Arial"/>
          <w:sz w:val="36"/>
        </w:rPr>
        <w:t>Shellfish</w:t>
      </w:r>
      <w:r w:rsidR="00860544">
        <w:rPr>
          <w:rFonts w:ascii="Arial" w:hAnsi="Arial"/>
          <w:sz w:val="36"/>
        </w:rPr>
        <w:t xml:space="preserve"> </w:t>
      </w:r>
      <w:r w:rsidR="00B21A2F">
        <w:rPr>
          <w:rFonts w:ascii="Arial" w:hAnsi="Arial"/>
          <w:sz w:val="36"/>
        </w:rPr>
        <w:t>Fishery</w:t>
      </w:r>
    </w:p>
    <w:p w14:paraId="406E670E" w14:textId="77777777" w:rsidR="00B21A2F" w:rsidRPr="00F6308F" w:rsidRDefault="00B21A2F" w:rsidP="00B21A2F">
      <w:pPr>
        <w:widowControl w:val="0"/>
        <w:tabs>
          <w:tab w:val="left" w:pos="6700"/>
        </w:tabs>
        <w:spacing w:after="120"/>
        <w:jc w:val="center"/>
        <w:rPr>
          <w:b/>
          <w:sz w:val="48"/>
        </w:rPr>
      </w:pPr>
      <w:bookmarkStart w:id="1" w:name="_GoBack"/>
      <w:bookmarkEnd w:id="1"/>
    </w:p>
    <w:p w14:paraId="406E670F" w14:textId="77777777" w:rsidR="00B21A2F" w:rsidRPr="00F6308F" w:rsidRDefault="00B21A2F" w:rsidP="00B21A2F">
      <w:pPr>
        <w:widowControl w:val="0"/>
        <w:tabs>
          <w:tab w:val="left" w:pos="6700"/>
        </w:tabs>
        <w:spacing w:after="120"/>
        <w:jc w:val="center"/>
        <w:rPr>
          <w:b/>
          <w:sz w:val="48"/>
        </w:rPr>
      </w:pPr>
    </w:p>
    <w:p w14:paraId="406E6710" w14:textId="77777777" w:rsidR="00B21A2F" w:rsidRPr="00176CE1" w:rsidRDefault="00B21A2F" w:rsidP="00B21A2F">
      <w:pPr>
        <w:widowControl w:val="0"/>
        <w:tabs>
          <w:tab w:val="left" w:pos="6700"/>
        </w:tabs>
        <w:spacing w:after="120"/>
        <w:jc w:val="center"/>
        <w:rPr>
          <w:b/>
          <w:sz w:val="32"/>
        </w:rPr>
      </w:pPr>
    </w:p>
    <w:p w14:paraId="406E6711" w14:textId="77777777" w:rsidR="00B21A2F" w:rsidRPr="00176CE1" w:rsidRDefault="00B21A2F" w:rsidP="00B21A2F">
      <w:pPr>
        <w:widowControl w:val="0"/>
        <w:tabs>
          <w:tab w:val="left" w:pos="6700"/>
        </w:tabs>
        <w:spacing w:after="120"/>
        <w:jc w:val="center"/>
        <w:rPr>
          <w:b/>
          <w:sz w:val="32"/>
        </w:rPr>
      </w:pPr>
    </w:p>
    <w:p w14:paraId="406E6712" w14:textId="77777777" w:rsidR="00B21A2F" w:rsidRPr="00176CE1" w:rsidRDefault="00B21A2F" w:rsidP="00B21A2F">
      <w:pPr>
        <w:widowControl w:val="0"/>
        <w:tabs>
          <w:tab w:val="left" w:pos="6700"/>
        </w:tabs>
        <w:spacing w:after="120"/>
        <w:jc w:val="center"/>
        <w:rPr>
          <w:b/>
          <w:sz w:val="32"/>
        </w:rPr>
      </w:pPr>
    </w:p>
    <w:p w14:paraId="406E6713" w14:textId="77777777" w:rsidR="00B21A2F" w:rsidRPr="00176CE1" w:rsidRDefault="00B21A2F" w:rsidP="00B21A2F">
      <w:pPr>
        <w:widowControl w:val="0"/>
        <w:tabs>
          <w:tab w:val="left" w:pos="6700"/>
        </w:tabs>
        <w:spacing w:after="120"/>
        <w:jc w:val="center"/>
        <w:rPr>
          <w:b/>
          <w:sz w:val="32"/>
        </w:rPr>
      </w:pPr>
    </w:p>
    <w:p w14:paraId="406E6714" w14:textId="77777777" w:rsidR="00176CE1" w:rsidRPr="00176CE1" w:rsidRDefault="00176CE1" w:rsidP="00176CE1">
      <w:pPr>
        <w:widowControl w:val="0"/>
        <w:tabs>
          <w:tab w:val="left" w:pos="6700"/>
        </w:tabs>
        <w:spacing w:after="120"/>
        <w:jc w:val="center"/>
        <w:rPr>
          <w:b/>
          <w:sz w:val="32"/>
        </w:rPr>
      </w:pPr>
    </w:p>
    <w:p w14:paraId="406E6715" w14:textId="77777777" w:rsidR="00176CE1" w:rsidRPr="00176CE1" w:rsidRDefault="00176CE1" w:rsidP="00176CE1">
      <w:pPr>
        <w:widowControl w:val="0"/>
        <w:tabs>
          <w:tab w:val="left" w:pos="6700"/>
        </w:tabs>
        <w:spacing w:after="120"/>
        <w:jc w:val="center"/>
        <w:rPr>
          <w:b/>
          <w:sz w:val="32"/>
        </w:rPr>
      </w:pPr>
    </w:p>
    <w:p w14:paraId="406E6716" w14:textId="77777777" w:rsidR="00176CE1" w:rsidRPr="00176CE1" w:rsidRDefault="00176CE1" w:rsidP="00176CE1">
      <w:pPr>
        <w:widowControl w:val="0"/>
        <w:tabs>
          <w:tab w:val="left" w:pos="6700"/>
        </w:tabs>
        <w:spacing w:after="120"/>
        <w:jc w:val="center"/>
        <w:rPr>
          <w:b/>
          <w:sz w:val="32"/>
        </w:rPr>
      </w:pPr>
    </w:p>
    <w:p w14:paraId="406E6717" w14:textId="77777777" w:rsidR="00176CE1" w:rsidRPr="00176CE1" w:rsidRDefault="00176CE1" w:rsidP="00176CE1">
      <w:pPr>
        <w:widowControl w:val="0"/>
        <w:tabs>
          <w:tab w:val="left" w:pos="6700"/>
        </w:tabs>
        <w:spacing w:after="120"/>
        <w:jc w:val="center"/>
        <w:rPr>
          <w:b/>
          <w:sz w:val="32"/>
        </w:rPr>
      </w:pPr>
    </w:p>
    <w:p w14:paraId="406E6718" w14:textId="77777777" w:rsidR="00176CE1" w:rsidRPr="00176CE1" w:rsidRDefault="00176CE1" w:rsidP="00176CE1">
      <w:pPr>
        <w:widowControl w:val="0"/>
        <w:tabs>
          <w:tab w:val="left" w:pos="6700"/>
        </w:tabs>
        <w:spacing w:after="120"/>
        <w:jc w:val="center"/>
        <w:rPr>
          <w:b/>
          <w:sz w:val="32"/>
        </w:rPr>
      </w:pPr>
    </w:p>
    <w:p w14:paraId="406E6719" w14:textId="77777777" w:rsidR="00176CE1" w:rsidRPr="00176CE1" w:rsidRDefault="00176CE1" w:rsidP="00176CE1">
      <w:pPr>
        <w:widowControl w:val="0"/>
        <w:tabs>
          <w:tab w:val="left" w:pos="6700"/>
        </w:tabs>
        <w:spacing w:after="120"/>
        <w:jc w:val="center"/>
        <w:rPr>
          <w:b/>
          <w:sz w:val="32"/>
        </w:rPr>
      </w:pPr>
    </w:p>
    <w:p w14:paraId="406E671A" w14:textId="77777777" w:rsidR="00176CE1" w:rsidRPr="00176CE1" w:rsidRDefault="00176CE1" w:rsidP="00176CE1">
      <w:pPr>
        <w:widowControl w:val="0"/>
        <w:tabs>
          <w:tab w:val="left" w:pos="6700"/>
        </w:tabs>
        <w:spacing w:after="120"/>
        <w:jc w:val="center"/>
        <w:rPr>
          <w:b/>
          <w:sz w:val="32"/>
        </w:rPr>
      </w:pPr>
    </w:p>
    <w:p w14:paraId="406E671B" w14:textId="26A079BB" w:rsidR="00B21A2F" w:rsidRPr="00F6308F" w:rsidRDefault="009F052A" w:rsidP="00B21A2F">
      <w:pPr>
        <w:pStyle w:val="Heading7"/>
        <w:rPr>
          <w:rFonts w:ascii="Arial" w:hAnsi="Arial"/>
          <w:lang w:val="en-AU"/>
        </w:rPr>
      </w:pPr>
      <w:r>
        <w:rPr>
          <w:rFonts w:ascii="Arial" w:hAnsi="Arial"/>
          <w:lang w:val="en-AU"/>
        </w:rPr>
        <w:t>August</w:t>
      </w:r>
      <w:r w:rsidR="00860544" w:rsidRPr="00176CE1">
        <w:rPr>
          <w:rFonts w:ascii="Arial" w:hAnsi="Arial"/>
          <w:lang w:val="en-AU"/>
        </w:rPr>
        <w:t xml:space="preserve"> </w:t>
      </w:r>
      <w:r w:rsidR="00B21A2F" w:rsidRPr="00176CE1">
        <w:rPr>
          <w:rFonts w:ascii="Arial" w:hAnsi="Arial"/>
          <w:lang w:val="en-AU"/>
        </w:rPr>
        <w:t>2016</w:t>
      </w:r>
      <w:r w:rsidR="00B21A2F">
        <w:rPr>
          <w:rFonts w:ascii="Arial" w:hAnsi="Arial"/>
          <w:lang w:val="en-AU"/>
        </w:rPr>
        <w:t xml:space="preserve"> </w:t>
      </w:r>
    </w:p>
    <w:p w14:paraId="406E671C" w14:textId="77777777" w:rsidR="00B21A2F" w:rsidRPr="00F6308F" w:rsidRDefault="00B21A2F" w:rsidP="00B21A2F"/>
    <w:p w14:paraId="406E671D" w14:textId="77777777" w:rsidR="00B21A2F" w:rsidRPr="00F6308F" w:rsidRDefault="00B21A2F" w:rsidP="00B21A2F"/>
    <w:p w14:paraId="406E671E" w14:textId="77777777" w:rsidR="00B21A2F" w:rsidRDefault="00B21A2F" w:rsidP="00B21A2F">
      <w:pPr>
        <w:sectPr w:rsidR="00B21A2F"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406E671F" w14:textId="77777777" w:rsidR="00B21A2F" w:rsidRPr="00574DD7" w:rsidRDefault="00B21A2F" w:rsidP="00144823">
      <w:pPr>
        <w:rPr>
          <w:sz w:val="20"/>
          <w:szCs w:val="20"/>
        </w:rPr>
      </w:pPr>
    </w:p>
    <w:p w14:paraId="406E6720" w14:textId="77777777" w:rsidR="00B21A2F" w:rsidRPr="00574DD7" w:rsidRDefault="00B21A2F" w:rsidP="00144823">
      <w:pPr>
        <w:rPr>
          <w:rStyle w:val="Hyperlink"/>
          <w:rFonts w:eastAsia="Times New Roman"/>
          <w:noProof/>
          <w:color w:val="auto"/>
          <w:sz w:val="20"/>
          <w:szCs w:val="20"/>
          <w:lang w:eastAsia="en-AU"/>
        </w:rPr>
      </w:pPr>
    </w:p>
    <w:p w14:paraId="406E6721" w14:textId="77777777" w:rsidR="00B21A2F" w:rsidRPr="00574DD7" w:rsidRDefault="00B21A2F" w:rsidP="00144823">
      <w:pPr>
        <w:rPr>
          <w:rStyle w:val="Hyperlink"/>
          <w:rFonts w:eastAsia="Times New Roman"/>
          <w:noProof/>
          <w:color w:val="auto"/>
          <w:sz w:val="20"/>
          <w:szCs w:val="20"/>
          <w:lang w:eastAsia="en-AU"/>
        </w:rPr>
      </w:pPr>
    </w:p>
    <w:p w14:paraId="406E6722" w14:textId="77777777" w:rsidR="00B21A2F" w:rsidRPr="00574DD7" w:rsidRDefault="00B21A2F" w:rsidP="00144823">
      <w:pPr>
        <w:rPr>
          <w:rStyle w:val="Hyperlink"/>
          <w:rFonts w:eastAsia="Times New Roman"/>
          <w:noProof/>
          <w:color w:val="auto"/>
          <w:sz w:val="20"/>
          <w:szCs w:val="20"/>
          <w:lang w:eastAsia="en-AU"/>
        </w:rPr>
      </w:pPr>
    </w:p>
    <w:p w14:paraId="406E6723" w14:textId="77777777" w:rsidR="00B21A2F" w:rsidRPr="00574DD7" w:rsidRDefault="00B21A2F" w:rsidP="00144823">
      <w:pPr>
        <w:rPr>
          <w:rStyle w:val="Hyperlink"/>
          <w:rFonts w:eastAsia="Times New Roman"/>
          <w:noProof/>
          <w:color w:val="auto"/>
          <w:sz w:val="20"/>
          <w:szCs w:val="20"/>
          <w:lang w:eastAsia="en-AU"/>
        </w:rPr>
      </w:pPr>
    </w:p>
    <w:p w14:paraId="406E6724" w14:textId="77777777" w:rsidR="00B21A2F" w:rsidRPr="00574DD7" w:rsidRDefault="00B21A2F" w:rsidP="00144823">
      <w:pPr>
        <w:rPr>
          <w:rStyle w:val="Hyperlink"/>
          <w:rFonts w:eastAsia="Times New Roman"/>
          <w:noProof/>
          <w:color w:val="auto"/>
          <w:sz w:val="20"/>
          <w:szCs w:val="20"/>
          <w:lang w:eastAsia="en-AU"/>
        </w:rPr>
      </w:pPr>
    </w:p>
    <w:p w14:paraId="406E6725" w14:textId="77777777" w:rsidR="00B21A2F" w:rsidRPr="00574DD7" w:rsidRDefault="00B21A2F" w:rsidP="00144823">
      <w:pPr>
        <w:rPr>
          <w:rStyle w:val="Hyperlink"/>
          <w:rFonts w:eastAsia="Times New Roman"/>
          <w:noProof/>
          <w:color w:val="auto"/>
          <w:sz w:val="20"/>
          <w:szCs w:val="20"/>
          <w:lang w:eastAsia="en-AU"/>
        </w:rPr>
      </w:pPr>
    </w:p>
    <w:p w14:paraId="406E6726" w14:textId="77777777" w:rsidR="00B21A2F" w:rsidRPr="00574DD7" w:rsidRDefault="00B21A2F" w:rsidP="00144823">
      <w:pPr>
        <w:rPr>
          <w:rStyle w:val="Hyperlink"/>
          <w:rFonts w:eastAsia="Times New Roman"/>
          <w:noProof/>
          <w:color w:val="auto"/>
          <w:sz w:val="20"/>
          <w:szCs w:val="20"/>
          <w:lang w:eastAsia="en-AU"/>
        </w:rPr>
      </w:pPr>
    </w:p>
    <w:p w14:paraId="406E6727" w14:textId="77777777" w:rsidR="00B21A2F" w:rsidRPr="00574DD7" w:rsidRDefault="00B21A2F" w:rsidP="00144823">
      <w:pPr>
        <w:tabs>
          <w:tab w:val="right" w:leader="dot" w:pos="8302"/>
        </w:tabs>
        <w:rPr>
          <w:noProof/>
          <w:webHidden/>
          <w:sz w:val="20"/>
          <w:szCs w:val="20"/>
        </w:rPr>
      </w:pPr>
    </w:p>
    <w:p w14:paraId="406E6728" w14:textId="77777777" w:rsidR="00B21A2F" w:rsidRPr="00574DD7" w:rsidRDefault="00B21A2F" w:rsidP="00144823">
      <w:pPr>
        <w:tabs>
          <w:tab w:val="right" w:leader="dot" w:pos="8302"/>
        </w:tabs>
        <w:rPr>
          <w:noProof/>
          <w:webHidden/>
          <w:sz w:val="20"/>
          <w:szCs w:val="20"/>
        </w:rPr>
      </w:pPr>
    </w:p>
    <w:p w14:paraId="406E6729" w14:textId="77777777" w:rsidR="00B21A2F" w:rsidRPr="00574DD7" w:rsidRDefault="00B21A2F" w:rsidP="00144823">
      <w:pPr>
        <w:tabs>
          <w:tab w:val="right" w:leader="dot" w:pos="8302"/>
        </w:tabs>
        <w:rPr>
          <w:noProof/>
          <w:webHidden/>
          <w:sz w:val="20"/>
          <w:szCs w:val="20"/>
        </w:rPr>
      </w:pPr>
    </w:p>
    <w:p w14:paraId="406E672A" w14:textId="77777777" w:rsidR="00B21A2F" w:rsidRDefault="00B21A2F" w:rsidP="00144823">
      <w:pPr>
        <w:tabs>
          <w:tab w:val="right" w:leader="dot" w:pos="8302"/>
        </w:tabs>
        <w:rPr>
          <w:noProof/>
          <w:webHidden/>
          <w:sz w:val="20"/>
          <w:szCs w:val="20"/>
        </w:rPr>
      </w:pPr>
    </w:p>
    <w:p w14:paraId="406E672B" w14:textId="77777777" w:rsidR="00916E4E" w:rsidRDefault="00916E4E" w:rsidP="00144823">
      <w:pPr>
        <w:tabs>
          <w:tab w:val="right" w:leader="dot" w:pos="8302"/>
        </w:tabs>
        <w:rPr>
          <w:noProof/>
          <w:webHidden/>
          <w:sz w:val="20"/>
          <w:szCs w:val="20"/>
        </w:rPr>
      </w:pPr>
    </w:p>
    <w:p w14:paraId="406E672C" w14:textId="77777777" w:rsidR="00916E4E" w:rsidRDefault="00916E4E" w:rsidP="00144823">
      <w:pPr>
        <w:tabs>
          <w:tab w:val="right" w:leader="dot" w:pos="8302"/>
        </w:tabs>
        <w:rPr>
          <w:noProof/>
          <w:webHidden/>
          <w:sz w:val="20"/>
          <w:szCs w:val="20"/>
        </w:rPr>
      </w:pPr>
    </w:p>
    <w:p w14:paraId="406E672D" w14:textId="77777777" w:rsidR="00916E4E" w:rsidRDefault="00916E4E" w:rsidP="00144823">
      <w:pPr>
        <w:tabs>
          <w:tab w:val="right" w:leader="dot" w:pos="8302"/>
        </w:tabs>
        <w:rPr>
          <w:noProof/>
          <w:webHidden/>
          <w:sz w:val="20"/>
          <w:szCs w:val="20"/>
        </w:rPr>
      </w:pPr>
    </w:p>
    <w:p w14:paraId="406E672E" w14:textId="77777777" w:rsidR="00916E4E" w:rsidRDefault="00916E4E" w:rsidP="00144823">
      <w:pPr>
        <w:tabs>
          <w:tab w:val="right" w:leader="dot" w:pos="8302"/>
        </w:tabs>
        <w:rPr>
          <w:noProof/>
          <w:webHidden/>
          <w:sz w:val="20"/>
          <w:szCs w:val="20"/>
        </w:rPr>
      </w:pPr>
    </w:p>
    <w:p w14:paraId="406E672F" w14:textId="77777777" w:rsidR="00916E4E" w:rsidRDefault="00916E4E" w:rsidP="00144823">
      <w:pPr>
        <w:tabs>
          <w:tab w:val="right" w:leader="dot" w:pos="8302"/>
        </w:tabs>
        <w:rPr>
          <w:noProof/>
          <w:webHidden/>
          <w:sz w:val="20"/>
          <w:szCs w:val="20"/>
        </w:rPr>
      </w:pPr>
    </w:p>
    <w:p w14:paraId="406E6730" w14:textId="77777777" w:rsidR="00916E4E" w:rsidRDefault="00916E4E" w:rsidP="00144823">
      <w:pPr>
        <w:tabs>
          <w:tab w:val="right" w:leader="dot" w:pos="8302"/>
        </w:tabs>
        <w:rPr>
          <w:noProof/>
          <w:webHidden/>
          <w:sz w:val="20"/>
          <w:szCs w:val="20"/>
        </w:rPr>
      </w:pPr>
    </w:p>
    <w:p w14:paraId="406E6731" w14:textId="77777777" w:rsidR="00916E4E" w:rsidRDefault="00916E4E" w:rsidP="00144823">
      <w:pPr>
        <w:tabs>
          <w:tab w:val="right" w:leader="dot" w:pos="8302"/>
        </w:tabs>
        <w:rPr>
          <w:noProof/>
          <w:webHidden/>
          <w:sz w:val="20"/>
          <w:szCs w:val="20"/>
        </w:rPr>
      </w:pPr>
    </w:p>
    <w:p w14:paraId="406E6732" w14:textId="77777777" w:rsidR="00916E4E" w:rsidRPr="00574DD7" w:rsidRDefault="00916E4E" w:rsidP="00144823">
      <w:pPr>
        <w:tabs>
          <w:tab w:val="right" w:leader="dot" w:pos="8302"/>
        </w:tabs>
        <w:rPr>
          <w:noProof/>
          <w:webHidden/>
          <w:sz w:val="20"/>
          <w:szCs w:val="20"/>
        </w:rPr>
      </w:pPr>
    </w:p>
    <w:p w14:paraId="406E6733" w14:textId="77777777" w:rsidR="00B21A2F" w:rsidRPr="00574DD7" w:rsidRDefault="00B21A2F" w:rsidP="00144823">
      <w:pPr>
        <w:tabs>
          <w:tab w:val="right" w:leader="dot" w:pos="8302"/>
        </w:tabs>
        <w:rPr>
          <w:noProof/>
          <w:webHidden/>
          <w:sz w:val="20"/>
          <w:szCs w:val="20"/>
        </w:rPr>
      </w:pPr>
    </w:p>
    <w:p w14:paraId="406E6734" w14:textId="77777777" w:rsidR="00B21A2F" w:rsidRDefault="00B21A2F" w:rsidP="00144823">
      <w:pPr>
        <w:rPr>
          <w:sz w:val="20"/>
          <w:szCs w:val="20"/>
        </w:rPr>
      </w:pPr>
    </w:p>
    <w:p w14:paraId="406E6735" w14:textId="77777777" w:rsidR="00AC1614" w:rsidRDefault="00AC1614" w:rsidP="00144823">
      <w:pPr>
        <w:rPr>
          <w:sz w:val="20"/>
          <w:szCs w:val="20"/>
        </w:rPr>
      </w:pPr>
    </w:p>
    <w:p w14:paraId="406E6736" w14:textId="77777777" w:rsidR="00AC1614" w:rsidRDefault="00AC1614" w:rsidP="00144823">
      <w:pPr>
        <w:rPr>
          <w:sz w:val="20"/>
          <w:szCs w:val="20"/>
        </w:rPr>
      </w:pPr>
    </w:p>
    <w:p w14:paraId="406E6737" w14:textId="77777777" w:rsidR="00AC1614" w:rsidRDefault="00AC1614" w:rsidP="00144823">
      <w:pPr>
        <w:rPr>
          <w:sz w:val="20"/>
          <w:szCs w:val="20"/>
        </w:rPr>
      </w:pPr>
    </w:p>
    <w:p w14:paraId="406E6738" w14:textId="77777777" w:rsidR="00AC1614" w:rsidRDefault="00AC1614" w:rsidP="00144823">
      <w:pPr>
        <w:rPr>
          <w:sz w:val="20"/>
          <w:szCs w:val="20"/>
        </w:rPr>
      </w:pPr>
    </w:p>
    <w:p w14:paraId="406E6739" w14:textId="77777777" w:rsidR="00AC1614" w:rsidRDefault="00AC1614" w:rsidP="00144823">
      <w:pPr>
        <w:rPr>
          <w:sz w:val="20"/>
          <w:szCs w:val="20"/>
        </w:rPr>
      </w:pPr>
    </w:p>
    <w:p w14:paraId="406E673A" w14:textId="77777777" w:rsidR="00AC1614" w:rsidRDefault="00AC1614" w:rsidP="00144823">
      <w:pPr>
        <w:rPr>
          <w:sz w:val="20"/>
          <w:szCs w:val="20"/>
        </w:rPr>
      </w:pPr>
    </w:p>
    <w:p w14:paraId="406E673B" w14:textId="77777777" w:rsidR="00AC1614" w:rsidRDefault="00AC1614" w:rsidP="00144823">
      <w:pPr>
        <w:rPr>
          <w:sz w:val="20"/>
          <w:szCs w:val="20"/>
        </w:rPr>
      </w:pPr>
    </w:p>
    <w:p w14:paraId="406E673C" w14:textId="77777777" w:rsidR="00AC1614" w:rsidRDefault="00AC1614" w:rsidP="00144823">
      <w:pPr>
        <w:rPr>
          <w:sz w:val="20"/>
          <w:szCs w:val="20"/>
        </w:rPr>
      </w:pPr>
    </w:p>
    <w:p w14:paraId="406E673D" w14:textId="77777777" w:rsidR="00AC1614" w:rsidRPr="00574DD7" w:rsidRDefault="00AC1614" w:rsidP="00144823">
      <w:pPr>
        <w:rPr>
          <w:sz w:val="20"/>
          <w:szCs w:val="20"/>
        </w:rPr>
      </w:pPr>
    </w:p>
    <w:p w14:paraId="406E673E" w14:textId="77777777" w:rsidR="00B21A2F" w:rsidRPr="00480A40" w:rsidRDefault="00B21A2F" w:rsidP="00144823">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406E673F" w14:textId="77777777" w:rsidR="00B21A2F" w:rsidRPr="00480A40" w:rsidRDefault="00B21A2F" w:rsidP="00144823">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406E6917" wp14:editId="406E6918">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406E6740" w14:textId="37481D1A" w:rsidR="00B21A2F" w:rsidRPr="008403C4" w:rsidRDefault="00B21A2F" w:rsidP="00144823">
      <w:pPr>
        <w:pStyle w:val="NormalWeb"/>
        <w:spacing w:before="60" w:beforeAutospacing="0" w:after="60" w:afterAutospacing="0"/>
        <w:rPr>
          <w:rFonts w:ascii="Arial" w:hAnsi="Arial" w:cs="Arial"/>
          <w:sz w:val="16"/>
          <w:szCs w:val="16"/>
        </w:rPr>
      </w:pPr>
      <w:r w:rsidRPr="008403C4">
        <w:rPr>
          <w:rFonts w:ascii="Arial" w:hAnsi="Arial" w:cs="Arial"/>
          <w:i/>
          <w:sz w:val="16"/>
          <w:szCs w:val="16"/>
        </w:rPr>
        <w:t xml:space="preserve">Assessment of the </w:t>
      </w:r>
      <w:r w:rsidR="00D7231D">
        <w:rPr>
          <w:rFonts w:ascii="Arial" w:hAnsi="Arial" w:cs="Arial"/>
          <w:i/>
          <w:sz w:val="16"/>
          <w:szCs w:val="16"/>
        </w:rPr>
        <w:t xml:space="preserve">Take of Native Oyster in the </w:t>
      </w:r>
      <w:r w:rsidR="003A047E">
        <w:rPr>
          <w:rFonts w:ascii="Arial" w:hAnsi="Arial" w:cs="Arial"/>
          <w:i/>
          <w:sz w:val="16"/>
          <w:szCs w:val="16"/>
        </w:rPr>
        <w:t>Tasmanian</w:t>
      </w:r>
      <w:r w:rsidRPr="008403C4">
        <w:rPr>
          <w:rFonts w:ascii="Arial" w:hAnsi="Arial" w:cs="Arial"/>
          <w:i/>
          <w:sz w:val="16"/>
          <w:szCs w:val="16"/>
        </w:rPr>
        <w:t xml:space="preserve"> </w:t>
      </w:r>
      <w:r w:rsidR="00D7231D">
        <w:rPr>
          <w:rFonts w:ascii="Arial" w:hAnsi="Arial" w:cs="Arial"/>
          <w:i/>
          <w:sz w:val="16"/>
          <w:szCs w:val="16"/>
        </w:rPr>
        <w:t>Shellfish</w:t>
      </w:r>
      <w:r w:rsidR="00860544" w:rsidRPr="008403C4">
        <w:rPr>
          <w:rFonts w:ascii="Arial" w:hAnsi="Arial" w:cs="Arial"/>
          <w:i/>
          <w:sz w:val="16"/>
          <w:szCs w:val="16"/>
        </w:rPr>
        <w:t xml:space="preserve"> Fishery</w:t>
      </w:r>
      <w:r w:rsidR="00FF7C9B">
        <w:rPr>
          <w:rFonts w:ascii="Arial" w:hAnsi="Arial" w:cs="Arial"/>
          <w:i/>
          <w:sz w:val="16"/>
          <w:szCs w:val="16"/>
        </w:rPr>
        <w:t>,</w:t>
      </w:r>
      <w:r w:rsidR="00860544" w:rsidRPr="008403C4">
        <w:rPr>
          <w:rFonts w:ascii="Arial" w:hAnsi="Arial" w:cs="Arial"/>
          <w:i/>
          <w:sz w:val="16"/>
          <w:szCs w:val="16"/>
        </w:rPr>
        <w:t xml:space="preserve"> </w:t>
      </w:r>
      <w:r w:rsidR="009F052A">
        <w:rPr>
          <w:rFonts w:ascii="Arial" w:hAnsi="Arial" w:cs="Arial"/>
          <w:i/>
          <w:sz w:val="16"/>
          <w:szCs w:val="16"/>
        </w:rPr>
        <w:t>August</w:t>
      </w:r>
      <w:r w:rsidR="00860544" w:rsidRPr="008403C4">
        <w:rPr>
          <w:rFonts w:ascii="Arial" w:hAnsi="Arial" w:cs="Arial"/>
          <w:i/>
          <w:sz w:val="16"/>
          <w:szCs w:val="16"/>
        </w:rPr>
        <w:t xml:space="preserve"> </w:t>
      </w:r>
      <w:r w:rsidRPr="008403C4">
        <w:rPr>
          <w:rFonts w:ascii="Arial" w:hAnsi="Arial" w:cs="Arial"/>
          <w:i/>
          <w:sz w:val="16"/>
          <w:szCs w:val="16"/>
        </w:rPr>
        <w:t xml:space="preserve">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406E6741" w14:textId="2D9B851A" w:rsidR="00B21A2F" w:rsidRPr="00480A40" w:rsidRDefault="00B21A2F" w:rsidP="00144823">
      <w:pPr>
        <w:pStyle w:val="NormalWeb"/>
        <w:spacing w:before="60" w:beforeAutospacing="0" w:after="6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sidR="00D7231D">
        <w:rPr>
          <w:rFonts w:ascii="Arial" w:hAnsi="Arial" w:cs="Arial"/>
          <w:i/>
          <w:sz w:val="16"/>
          <w:szCs w:val="16"/>
        </w:rPr>
        <w:t>Take of Native Oyster in the Tasmanian</w:t>
      </w:r>
      <w:r w:rsidR="00D7231D" w:rsidRPr="008403C4">
        <w:rPr>
          <w:rFonts w:ascii="Arial" w:hAnsi="Arial" w:cs="Arial"/>
          <w:i/>
          <w:sz w:val="16"/>
          <w:szCs w:val="16"/>
        </w:rPr>
        <w:t xml:space="preserve"> </w:t>
      </w:r>
      <w:r w:rsidR="00D7231D">
        <w:rPr>
          <w:rFonts w:ascii="Arial" w:hAnsi="Arial" w:cs="Arial"/>
          <w:i/>
          <w:sz w:val="16"/>
          <w:szCs w:val="16"/>
        </w:rPr>
        <w:t>Shellfish</w:t>
      </w:r>
      <w:r w:rsidR="00D7231D" w:rsidRPr="008403C4">
        <w:rPr>
          <w:rFonts w:ascii="Arial" w:hAnsi="Arial" w:cs="Arial"/>
          <w:i/>
          <w:sz w:val="16"/>
          <w:szCs w:val="16"/>
        </w:rPr>
        <w:t xml:space="preserve"> </w:t>
      </w:r>
      <w:r w:rsidR="00860544" w:rsidRPr="008403C4">
        <w:rPr>
          <w:rFonts w:ascii="Arial" w:hAnsi="Arial" w:cs="Arial"/>
          <w:i/>
          <w:sz w:val="16"/>
          <w:szCs w:val="16"/>
        </w:rPr>
        <w:t>Fishery</w:t>
      </w:r>
      <w:r w:rsidR="00FF7C9B">
        <w:rPr>
          <w:rFonts w:ascii="Arial" w:hAnsi="Arial" w:cs="Arial"/>
          <w:i/>
          <w:sz w:val="16"/>
          <w:szCs w:val="16"/>
        </w:rPr>
        <w:t>,</w:t>
      </w:r>
      <w:r w:rsidR="00860544" w:rsidRPr="008403C4">
        <w:rPr>
          <w:rFonts w:ascii="Arial" w:hAnsi="Arial" w:cs="Arial"/>
          <w:i/>
          <w:sz w:val="16"/>
          <w:szCs w:val="16"/>
        </w:rPr>
        <w:t xml:space="preserve"> </w:t>
      </w:r>
      <w:r w:rsidR="009F052A">
        <w:rPr>
          <w:rFonts w:ascii="Arial" w:hAnsi="Arial" w:cs="Arial"/>
          <w:i/>
          <w:sz w:val="16"/>
          <w:szCs w:val="16"/>
        </w:rPr>
        <w:t>August</w:t>
      </w:r>
      <w:r w:rsidR="00860544" w:rsidRPr="008403C4">
        <w:rPr>
          <w:rFonts w:ascii="Arial" w:hAnsi="Arial" w:cs="Arial"/>
          <w:i/>
          <w:sz w:val="16"/>
          <w:szCs w:val="16"/>
        </w:rPr>
        <w:t xml:space="preserve"> </w:t>
      </w:r>
      <w:r w:rsidRPr="008403C4">
        <w:rPr>
          <w:rFonts w:ascii="Arial" w:hAnsi="Arial" w:cs="Arial"/>
          <w:i/>
          <w:sz w:val="16"/>
          <w:szCs w:val="16"/>
        </w:rPr>
        <w:t>2016</w:t>
      </w:r>
      <w:r w:rsidRPr="008403C4">
        <w:rPr>
          <w:rFonts w:ascii="Arial" w:hAnsi="Arial" w:cs="Arial"/>
          <w:sz w:val="16"/>
          <w:szCs w:val="16"/>
        </w:rPr>
        <w:t>, Commonwealth of Australia 2016’.</w:t>
      </w:r>
    </w:p>
    <w:p w14:paraId="406E6742" w14:textId="77777777" w:rsidR="00B21A2F" w:rsidRPr="00F6308F" w:rsidRDefault="00B21A2F" w:rsidP="00144823">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406E6743" w14:textId="77777777" w:rsidR="00B21A2F" w:rsidRPr="00F6308F" w:rsidRDefault="00B21A2F" w:rsidP="00144823">
      <w:pPr>
        <w:rPr>
          <w:b/>
          <w:sz w:val="16"/>
          <w:szCs w:val="16"/>
        </w:rPr>
      </w:pPr>
      <w:r w:rsidRPr="00F6308F">
        <w:rPr>
          <w:b/>
          <w:sz w:val="16"/>
          <w:szCs w:val="16"/>
        </w:rPr>
        <w:t>Disclaimer</w:t>
      </w:r>
    </w:p>
    <w:p w14:paraId="406E6744" w14:textId="77777777" w:rsidR="00B21A2F" w:rsidRPr="00F6308F" w:rsidRDefault="00B21A2F" w:rsidP="00144823">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406E6745" w14:textId="77777777" w:rsidR="00B21A2F" w:rsidRDefault="00B21A2F" w:rsidP="00144823">
      <w:pPr>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406E6746" w14:textId="77777777" w:rsidR="00B21A2F" w:rsidRDefault="00B21A2F" w:rsidP="00144823">
      <w:pPr>
        <w:rPr>
          <w:sz w:val="16"/>
          <w:szCs w:val="16"/>
        </w:rPr>
      </w:pPr>
    </w:p>
    <w:p w14:paraId="406E6747" w14:textId="77777777" w:rsidR="00B21A2F" w:rsidRPr="00F6308F" w:rsidRDefault="00B21A2F" w:rsidP="00144823">
      <w:pPr>
        <w:rPr>
          <w:sz w:val="16"/>
          <w:szCs w:val="16"/>
        </w:rPr>
      </w:pPr>
    </w:p>
    <w:p w14:paraId="406E6748" w14:textId="77777777" w:rsidR="00B21A2F" w:rsidRPr="00A14FF4" w:rsidRDefault="00B21A2F" w:rsidP="00144823">
      <w:pPr>
        <w:pStyle w:val="Heading1"/>
      </w:pPr>
    </w:p>
    <w:p w14:paraId="406E6749" w14:textId="77777777" w:rsidR="00B21A2F" w:rsidRDefault="00B21A2F" w:rsidP="00AC1614">
      <w:pPr>
        <w:rPr>
          <w:b/>
        </w:rPr>
        <w:sectPr w:rsidR="00B21A2F" w:rsidSect="001955CD">
          <w:pgSz w:w="11906" w:h="16838"/>
          <w:pgMar w:top="1418" w:right="1276" w:bottom="567" w:left="1418" w:header="425" w:footer="425" w:gutter="0"/>
          <w:pgNumType w:start="1"/>
          <w:cols w:space="708"/>
          <w:titlePg/>
          <w:docGrid w:linePitch="360"/>
        </w:sectPr>
      </w:pPr>
    </w:p>
    <w:sdt>
      <w:sdtPr>
        <w:rPr>
          <w:b/>
          <w:sz w:val="22"/>
          <w:szCs w:val="22"/>
        </w:rPr>
        <w:id w:val="992149566"/>
        <w:docPartObj>
          <w:docPartGallery w:val="Table of Contents"/>
          <w:docPartUnique/>
        </w:docPartObj>
      </w:sdtPr>
      <w:sdtEndPr>
        <w:rPr>
          <w:b w:val="0"/>
          <w:noProof/>
        </w:rPr>
      </w:sdtEndPr>
      <w:sdtContent>
        <w:p w14:paraId="406E674A" w14:textId="77777777" w:rsidR="00B21A2F" w:rsidRPr="00E22088" w:rsidRDefault="00B21A2F" w:rsidP="00E22088">
          <w:pPr>
            <w:rPr>
              <w:b/>
              <w:sz w:val="22"/>
              <w:szCs w:val="22"/>
            </w:rPr>
          </w:pPr>
          <w:r w:rsidRPr="00E22088">
            <w:rPr>
              <w:b/>
              <w:sz w:val="22"/>
              <w:szCs w:val="22"/>
            </w:rPr>
            <w:t>CONTENTS</w:t>
          </w:r>
        </w:p>
        <w:p w14:paraId="406E674B" w14:textId="77777777" w:rsidR="00B21A2F" w:rsidRDefault="00B21A2F" w:rsidP="00B21A2F">
          <w:pPr>
            <w:pStyle w:val="TOC1"/>
          </w:pPr>
        </w:p>
        <w:p w14:paraId="358264F5" w14:textId="77777777" w:rsidR="005620B4" w:rsidRDefault="00B21A2F">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18883370" w:history="1">
            <w:r w:rsidR="005620B4" w:rsidRPr="008D4186">
              <w:rPr>
                <w:rStyle w:val="Hyperlink"/>
              </w:rPr>
              <w:t>Section 1: Summary of the Assessment for the Take of Native Oyster in the Tasmanian Shellfish Fishery Against the Guidelines for the Ecologically Sustainable Management of Fisheries (2nd Edition)</w:t>
            </w:r>
            <w:r w:rsidR="005620B4">
              <w:rPr>
                <w:webHidden/>
              </w:rPr>
              <w:tab/>
            </w:r>
            <w:r w:rsidR="005620B4">
              <w:rPr>
                <w:webHidden/>
              </w:rPr>
              <w:fldChar w:fldCharType="begin"/>
            </w:r>
            <w:r w:rsidR="005620B4">
              <w:rPr>
                <w:webHidden/>
              </w:rPr>
              <w:instrText xml:space="preserve"> PAGEREF _Toc518883370 \h </w:instrText>
            </w:r>
            <w:r w:rsidR="005620B4">
              <w:rPr>
                <w:webHidden/>
              </w:rPr>
            </w:r>
            <w:r w:rsidR="005620B4">
              <w:rPr>
                <w:webHidden/>
              </w:rPr>
              <w:fldChar w:fldCharType="separate"/>
            </w:r>
            <w:r w:rsidR="00EC2AE7">
              <w:rPr>
                <w:webHidden/>
              </w:rPr>
              <w:t>2</w:t>
            </w:r>
            <w:r w:rsidR="005620B4">
              <w:rPr>
                <w:webHidden/>
              </w:rPr>
              <w:fldChar w:fldCharType="end"/>
            </w:r>
          </w:hyperlink>
        </w:p>
        <w:p w14:paraId="6667D9FA" w14:textId="77777777" w:rsidR="005620B4" w:rsidRDefault="006D347F">
          <w:pPr>
            <w:pStyle w:val="TOC1"/>
            <w:rPr>
              <w:rFonts w:asciiTheme="minorHAnsi" w:eastAsiaTheme="minorEastAsia" w:hAnsiTheme="minorHAnsi" w:cstheme="minorBidi"/>
              <w:sz w:val="22"/>
              <w:szCs w:val="22"/>
            </w:rPr>
          </w:pPr>
          <w:hyperlink w:anchor="_Toc518883371" w:history="1">
            <w:r w:rsidR="005620B4" w:rsidRPr="008D4186">
              <w:rPr>
                <w:rStyle w:val="Hyperlink"/>
              </w:rPr>
              <w:t>Section 2: Detailed Analysis of the Take of Native Oyster in the Tasmanian Shellfish Fishery Against the Guidelines for the Ecologically Sustainable Management of Fisheries (2nd Edition)</w:t>
            </w:r>
            <w:r w:rsidR="005620B4">
              <w:rPr>
                <w:webHidden/>
              </w:rPr>
              <w:tab/>
            </w:r>
            <w:r w:rsidR="005620B4">
              <w:rPr>
                <w:webHidden/>
              </w:rPr>
              <w:fldChar w:fldCharType="begin"/>
            </w:r>
            <w:r w:rsidR="005620B4">
              <w:rPr>
                <w:webHidden/>
              </w:rPr>
              <w:instrText xml:space="preserve"> PAGEREF _Toc518883371 \h </w:instrText>
            </w:r>
            <w:r w:rsidR="005620B4">
              <w:rPr>
                <w:webHidden/>
              </w:rPr>
            </w:r>
            <w:r w:rsidR="005620B4">
              <w:rPr>
                <w:webHidden/>
              </w:rPr>
              <w:fldChar w:fldCharType="separate"/>
            </w:r>
            <w:r w:rsidR="00EC2AE7">
              <w:rPr>
                <w:webHidden/>
              </w:rPr>
              <w:t>5</w:t>
            </w:r>
            <w:r w:rsidR="005620B4">
              <w:rPr>
                <w:webHidden/>
              </w:rPr>
              <w:fldChar w:fldCharType="end"/>
            </w:r>
          </w:hyperlink>
        </w:p>
        <w:p w14:paraId="392236E5" w14:textId="77777777" w:rsidR="005620B4" w:rsidRDefault="006D347F">
          <w:pPr>
            <w:pStyle w:val="TOC1"/>
            <w:rPr>
              <w:rFonts w:asciiTheme="minorHAnsi" w:eastAsiaTheme="minorEastAsia" w:hAnsiTheme="minorHAnsi" w:cstheme="minorBidi"/>
              <w:sz w:val="22"/>
              <w:szCs w:val="22"/>
            </w:rPr>
          </w:pPr>
          <w:hyperlink w:anchor="_Toc518883372" w:history="1">
            <w:r w:rsidR="005620B4" w:rsidRPr="008D4186">
              <w:rPr>
                <w:rStyle w:val="Hyperlink"/>
              </w:rPr>
              <w:t>Section 3: Assessment of the Take of Native Oysters in the Tasmanian Shellfish Fishery Against the Requirements of the EPBC Act</w:t>
            </w:r>
            <w:r w:rsidR="005620B4">
              <w:rPr>
                <w:webHidden/>
              </w:rPr>
              <w:tab/>
            </w:r>
            <w:r w:rsidR="005620B4">
              <w:rPr>
                <w:webHidden/>
              </w:rPr>
              <w:fldChar w:fldCharType="begin"/>
            </w:r>
            <w:r w:rsidR="005620B4">
              <w:rPr>
                <w:webHidden/>
              </w:rPr>
              <w:instrText xml:space="preserve"> PAGEREF _Toc518883372 \h </w:instrText>
            </w:r>
            <w:r w:rsidR="005620B4">
              <w:rPr>
                <w:webHidden/>
              </w:rPr>
            </w:r>
            <w:r w:rsidR="005620B4">
              <w:rPr>
                <w:webHidden/>
              </w:rPr>
              <w:fldChar w:fldCharType="separate"/>
            </w:r>
            <w:r w:rsidR="00EC2AE7">
              <w:rPr>
                <w:webHidden/>
              </w:rPr>
              <w:t>12</w:t>
            </w:r>
            <w:r w:rsidR="005620B4">
              <w:rPr>
                <w:webHidden/>
              </w:rPr>
              <w:fldChar w:fldCharType="end"/>
            </w:r>
          </w:hyperlink>
        </w:p>
        <w:p w14:paraId="406E674F" w14:textId="77777777" w:rsidR="00B21A2F" w:rsidRPr="00666592" w:rsidRDefault="00B21A2F" w:rsidP="00666592">
          <w:pPr>
            <w:rPr>
              <w:sz w:val="22"/>
              <w:szCs w:val="22"/>
            </w:rPr>
          </w:pPr>
          <w:r w:rsidRPr="00893305">
            <w:rPr>
              <w:b/>
              <w:bCs/>
              <w:noProof/>
            </w:rPr>
            <w:fldChar w:fldCharType="end"/>
          </w:r>
        </w:p>
      </w:sdtContent>
    </w:sdt>
    <w:p w14:paraId="406E6750" w14:textId="77777777" w:rsidR="00B21A2F" w:rsidRPr="00666592" w:rsidRDefault="00B21A2F" w:rsidP="00666592">
      <w:pPr>
        <w:tabs>
          <w:tab w:val="right" w:leader="dot" w:pos="8302"/>
        </w:tabs>
        <w:ind w:left="1166" w:right="792" w:hanging="1166"/>
        <w:rPr>
          <w:noProof/>
          <w:webHidden/>
          <w:sz w:val="22"/>
          <w:szCs w:val="22"/>
        </w:rPr>
      </w:pPr>
    </w:p>
    <w:p w14:paraId="406E6751" w14:textId="77777777" w:rsidR="00B21A2F" w:rsidRPr="00666592" w:rsidRDefault="00B21A2F" w:rsidP="00666592">
      <w:pPr>
        <w:rPr>
          <w:b/>
          <w:sz w:val="22"/>
          <w:szCs w:val="22"/>
        </w:rPr>
      </w:pPr>
    </w:p>
    <w:p w14:paraId="406E6752" w14:textId="77777777" w:rsidR="00B21A2F" w:rsidRPr="00666592" w:rsidRDefault="00B21A2F" w:rsidP="00666592">
      <w:pPr>
        <w:pStyle w:val="Heading1"/>
        <w:spacing w:before="60" w:after="60" w:line="240" w:lineRule="auto"/>
        <w:sectPr w:rsidR="00B21A2F" w:rsidRPr="00666592" w:rsidSect="001955CD">
          <w:pgSz w:w="11906" w:h="16838"/>
          <w:pgMar w:top="1418" w:right="1276" w:bottom="567" w:left="1418" w:header="425" w:footer="425" w:gutter="0"/>
          <w:pgNumType w:start="1"/>
          <w:cols w:space="708"/>
          <w:titlePg/>
          <w:docGrid w:linePitch="360"/>
        </w:sectPr>
      </w:pPr>
    </w:p>
    <w:p w14:paraId="406E6753" w14:textId="512BC309" w:rsidR="003A047E" w:rsidRPr="009E0662" w:rsidRDefault="003A047E" w:rsidP="003A047E">
      <w:pPr>
        <w:pStyle w:val="Heading1"/>
      </w:pPr>
      <w:bookmarkStart w:id="2" w:name="_Toc514849743"/>
      <w:bookmarkStart w:id="3" w:name="_Toc515454830"/>
      <w:bookmarkStart w:id="4" w:name="_Toc518883370"/>
      <w:bookmarkStart w:id="5" w:name="_Toc514848955"/>
      <w:bookmarkStart w:id="6" w:name="_Toc514848956"/>
      <w:bookmarkEnd w:id="0"/>
      <w:r w:rsidRPr="009E0662">
        <w:lastRenderedPageBreak/>
        <w:t xml:space="preserve">Section 1: Summary of the Assessment for the </w:t>
      </w:r>
      <w:r w:rsidR="005B27CB">
        <w:t xml:space="preserve">Take of Native Oyster in the </w:t>
      </w:r>
      <w:r>
        <w:t>Tasmanian</w:t>
      </w:r>
      <w:r w:rsidRPr="009E0662">
        <w:t xml:space="preserve"> </w:t>
      </w:r>
      <w:r w:rsidR="005B27CB">
        <w:t>Shellfish</w:t>
      </w:r>
      <w:r w:rsidRPr="009E0662">
        <w:t xml:space="preserve"> Fishery Against the Guidelines for the Ecologically Sustainable Management of Fisheries (2nd Edition)</w:t>
      </w:r>
      <w:bookmarkEnd w:id="2"/>
      <w:bookmarkEnd w:id="3"/>
      <w:bookmarkEnd w:id="4"/>
    </w:p>
    <w:bookmarkEnd w:id="5"/>
    <w:bookmarkEnd w:id="6"/>
    <w:p w14:paraId="406E6755" w14:textId="0803A23F" w:rsidR="003A047E" w:rsidRPr="00E53632" w:rsidRDefault="003A047E" w:rsidP="003A047E">
      <w:pPr>
        <w:rPr>
          <w:sz w:val="22"/>
          <w:szCs w:val="22"/>
        </w:rPr>
      </w:pPr>
      <w:r w:rsidRPr="00E53632">
        <w:rPr>
          <w:b/>
          <w:sz w:val="22"/>
          <w:szCs w:val="22"/>
        </w:rPr>
        <w:t>Purpose</w:t>
      </w:r>
      <w:r w:rsidRPr="00E53632">
        <w:rPr>
          <w:sz w:val="22"/>
          <w:szCs w:val="22"/>
        </w:rPr>
        <w:t>: To enable transparent articulation of which commercial fisheries assessed under the EPBC Act clearly meet all legislative requirements and all Guidelines, and those which may require further investigation or assessment to demonstrate requirements are met.</w:t>
      </w:r>
      <w:r w:rsidR="005B27CB">
        <w:rPr>
          <w:sz w:val="22"/>
          <w:szCs w:val="22"/>
        </w:rPr>
        <w:t xml:space="preserve"> </w:t>
      </w:r>
    </w:p>
    <w:p w14:paraId="406E6756" w14:textId="77777777" w:rsidR="003A047E" w:rsidRPr="00E53632" w:rsidRDefault="003A047E" w:rsidP="003A047E">
      <w:pPr>
        <w:rPr>
          <w:sz w:val="22"/>
          <w:szCs w:val="22"/>
        </w:rPr>
      </w:pPr>
      <w:r w:rsidRPr="00E53632">
        <w:rPr>
          <w:sz w:val="22"/>
          <w:szCs w:val="22"/>
        </w:rPr>
        <w:t xml:space="preserve">Overview of </w:t>
      </w:r>
      <w:r w:rsidR="00F20A85">
        <w:rPr>
          <w:sz w:val="22"/>
          <w:szCs w:val="22"/>
        </w:rPr>
        <w:t xml:space="preserve">the take of Native Oyster in the </w:t>
      </w:r>
      <w:r w:rsidRPr="00E53632">
        <w:rPr>
          <w:sz w:val="22"/>
          <w:szCs w:val="22"/>
        </w:rPr>
        <w:t xml:space="preserve">Tasmanian </w:t>
      </w:r>
      <w:r w:rsidR="00F20A85">
        <w:rPr>
          <w:sz w:val="22"/>
          <w:szCs w:val="22"/>
        </w:rPr>
        <w:t>Shellfish</w:t>
      </w:r>
      <w:r w:rsidRPr="00E53632">
        <w:rPr>
          <w:sz w:val="22"/>
          <w:szCs w:val="22"/>
        </w:rPr>
        <w:t xml:space="preserve"> Fishery against the relevant requirements of the Guidelines and the EPBC Act.</w:t>
      </w:r>
    </w:p>
    <w:tbl>
      <w:tblPr>
        <w:tblStyle w:val="TableGrid"/>
        <w:tblW w:w="5000" w:type="pct"/>
        <w:tblLook w:val="04A0" w:firstRow="1" w:lastRow="0" w:firstColumn="1" w:lastColumn="0" w:noHBand="0" w:noVBand="1"/>
      </w:tblPr>
      <w:tblGrid>
        <w:gridCol w:w="2820"/>
        <w:gridCol w:w="1411"/>
        <w:gridCol w:w="1411"/>
        <w:gridCol w:w="1411"/>
        <w:gridCol w:w="7053"/>
      </w:tblGrid>
      <w:tr w:rsidR="003A047E" w:rsidRPr="00B215D5" w14:paraId="406E675C" w14:textId="77777777" w:rsidTr="00860544">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406E6757" w14:textId="77777777" w:rsidR="003A047E" w:rsidRPr="00B215D5" w:rsidRDefault="003A047E" w:rsidP="00860544">
            <w:pPr>
              <w:ind w:left="426" w:hanging="426"/>
              <w:rPr>
                <w:b/>
                <w:sz w:val="20"/>
                <w:szCs w:val="20"/>
              </w:rPr>
            </w:pPr>
            <w:r w:rsidRPr="00B215D5">
              <w:rPr>
                <w:b/>
                <w:sz w:val="20"/>
                <w:szCs w:val="20"/>
              </w:rPr>
              <w:t>Guidelines</w:t>
            </w:r>
          </w:p>
        </w:tc>
        <w:tc>
          <w:tcPr>
            <w:tcW w:w="500" w:type="pct"/>
            <w:shd w:val="clear" w:color="auto" w:fill="92D050"/>
            <w:vAlign w:val="center"/>
          </w:tcPr>
          <w:p w14:paraId="406E6758" w14:textId="77777777" w:rsidR="003A047E" w:rsidRPr="00B215D5" w:rsidRDefault="003A047E" w:rsidP="00860544">
            <w:pPr>
              <w:rPr>
                <w:b/>
                <w:sz w:val="20"/>
                <w:szCs w:val="20"/>
              </w:rPr>
            </w:pPr>
            <w:r w:rsidRPr="00B215D5">
              <w:rPr>
                <w:b/>
                <w:sz w:val="20"/>
                <w:szCs w:val="20"/>
              </w:rPr>
              <w:t>Meets</w:t>
            </w:r>
          </w:p>
        </w:tc>
        <w:tc>
          <w:tcPr>
            <w:tcW w:w="500" w:type="pct"/>
            <w:shd w:val="clear" w:color="auto" w:fill="FFC000"/>
            <w:vAlign w:val="center"/>
          </w:tcPr>
          <w:p w14:paraId="406E6759" w14:textId="77777777" w:rsidR="003A047E" w:rsidRPr="00B215D5" w:rsidRDefault="003A047E" w:rsidP="00860544">
            <w:pPr>
              <w:rPr>
                <w:b/>
                <w:sz w:val="20"/>
                <w:szCs w:val="20"/>
              </w:rPr>
            </w:pPr>
            <w:r w:rsidRPr="00B215D5">
              <w:rPr>
                <w:b/>
                <w:sz w:val="20"/>
                <w:szCs w:val="20"/>
              </w:rPr>
              <w:t>Partially meets</w:t>
            </w:r>
          </w:p>
        </w:tc>
        <w:tc>
          <w:tcPr>
            <w:tcW w:w="500" w:type="pct"/>
            <w:shd w:val="clear" w:color="auto" w:fill="FF0000"/>
            <w:vAlign w:val="center"/>
          </w:tcPr>
          <w:p w14:paraId="406E675A" w14:textId="77777777" w:rsidR="003A047E" w:rsidRPr="00B215D5" w:rsidRDefault="003A047E" w:rsidP="00860544">
            <w:pPr>
              <w:rPr>
                <w:b/>
                <w:sz w:val="20"/>
                <w:szCs w:val="20"/>
              </w:rPr>
            </w:pPr>
            <w:r w:rsidRPr="00B215D5">
              <w:rPr>
                <w:b/>
                <w:sz w:val="20"/>
                <w:szCs w:val="20"/>
              </w:rPr>
              <w:t>Does not meet</w:t>
            </w:r>
          </w:p>
        </w:tc>
        <w:tc>
          <w:tcPr>
            <w:tcW w:w="2500" w:type="pct"/>
            <w:vAlign w:val="center"/>
          </w:tcPr>
          <w:p w14:paraId="406E675B" w14:textId="77777777" w:rsidR="003A047E" w:rsidRPr="00B215D5" w:rsidRDefault="003A047E" w:rsidP="00860544">
            <w:pPr>
              <w:rPr>
                <w:b/>
                <w:sz w:val="20"/>
                <w:szCs w:val="20"/>
              </w:rPr>
            </w:pPr>
            <w:r w:rsidRPr="00B215D5">
              <w:rPr>
                <w:b/>
                <w:sz w:val="20"/>
                <w:szCs w:val="20"/>
              </w:rPr>
              <w:t>Details</w:t>
            </w:r>
          </w:p>
        </w:tc>
      </w:tr>
      <w:tr w:rsidR="00666592" w:rsidRPr="00B215D5" w14:paraId="406E6766"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06E675D" w14:textId="77777777" w:rsidR="00666592" w:rsidRPr="00B215D5" w:rsidRDefault="00666592" w:rsidP="00666592">
            <w:pPr>
              <w:ind w:left="426" w:hanging="426"/>
              <w:rPr>
                <w:sz w:val="20"/>
                <w:szCs w:val="20"/>
              </w:rPr>
            </w:pPr>
            <w:r w:rsidRPr="00B215D5">
              <w:rPr>
                <w:sz w:val="20"/>
                <w:szCs w:val="20"/>
              </w:rPr>
              <w:t>Management regime</w:t>
            </w:r>
          </w:p>
        </w:tc>
        <w:tc>
          <w:tcPr>
            <w:tcW w:w="500" w:type="pct"/>
            <w:shd w:val="clear" w:color="auto" w:fill="92D050"/>
            <w:vAlign w:val="center"/>
          </w:tcPr>
          <w:p w14:paraId="406E675E" w14:textId="77777777" w:rsidR="00666592" w:rsidRPr="00B215D5" w:rsidRDefault="00666592" w:rsidP="00666592">
            <w:pPr>
              <w:rPr>
                <w:sz w:val="20"/>
                <w:szCs w:val="20"/>
              </w:rPr>
            </w:pPr>
            <w:r w:rsidRPr="00B215D5">
              <w:rPr>
                <w:sz w:val="20"/>
                <w:szCs w:val="20"/>
              </w:rPr>
              <w:t>6 of 9</w:t>
            </w:r>
          </w:p>
          <w:p w14:paraId="406E675F" w14:textId="77777777" w:rsidR="00666592" w:rsidRPr="00B215D5" w:rsidRDefault="00666592" w:rsidP="00666592">
            <w:pPr>
              <w:rPr>
                <w:sz w:val="20"/>
                <w:szCs w:val="20"/>
              </w:rPr>
            </w:pPr>
            <w:r w:rsidRPr="00B215D5">
              <w:rPr>
                <w:sz w:val="20"/>
                <w:szCs w:val="20"/>
              </w:rPr>
              <w:t>1 of 9 N/a</w:t>
            </w:r>
          </w:p>
        </w:tc>
        <w:tc>
          <w:tcPr>
            <w:tcW w:w="500" w:type="pct"/>
            <w:shd w:val="clear" w:color="auto" w:fill="FFC000"/>
            <w:vAlign w:val="center"/>
          </w:tcPr>
          <w:p w14:paraId="406E6760" w14:textId="77777777" w:rsidR="00666592" w:rsidRPr="00B215D5" w:rsidRDefault="00666592" w:rsidP="00666592">
            <w:pPr>
              <w:rPr>
                <w:sz w:val="20"/>
                <w:szCs w:val="20"/>
              </w:rPr>
            </w:pPr>
            <w:r w:rsidRPr="00B215D5">
              <w:rPr>
                <w:sz w:val="20"/>
                <w:szCs w:val="20"/>
              </w:rPr>
              <w:t>2 of 9</w:t>
            </w:r>
          </w:p>
        </w:tc>
        <w:tc>
          <w:tcPr>
            <w:tcW w:w="500" w:type="pct"/>
            <w:shd w:val="clear" w:color="auto" w:fill="auto"/>
          </w:tcPr>
          <w:p w14:paraId="406E6761" w14:textId="77777777" w:rsidR="00666592" w:rsidRPr="00B215D5" w:rsidRDefault="00666592" w:rsidP="00666592">
            <w:pPr>
              <w:rPr>
                <w:sz w:val="20"/>
                <w:szCs w:val="20"/>
              </w:rPr>
            </w:pPr>
          </w:p>
        </w:tc>
        <w:tc>
          <w:tcPr>
            <w:tcW w:w="2500" w:type="pct"/>
          </w:tcPr>
          <w:p w14:paraId="406E6762" w14:textId="77777777" w:rsidR="00D7231D" w:rsidRPr="00B215D5" w:rsidRDefault="00D7231D" w:rsidP="00D7231D">
            <w:pPr>
              <w:rPr>
                <w:b/>
                <w:sz w:val="20"/>
                <w:szCs w:val="20"/>
              </w:rPr>
            </w:pPr>
            <w:r w:rsidRPr="00B215D5">
              <w:rPr>
                <w:b/>
                <w:sz w:val="20"/>
                <w:szCs w:val="20"/>
              </w:rPr>
              <w:t>The management regime is effective.</w:t>
            </w:r>
          </w:p>
          <w:p w14:paraId="406E6765" w14:textId="40BE4308" w:rsidR="00666592" w:rsidRPr="00B215D5" w:rsidRDefault="00D7231D" w:rsidP="005B27CB">
            <w:pPr>
              <w:rPr>
                <w:sz w:val="20"/>
                <w:szCs w:val="20"/>
              </w:rPr>
            </w:pPr>
            <w:r w:rsidRPr="00B215D5">
              <w:rPr>
                <w:sz w:val="20"/>
                <w:szCs w:val="20"/>
              </w:rPr>
              <w:t xml:space="preserve">Management arrangements </w:t>
            </w:r>
            <w:r w:rsidR="005B27CB" w:rsidRPr="00B215D5">
              <w:rPr>
                <w:sz w:val="20"/>
                <w:szCs w:val="20"/>
              </w:rPr>
              <w:t xml:space="preserve">for the take of Native Oysters in the Tasmanian Shellfish Fishery (the fishery) </w:t>
            </w:r>
            <w:r w:rsidRPr="00B215D5">
              <w:rPr>
                <w:sz w:val="20"/>
                <w:szCs w:val="20"/>
              </w:rPr>
              <w:t xml:space="preserve">are regulated by the </w:t>
            </w:r>
            <w:r w:rsidRPr="00B215D5">
              <w:rPr>
                <w:bCs/>
                <w:iCs/>
                <w:sz w:val="20"/>
                <w:szCs w:val="20"/>
              </w:rPr>
              <w:t xml:space="preserve">Fisheries (Shellfish) Rules 2007 </w:t>
            </w:r>
            <w:r w:rsidRPr="00B215D5">
              <w:rPr>
                <w:iCs/>
                <w:sz w:val="20"/>
                <w:szCs w:val="20"/>
              </w:rPr>
              <w:t>and</w:t>
            </w:r>
            <w:r w:rsidRPr="00B215D5">
              <w:rPr>
                <w:sz w:val="20"/>
                <w:szCs w:val="20"/>
              </w:rPr>
              <w:t xml:space="preserve"> closely monitored by the </w:t>
            </w:r>
            <w:r w:rsidRPr="00B215D5">
              <w:rPr>
                <w:snapToGrid w:val="0"/>
                <w:sz w:val="20"/>
                <w:szCs w:val="20"/>
              </w:rPr>
              <w:t>Department of Primary Industries, Parks, Water and Environment (</w:t>
            </w:r>
            <w:r w:rsidRPr="00B215D5">
              <w:rPr>
                <w:sz w:val="20"/>
                <w:szCs w:val="20"/>
              </w:rPr>
              <w:t xml:space="preserve">DPIPWE). Management is transparent and information is publicly accessible. The general public is involved in consultation processes, administered under the </w:t>
            </w:r>
            <w:r w:rsidRPr="00B215D5">
              <w:rPr>
                <w:bCs/>
                <w:iCs/>
                <w:sz w:val="20"/>
                <w:szCs w:val="20"/>
              </w:rPr>
              <w:t xml:space="preserve">Tasmanian </w:t>
            </w:r>
            <w:r w:rsidRPr="00B215D5">
              <w:rPr>
                <w:bCs/>
                <w:i/>
                <w:iCs/>
                <w:sz w:val="20"/>
                <w:szCs w:val="20"/>
              </w:rPr>
              <w:t>Living Marine Resources Management Act 1995</w:t>
            </w:r>
            <w:r w:rsidRPr="00B215D5">
              <w:rPr>
                <w:bCs/>
                <w:iCs/>
                <w:sz w:val="20"/>
                <w:szCs w:val="20"/>
              </w:rPr>
              <w:t xml:space="preserve"> (the LMRM Act), when there are changes or reviews of the management plan. As part of this process, all stakeholders have the opportunity to contribute to the development of the management arrangements. </w:t>
            </w:r>
            <w:r w:rsidRPr="00B215D5">
              <w:rPr>
                <w:sz w:val="20"/>
                <w:szCs w:val="20"/>
              </w:rPr>
              <w:t xml:space="preserve">The effectiveness of performance measures are evaluated every two to three years based on data obtained from the stock surveys. In addition, the scale of the fishery is relatively small, currently supporting two active fishers, and DPIPWE take a highly precautionary approach to ensure the fishery remains sustainable.  </w:t>
            </w:r>
          </w:p>
        </w:tc>
      </w:tr>
      <w:tr w:rsidR="00666592" w:rsidRPr="00B215D5" w14:paraId="406E676E"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06E6767" w14:textId="77777777" w:rsidR="00666592" w:rsidRPr="00B215D5" w:rsidRDefault="00666592" w:rsidP="00666592">
            <w:pPr>
              <w:ind w:left="426" w:hanging="426"/>
              <w:rPr>
                <w:sz w:val="20"/>
                <w:szCs w:val="20"/>
              </w:rPr>
            </w:pPr>
            <w:r w:rsidRPr="00B215D5">
              <w:rPr>
                <w:sz w:val="20"/>
                <w:szCs w:val="20"/>
              </w:rPr>
              <w:t>Principle 1 (target stocks)</w:t>
            </w:r>
          </w:p>
        </w:tc>
        <w:tc>
          <w:tcPr>
            <w:tcW w:w="500" w:type="pct"/>
            <w:shd w:val="clear" w:color="auto" w:fill="92D050"/>
            <w:vAlign w:val="center"/>
          </w:tcPr>
          <w:p w14:paraId="406E6768" w14:textId="77777777" w:rsidR="00666592" w:rsidRPr="00B215D5" w:rsidRDefault="00D7231D" w:rsidP="00666592">
            <w:pPr>
              <w:rPr>
                <w:sz w:val="20"/>
                <w:szCs w:val="20"/>
              </w:rPr>
            </w:pPr>
            <w:r w:rsidRPr="00B215D5">
              <w:rPr>
                <w:sz w:val="20"/>
                <w:szCs w:val="20"/>
              </w:rPr>
              <w:t>7</w:t>
            </w:r>
            <w:r w:rsidR="00666592" w:rsidRPr="00B215D5">
              <w:rPr>
                <w:sz w:val="20"/>
                <w:szCs w:val="20"/>
              </w:rPr>
              <w:t xml:space="preserve"> of 11</w:t>
            </w:r>
          </w:p>
          <w:p w14:paraId="406E6769" w14:textId="77777777" w:rsidR="00666592" w:rsidRPr="00B215D5" w:rsidRDefault="00666592" w:rsidP="00666592">
            <w:pPr>
              <w:rPr>
                <w:sz w:val="20"/>
                <w:szCs w:val="20"/>
              </w:rPr>
            </w:pPr>
            <w:r w:rsidRPr="00B215D5">
              <w:rPr>
                <w:sz w:val="20"/>
                <w:szCs w:val="20"/>
              </w:rPr>
              <w:t>3 of 11 N/a</w:t>
            </w:r>
          </w:p>
        </w:tc>
        <w:tc>
          <w:tcPr>
            <w:tcW w:w="500" w:type="pct"/>
            <w:shd w:val="clear" w:color="auto" w:fill="FFC000"/>
            <w:vAlign w:val="center"/>
          </w:tcPr>
          <w:p w14:paraId="406E676A" w14:textId="77777777" w:rsidR="00666592" w:rsidRPr="00B215D5" w:rsidRDefault="00D7231D" w:rsidP="00D7231D">
            <w:pPr>
              <w:rPr>
                <w:sz w:val="20"/>
                <w:szCs w:val="20"/>
              </w:rPr>
            </w:pPr>
            <w:r w:rsidRPr="00B215D5">
              <w:rPr>
                <w:sz w:val="20"/>
                <w:szCs w:val="20"/>
              </w:rPr>
              <w:t>1</w:t>
            </w:r>
            <w:r w:rsidR="00666592" w:rsidRPr="00B215D5">
              <w:rPr>
                <w:sz w:val="20"/>
                <w:szCs w:val="20"/>
              </w:rPr>
              <w:t xml:space="preserve"> of 11</w:t>
            </w:r>
          </w:p>
        </w:tc>
        <w:tc>
          <w:tcPr>
            <w:tcW w:w="500" w:type="pct"/>
            <w:shd w:val="clear" w:color="auto" w:fill="auto"/>
          </w:tcPr>
          <w:p w14:paraId="406E676B" w14:textId="77777777" w:rsidR="00666592" w:rsidRPr="00B215D5" w:rsidRDefault="00666592" w:rsidP="00666592">
            <w:pPr>
              <w:rPr>
                <w:sz w:val="20"/>
                <w:szCs w:val="20"/>
              </w:rPr>
            </w:pPr>
          </w:p>
        </w:tc>
        <w:tc>
          <w:tcPr>
            <w:tcW w:w="2500" w:type="pct"/>
          </w:tcPr>
          <w:p w14:paraId="406E676C" w14:textId="77777777" w:rsidR="00F20A85" w:rsidRPr="00B215D5" w:rsidRDefault="00F20A85" w:rsidP="00F20A85">
            <w:pPr>
              <w:rPr>
                <w:b/>
                <w:sz w:val="20"/>
                <w:szCs w:val="20"/>
              </w:rPr>
            </w:pPr>
            <w:r w:rsidRPr="00B215D5">
              <w:rPr>
                <w:b/>
                <w:sz w:val="20"/>
                <w:szCs w:val="20"/>
              </w:rPr>
              <w:t>Target stocks are generally well managed.</w:t>
            </w:r>
          </w:p>
          <w:p w14:paraId="406E676D" w14:textId="77777777" w:rsidR="00666592" w:rsidRPr="00B215D5" w:rsidRDefault="00F20A85" w:rsidP="00F20A85">
            <w:pPr>
              <w:rPr>
                <w:sz w:val="20"/>
                <w:szCs w:val="20"/>
              </w:rPr>
            </w:pPr>
            <w:r w:rsidRPr="00B215D5">
              <w:rPr>
                <w:sz w:val="20"/>
                <w:szCs w:val="20"/>
              </w:rPr>
              <w:t>There is a reliable level of data collection and a robust assessment of the dynamics of the fishery. Where there is limited information available, the management arrangements have erred toward a precautionary approach. Therefore, the Department considers the harvest of native oysters, under current management arrangements, is conducted in a manner that will maintain ecologically viable stock levels for the foreseeable future.</w:t>
            </w:r>
          </w:p>
        </w:tc>
      </w:tr>
      <w:tr w:rsidR="00666592" w:rsidRPr="00B215D5" w14:paraId="406E6775" w14:textId="77777777" w:rsidTr="00F20A85">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06E676F" w14:textId="77777777" w:rsidR="00666592" w:rsidRPr="00B215D5" w:rsidRDefault="00666592" w:rsidP="00666592">
            <w:pPr>
              <w:ind w:left="426" w:hanging="426"/>
              <w:rPr>
                <w:sz w:val="20"/>
                <w:szCs w:val="20"/>
              </w:rPr>
            </w:pPr>
            <w:r w:rsidRPr="00B215D5">
              <w:rPr>
                <w:sz w:val="20"/>
                <w:szCs w:val="20"/>
              </w:rPr>
              <w:t>Principle 2 (bycatch and TEPS)</w:t>
            </w:r>
          </w:p>
        </w:tc>
        <w:tc>
          <w:tcPr>
            <w:tcW w:w="500" w:type="pct"/>
            <w:shd w:val="clear" w:color="auto" w:fill="auto"/>
            <w:vAlign w:val="center"/>
          </w:tcPr>
          <w:p w14:paraId="406E6770" w14:textId="77777777" w:rsidR="00666592" w:rsidRPr="00B215D5" w:rsidRDefault="00666592" w:rsidP="00666592">
            <w:pPr>
              <w:rPr>
                <w:sz w:val="20"/>
                <w:szCs w:val="20"/>
              </w:rPr>
            </w:pPr>
          </w:p>
        </w:tc>
        <w:tc>
          <w:tcPr>
            <w:tcW w:w="500" w:type="pct"/>
            <w:shd w:val="clear" w:color="auto" w:fill="auto"/>
            <w:vAlign w:val="center"/>
          </w:tcPr>
          <w:p w14:paraId="406E6771" w14:textId="77777777" w:rsidR="00666592" w:rsidRPr="00B215D5" w:rsidRDefault="00666592" w:rsidP="00666592">
            <w:pPr>
              <w:rPr>
                <w:sz w:val="20"/>
                <w:szCs w:val="20"/>
              </w:rPr>
            </w:pPr>
          </w:p>
        </w:tc>
        <w:tc>
          <w:tcPr>
            <w:tcW w:w="500" w:type="pct"/>
            <w:shd w:val="clear" w:color="auto" w:fill="auto"/>
          </w:tcPr>
          <w:p w14:paraId="406E6772" w14:textId="77777777" w:rsidR="00666592" w:rsidRPr="00B215D5" w:rsidRDefault="00666592" w:rsidP="00666592">
            <w:pPr>
              <w:rPr>
                <w:sz w:val="20"/>
                <w:szCs w:val="20"/>
              </w:rPr>
            </w:pPr>
          </w:p>
        </w:tc>
        <w:tc>
          <w:tcPr>
            <w:tcW w:w="2500" w:type="pct"/>
          </w:tcPr>
          <w:p w14:paraId="406E6773" w14:textId="77777777" w:rsidR="00F20A85" w:rsidRPr="00B215D5" w:rsidRDefault="00F20A85" w:rsidP="00F20A85">
            <w:pPr>
              <w:tabs>
                <w:tab w:val="left" w:pos="1485"/>
              </w:tabs>
              <w:rPr>
                <w:b/>
                <w:sz w:val="20"/>
                <w:szCs w:val="20"/>
              </w:rPr>
            </w:pPr>
            <w:r w:rsidRPr="00B215D5">
              <w:rPr>
                <w:b/>
                <w:sz w:val="20"/>
                <w:szCs w:val="20"/>
              </w:rPr>
              <w:t>Risks to bycatch and protected species are minimal.</w:t>
            </w:r>
          </w:p>
          <w:p w14:paraId="406E6774" w14:textId="77777777" w:rsidR="00666592" w:rsidRPr="00B215D5" w:rsidRDefault="00F20A85" w:rsidP="00F20A85">
            <w:pPr>
              <w:rPr>
                <w:sz w:val="20"/>
                <w:szCs w:val="20"/>
              </w:rPr>
            </w:pPr>
            <w:r w:rsidRPr="00B215D5">
              <w:rPr>
                <w:color w:val="000000"/>
                <w:sz w:val="20"/>
                <w:szCs w:val="20"/>
              </w:rPr>
              <w:t>Not applicable. Bycatch is considered minimal due to the highly selective nature of harvest (i.e. hand collection).</w:t>
            </w:r>
          </w:p>
        </w:tc>
      </w:tr>
      <w:tr w:rsidR="00666592" w:rsidRPr="00B215D5" w14:paraId="406E677D"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06E6776" w14:textId="77777777" w:rsidR="00666592" w:rsidRPr="00B215D5" w:rsidRDefault="00666592" w:rsidP="00666592">
            <w:pPr>
              <w:ind w:left="426" w:hanging="426"/>
              <w:rPr>
                <w:sz w:val="20"/>
                <w:szCs w:val="20"/>
              </w:rPr>
            </w:pPr>
            <w:r w:rsidRPr="00B215D5">
              <w:rPr>
                <w:sz w:val="20"/>
                <w:szCs w:val="20"/>
              </w:rPr>
              <w:t>Principle 2 (ecosystem impacts)</w:t>
            </w:r>
          </w:p>
        </w:tc>
        <w:tc>
          <w:tcPr>
            <w:tcW w:w="500" w:type="pct"/>
            <w:shd w:val="clear" w:color="auto" w:fill="92D050"/>
            <w:vAlign w:val="center"/>
          </w:tcPr>
          <w:p w14:paraId="406E6777" w14:textId="77777777" w:rsidR="00666592" w:rsidRPr="00B215D5" w:rsidRDefault="00F20A85" w:rsidP="00666592">
            <w:pPr>
              <w:rPr>
                <w:sz w:val="20"/>
                <w:szCs w:val="20"/>
              </w:rPr>
            </w:pPr>
            <w:r w:rsidRPr="00B215D5">
              <w:rPr>
                <w:sz w:val="20"/>
                <w:szCs w:val="20"/>
              </w:rPr>
              <w:t>2</w:t>
            </w:r>
            <w:r w:rsidR="00666592" w:rsidRPr="00B215D5">
              <w:rPr>
                <w:sz w:val="20"/>
                <w:szCs w:val="20"/>
              </w:rPr>
              <w:t xml:space="preserve"> of 5 </w:t>
            </w:r>
          </w:p>
          <w:p w14:paraId="406E6778" w14:textId="77777777" w:rsidR="00666592" w:rsidRPr="00B215D5" w:rsidRDefault="00F20A85" w:rsidP="00F20A85">
            <w:pPr>
              <w:rPr>
                <w:sz w:val="20"/>
                <w:szCs w:val="20"/>
              </w:rPr>
            </w:pPr>
            <w:r w:rsidRPr="00B215D5">
              <w:rPr>
                <w:sz w:val="20"/>
                <w:szCs w:val="20"/>
              </w:rPr>
              <w:t>3</w:t>
            </w:r>
            <w:r w:rsidR="00666592" w:rsidRPr="00B215D5">
              <w:rPr>
                <w:sz w:val="20"/>
                <w:szCs w:val="20"/>
              </w:rPr>
              <w:t xml:space="preserve"> of 5 N/a</w:t>
            </w:r>
          </w:p>
        </w:tc>
        <w:tc>
          <w:tcPr>
            <w:tcW w:w="500" w:type="pct"/>
            <w:shd w:val="clear" w:color="auto" w:fill="auto"/>
            <w:vAlign w:val="center"/>
          </w:tcPr>
          <w:p w14:paraId="406E6779" w14:textId="77777777" w:rsidR="00666592" w:rsidRPr="00B215D5" w:rsidRDefault="00666592" w:rsidP="00666592">
            <w:pPr>
              <w:rPr>
                <w:sz w:val="20"/>
                <w:szCs w:val="20"/>
              </w:rPr>
            </w:pPr>
          </w:p>
        </w:tc>
        <w:tc>
          <w:tcPr>
            <w:tcW w:w="500" w:type="pct"/>
            <w:shd w:val="clear" w:color="auto" w:fill="auto"/>
          </w:tcPr>
          <w:p w14:paraId="406E677A" w14:textId="77777777" w:rsidR="00666592" w:rsidRPr="00B215D5" w:rsidRDefault="00666592" w:rsidP="00666592">
            <w:pPr>
              <w:rPr>
                <w:sz w:val="20"/>
                <w:szCs w:val="20"/>
              </w:rPr>
            </w:pPr>
          </w:p>
        </w:tc>
        <w:tc>
          <w:tcPr>
            <w:tcW w:w="2500" w:type="pct"/>
            <w:vAlign w:val="center"/>
          </w:tcPr>
          <w:p w14:paraId="406E677B" w14:textId="77777777" w:rsidR="00F20A85" w:rsidRPr="00B215D5" w:rsidRDefault="00F20A85" w:rsidP="00F20A85">
            <w:pPr>
              <w:rPr>
                <w:b/>
                <w:sz w:val="20"/>
                <w:szCs w:val="20"/>
              </w:rPr>
            </w:pPr>
            <w:r w:rsidRPr="00B215D5">
              <w:rPr>
                <w:b/>
                <w:sz w:val="20"/>
                <w:szCs w:val="20"/>
              </w:rPr>
              <w:t>Ecological risk is inherently low due to the fishing method used.</w:t>
            </w:r>
          </w:p>
          <w:p w14:paraId="406E677C" w14:textId="67BA6ACA" w:rsidR="00666592" w:rsidRPr="00B215D5" w:rsidRDefault="00F20A85" w:rsidP="005B27CB">
            <w:pPr>
              <w:rPr>
                <w:sz w:val="20"/>
                <w:szCs w:val="20"/>
              </w:rPr>
            </w:pPr>
            <w:r w:rsidRPr="00B215D5">
              <w:rPr>
                <w:bCs/>
                <w:sz w:val="20"/>
                <w:szCs w:val="20"/>
              </w:rPr>
              <w:t xml:space="preserve">While an analysis of risks has not been completed for the </w:t>
            </w:r>
            <w:r w:rsidR="005B27CB" w:rsidRPr="00B215D5">
              <w:rPr>
                <w:bCs/>
                <w:sz w:val="20"/>
                <w:szCs w:val="20"/>
              </w:rPr>
              <w:t>f</w:t>
            </w:r>
            <w:r w:rsidRPr="00B215D5">
              <w:rPr>
                <w:bCs/>
                <w:sz w:val="20"/>
                <w:szCs w:val="20"/>
              </w:rPr>
              <w:t xml:space="preserve">ishery, the impact on the wider ecosystem is considered minimal due to the selective nature of the fishing gear used (i.e. </w:t>
            </w:r>
            <w:r w:rsidRPr="00B215D5">
              <w:rPr>
                <w:sz w:val="20"/>
                <w:szCs w:val="20"/>
              </w:rPr>
              <w:t>hand collection</w:t>
            </w:r>
            <w:r w:rsidRPr="00B215D5">
              <w:rPr>
                <w:bCs/>
                <w:sz w:val="20"/>
                <w:szCs w:val="20"/>
              </w:rPr>
              <w:t>) and the small scale of the operations (two fishers in one discrete area).</w:t>
            </w:r>
          </w:p>
        </w:tc>
      </w:tr>
      <w:tr w:rsidR="00666592" w:rsidRPr="00B215D5" w14:paraId="406E677F"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06E677E" w14:textId="77777777" w:rsidR="00666592" w:rsidRPr="00B215D5" w:rsidRDefault="00666592" w:rsidP="00666592">
            <w:pPr>
              <w:rPr>
                <w:b/>
                <w:sz w:val="20"/>
                <w:szCs w:val="20"/>
              </w:rPr>
            </w:pPr>
            <w:r w:rsidRPr="00B215D5">
              <w:rPr>
                <w:b/>
                <w:sz w:val="20"/>
                <w:szCs w:val="20"/>
              </w:rPr>
              <w:lastRenderedPageBreak/>
              <w:t>EPBC requirements</w:t>
            </w:r>
          </w:p>
        </w:tc>
      </w:tr>
      <w:tr w:rsidR="00666592" w:rsidRPr="00B215D5" w14:paraId="406E6786"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06E6780" w14:textId="77777777" w:rsidR="00666592" w:rsidRPr="00B215D5" w:rsidRDefault="00666592" w:rsidP="00666592">
            <w:pPr>
              <w:ind w:left="426" w:hanging="426"/>
              <w:rPr>
                <w:sz w:val="20"/>
                <w:szCs w:val="20"/>
              </w:rPr>
            </w:pPr>
            <w:r w:rsidRPr="00B215D5">
              <w:rPr>
                <w:sz w:val="20"/>
                <w:szCs w:val="20"/>
              </w:rPr>
              <w:t>Part 12</w:t>
            </w:r>
          </w:p>
        </w:tc>
        <w:tc>
          <w:tcPr>
            <w:tcW w:w="500" w:type="pct"/>
            <w:shd w:val="clear" w:color="auto" w:fill="auto"/>
            <w:vAlign w:val="center"/>
          </w:tcPr>
          <w:p w14:paraId="406E6781" w14:textId="77777777" w:rsidR="00666592" w:rsidRPr="00B215D5" w:rsidRDefault="00666592" w:rsidP="00666592">
            <w:pPr>
              <w:rPr>
                <w:sz w:val="20"/>
                <w:szCs w:val="20"/>
              </w:rPr>
            </w:pPr>
          </w:p>
        </w:tc>
        <w:tc>
          <w:tcPr>
            <w:tcW w:w="500" w:type="pct"/>
            <w:shd w:val="clear" w:color="auto" w:fill="auto"/>
            <w:vAlign w:val="center"/>
          </w:tcPr>
          <w:p w14:paraId="406E6782" w14:textId="77777777" w:rsidR="00666592" w:rsidRPr="00B215D5" w:rsidRDefault="00666592" w:rsidP="00666592">
            <w:pPr>
              <w:rPr>
                <w:sz w:val="20"/>
                <w:szCs w:val="20"/>
              </w:rPr>
            </w:pPr>
          </w:p>
        </w:tc>
        <w:tc>
          <w:tcPr>
            <w:tcW w:w="500" w:type="pct"/>
            <w:shd w:val="clear" w:color="auto" w:fill="auto"/>
            <w:vAlign w:val="center"/>
          </w:tcPr>
          <w:p w14:paraId="406E6783" w14:textId="77777777" w:rsidR="00666592" w:rsidRPr="00B215D5" w:rsidRDefault="00666592" w:rsidP="00666592">
            <w:pPr>
              <w:rPr>
                <w:sz w:val="20"/>
                <w:szCs w:val="20"/>
              </w:rPr>
            </w:pPr>
          </w:p>
        </w:tc>
        <w:tc>
          <w:tcPr>
            <w:tcW w:w="2500" w:type="pct"/>
            <w:vAlign w:val="center"/>
          </w:tcPr>
          <w:p w14:paraId="406E6784" w14:textId="77777777" w:rsidR="00666592" w:rsidRPr="00B215D5" w:rsidRDefault="00666592" w:rsidP="00666592">
            <w:pPr>
              <w:rPr>
                <w:b/>
                <w:sz w:val="20"/>
                <w:szCs w:val="20"/>
              </w:rPr>
            </w:pPr>
            <w:r w:rsidRPr="00B215D5">
              <w:rPr>
                <w:b/>
                <w:sz w:val="20"/>
                <w:szCs w:val="20"/>
              </w:rPr>
              <w:t>Not applicable.</w:t>
            </w:r>
          </w:p>
          <w:p w14:paraId="406E6785" w14:textId="77777777" w:rsidR="00666592" w:rsidRPr="00B215D5" w:rsidRDefault="00F20A85" w:rsidP="00666592">
            <w:pPr>
              <w:rPr>
                <w:sz w:val="20"/>
                <w:szCs w:val="20"/>
              </w:rPr>
            </w:pPr>
            <w:r w:rsidRPr="00B215D5">
              <w:rPr>
                <w:sz w:val="20"/>
                <w:szCs w:val="20"/>
              </w:rPr>
              <w:t>There is no fishing activity within areas covered by a bioregional plan.</w:t>
            </w:r>
          </w:p>
        </w:tc>
      </w:tr>
      <w:tr w:rsidR="00666592" w:rsidRPr="00B215D5" w14:paraId="406E678D"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06E6787" w14:textId="77777777" w:rsidR="00666592" w:rsidRPr="00B215D5" w:rsidRDefault="00666592" w:rsidP="00666592">
            <w:pPr>
              <w:ind w:left="426" w:hanging="426"/>
              <w:rPr>
                <w:sz w:val="20"/>
                <w:szCs w:val="20"/>
              </w:rPr>
            </w:pPr>
            <w:r w:rsidRPr="00B215D5">
              <w:rPr>
                <w:sz w:val="20"/>
                <w:szCs w:val="20"/>
              </w:rPr>
              <w:t>Part 13</w:t>
            </w:r>
          </w:p>
        </w:tc>
        <w:tc>
          <w:tcPr>
            <w:tcW w:w="500" w:type="pct"/>
            <w:shd w:val="clear" w:color="auto" w:fill="auto"/>
            <w:vAlign w:val="center"/>
          </w:tcPr>
          <w:p w14:paraId="406E6788" w14:textId="77777777" w:rsidR="00666592" w:rsidRPr="00B215D5" w:rsidRDefault="00666592" w:rsidP="00666592">
            <w:pPr>
              <w:rPr>
                <w:sz w:val="20"/>
                <w:szCs w:val="20"/>
              </w:rPr>
            </w:pPr>
          </w:p>
        </w:tc>
        <w:tc>
          <w:tcPr>
            <w:tcW w:w="500" w:type="pct"/>
            <w:shd w:val="clear" w:color="auto" w:fill="auto"/>
            <w:vAlign w:val="center"/>
          </w:tcPr>
          <w:p w14:paraId="406E6789" w14:textId="77777777" w:rsidR="00666592" w:rsidRPr="00B215D5" w:rsidRDefault="00666592" w:rsidP="00666592">
            <w:pPr>
              <w:rPr>
                <w:sz w:val="20"/>
                <w:szCs w:val="20"/>
              </w:rPr>
            </w:pPr>
          </w:p>
        </w:tc>
        <w:tc>
          <w:tcPr>
            <w:tcW w:w="500" w:type="pct"/>
            <w:shd w:val="clear" w:color="auto" w:fill="auto"/>
            <w:vAlign w:val="center"/>
          </w:tcPr>
          <w:p w14:paraId="406E678A" w14:textId="77777777" w:rsidR="00666592" w:rsidRPr="00B215D5" w:rsidRDefault="00666592" w:rsidP="00666592">
            <w:pPr>
              <w:rPr>
                <w:sz w:val="20"/>
                <w:szCs w:val="20"/>
              </w:rPr>
            </w:pPr>
          </w:p>
        </w:tc>
        <w:tc>
          <w:tcPr>
            <w:tcW w:w="2500" w:type="pct"/>
            <w:vAlign w:val="center"/>
          </w:tcPr>
          <w:p w14:paraId="406E678B" w14:textId="77777777" w:rsidR="00F20A85" w:rsidRPr="00B215D5" w:rsidRDefault="00F20A85" w:rsidP="00F20A85">
            <w:pPr>
              <w:rPr>
                <w:b/>
                <w:sz w:val="20"/>
                <w:szCs w:val="20"/>
              </w:rPr>
            </w:pPr>
            <w:r w:rsidRPr="00B215D5">
              <w:rPr>
                <w:b/>
                <w:sz w:val="20"/>
                <w:szCs w:val="20"/>
              </w:rPr>
              <w:t>Not applicable.</w:t>
            </w:r>
          </w:p>
          <w:p w14:paraId="406E678C" w14:textId="410A5542" w:rsidR="00666592" w:rsidRPr="00B215D5" w:rsidRDefault="00F20A85" w:rsidP="005B27CB">
            <w:pPr>
              <w:rPr>
                <w:sz w:val="20"/>
                <w:szCs w:val="20"/>
              </w:rPr>
            </w:pPr>
            <w:r w:rsidRPr="00B215D5">
              <w:rPr>
                <w:sz w:val="20"/>
                <w:szCs w:val="20"/>
              </w:rPr>
              <w:t xml:space="preserve">No Part 13 assessment required as no fishing activity occurs in the Commonwealth </w:t>
            </w:r>
            <w:r w:rsidR="005B27CB" w:rsidRPr="00B215D5">
              <w:rPr>
                <w:sz w:val="20"/>
                <w:szCs w:val="20"/>
              </w:rPr>
              <w:t>marine a</w:t>
            </w:r>
            <w:r w:rsidRPr="00B215D5">
              <w:rPr>
                <w:sz w:val="20"/>
                <w:szCs w:val="20"/>
              </w:rPr>
              <w:t>rea.</w:t>
            </w:r>
          </w:p>
        </w:tc>
      </w:tr>
      <w:tr w:rsidR="00666592" w:rsidRPr="00B215D5" w14:paraId="406E6796"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06E678E" w14:textId="77777777" w:rsidR="00666592" w:rsidRPr="00B215D5" w:rsidRDefault="00666592" w:rsidP="00666592">
            <w:pPr>
              <w:ind w:left="426" w:hanging="426"/>
              <w:rPr>
                <w:sz w:val="20"/>
                <w:szCs w:val="20"/>
              </w:rPr>
            </w:pPr>
            <w:r w:rsidRPr="00B215D5">
              <w:rPr>
                <w:sz w:val="20"/>
                <w:szCs w:val="20"/>
              </w:rPr>
              <w:t>Part 13A</w:t>
            </w:r>
          </w:p>
        </w:tc>
        <w:tc>
          <w:tcPr>
            <w:tcW w:w="500" w:type="pct"/>
            <w:shd w:val="clear" w:color="auto" w:fill="92D050"/>
            <w:vAlign w:val="center"/>
          </w:tcPr>
          <w:p w14:paraId="406E678F" w14:textId="77777777" w:rsidR="00666592" w:rsidRPr="00B215D5" w:rsidRDefault="00666592" w:rsidP="00666592">
            <w:pPr>
              <w:rPr>
                <w:sz w:val="20"/>
                <w:szCs w:val="20"/>
              </w:rPr>
            </w:pPr>
            <w:r w:rsidRPr="00B215D5">
              <w:rPr>
                <w:sz w:val="20"/>
                <w:szCs w:val="20"/>
              </w:rPr>
              <w:t>1 of 3</w:t>
            </w:r>
          </w:p>
          <w:p w14:paraId="406E6790" w14:textId="77777777" w:rsidR="00666592" w:rsidRPr="00B215D5" w:rsidRDefault="00666592" w:rsidP="00666592">
            <w:pPr>
              <w:rPr>
                <w:sz w:val="20"/>
                <w:szCs w:val="20"/>
              </w:rPr>
            </w:pPr>
            <w:r w:rsidRPr="00B215D5">
              <w:rPr>
                <w:sz w:val="20"/>
                <w:szCs w:val="20"/>
              </w:rPr>
              <w:t>1 of 3 N/a</w:t>
            </w:r>
          </w:p>
        </w:tc>
        <w:tc>
          <w:tcPr>
            <w:tcW w:w="500" w:type="pct"/>
            <w:shd w:val="clear" w:color="auto" w:fill="FFC000"/>
            <w:vAlign w:val="center"/>
          </w:tcPr>
          <w:p w14:paraId="406E6791" w14:textId="77777777" w:rsidR="00666592" w:rsidRPr="00B215D5" w:rsidRDefault="00666592" w:rsidP="00666592">
            <w:pPr>
              <w:rPr>
                <w:sz w:val="20"/>
                <w:szCs w:val="20"/>
              </w:rPr>
            </w:pPr>
            <w:r w:rsidRPr="00B215D5">
              <w:rPr>
                <w:sz w:val="20"/>
                <w:szCs w:val="20"/>
              </w:rPr>
              <w:t>1 of 3</w:t>
            </w:r>
          </w:p>
        </w:tc>
        <w:tc>
          <w:tcPr>
            <w:tcW w:w="500" w:type="pct"/>
            <w:shd w:val="clear" w:color="auto" w:fill="auto"/>
            <w:vAlign w:val="center"/>
          </w:tcPr>
          <w:p w14:paraId="406E6792" w14:textId="77777777" w:rsidR="00666592" w:rsidRPr="00B215D5" w:rsidRDefault="00666592" w:rsidP="00666592">
            <w:pPr>
              <w:rPr>
                <w:sz w:val="20"/>
                <w:szCs w:val="20"/>
              </w:rPr>
            </w:pPr>
          </w:p>
        </w:tc>
        <w:tc>
          <w:tcPr>
            <w:tcW w:w="2500" w:type="pct"/>
            <w:vAlign w:val="center"/>
          </w:tcPr>
          <w:p w14:paraId="406E6793" w14:textId="77777777" w:rsidR="00F20A85" w:rsidRPr="00B215D5" w:rsidRDefault="00F20A85" w:rsidP="00F20A85">
            <w:pPr>
              <w:rPr>
                <w:b/>
                <w:sz w:val="20"/>
                <w:szCs w:val="20"/>
              </w:rPr>
            </w:pPr>
            <w:r w:rsidRPr="00B215D5">
              <w:rPr>
                <w:b/>
                <w:sz w:val="20"/>
                <w:szCs w:val="20"/>
              </w:rPr>
              <w:t>Partially meets.</w:t>
            </w:r>
          </w:p>
          <w:p w14:paraId="406E6795" w14:textId="42D90FFF" w:rsidR="00666592" w:rsidRPr="00B215D5" w:rsidRDefault="00F20A85" w:rsidP="005B27CB">
            <w:pPr>
              <w:rPr>
                <w:sz w:val="20"/>
                <w:szCs w:val="20"/>
              </w:rPr>
            </w:pPr>
            <w:r w:rsidRPr="00B215D5">
              <w:rPr>
                <w:sz w:val="20"/>
                <w:szCs w:val="20"/>
              </w:rPr>
              <w:t>The Department considers that the amendment of the list of exempt native specimens to include Native Oysters taken in the Tasmanian Shellfish Fishery would be consistent with the provisions of Part 13A.</w:t>
            </w:r>
            <w:r w:rsidR="005B27CB" w:rsidRPr="00B215D5">
              <w:rPr>
                <w:sz w:val="20"/>
                <w:szCs w:val="20"/>
              </w:rPr>
              <w:t xml:space="preserve"> </w:t>
            </w:r>
            <w:r w:rsidRPr="00B215D5">
              <w:rPr>
                <w:sz w:val="20"/>
                <w:szCs w:val="20"/>
              </w:rPr>
              <w:t>There is limited consultation if LENS is amended, although it is sufficient for strict requirements, as per advice to Minister in MS14-002367.</w:t>
            </w:r>
          </w:p>
        </w:tc>
      </w:tr>
      <w:tr w:rsidR="00666592" w:rsidRPr="00B215D5" w14:paraId="406E679D"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06E6797" w14:textId="77777777" w:rsidR="00666592" w:rsidRPr="00B215D5" w:rsidRDefault="00666592" w:rsidP="00666592">
            <w:pPr>
              <w:ind w:left="426" w:hanging="426"/>
              <w:rPr>
                <w:sz w:val="20"/>
                <w:szCs w:val="20"/>
              </w:rPr>
            </w:pPr>
            <w:r w:rsidRPr="00B215D5">
              <w:rPr>
                <w:sz w:val="20"/>
                <w:szCs w:val="20"/>
              </w:rPr>
              <w:t>Part 16</w:t>
            </w:r>
          </w:p>
        </w:tc>
        <w:tc>
          <w:tcPr>
            <w:tcW w:w="500" w:type="pct"/>
            <w:shd w:val="clear" w:color="auto" w:fill="92D050"/>
            <w:vAlign w:val="center"/>
          </w:tcPr>
          <w:p w14:paraId="406E6798" w14:textId="77777777" w:rsidR="00666592" w:rsidRPr="00B215D5" w:rsidRDefault="00666592" w:rsidP="00666592">
            <w:pPr>
              <w:rPr>
                <w:sz w:val="20"/>
                <w:szCs w:val="20"/>
              </w:rPr>
            </w:pPr>
            <w:r w:rsidRPr="00B215D5">
              <w:rPr>
                <w:sz w:val="20"/>
                <w:szCs w:val="20"/>
              </w:rPr>
              <w:t>1 of 1</w:t>
            </w:r>
          </w:p>
        </w:tc>
        <w:tc>
          <w:tcPr>
            <w:tcW w:w="500" w:type="pct"/>
            <w:shd w:val="clear" w:color="auto" w:fill="auto"/>
            <w:vAlign w:val="center"/>
          </w:tcPr>
          <w:p w14:paraId="406E6799" w14:textId="77777777" w:rsidR="00666592" w:rsidRPr="00B215D5" w:rsidRDefault="00666592" w:rsidP="00666592">
            <w:pPr>
              <w:rPr>
                <w:sz w:val="20"/>
                <w:szCs w:val="20"/>
              </w:rPr>
            </w:pPr>
          </w:p>
        </w:tc>
        <w:tc>
          <w:tcPr>
            <w:tcW w:w="500" w:type="pct"/>
            <w:shd w:val="clear" w:color="auto" w:fill="auto"/>
            <w:vAlign w:val="center"/>
          </w:tcPr>
          <w:p w14:paraId="406E679A" w14:textId="77777777" w:rsidR="00666592" w:rsidRPr="00B215D5" w:rsidRDefault="00666592" w:rsidP="00666592">
            <w:pPr>
              <w:rPr>
                <w:sz w:val="20"/>
                <w:szCs w:val="20"/>
              </w:rPr>
            </w:pPr>
          </w:p>
        </w:tc>
        <w:tc>
          <w:tcPr>
            <w:tcW w:w="2500" w:type="pct"/>
            <w:vAlign w:val="center"/>
          </w:tcPr>
          <w:p w14:paraId="406E679B" w14:textId="77777777" w:rsidR="00F20A85" w:rsidRPr="00B215D5" w:rsidRDefault="00F20A85" w:rsidP="00666592">
            <w:pPr>
              <w:rPr>
                <w:b/>
                <w:sz w:val="20"/>
                <w:szCs w:val="20"/>
              </w:rPr>
            </w:pPr>
            <w:r w:rsidRPr="00B215D5">
              <w:rPr>
                <w:b/>
                <w:sz w:val="20"/>
                <w:szCs w:val="20"/>
              </w:rPr>
              <w:t>Meets.</w:t>
            </w:r>
          </w:p>
          <w:p w14:paraId="406E679C" w14:textId="77777777" w:rsidR="00666592" w:rsidRPr="00B215D5" w:rsidRDefault="00F20A85" w:rsidP="00666592">
            <w:pPr>
              <w:rPr>
                <w:sz w:val="20"/>
                <w:szCs w:val="20"/>
              </w:rPr>
            </w:pPr>
            <w:r w:rsidRPr="00B215D5">
              <w:rPr>
                <w:sz w:val="20"/>
                <w:szCs w:val="20"/>
              </w:rPr>
              <w:t>The Department has accounted for the precautionary principle in the preparation of its advice.</w:t>
            </w:r>
          </w:p>
        </w:tc>
      </w:tr>
      <w:tr w:rsidR="00666592" w:rsidRPr="00B215D5" w14:paraId="406E67A0" w14:textId="77777777" w:rsidTr="00860544">
        <w:trPr>
          <w:cnfStyle w:val="000000010000" w:firstRow="0" w:lastRow="0" w:firstColumn="0" w:lastColumn="0" w:oddVBand="0" w:evenVBand="0" w:oddHBand="0" w:evenHBand="1" w:firstRowFirstColumn="0" w:firstRowLastColumn="0" w:lastRowFirstColumn="0" w:lastRowLastColumn="0"/>
        </w:trPr>
        <w:tc>
          <w:tcPr>
            <w:tcW w:w="5000" w:type="pct"/>
            <w:gridSpan w:val="5"/>
            <w:vAlign w:val="center"/>
          </w:tcPr>
          <w:p w14:paraId="406E679E" w14:textId="77777777" w:rsidR="00666592" w:rsidRPr="00B215D5" w:rsidRDefault="00666592" w:rsidP="00666592">
            <w:pPr>
              <w:rPr>
                <w:rStyle w:val="Emphasis"/>
                <w:i w:val="0"/>
                <w:iCs w:val="0"/>
                <w:sz w:val="20"/>
                <w:szCs w:val="20"/>
              </w:rPr>
            </w:pPr>
            <w:r w:rsidRPr="00B215D5">
              <w:rPr>
                <w:rStyle w:val="Emphasis"/>
                <w:b/>
                <w:i w:val="0"/>
                <w:sz w:val="20"/>
                <w:szCs w:val="20"/>
              </w:rPr>
              <w:t>Conclusion</w:t>
            </w:r>
            <w:r w:rsidRPr="00B215D5">
              <w:rPr>
                <w:rStyle w:val="Emphasis"/>
                <w:i w:val="0"/>
                <w:sz w:val="20"/>
                <w:szCs w:val="20"/>
              </w:rPr>
              <w:t>:</w:t>
            </w:r>
          </w:p>
          <w:p w14:paraId="406E679F" w14:textId="77777777" w:rsidR="00666592" w:rsidRPr="00B215D5" w:rsidRDefault="00F20A85" w:rsidP="00666592">
            <w:pPr>
              <w:rPr>
                <w:sz w:val="20"/>
                <w:szCs w:val="20"/>
              </w:rPr>
            </w:pPr>
            <w:r w:rsidRPr="00B215D5">
              <w:rPr>
                <w:rStyle w:val="Emphasis"/>
                <w:i w:val="0"/>
                <w:iCs w:val="0"/>
                <w:sz w:val="20"/>
                <w:szCs w:val="20"/>
              </w:rPr>
              <w:t>Native oyster (</w:t>
            </w:r>
            <w:r w:rsidRPr="00B215D5">
              <w:rPr>
                <w:rStyle w:val="Emphasis"/>
                <w:iCs w:val="0"/>
                <w:sz w:val="20"/>
                <w:szCs w:val="20"/>
              </w:rPr>
              <w:t>Ostrea angasi</w:t>
            </w:r>
            <w:r w:rsidRPr="00B215D5">
              <w:rPr>
                <w:rStyle w:val="Emphasis"/>
                <w:i w:val="0"/>
                <w:iCs w:val="0"/>
                <w:sz w:val="20"/>
                <w:szCs w:val="20"/>
              </w:rPr>
              <w:t xml:space="preserve">) is harvested by hand collection in Georges Bay, Tasmania. Stocks are assessed regularly by the Institute of Marine and Antarctic Studies (IMAS) and the total allowable commercial catch (TACC) is set based on estimates of the harvestable proportion. </w:t>
            </w:r>
            <w:r w:rsidRPr="00B215D5">
              <w:rPr>
                <w:sz w:val="20"/>
                <w:szCs w:val="20"/>
              </w:rPr>
              <w:t>A harvest level of 16 per cent of the biomass of native oysters in a zone is considered to be a sustainable level. However, IMAS take a highly precautionary approach and set the TACC at 10 per cent which provides a significant safety buffer for the fishery. There are no bycatch, protected species or wider ecosystem concerns with this fishery, therefore it meets all environmental requirements of the EPBC Act and most of the Guidelines.</w:t>
            </w:r>
          </w:p>
        </w:tc>
      </w:tr>
      <w:tr w:rsidR="00666592" w:rsidRPr="00B215D5" w14:paraId="406E67A3"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06E67A1" w14:textId="77777777" w:rsidR="00861B8A" w:rsidRPr="00B215D5" w:rsidRDefault="00F20A85" w:rsidP="00861B8A">
            <w:pPr>
              <w:rPr>
                <w:rStyle w:val="Emphasis"/>
                <w:i w:val="0"/>
                <w:iCs w:val="0"/>
                <w:sz w:val="20"/>
                <w:szCs w:val="20"/>
              </w:rPr>
            </w:pPr>
            <w:r w:rsidRPr="00B215D5">
              <w:rPr>
                <w:rStyle w:val="Emphasis"/>
                <w:b/>
                <w:i w:val="0"/>
                <w:iCs w:val="0"/>
                <w:sz w:val="20"/>
                <w:szCs w:val="20"/>
              </w:rPr>
              <w:t>Final recommendation for 2016 assessment of the take of native oysters in the Tasmanian Shellfish Fishery</w:t>
            </w:r>
            <w:r w:rsidRPr="00B215D5">
              <w:rPr>
                <w:rStyle w:val="Emphasis"/>
                <w:i w:val="0"/>
                <w:iCs w:val="0"/>
                <w:sz w:val="20"/>
                <w:szCs w:val="20"/>
              </w:rPr>
              <w:t>:</w:t>
            </w:r>
          </w:p>
          <w:p w14:paraId="406E67A2" w14:textId="77777777" w:rsidR="00666592" w:rsidRPr="00B215D5" w:rsidRDefault="00F20A85" w:rsidP="00861B8A">
            <w:pPr>
              <w:rPr>
                <w:b/>
                <w:i/>
                <w:sz w:val="20"/>
                <w:szCs w:val="20"/>
              </w:rPr>
            </w:pPr>
            <w:r w:rsidRPr="00B215D5">
              <w:rPr>
                <w:rStyle w:val="Emphasis"/>
                <w:i w:val="0"/>
                <w:iCs w:val="0"/>
                <w:sz w:val="20"/>
                <w:szCs w:val="20"/>
              </w:rPr>
              <w:t>Low risk, eligible for 10 year approval (2016-2026).</w:t>
            </w:r>
          </w:p>
        </w:tc>
      </w:tr>
    </w:tbl>
    <w:p w14:paraId="406E67A4" w14:textId="77777777" w:rsidR="003A047E" w:rsidRPr="00E53632" w:rsidRDefault="003A047E" w:rsidP="00E53632">
      <w:pPr>
        <w:rPr>
          <w:rStyle w:val="Emphasis"/>
          <w:i w:val="0"/>
          <w:iCs w:val="0"/>
          <w:sz w:val="22"/>
          <w:szCs w:val="22"/>
        </w:rPr>
      </w:pPr>
    </w:p>
    <w:p w14:paraId="406E67A7" w14:textId="77777777" w:rsidR="003A047E" w:rsidRPr="00E53632" w:rsidRDefault="003A047E" w:rsidP="00E53632">
      <w:pPr>
        <w:rPr>
          <w:rStyle w:val="Emphasis"/>
          <w:i w:val="0"/>
          <w:iCs w:val="0"/>
          <w:sz w:val="22"/>
          <w:szCs w:val="22"/>
          <w:u w:val="single"/>
        </w:rPr>
      </w:pPr>
    </w:p>
    <w:p w14:paraId="406E67A8" w14:textId="77777777" w:rsidR="003A047E" w:rsidRPr="00E53632" w:rsidRDefault="003A047E" w:rsidP="00E53632">
      <w:pPr>
        <w:rPr>
          <w:rStyle w:val="Emphasis"/>
          <w:i w:val="0"/>
          <w:iCs w:val="0"/>
          <w:sz w:val="22"/>
          <w:szCs w:val="22"/>
          <w:u w:val="single"/>
        </w:rPr>
      </w:pPr>
    </w:p>
    <w:p w14:paraId="406E67A9" w14:textId="77777777" w:rsidR="003A047E" w:rsidRPr="00E53632" w:rsidRDefault="003A047E" w:rsidP="00E53632">
      <w:pPr>
        <w:rPr>
          <w:rStyle w:val="Emphasis"/>
          <w:b/>
          <w:i w:val="0"/>
          <w:iCs w:val="0"/>
          <w:sz w:val="22"/>
          <w:szCs w:val="22"/>
          <w:u w:val="single"/>
        </w:rPr>
        <w:sectPr w:rsidR="003A047E" w:rsidRPr="00E53632" w:rsidSect="00625455">
          <w:pgSz w:w="16838" w:h="11906" w:orient="landscape"/>
          <w:pgMar w:top="709" w:right="1361" w:bottom="709" w:left="1361" w:header="709" w:footer="54" w:gutter="0"/>
          <w:cols w:space="708"/>
          <w:docGrid w:linePitch="360"/>
        </w:sectPr>
      </w:pPr>
    </w:p>
    <w:p w14:paraId="406E67AA" w14:textId="77777777" w:rsidR="003A047E" w:rsidRPr="00B215D5" w:rsidRDefault="003A047E" w:rsidP="00671E4C">
      <w:pPr>
        <w:rPr>
          <w:rStyle w:val="Emphasis"/>
          <w:b/>
          <w:i w:val="0"/>
          <w:iCs w:val="0"/>
          <w:sz w:val="22"/>
          <w:szCs w:val="22"/>
          <w:u w:val="single"/>
        </w:rPr>
      </w:pPr>
      <w:r w:rsidRPr="00B215D5">
        <w:rPr>
          <w:rStyle w:val="Emphasis"/>
          <w:b/>
          <w:i w:val="0"/>
          <w:sz w:val="22"/>
          <w:szCs w:val="22"/>
          <w:u w:val="single"/>
        </w:rPr>
        <w:lastRenderedPageBreak/>
        <w:t>Notes:</w:t>
      </w:r>
    </w:p>
    <w:p w14:paraId="406E67AB" w14:textId="77777777" w:rsidR="003A047E" w:rsidRPr="00B215D5" w:rsidRDefault="003A047E" w:rsidP="00671E4C">
      <w:pPr>
        <w:rPr>
          <w:b/>
          <w:sz w:val="22"/>
          <w:szCs w:val="22"/>
        </w:rPr>
      </w:pPr>
      <w:r w:rsidRPr="00B215D5">
        <w:rPr>
          <w:b/>
          <w:sz w:val="22"/>
          <w:szCs w:val="22"/>
        </w:rPr>
        <w:t xml:space="preserve">Assessment history: </w:t>
      </w:r>
    </w:p>
    <w:p w14:paraId="406E67AC" w14:textId="480C898C" w:rsidR="003A047E" w:rsidRPr="00B215D5" w:rsidRDefault="003A047E" w:rsidP="00671E4C">
      <w:pPr>
        <w:rPr>
          <w:sz w:val="22"/>
          <w:szCs w:val="22"/>
        </w:rPr>
      </w:pPr>
      <w:r w:rsidRPr="00B215D5">
        <w:rPr>
          <w:sz w:val="22"/>
          <w:szCs w:val="22"/>
        </w:rPr>
        <w:t>The assessment history</w:t>
      </w:r>
      <w:r w:rsidR="00DE3862" w:rsidRPr="00B215D5">
        <w:rPr>
          <w:sz w:val="22"/>
          <w:szCs w:val="22"/>
        </w:rPr>
        <w:t>, including agency applications</w:t>
      </w:r>
      <w:r w:rsidRPr="00B215D5">
        <w:rPr>
          <w:sz w:val="22"/>
          <w:szCs w:val="22"/>
        </w:rPr>
        <w:t xml:space="preserve"> for the </w:t>
      </w:r>
      <w:r w:rsidR="005B27CB" w:rsidRPr="00B215D5">
        <w:rPr>
          <w:sz w:val="22"/>
          <w:szCs w:val="22"/>
        </w:rPr>
        <w:t xml:space="preserve">take of Native Oysters in the </w:t>
      </w:r>
      <w:r w:rsidRPr="00B215D5">
        <w:rPr>
          <w:sz w:val="22"/>
          <w:szCs w:val="22"/>
        </w:rPr>
        <w:t xml:space="preserve">Tasmanian </w:t>
      </w:r>
      <w:r w:rsidR="005B27CB" w:rsidRPr="00B215D5">
        <w:rPr>
          <w:sz w:val="22"/>
          <w:szCs w:val="22"/>
        </w:rPr>
        <w:t>Shellfish</w:t>
      </w:r>
      <w:r w:rsidRPr="00B215D5">
        <w:rPr>
          <w:sz w:val="22"/>
          <w:szCs w:val="22"/>
        </w:rPr>
        <w:t xml:space="preserve"> Fishery is available on the Departments website at </w:t>
      </w:r>
      <w:hyperlink r:id="rId15" w:history="1">
        <w:r w:rsidR="005B27CB" w:rsidRPr="00B215D5">
          <w:rPr>
            <w:rStyle w:val="Hyperlink"/>
            <w:sz w:val="22"/>
            <w:szCs w:val="22"/>
          </w:rPr>
          <w:t>http://environment.gov.au/marine/fisheries/tas/native-oyster</w:t>
        </w:r>
      </w:hyperlink>
      <w:r w:rsidRPr="00B215D5">
        <w:rPr>
          <w:sz w:val="22"/>
          <w:szCs w:val="22"/>
        </w:rPr>
        <w:t>.</w:t>
      </w:r>
      <w:r w:rsidR="005B27CB" w:rsidRPr="00B215D5">
        <w:rPr>
          <w:sz w:val="22"/>
          <w:szCs w:val="22"/>
        </w:rPr>
        <w:t xml:space="preserve"> </w:t>
      </w:r>
    </w:p>
    <w:p w14:paraId="406E67AD" w14:textId="3B395510" w:rsidR="00860544" w:rsidRPr="00B215D5" w:rsidRDefault="00860544" w:rsidP="00671E4C">
      <w:pPr>
        <w:rPr>
          <w:sz w:val="22"/>
          <w:szCs w:val="22"/>
        </w:rPr>
      </w:pPr>
      <w:r w:rsidRPr="00B215D5">
        <w:rPr>
          <w:sz w:val="22"/>
          <w:szCs w:val="22"/>
        </w:rPr>
        <w:t>1</w:t>
      </w:r>
      <w:r w:rsidRPr="00B215D5">
        <w:rPr>
          <w:sz w:val="22"/>
          <w:szCs w:val="22"/>
          <w:vertAlign w:val="superscript"/>
        </w:rPr>
        <w:t>st</w:t>
      </w:r>
      <w:r w:rsidRPr="00B215D5">
        <w:rPr>
          <w:sz w:val="22"/>
          <w:szCs w:val="22"/>
        </w:rPr>
        <w:t xml:space="preserve"> assessment finalised </w:t>
      </w:r>
      <w:r w:rsidR="00562685" w:rsidRPr="00B215D5">
        <w:rPr>
          <w:sz w:val="22"/>
          <w:szCs w:val="22"/>
        </w:rPr>
        <w:t xml:space="preserve">November </w:t>
      </w:r>
      <w:r w:rsidR="0064096B" w:rsidRPr="00B215D5">
        <w:rPr>
          <w:sz w:val="22"/>
          <w:szCs w:val="22"/>
        </w:rPr>
        <w:t xml:space="preserve">2004 </w:t>
      </w:r>
      <w:r w:rsidRPr="00B215D5">
        <w:rPr>
          <w:sz w:val="22"/>
          <w:szCs w:val="22"/>
        </w:rPr>
        <w:t>–</w:t>
      </w:r>
      <w:r w:rsidR="00F20A85" w:rsidRPr="00B215D5">
        <w:rPr>
          <w:sz w:val="22"/>
          <w:szCs w:val="22"/>
        </w:rPr>
        <w:t xml:space="preserve"> Exempt from </w:t>
      </w:r>
      <w:r w:rsidR="005B27CB" w:rsidRPr="00B215D5">
        <w:rPr>
          <w:sz w:val="22"/>
          <w:szCs w:val="22"/>
        </w:rPr>
        <w:t>Part 13A</w:t>
      </w:r>
      <w:r w:rsidR="00F20A85" w:rsidRPr="00B215D5">
        <w:rPr>
          <w:sz w:val="22"/>
          <w:szCs w:val="22"/>
        </w:rPr>
        <w:t xml:space="preserve"> export prov</w:t>
      </w:r>
      <w:r w:rsidR="005B27CB" w:rsidRPr="00B215D5">
        <w:rPr>
          <w:sz w:val="22"/>
          <w:szCs w:val="22"/>
        </w:rPr>
        <w:t xml:space="preserve">isions of the EPBC Act while a </w:t>
      </w:r>
      <w:r w:rsidR="00F20A85" w:rsidRPr="00B215D5">
        <w:rPr>
          <w:sz w:val="22"/>
          <w:szCs w:val="22"/>
        </w:rPr>
        <w:t xml:space="preserve">wildlife trade operation (WTO) </w:t>
      </w:r>
      <w:r w:rsidR="005B27CB" w:rsidRPr="00B215D5">
        <w:rPr>
          <w:sz w:val="22"/>
          <w:szCs w:val="22"/>
        </w:rPr>
        <w:t xml:space="preserve">declaration is in place for the fishery </w:t>
      </w:r>
      <w:r w:rsidR="00C31FA1" w:rsidRPr="00B215D5">
        <w:rPr>
          <w:sz w:val="22"/>
          <w:szCs w:val="22"/>
        </w:rPr>
        <w:t xml:space="preserve">until </w:t>
      </w:r>
      <w:r w:rsidR="00F20A85" w:rsidRPr="00B215D5">
        <w:rPr>
          <w:sz w:val="22"/>
          <w:szCs w:val="22"/>
        </w:rPr>
        <w:t>12</w:t>
      </w:r>
      <w:r w:rsidR="0064096B" w:rsidRPr="00B215D5">
        <w:rPr>
          <w:sz w:val="22"/>
          <w:szCs w:val="22"/>
        </w:rPr>
        <w:t> </w:t>
      </w:r>
      <w:r w:rsidR="00F20A85" w:rsidRPr="00B215D5">
        <w:rPr>
          <w:sz w:val="22"/>
          <w:szCs w:val="22"/>
        </w:rPr>
        <w:t>May 2007</w:t>
      </w:r>
      <w:r w:rsidR="0064096B" w:rsidRPr="00B215D5">
        <w:rPr>
          <w:sz w:val="22"/>
          <w:szCs w:val="22"/>
        </w:rPr>
        <w:t xml:space="preserve"> </w:t>
      </w:r>
      <w:r w:rsidR="00C31FA1" w:rsidRPr="00B215D5">
        <w:rPr>
          <w:sz w:val="22"/>
          <w:szCs w:val="22"/>
        </w:rPr>
        <w:t>(</w:t>
      </w:r>
      <w:r w:rsidR="0064096B" w:rsidRPr="00B215D5">
        <w:rPr>
          <w:color w:val="000000"/>
          <w:sz w:val="22"/>
          <w:szCs w:val="22"/>
        </w:rPr>
        <w:t xml:space="preserve">GN </w:t>
      </w:r>
      <w:r w:rsidR="00F20A85" w:rsidRPr="00B215D5">
        <w:rPr>
          <w:color w:val="000000"/>
          <w:sz w:val="22"/>
          <w:szCs w:val="22"/>
        </w:rPr>
        <w:t>25</w:t>
      </w:r>
      <w:r w:rsidR="0064096B" w:rsidRPr="00B215D5">
        <w:rPr>
          <w:color w:val="000000"/>
          <w:sz w:val="22"/>
          <w:szCs w:val="22"/>
        </w:rPr>
        <w:t xml:space="preserve">, </w:t>
      </w:r>
      <w:r w:rsidR="00F20A85" w:rsidRPr="00B215D5">
        <w:rPr>
          <w:color w:val="000000"/>
          <w:sz w:val="22"/>
          <w:szCs w:val="22"/>
        </w:rPr>
        <w:t>23</w:t>
      </w:r>
      <w:r w:rsidR="005B27CB" w:rsidRPr="00B215D5">
        <w:rPr>
          <w:color w:val="000000"/>
          <w:sz w:val="22"/>
          <w:szCs w:val="22"/>
        </w:rPr>
        <w:t> </w:t>
      </w:r>
      <w:r w:rsidR="00F20A85" w:rsidRPr="00B215D5">
        <w:rPr>
          <w:color w:val="000000"/>
          <w:sz w:val="22"/>
          <w:szCs w:val="22"/>
        </w:rPr>
        <w:t>June</w:t>
      </w:r>
      <w:r w:rsidR="005B27CB" w:rsidRPr="00B215D5">
        <w:rPr>
          <w:color w:val="000000"/>
          <w:sz w:val="22"/>
          <w:szCs w:val="22"/>
        </w:rPr>
        <w:t> </w:t>
      </w:r>
      <w:r w:rsidR="0064096B" w:rsidRPr="00B215D5">
        <w:rPr>
          <w:color w:val="000000"/>
          <w:sz w:val="22"/>
          <w:szCs w:val="22"/>
        </w:rPr>
        <w:t>2004</w:t>
      </w:r>
      <w:r w:rsidR="00C31FA1" w:rsidRPr="00B215D5">
        <w:rPr>
          <w:color w:val="000000"/>
          <w:sz w:val="22"/>
          <w:szCs w:val="22"/>
        </w:rPr>
        <w:t>).</w:t>
      </w:r>
      <w:r w:rsidR="00C31FA1" w:rsidRPr="00B215D5">
        <w:rPr>
          <w:sz w:val="22"/>
          <w:szCs w:val="22"/>
        </w:rPr>
        <w:t xml:space="preserve"> Export approval was subject to </w:t>
      </w:r>
      <w:r w:rsidR="00F20A85" w:rsidRPr="00B215D5">
        <w:rPr>
          <w:sz w:val="22"/>
          <w:szCs w:val="22"/>
        </w:rPr>
        <w:t>two</w:t>
      </w:r>
      <w:r w:rsidR="003C16E9" w:rsidRPr="00B215D5">
        <w:rPr>
          <w:sz w:val="22"/>
          <w:szCs w:val="22"/>
        </w:rPr>
        <w:t xml:space="preserve"> </w:t>
      </w:r>
      <w:r w:rsidR="00F20A85" w:rsidRPr="00B215D5">
        <w:rPr>
          <w:sz w:val="22"/>
          <w:szCs w:val="22"/>
        </w:rPr>
        <w:t>conditions</w:t>
      </w:r>
      <w:r w:rsidRPr="00B215D5">
        <w:rPr>
          <w:sz w:val="22"/>
          <w:szCs w:val="22"/>
        </w:rPr>
        <w:t xml:space="preserve">. </w:t>
      </w:r>
    </w:p>
    <w:p w14:paraId="406E67AE" w14:textId="6FC439C7" w:rsidR="00C31FA1" w:rsidRPr="00B215D5" w:rsidRDefault="00860544" w:rsidP="00671E4C">
      <w:pPr>
        <w:rPr>
          <w:sz w:val="22"/>
          <w:szCs w:val="22"/>
        </w:rPr>
      </w:pPr>
      <w:r w:rsidRPr="00B215D5">
        <w:rPr>
          <w:sz w:val="22"/>
          <w:szCs w:val="22"/>
        </w:rPr>
        <w:t>2</w:t>
      </w:r>
      <w:r w:rsidRPr="00B215D5">
        <w:rPr>
          <w:sz w:val="22"/>
          <w:szCs w:val="22"/>
          <w:vertAlign w:val="superscript"/>
        </w:rPr>
        <w:t>nd</w:t>
      </w:r>
      <w:r w:rsidRPr="00B215D5">
        <w:rPr>
          <w:sz w:val="22"/>
          <w:szCs w:val="22"/>
        </w:rPr>
        <w:t xml:space="preserve"> assessment finalised </w:t>
      </w:r>
      <w:r w:rsidR="00DE3862" w:rsidRPr="00B215D5">
        <w:rPr>
          <w:sz w:val="22"/>
          <w:szCs w:val="22"/>
        </w:rPr>
        <w:t xml:space="preserve">May 2007 </w:t>
      </w:r>
      <w:r w:rsidRPr="00B215D5">
        <w:rPr>
          <w:sz w:val="22"/>
          <w:szCs w:val="22"/>
        </w:rPr>
        <w:t xml:space="preserve">– </w:t>
      </w:r>
      <w:r w:rsidR="00DE3862" w:rsidRPr="00B215D5">
        <w:rPr>
          <w:sz w:val="22"/>
          <w:szCs w:val="22"/>
        </w:rPr>
        <w:t xml:space="preserve">Exempt </w:t>
      </w:r>
      <w:r w:rsidR="005B27CB" w:rsidRPr="00B215D5">
        <w:rPr>
          <w:sz w:val="22"/>
          <w:szCs w:val="22"/>
        </w:rPr>
        <w:t xml:space="preserve">from Part 13A export </w:t>
      </w:r>
      <w:r w:rsidR="00DE3862" w:rsidRPr="00B215D5">
        <w:rPr>
          <w:sz w:val="22"/>
          <w:szCs w:val="22"/>
        </w:rPr>
        <w:t xml:space="preserve">provisions of the EPBC Act </w:t>
      </w:r>
      <w:r w:rsidR="00C31FA1" w:rsidRPr="00B215D5">
        <w:rPr>
          <w:sz w:val="22"/>
          <w:szCs w:val="22"/>
        </w:rPr>
        <w:t xml:space="preserve">until </w:t>
      </w:r>
      <w:r w:rsidR="00DE3862" w:rsidRPr="00B215D5">
        <w:rPr>
          <w:sz w:val="22"/>
          <w:szCs w:val="22"/>
        </w:rPr>
        <w:t>12</w:t>
      </w:r>
      <w:r w:rsidR="0064096B" w:rsidRPr="00B215D5">
        <w:rPr>
          <w:sz w:val="22"/>
          <w:szCs w:val="22"/>
        </w:rPr>
        <w:t> May </w:t>
      </w:r>
      <w:r w:rsidR="00DE3862" w:rsidRPr="00B215D5">
        <w:rPr>
          <w:sz w:val="22"/>
          <w:szCs w:val="22"/>
        </w:rPr>
        <w:t>2012</w:t>
      </w:r>
      <w:r w:rsidR="00C31FA1" w:rsidRPr="00B215D5">
        <w:rPr>
          <w:sz w:val="22"/>
          <w:szCs w:val="22"/>
        </w:rPr>
        <w:t xml:space="preserve"> (</w:t>
      </w:r>
      <w:r w:rsidR="00DE3862" w:rsidRPr="00B215D5">
        <w:rPr>
          <w:color w:val="000000"/>
          <w:sz w:val="22"/>
          <w:szCs w:val="22"/>
        </w:rPr>
        <w:t>SGN 89, 10 May 2007</w:t>
      </w:r>
      <w:r w:rsidR="00C31FA1" w:rsidRPr="00B215D5">
        <w:rPr>
          <w:color w:val="000000"/>
          <w:sz w:val="22"/>
          <w:szCs w:val="22"/>
        </w:rPr>
        <w:t>)</w:t>
      </w:r>
      <w:r w:rsidR="00C31FA1" w:rsidRPr="00B215D5">
        <w:rPr>
          <w:sz w:val="22"/>
          <w:szCs w:val="22"/>
        </w:rPr>
        <w:t xml:space="preserve">. Export approval was subject to </w:t>
      </w:r>
      <w:r w:rsidR="00DE3862" w:rsidRPr="00B215D5">
        <w:rPr>
          <w:sz w:val="22"/>
          <w:szCs w:val="22"/>
        </w:rPr>
        <w:t>five</w:t>
      </w:r>
      <w:r w:rsidR="003C16E9" w:rsidRPr="00B215D5">
        <w:rPr>
          <w:sz w:val="22"/>
          <w:szCs w:val="22"/>
        </w:rPr>
        <w:t xml:space="preserve"> </w:t>
      </w:r>
      <w:r w:rsidR="00C31FA1" w:rsidRPr="00B215D5">
        <w:rPr>
          <w:sz w:val="22"/>
          <w:szCs w:val="22"/>
        </w:rPr>
        <w:t>recommendations</w:t>
      </w:r>
      <w:r w:rsidRPr="00B215D5">
        <w:rPr>
          <w:sz w:val="22"/>
          <w:szCs w:val="22"/>
        </w:rPr>
        <w:t>.</w:t>
      </w:r>
    </w:p>
    <w:p w14:paraId="406E67AF" w14:textId="5B897D3B" w:rsidR="003C16E9" w:rsidRPr="00B215D5" w:rsidRDefault="003C16E9" w:rsidP="00671E4C">
      <w:pPr>
        <w:rPr>
          <w:sz w:val="22"/>
          <w:szCs w:val="22"/>
        </w:rPr>
      </w:pPr>
      <w:r w:rsidRPr="00B215D5">
        <w:rPr>
          <w:sz w:val="22"/>
          <w:szCs w:val="22"/>
        </w:rPr>
        <w:t>3</w:t>
      </w:r>
      <w:r w:rsidRPr="00B215D5">
        <w:rPr>
          <w:sz w:val="22"/>
          <w:szCs w:val="22"/>
          <w:vertAlign w:val="superscript"/>
        </w:rPr>
        <w:t>rd</w:t>
      </w:r>
      <w:r w:rsidRPr="00B215D5">
        <w:rPr>
          <w:sz w:val="22"/>
          <w:szCs w:val="22"/>
        </w:rPr>
        <w:t xml:space="preserve"> assessment finalised </w:t>
      </w:r>
      <w:r w:rsidR="0064096B" w:rsidRPr="00B215D5">
        <w:rPr>
          <w:sz w:val="22"/>
          <w:szCs w:val="22"/>
        </w:rPr>
        <w:t>April</w:t>
      </w:r>
      <w:r w:rsidRPr="00B215D5">
        <w:rPr>
          <w:sz w:val="22"/>
          <w:szCs w:val="22"/>
        </w:rPr>
        <w:t> </w:t>
      </w:r>
      <w:r w:rsidR="0064096B" w:rsidRPr="00B215D5">
        <w:rPr>
          <w:sz w:val="22"/>
          <w:szCs w:val="22"/>
        </w:rPr>
        <w:t>2014</w:t>
      </w:r>
      <w:r w:rsidRPr="00B215D5">
        <w:rPr>
          <w:sz w:val="22"/>
          <w:szCs w:val="22"/>
        </w:rPr>
        <w:t xml:space="preserve"> – </w:t>
      </w:r>
      <w:r w:rsidR="00DE3862" w:rsidRPr="00B215D5">
        <w:rPr>
          <w:sz w:val="22"/>
          <w:szCs w:val="22"/>
        </w:rPr>
        <w:t xml:space="preserve">Exempt </w:t>
      </w:r>
      <w:r w:rsidR="00671E4C" w:rsidRPr="00B215D5">
        <w:rPr>
          <w:sz w:val="22"/>
          <w:szCs w:val="22"/>
        </w:rPr>
        <w:t xml:space="preserve">from Part 13A export </w:t>
      </w:r>
      <w:r w:rsidR="00DE3862" w:rsidRPr="00B215D5">
        <w:rPr>
          <w:sz w:val="22"/>
          <w:szCs w:val="22"/>
        </w:rPr>
        <w:t xml:space="preserve">provisions of the EPBC Act </w:t>
      </w:r>
      <w:r w:rsidRPr="00B215D5">
        <w:rPr>
          <w:sz w:val="22"/>
          <w:szCs w:val="22"/>
        </w:rPr>
        <w:t xml:space="preserve">until </w:t>
      </w:r>
      <w:r w:rsidR="00DE3862" w:rsidRPr="00B215D5">
        <w:rPr>
          <w:sz w:val="22"/>
          <w:szCs w:val="22"/>
        </w:rPr>
        <w:t>05</w:t>
      </w:r>
      <w:r w:rsidRPr="00B215D5">
        <w:rPr>
          <w:sz w:val="22"/>
          <w:szCs w:val="22"/>
        </w:rPr>
        <w:t> </w:t>
      </w:r>
      <w:r w:rsidR="00DE3862" w:rsidRPr="00B215D5">
        <w:rPr>
          <w:sz w:val="22"/>
          <w:szCs w:val="22"/>
        </w:rPr>
        <w:t>May</w:t>
      </w:r>
      <w:r w:rsidRPr="00B215D5">
        <w:rPr>
          <w:sz w:val="22"/>
          <w:szCs w:val="22"/>
        </w:rPr>
        <w:t> 201</w:t>
      </w:r>
      <w:r w:rsidR="00DE3862" w:rsidRPr="00B215D5">
        <w:rPr>
          <w:sz w:val="22"/>
          <w:szCs w:val="22"/>
        </w:rPr>
        <w:t>7</w:t>
      </w:r>
      <w:r w:rsidRPr="00B215D5">
        <w:rPr>
          <w:sz w:val="22"/>
          <w:szCs w:val="22"/>
        </w:rPr>
        <w:t xml:space="preserve"> (</w:t>
      </w:r>
      <w:r w:rsidR="00DE3862" w:rsidRPr="00B215D5">
        <w:rPr>
          <w:color w:val="000000"/>
          <w:sz w:val="22"/>
          <w:szCs w:val="22"/>
        </w:rPr>
        <w:t>F2012L01000</w:t>
      </w:r>
      <w:r w:rsidRPr="00B215D5">
        <w:rPr>
          <w:color w:val="000000"/>
          <w:sz w:val="22"/>
          <w:szCs w:val="22"/>
        </w:rPr>
        <w:t>)</w:t>
      </w:r>
      <w:r w:rsidRPr="00B215D5">
        <w:rPr>
          <w:sz w:val="22"/>
          <w:szCs w:val="22"/>
        </w:rPr>
        <w:t xml:space="preserve">. Export approval was subject to </w:t>
      </w:r>
      <w:r w:rsidR="00DE3862" w:rsidRPr="00B215D5">
        <w:rPr>
          <w:sz w:val="22"/>
          <w:szCs w:val="22"/>
        </w:rPr>
        <w:t>four</w:t>
      </w:r>
      <w:r w:rsidRPr="00B215D5">
        <w:rPr>
          <w:sz w:val="22"/>
          <w:szCs w:val="22"/>
        </w:rPr>
        <w:t xml:space="preserve"> recommendations.</w:t>
      </w:r>
    </w:p>
    <w:p w14:paraId="18F07371" w14:textId="77777777" w:rsidR="00671E4C" w:rsidRPr="00B215D5" w:rsidRDefault="00671E4C" w:rsidP="00671E4C">
      <w:pPr>
        <w:rPr>
          <w:sz w:val="22"/>
          <w:szCs w:val="22"/>
        </w:rPr>
      </w:pPr>
    </w:p>
    <w:p w14:paraId="406E67B0" w14:textId="77777777" w:rsidR="003A047E" w:rsidRPr="00B215D5" w:rsidRDefault="003A047E" w:rsidP="00671E4C">
      <w:pPr>
        <w:rPr>
          <w:rStyle w:val="Emphasis"/>
          <w:b/>
          <w:i w:val="0"/>
          <w:iCs w:val="0"/>
          <w:sz w:val="22"/>
          <w:szCs w:val="22"/>
        </w:rPr>
      </w:pPr>
      <w:r w:rsidRPr="00B215D5">
        <w:rPr>
          <w:rStyle w:val="Emphasis"/>
          <w:b/>
          <w:i w:val="0"/>
          <w:sz w:val="22"/>
          <w:szCs w:val="22"/>
        </w:rPr>
        <w:t>Fishery reporting:</w:t>
      </w:r>
    </w:p>
    <w:p w14:paraId="406E67B1" w14:textId="77777777" w:rsidR="00860544" w:rsidRPr="00B215D5" w:rsidRDefault="00860544" w:rsidP="00671E4C">
      <w:pPr>
        <w:rPr>
          <w:rStyle w:val="Emphasis"/>
          <w:iCs w:val="0"/>
          <w:sz w:val="22"/>
          <w:szCs w:val="22"/>
        </w:rPr>
      </w:pPr>
      <w:r w:rsidRPr="00B215D5">
        <w:rPr>
          <w:rStyle w:val="Emphasis"/>
          <w:i w:val="0"/>
          <w:sz w:val="22"/>
          <w:szCs w:val="22"/>
          <w:u w:val="single"/>
        </w:rPr>
        <w:t>Annual report</w:t>
      </w:r>
      <w:r w:rsidRPr="00B215D5">
        <w:rPr>
          <w:rStyle w:val="Emphasis"/>
          <w:sz w:val="22"/>
          <w:szCs w:val="22"/>
        </w:rPr>
        <w:t xml:space="preserve"> – </w:t>
      </w:r>
      <w:r w:rsidR="00DE3862" w:rsidRPr="00B215D5">
        <w:rPr>
          <w:rStyle w:val="Emphasis"/>
          <w:i w:val="0"/>
          <w:iCs w:val="0"/>
          <w:sz w:val="22"/>
          <w:szCs w:val="22"/>
        </w:rPr>
        <w:t>last provided in September 2015</w:t>
      </w:r>
      <w:r w:rsidRPr="00B215D5">
        <w:rPr>
          <w:rStyle w:val="Emphasis"/>
          <w:sz w:val="22"/>
          <w:szCs w:val="22"/>
        </w:rPr>
        <w:t>.</w:t>
      </w:r>
    </w:p>
    <w:p w14:paraId="406E67B2" w14:textId="77777777" w:rsidR="00860544" w:rsidRPr="00B215D5" w:rsidRDefault="00860544" w:rsidP="00671E4C">
      <w:pPr>
        <w:rPr>
          <w:rStyle w:val="Emphasis"/>
          <w:i w:val="0"/>
          <w:sz w:val="22"/>
          <w:szCs w:val="22"/>
        </w:rPr>
      </w:pPr>
      <w:r w:rsidRPr="00B215D5">
        <w:rPr>
          <w:rStyle w:val="Emphasis"/>
          <w:i w:val="0"/>
          <w:sz w:val="22"/>
          <w:szCs w:val="22"/>
          <w:u w:val="single"/>
        </w:rPr>
        <w:t>Protected species interactions</w:t>
      </w:r>
      <w:r w:rsidRPr="00B215D5">
        <w:rPr>
          <w:rStyle w:val="Emphasis"/>
          <w:i w:val="0"/>
          <w:sz w:val="22"/>
          <w:szCs w:val="22"/>
        </w:rPr>
        <w:t xml:space="preserve"> – </w:t>
      </w:r>
      <w:r w:rsidR="00DE3862" w:rsidRPr="00B215D5">
        <w:rPr>
          <w:rStyle w:val="Emphasis"/>
          <w:i w:val="0"/>
          <w:iCs w:val="0"/>
          <w:sz w:val="22"/>
          <w:szCs w:val="22"/>
        </w:rPr>
        <w:t>interactions are negligible due to the selective harvest method (hand collection)</w:t>
      </w:r>
      <w:r w:rsidRPr="00B215D5">
        <w:rPr>
          <w:rStyle w:val="Emphasis"/>
          <w:i w:val="0"/>
          <w:sz w:val="22"/>
          <w:szCs w:val="22"/>
        </w:rPr>
        <w:t>.</w:t>
      </w:r>
    </w:p>
    <w:p w14:paraId="109608F6" w14:textId="77777777" w:rsidR="00671E4C" w:rsidRPr="00B215D5" w:rsidRDefault="00671E4C" w:rsidP="00671E4C">
      <w:pPr>
        <w:rPr>
          <w:rStyle w:val="Emphasis"/>
          <w:i w:val="0"/>
          <w:iCs w:val="0"/>
          <w:sz w:val="22"/>
          <w:szCs w:val="22"/>
        </w:rPr>
      </w:pPr>
    </w:p>
    <w:p w14:paraId="406E67B3" w14:textId="77777777" w:rsidR="003A047E" w:rsidRPr="00B215D5" w:rsidRDefault="003A047E" w:rsidP="00671E4C">
      <w:pPr>
        <w:rPr>
          <w:rStyle w:val="Emphasis"/>
          <w:b/>
          <w:i w:val="0"/>
          <w:iCs w:val="0"/>
          <w:sz w:val="22"/>
          <w:szCs w:val="22"/>
        </w:rPr>
      </w:pPr>
      <w:r w:rsidRPr="00B215D5">
        <w:rPr>
          <w:rStyle w:val="Emphasis"/>
          <w:b/>
          <w:i w:val="0"/>
          <w:sz w:val="22"/>
          <w:szCs w:val="22"/>
        </w:rPr>
        <w:t>Key links</w:t>
      </w:r>
      <w:r w:rsidR="008E646F" w:rsidRPr="00B215D5">
        <w:rPr>
          <w:rStyle w:val="Emphasis"/>
          <w:b/>
          <w:i w:val="0"/>
          <w:sz w:val="22"/>
          <w:szCs w:val="22"/>
        </w:rPr>
        <w:t xml:space="preserve"> and references</w:t>
      </w:r>
      <w:r w:rsidRPr="00B215D5">
        <w:rPr>
          <w:rStyle w:val="Emphasis"/>
          <w:b/>
          <w:i w:val="0"/>
          <w:sz w:val="22"/>
          <w:szCs w:val="22"/>
        </w:rPr>
        <w:t xml:space="preserve">: </w:t>
      </w:r>
    </w:p>
    <w:p w14:paraId="406E67B4" w14:textId="77777777" w:rsidR="00F20A85" w:rsidRPr="00B215D5" w:rsidRDefault="00F20A85" w:rsidP="00671E4C">
      <w:pPr>
        <w:rPr>
          <w:sz w:val="22"/>
          <w:szCs w:val="22"/>
        </w:rPr>
      </w:pPr>
      <w:r w:rsidRPr="00B215D5">
        <w:rPr>
          <w:sz w:val="22"/>
          <w:szCs w:val="22"/>
        </w:rPr>
        <w:t>The fishery is managed in accordance with provisions in the following Tasmanian legislation and regulations, and is available at https://www.legislation.tas.gov.au/:</w:t>
      </w:r>
    </w:p>
    <w:p w14:paraId="406E67B5" w14:textId="77777777" w:rsidR="00F20A85" w:rsidRPr="00B215D5" w:rsidRDefault="00F20A85" w:rsidP="00671E4C">
      <w:pPr>
        <w:rPr>
          <w:sz w:val="22"/>
          <w:szCs w:val="22"/>
        </w:rPr>
      </w:pPr>
      <w:r w:rsidRPr="00B215D5">
        <w:rPr>
          <w:sz w:val="22"/>
          <w:szCs w:val="22"/>
        </w:rPr>
        <w:t>–</w:t>
      </w:r>
      <w:r w:rsidRPr="00B215D5">
        <w:rPr>
          <w:i/>
          <w:sz w:val="22"/>
          <w:szCs w:val="22"/>
        </w:rPr>
        <w:t xml:space="preserve"> Living Marine Resources Management Act 1995</w:t>
      </w:r>
      <w:r w:rsidRPr="00B215D5">
        <w:rPr>
          <w:sz w:val="22"/>
          <w:szCs w:val="22"/>
        </w:rPr>
        <w:t xml:space="preserve"> </w:t>
      </w:r>
    </w:p>
    <w:p w14:paraId="406E67B6" w14:textId="77777777" w:rsidR="00F20A85" w:rsidRPr="00B215D5" w:rsidRDefault="00F20A85" w:rsidP="00671E4C">
      <w:pPr>
        <w:rPr>
          <w:rStyle w:val="Emphasis"/>
          <w:i w:val="0"/>
          <w:iCs w:val="0"/>
          <w:sz w:val="22"/>
          <w:szCs w:val="22"/>
        </w:rPr>
      </w:pPr>
      <w:r w:rsidRPr="00B215D5">
        <w:rPr>
          <w:sz w:val="22"/>
          <w:szCs w:val="22"/>
        </w:rPr>
        <w:t xml:space="preserve">– </w:t>
      </w:r>
      <w:r w:rsidRPr="00B215D5">
        <w:rPr>
          <w:i/>
          <w:sz w:val="22"/>
          <w:szCs w:val="22"/>
        </w:rPr>
        <w:t>Fisheries (Shellfish) Rules 2007</w:t>
      </w:r>
    </w:p>
    <w:p w14:paraId="406E67B7" w14:textId="77777777" w:rsidR="00F20A85" w:rsidRPr="00B215D5" w:rsidRDefault="00F20A85" w:rsidP="00671E4C">
      <w:pPr>
        <w:rPr>
          <w:rStyle w:val="Emphasis"/>
          <w:i w:val="0"/>
          <w:iCs w:val="0"/>
          <w:sz w:val="22"/>
          <w:szCs w:val="22"/>
        </w:rPr>
      </w:pPr>
      <w:r w:rsidRPr="00B215D5">
        <w:rPr>
          <w:rStyle w:val="Emphasis"/>
          <w:i w:val="0"/>
          <w:iCs w:val="0"/>
          <w:sz w:val="22"/>
          <w:szCs w:val="22"/>
        </w:rPr>
        <w:t>Department of Primary Industries, Parks, Water and Environment 2007 ‘</w:t>
      </w:r>
      <w:r w:rsidRPr="00B215D5">
        <w:rPr>
          <w:sz w:val="22"/>
          <w:szCs w:val="22"/>
        </w:rPr>
        <w:t>Shellfish Fishery Policy Document – information supporting the Shellfish Management Plan for the Fisheries (Shellfish) Rules 2007’,</w:t>
      </w:r>
      <w:r w:rsidRPr="00B215D5">
        <w:rPr>
          <w:rStyle w:val="Emphasis"/>
          <w:i w:val="0"/>
          <w:iCs w:val="0"/>
          <w:sz w:val="22"/>
          <w:szCs w:val="22"/>
        </w:rPr>
        <w:t xml:space="preserve"> Department of Primary Industries, Parks, Water and Environment, Hobart TAS, Available at http://dpipwe.tas.gov.au/Documents/Shellfish-Fishery-Policy-Document-March-07.pdf.</w:t>
      </w:r>
    </w:p>
    <w:p w14:paraId="406E67B8" w14:textId="77777777" w:rsidR="00DE3862" w:rsidRPr="00B215D5" w:rsidRDefault="00DE3862" w:rsidP="00671E4C">
      <w:pPr>
        <w:rPr>
          <w:rStyle w:val="Emphasis"/>
          <w:i w:val="0"/>
          <w:iCs w:val="0"/>
          <w:sz w:val="22"/>
          <w:szCs w:val="22"/>
        </w:rPr>
      </w:pPr>
    </w:p>
    <w:p w14:paraId="406E67B9" w14:textId="77777777" w:rsidR="003A047E" w:rsidRPr="00C31FA1" w:rsidRDefault="003A047E" w:rsidP="00C31FA1">
      <w:pPr>
        <w:rPr>
          <w:sz w:val="20"/>
          <w:szCs w:val="20"/>
        </w:rPr>
      </w:pPr>
    </w:p>
    <w:p w14:paraId="406E67BA" w14:textId="77777777" w:rsidR="003A047E" w:rsidRPr="00C31FA1" w:rsidRDefault="003A047E" w:rsidP="00C31FA1">
      <w:pPr>
        <w:rPr>
          <w:b/>
          <w:sz w:val="20"/>
          <w:szCs w:val="20"/>
        </w:rPr>
        <w:sectPr w:rsidR="003A047E" w:rsidRPr="00C31FA1" w:rsidSect="00860544">
          <w:pgSz w:w="11906" w:h="16838"/>
          <w:pgMar w:top="1361" w:right="709" w:bottom="1361" w:left="709" w:header="709" w:footer="57" w:gutter="0"/>
          <w:cols w:space="708"/>
          <w:docGrid w:linePitch="360"/>
        </w:sectPr>
      </w:pPr>
    </w:p>
    <w:p w14:paraId="406E67BB" w14:textId="77777777" w:rsidR="003A047E" w:rsidRPr="00D05A3F" w:rsidRDefault="003A047E" w:rsidP="003A047E">
      <w:pPr>
        <w:pStyle w:val="Heading1"/>
      </w:pPr>
      <w:bookmarkStart w:id="7" w:name="_Toc514849744"/>
      <w:bookmarkStart w:id="8" w:name="_Toc515454831"/>
      <w:bookmarkStart w:id="9" w:name="_Toc518883371"/>
      <w:bookmarkStart w:id="10" w:name="_Toc506553892"/>
      <w:r w:rsidRPr="00D47B6E">
        <w:lastRenderedPageBreak/>
        <w:t xml:space="preserve">Section 2: Detailed Analysis of the </w:t>
      </w:r>
      <w:r w:rsidR="00DE3862">
        <w:t xml:space="preserve">Take of Native Oyster in the </w:t>
      </w:r>
      <w:r>
        <w:t>Tasmanian</w:t>
      </w:r>
      <w:r w:rsidRPr="00D47B6E">
        <w:t xml:space="preserve"> </w:t>
      </w:r>
      <w:r w:rsidR="00DE3862">
        <w:t>Shellfish</w:t>
      </w:r>
      <w:r w:rsidRPr="00D47B6E">
        <w:t xml:space="preserve"> Fishery </w:t>
      </w:r>
      <w:r>
        <w:t>A</w:t>
      </w:r>
      <w:r w:rsidRPr="00D47B6E">
        <w:t>gainst the Guidelines for the Ecologically Sustainable Management of Fisheries (2nd Edition)</w:t>
      </w:r>
      <w:bookmarkEnd w:id="7"/>
      <w:bookmarkEnd w:id="8"/>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1411"/>
        <w:gridCol w:w="1411"/>
        <w:gridCol w:w="1411"/>
        <w:gridCol w:w="5642"/>
      </w:tblGrid>
      <w:tr w:rsidR="003A047E" w:rsidRPr="00B215D5" w14:paraId="406E67C1" w14:textId="77777777" w:rsidTr="00860544">
        <w:tc>
          <w:tcPr>
            <w:tcW w:w="1500" w:type="pct"/>
            <w:shd w:val="clear" w:color="auto" w:fill="auto"/>
          </w:tcPr>
          <w:bookmarkEnd w:id="10"/>
          <w:p w14:paraId="406E67BC" w14:textId="77777777" w:rsidR="003A047E" w:rsidRPr="00B215D5" w:rsidRDefault="003A047E" w:rsidP="00B215D5">
            <w:pPr>
              <w:rPr>
                <w:sz w:val="20"/>
                <w:szCs w:val="20"/>
              </w:rPr>
            </w:pPr>
            <w:r w:rsidRPr="00B215D5">
              <w:rPr>
                <w:b/>
                <w:sz w:val="20"/>
                <w:szCs w:val="20"/>
              </w:rPr>
              <w:t>Guidelines</w:t>
            </w:r>
            <w:r w:rsidRPr="00B215D5">
              <w:rPr>
                <w:rStyle w:val="FootnoteReference"/>
                <w:sz w:val="20"/>
                <w:szCs w:val="20"/>
              </w:rPr>
              <w:t xml:space="preserve"> </w:t>
            </w:r>
          </w:p>
        </w:tc>
        <w:tc>
          <w:tcPr>
            <w:tcW w:w="500" w:type="pct"/>
            <w:shd w:val="clear" w:color="auto" w:fill="92D050"/>
          </w:tcPr>
          <w:p w14:paraId="406E67BD" w14:textId="77777777" w:rsidR="003A047E" w:rsidRPr="00B215D5" w:rsidRDefault="003A047E" w:rsidP="00B215D5">
            <w:pPr>
              <w:rPr>
                <w:b/>
                <w:sz w:val="20"/>
                <w:szCs w:val="20"/>
              </w:rPr>
            </w:pPr>
            <w:r w:rsidRPr="00B215D5">
              <w:rPr>
                <w:b/>
                <w:sz w:val="20"/>
                <w:szCs w:val="20"/>
              </w:rPr>
              <w:t>Meets</w:t>
            </w:r>
          </w:p>
        </w:tc>
        <w:tc>
          <w:tcPr>
            <w:tcW w:w="500" w:type="pct"/>
            <w:shd w:val="clear" w:color="auto" w:fill="FFC000"/>
          </w:tcPr>
          <w:p w14:paraId="406E67BE" w14:textId="77777777" w:rsidR="003A047E" w:rsidRPr="00B215D5" w:rsidRDefault="003A047E" w:rsidP="00B215D5">
            <w:pPr>
              <w:rPr>
                <w:b/>
                <w:sz w:val="20"/>
                <w:szCs w:val="20"/>
              </w:rPr>
            </w:pPr>
            <w:r w:rsidRPr="00B215D5">
              <w:rPr>
                <w:b/>
                <w:sz w:val="20"/>
                <w:szCs w:val="20"/>
              </w:rPr>
              <w:t>Partially meets</w:t>
            </w:r>
          </w:p>
        </w:tc>
        <w:tc>
          <w:tcPr>
            <w:tcW w:w="500" w:type="pct"/>
            <w:shd w:val="clear" w:color="auto" w:fill="FF0000"/>
          </w:tcPr>
          <w:p w14:paraId="406E67BF" w14:textId="77777777" w:rsidR="003A047E" w:rsidRPr="00B215D5" w:rsidRDefault="003A047E" w:rsidP="00B215D5">
            <w:pPr>
              <w:rPr>
                <w:b/>
                <w:sz w:val="20"/>
                <w:szCs w:val="20"/>
              </w:rPr>
            </w:pPr>
            <w:r w:rsidRPr="00B215D5">
              <w:rPr>
                <w:b/>
                <w:sz w:val="20"/>
                <w:szCs w:val="20"/>
              </w:rPr>
              <w:t>Does not meet</w:t>
            </w:r>
          </w:p>
        </w:tc>
        <w:tc>
          <w:tcPr>
            <w:tcW w:w="2000" w:type="pct"/>
            <w:shd w:val="clear" w:color="auto" w:fill="FFFFFF"/>
          </w:tcPr>
          <w:p w14:paraId="406E67C0" w14:textId="77777777" w:rsidR="003A047E" w:rsidRPr="00B215D5" w:rsidRDefault="003A047E" w:rsidP="00B215D5">
            <w:pPr>
              <w:rPr>
                <w:b/>
                <w:sz w:val="20"/>
                <w:szCs w:val="20"/>
              </w:rPr>
            </w:pPr>
            <w:r w:rsidRPr="00B215D5">
              <w:rPr>
                <w:b/>
                <w:sz w:val="20"/>
                <w:szCs w:val="20"/>
              </w:rPr>
              <w:t>Comment</w:t>
            </w:r>
          </w:p>
        </w:tc>
      </w:tr>
      <w:tr w:rsidR="003A047E" w:rsidRPr="00B215D5" w14:paraId="406E67C3" w14:textId="77777777" w:rsidTr="00860544">
        <w:tc>
          <w:tcPr>
            <w:tcW w:w="5000" w:type="pct"/>
            <w:gridSpan w:val="5"/>
            <w:shd w:val="clear" w:color="auto" w:fill="FFFF66"/>
          </w:tcPr>
          <w:p w14:paraId="406E67C2" w14:textId="77777777" w:rsidR="003A047E" w:rsidRPr="00B215D5" w:rsidRDefault="003A047E" w:rsidP="00B215D5">
            <w:pPr>
              <w:rPr>
                <w:b/>
                <w:sz w:val="20"/>
                <w:szCs w:val="20"/>
              </w:rPr>
            </w:pPr>
            <w:r w:rsidRPr="00B215D5">
              <w:rPr>
                <w:b/>
                <w:sz w:val="20"/>
                <w:szCs w:val="20"/>
              </w:rPr>
              <w:t>THE MANAGEMENT REGIME</w:t>
            </w:r>
          </w:p>
        </w:tc>
      </w:tr>
      <w:tr w:rsidR="003A047E" w:rsidRPr="00B215D5" w14:paraId="406E67C5" w14:textId="77777777" w:rsidTr="00860544">
        <w:tc>
          <w:tcPr>
            <w:tcW w:w="5000" w:type="pct"/>
            <w:gridSpan w:val="5"/>
            <w:shd w:val="clear" w:color="auto" w:fill="FFFF99"/>
          </w:tcPr>
          <w:p w14:paraId="406E67C4" w14:textId="77777777" w:rsidR="003A047E" w:rsidRPr="00B215D5" w:rsidRDefault="003A047E" w:rsidP="00B215D5">
            <w:pPr>
              <w:rPr>
                <w:b/>
                <w:sz w:val="20"/>
                <w:szCs w:val="20"/>
              </w:rPr>
            </w:pPr>
            <w:r w:rsidRPr="00B215D5">
              <w:rPr>
                <w:sz w:val="20"/>
                <w:szCs w:val="20"/>
              </w:rPr>
              <w:t>The management regime does not have to be a formal statutory fishery management plan as such, and may include non-statutory management arrangements or management policies and programs. The regime should:</w:t>
            </w:r>
          </w:p>
        </w:tc>
      </w:tr>
      <w:tr w:rsidR="007A186B" w:rsidRPr="00B215D5" w14:paraId="406E67CC" w14:textId="77777777" w:rsidTr="00860544">
        <w:tc>
          <w:tcPr>
            <w:tcW w:w="1500" w:type="pct"/>
            <w:shd w:val="clear" w:color="auto" w:fill="auto"/>
          </w:tcPr>
          <w:p w14:paraId="406E67C6" w14:textId="77777777" w:rsidR="007A186B" w:rsidRPr="00B215D5" w:rsidRDefault="007A186B" w:rsidP="00B215D5">
            <w:pPr>
              <w:rPr>
                <w:sz w:val="20"/>
                <w:szCs w:val="20"/>
              </w:rPr>
            </w:pPr>
            <w:r w:rsidRPr="00B215D5">
              <w:rPr>
                <w:sz w:val="20"/>
                <w:szCs w:val="20"/>
              </w:rPr>
              <w:t>Be documented, publicly available and transparent</w:t>
            </w:r>
          </w:p>
        </w:tc>
        <w:tc>
          <w:tcPr>
            <w:tcW w:w="3500" w:type="pct"/>
            <w:gridSpan w:val="4"/>
            <w:shd w:val="clear" w:color="auto" w:fill="92D050"/>
          </w:tcPr>
          <w:p w14:paraId="406E67C7" w14:textId="77777777" w:rsidR="007A186B" w:rsidRPr="00B215D5" w:rsidRDefault="007A186B" w:rsidP="00B215D5">
            <w:pPr>
              <w:rPr>
                <w:b/>
                <w:sz w:val="20"/>
                <w:szCs w:val="20"/>
              </w:rPr>
            </w:pPr>
            <w:r w:rsidRPr="00B215D5">
              <w:rPr>
                <w:b/>
                <w:sz w:val="20"/>
                <w:szCs w:val="20"/>
              </w:rPr>
              <w:t>Meets.</w:t>
            </w:r>
          </w:p>
          <w:p w14:paraId="406E67C8" w14:textId="77777777" w:rsidR="007A186B" w:rsidRPr="00B215D5" w:rsidRDefault="007A186B" w:rsidP="00B215D5">
            <w:pPr>
              <w:rPr>
                <w:bCs/>
                <w:iCs/>
                <w:sz w:val="20"/>
                <w:szCs w:val="20"/>
              </w:rPr>
            </w:pPr>
            <w:r w:rsidRPr="00B215D5">
              <w:rPr>
                <w:bCs/>
                <w:iCs/>
                <w:sz w:val="20"/>
                <w:szCs w:val="20"/>
              </w:rPr>
              <w:t>Management arrangements are documented, publicly available and transparent.</w:t>
            </w:r>
          </w:p>
          <w:p w14:paraId="406E67CB" w14:textId="76EB3AFA" w:rsidR="007A186B" w:rsidRPr="00B215D5" w:rsidRDefault="007A186B" w:rsidP="00B215D5">
            <w:pPr>
              <w:rPr>
                <w:sz w:val="20"/>
                <w:szCs w:val="20"/>
              </w:rPr>
            </w:pPr>
            <w:r w:rsidRPr="00B215D5">
              <w:rPr>
                <w:bCs/>
                <w:iCs/>
                <w:sz w:val="20"/>
                <w:szCs w:val="20"/>
              </w:rPr>
              <w:t xml:space="preserve">Fisheries under Tasmanian jurisdiction are administered through the provisions of the Tasmanian </w:t>
            </w:r>
            <w:r w:rsidRPr="00B215D5">
              <w:rPr>
                <w:bCs/>
                <w:i/>
                <w:iCs/>
                <w:sz w:val="20"/>
                <w:szCs w:val="20"/>
              </w:rPr>
              <w:t>Living Marine Resources Management Act 1995</w:t>
            </w:r>
            <w:r w:rsidRPr="00B215D5">
              <w:rPr>
                <w:bCs/>
                <w:iCs/>
                <w:sz w:val="20"/>
                <w:szCs w:val="20"/>
              </w:rPr>
              <w:t xml:space="preserve"> (the LMRM Act) and its subordinate legislation.</w:t>
            </w:r>
            <w:r w:rsidR="00671E4C" w:rsidRPr="00B215D5">
              <w:rPr>
                <w:bCs/>
                <w:iCs/>
                <w:sz w:val="20"/>
                <w:szCs w:val="20"/>
              </w:rPr>
              <w:t xml:space="preserve"> </w:t>
            </w:r>
            <w:r w:rsidRPr="00B215D5">
              <w:rPr>
                <w:sz w:val="20"/>
                <w:szCs w:val="20"/>
              </w:rPr>
              <w:t>The take of native oysters (</w:t>
            </w:r>
            <w:r w:rsidRPr="00B215D5">
              <w:rPr>
                <w:i/>
                <w:sz w:val="20"/>
                <w:szCs w:val="20"/>
              </w:rPr>
              <w:t>Ostrea angasi</w:t>
            </w:r>
            <w:r w:rsidRPr="00B215D5">
              <w:rPr>
                <w:sz w:val="20"/>
                <w:szCs w:val="20"/>
              </w:rPr>
              <w:t xml:space="preserve">) in Tasmanian waters falls within the Tasmanian </w:t>
            </w:r>
            <w:r w:rsidRPr="00B215D5">
              <w:rPr>
                <w:iCs/>
                <w:sz w:val="20"/>
                <w:szCs w:val="20"/>
              </w:rPr>
              <w:t>Fisheries (Shellfish) Rules 2007 (Shellfish Rules)</w:t>
            </w:r>
            <w:r w:rsidR="00671E4C" w:rsidRPr="00B215D5">
              <w:rPr>
                <w:sz w:val="20"/>
                <w:szCs w:val="20"/>
              </w:rPr>
              <w:t>. All Tasmanian legislation</w:t>
            </w:r>
            <w:r w:rsidRPr="00B215D5">
              <w:rPr>
                <w:sz w:val="20"/>
                <w:szCs w:val="20"/>
              </w:rPr>
              <w:t xml:space="preserve"> is publicly available on the Tasmanian legislation website at www.thelaw.tas.gov.au.</w:t>
            </w:r>
            <w:r w:rsidR="00671E4C" w:rsidRPr="00B215D5">
              <w:rPr>
                <w:sz w:val="20"/>
                <w:szCs w:val="20"/>
              </w:rPr>
              <w:t xml:space="preserve"> </w:t>
            </w:r>
            <w:r w:rsidRPr="00B215D5">
              <w:rPr>
                <w:sz w:val="20"/>
                <w:szCs w:val="20"/>
              </w:rPr>
              <w:t xml:space="preserve">Information on the fishery is also available on the Department of Primary Industries, Parks, Water and Environment (DPIPWE) website </w:t>
            </w:r>
            <w:r w:rsidR="00671E4C" w:rsidRPr="00B215D5">
              <w:rPr>
                <w:sz w:val="20"/>
                <w:szCs w:val="20"/>
              </w:rPr>
              <w:t>(link above)</w:t>
            </w:r>
            <w:r w:rsidRPr="00B215D5">
              <w:rPr>
                <w:sz w:val="20"/>
                <w:szCs w:val="20"/>
              </w:rPr>
              <w:t>. DPIPWE’s website also contains other information regarding the policy framework for the management of Tasmanian fisheries.</w:t>
            </w:r>
          </w:p>
        </w:tc>
      </w:tr>
      <w:tr w:rsidR="007A186B" w:rsidRPr="00B215D5" w14:paraId="406E67D0" w14:textId="77777777" w:rsidTr="00860544">
        <w:tc>
          <w:tcPr>
            <w:tcW w:w="1500" w:type="pct"/>
            <w:shd w:val="clear" w:color="auto" w:fill="auto"/>
          </w:tcPr>
          <w:p w14:paraId="406E67CD" w14:textId="77777777" w:rsidR="007A186B" w:rsidRPr="00B215D5" w:rsidRDefault="007A186B" w:rsidP="00B215D5">
            <w:pPr>
              <w:rPr>
                <w:sz w:val="20"/>
                <w:szCs w:val="20"/>
              </w:rPr>
            </w:pPr>
            <w:r w:rsidRPr="00B215D5">
              <w:rPr>
                <w:sz w:val="20"/>
                <w:szCs w:val="20"/>
              </w:rPr>
              <w:t>Be developed through a consultative process providing opportunity to all interested and affected parties, including the general public</w:t>
            </w:r>
          </w:p>
        </w:tc>
        <w:tc>
          <w:tcPr>
            <w:tcW w:w="3500" w:type="pct"/>
            <w:gridSpan w:val="4"/>
            <w:shd w:val="clear" w:color="auto" w:fill="92D050"/>
          </w:tcPr>
          <w:p w14:paraId="406E67CE" w14:textId="77777777" w:rsidR="007A186B" w:rsidRPr="00B215D5" w:rsidRDefault="007A186B" w:rsidP="00B215D5">
            <w:pPr>
              <w:rPr>
                <w:b/>
                <w:sz w:val="20"/>
                <w:szCs w:val="20"/>
              </w:rPr>
            </w:pPr>
            <w:r w:rsidRPr="00B215D5">
              <w:rPr>
                <w:b/>
                <w:sz w:val="20"/>
                <w:szCs w:val="20"/>
              </w:rPr>
              <w:t>Meets.</w:t>
            </w:r>
          </w:p>
          <w:p w14:paraId="406E67CF" w14:textId="77777777" w:rsidR="007A186B" w:rsidRPr="00B215D5" w:rsidRDefault="007A186B" w:rsidP="00B215D5">
            <w:pPr>
              <w:rPr>
                <w:sz w:val="20"/>
                <w:szCs w:val="20"/>
              </w:rPr>
            </w:pPr>
            <w:r w:rsidRPr="00B215D5">
              <w:rPr>
                <w:sz w:val="20"/>
                <w:szCs w:val="20"/>
              </w:rPr>
              <w:t>All changes to a management regime must be released for public consultation with all stakeholders and the wider public.</w:t>
            </w:r>
          </w:p>
        </w:tc>
      </w:tr>
      <w:tr w:rsidR="007A186B" w:rsidRPr="00B215D5" w14:paraId="406E67D5" w14:textId="77777777" w:rsidTr="00746419">
        <w:tc>
          <w:tcPr>
            <w:tcW w:w="1500" w:type="pct"/>
            <w:shd w:val="clear" w:color="auto" w:fill="auto"/>
          </w:tcPr>
          <w:p w14:paraId="406E67D1" w14:textId="77777777" w:rsidR="007A186B" w:rsidRPr="00B215D5" w:rsidRDefault="007A186B" w:rsidP="00B215D5">
            <w:pPr>
              <w:rPr>
                <w:sz w:val="20"/>
                <w:szCs w:val="20"/>
              </w:rPr>
            </w:pPr>
            <w:r w:rsidRPr="00B215D5">
              <w:rPr>
                <w:sz w:val="20"/>
                <w:szCs w:val="20"/>
              </w:rPr>
              <w:t>Ensure that a range of expertise and community interests are involved in individual fishery management committees and during the stock assessment process</w:t>
            </w:r>
          </w:p>
        </w:tc>
        <w:tc>
          <w:tcPr>
            <w:tcW w:w="3500" w:type="pct"/>
            <w:gridSpan w:val="4"/>
            <w:shd w:val="clear" w:color="auto" w:fill="FFC000"/>
          </w:tcPr>
          <w:p w14:paraId="406E67D2" w14:textId="77777777" w:rsidR="007A186B" w:rsidRPr="00B215D5" w:rsidRDefault="007A186B" w:rsidP="00B215D5">
            <w:pPr>
              <w:rPr>
                <w:b/>
                <w:sz w:val="20"/>
                <w:szCs w:val="20"/>
              </w:rPr>
            </w:pPr>
            <w:r w:rsidRPr="00B215D5">
              <w:rPr>
                <w:b/>
                <w:sz w:val="20"/>
                <w:szCs w:val="20"/>
              </w:rPr>
              <w:t>Partially meets.</w:t>
            </w:r>
          </w:p>
          <w:p w14:paraId="406E67D3" w14:textId="77777777" w:rsidR="007A186B" w:rsidRPr="00B215D5" w:rsidRDefault="007A186B" w:rsidP="00B215D5">
            <w:pPr>
              <w:rPr>
                <w:sz w:val="20"/>
                <w:szCs w:val="20"/>
              </w:rPr>
            </w:pPr>
            <w:r w:rsidRPr="00B215D5">
              <w:rPr>
                <w:sz w:val="20"/>
                <w:szCs w:val="20"/>
              </w:rPr>
              <w:t xml:space="preserve">The Institute for Marine and Antarctic Studies (IMAS) provide strategic research assessment advice and consult with DPIPWE on Native Oyster survey design and population assessment and dynamics. The marine police are consulted about reporting and enforcement provisions of the permits. </w:t>
            </w:r>
          </w:p>
          <w:p w14:paraId="406E67D4" w14:textId="77777777" w:rsidR="007A186B" w:rsidRPr="00B215D5" w:rsidRDefault="007A186B" w:rsidP="00B215D5">
            <w:pPr>
              <w:rPr>
                <w:sz w:val="20"/>
                <w:szCs w:val="20"/>
              </w:rPr>
            </w:pPr>
            <w:r w:rsidRPr="00B215D5">
              <w:rPr>
                <w:sz w:val="20"/>
                <w:szCs w:val="20"/>
              </w:rPr>
              <w:t>Management of the Native Oyster resource in Georges Bay is the responsibility of the Marine Resources Group of DPIPWE in consultation with local community representatives where appropriate, including other shellfish harvesters, processors, recreational fisheries managers, and other non</w:t>
            </w:r>
            <w:r w:rsidRPr="00B215D5">
              <w:rPr>
                <w:sz w:val="20"/>
                <w:szCs w:val="20"/>
              </w:rPr>
              <w:noBreakHyphen/>
              <w:t>extractive users of Georges Bay. The commercial sector is also represented by the Tasmanian Seafood Industry Council. The general public were consulted during the development of the fishery assessment process and the establishment of trigger rules. Consultation provisions under the LMRM Act ensure that all stakeholders, including the general public, are provided the opportunity to contribute to the stock assessment process whenever there is a change or review of the management plan.</w:t>
            </w:r>
          </w:p>
        </w:tc>
      </w:tr>
      <w:tr w:rsidR="007A186B" w:rsidRPr="00B215D5" w14:paraId="406E67D9" w14:textId="77777777" w:rsidTr="007A186B">
        <w:tc>
          <w:tcPr>
            <w:tcW w:w="1500" w:type="pct"/>
            <w:shd w:val="clear" w:color="auto" w:fill="auto"/>
          </w:tcPr>
          <w:p w14:paraId="406E67D6" w14:textId="77777777" w:rsidR="007A186B" w:rsidRPr="00B215D5" w:rsidRDefault="007A186B" w:rsidP="00B215D5">
            <w:pPr>
              <w:rPr>
                <w:sz w:val="20"/>
                <w:szCs w:val="20"/>
              </w:rPr>
            </w:pPr>
            <w:r w:rsidRPr="00B215D5">
              <w:rPr>
                <w:sz w:val="20"/>
                <w:szCs w:val="20"/>
              </w:rPr>
              <w:t>Be strategic, containing objectives and performance criteria by which the effectiveness of the management arrangements are measured</w:t>
            </w:r>
          </w:p>
        </w:tc>
        <w:tc>
          <w:tcPr>
            <w:tcW w:w="3500" w:type="pct"/>
            <w:gridSpan w:val="4"/>
            <w:shd w:val="clear" w:color="auto" w:fill="FFC000"/>
          </w:tcPr>
          <w:p w14:paraId="406E67D7" w14:textId="77777777" w:rsidR="007A186B" w:rsidRPr="00B215D5" w:rsidRDefault="007A186B" w:rsidP="00B215D5">
            <w:pPr>
              <w:rPr>
                <w:b/>
                <w:sz w:val="20"/>
                <w:szCs w:val="20"/>
              </w:rPr>
            </w:pPr>
            <w:r w:rsidRPr="00B215D5">
              <w:rPr>
                <w:b/>
                <w:sz w:val="20"/>
                <w:szCs w:val="20"/>
              </w:rPr>
              <w:t>Partially meets.</w:t>
            </w:r>
          </w:p>
          <w:p w14:paraId="406E67D8" w14:textId="77777777" w:rsidR="007A186B" w:rsidRPr="00B215D5" w:rsidRDefault="007A186B" w:rsidP="00B215D5">
            <w:pPr>
              <w:rPr>
                <w:sz w:val="20"/>
                <w:szCs w:val="20"/>
              </w:rPr>
            </w:pPr>
            <w:r w:rsidRPr="00B215D5">
              <w:rPr>
                <w:sz w:val="20"/>
                <w:szCs w:val="20"/>
              </w:rPr>
              <w:t>Some general objectives and performance measures for assessing the effectiveness of management arrangements are contained within the 2007 Policy Document for the fishery. DPIPWE take a highly precautionary approach, setting the total allowable commercial catch (TACC) at 10 per cent of the biomass, to ensure the management arrangements are effective.</w:t>
            </w:r>
          </w:p>
        </w:tc>
      </w:tr>
      <w:tr w:rsidR="007A186B" w:rsidRPr="00B215D5" w14:paraId="406E67E4" w14:textId="77777777" w:rsidTr="00860544">
        <w:tc>
          <w:tcPr>
            <w:tcW w:w="1500" w:type="pct"/>
            <w:shd w:val="clear" w:color="auto" w:fill="auto"/>
          </w:tcPr>
          <w:p w14:paraId="406E67DA" w14:textId="77777777" w:rsidR="007A186B" w:rsidRPr="00B215D5" w:rsidRDefault="007A186B" w:rsidP="00B215D5">
            <w:pPr>
              <w:rPr>
                <w:sz w:val="20"/>
                <w:szCs w:val="20"/>
              </w:rPr>
            </w:pPr>
            <w:r w:rsidRPr="00B215D5">
              <w:rPr>
                <w:sz w:val="20"/>
                <w:szCs w:val="20"/>
              </w:rPr>
              <w:lastRenderedPageBreak/>
              <w:t>Be capable of controlling the level of harvest in the fishery using input and/or output controls</w:t>
            </w:r>
          </w:p>
        </w:tc>
        <w:tc>
          <w:tcPr>
            <w:tcW w:w="3500" w:type="pct"/>
            <w:gridSpan w:val="4"/>
            <w:shd w:val="clear" w:color="auto" w:fill="92D050"/>
          </w:tcPr>
          <w:p w14:paraId="406E67DB" w14:textId="77777777" w:rsidR="007A186B" w:rsidRPr="00B215D5" w:rsidRDefault="007A186B" w:rsidP="00B215D5">
            <w:pPr>
              <w:rPr>
                <w:b/>
                <w:sz w:val="20"/>
                <w:szCs w:val="20"/>
              </w:rPr>
            </w:pPr>
            <w:r w:rsidRPr="00B215D5">
              <w:rPr>
                <w:b/>
                <w:sz w:val="20"/>
                <w:szCs w:val="20"/>
              </w:rPr>
              <w:t>Meets.</w:t>
            </w:r>
          </w:p>
          <w:p w14:paraId="406E67DC" w14:textId="77777777" w:rsidR="007A186B" w:rsidRPr="00B215D5" w:rsidRDefault="007A186B" w:rsidP="00B215D5">
            <w:pPr>
              <w:tabs>
                <w:tab w:val="left" w:pos="1785"/>
              </w:tabs>
              <w:rPr>
                <w:sz w:val="20"/>
                <w:szCs w:val="20"/>
              </w:rPr>
            </w:pPr>
            <w:r w:rsidRPr="00B215D5">
              <w:rPr>
                <w:sz w:val="20"/>
                <w:szCs w:val="20"/>
              </w:rPr>
              <w:t>Management measures for harvesting Native Oysters in the fishery include the following input and output controls:</w:t>
            </w:r>
          </w:p>
          <w:p w14:paraId="406E67DD" w14:textId="77777777" w:rsidR="007A186B" w:rsidRPr="00B215D5" w:rsidRDefault="007A186B" w:rsidP="00B215D5">
            <w:pPr>
              <w:pStyle w:val="ListBullet"/>
              <w:tabs>
                <w:tab w:val="clear" w:pos="720"/>
              </w:tabs>
              <w:ind w:left="369" w:hanging="369"/>
            </w:pPr>
            <w:r w:rsidRPr="00B215D5">
              <w:t>limited entry (two licenses only)</w:t>
            </w:r>
          </w:p>
          <w:p w14:paraId="406E67DE" w14:textId="77777777" w:rsidR="007A186B" w:rsidRPr="00B215D5" w:rsidRDefault="007A186B" w:rsidP="00B215D5">
            <w:pPr>
              <w:pStyle w:val="ListBullet"/>
              <w:tabs>
                <w:tab w:val="clear" w:pos="720"/>
              </w:tabs>
              <w:ind w:left="369" w:hanging="369"/>
            </w:pPr>
            <w:r w:rsidRPr="00B215D5">
              <w:t>area restrictions (Georges Bay only)</w:t>
            </w:r>
          </w:p>
          <w:p w14:paraId="406E67DF" w14:textId="77777777" w:rsidR="007A186B" w:rsidRPr="00B215D5" w:rsidRDefault="007A186B" w:rsidP="00B215D5">
            <w:pPr>
              <w:pStyle w:val="ListBullet"/>
              <w:tabs>
                <w:tab w:val="clear" w:pos="720"/>
              </w:tabs>
              <w:ind w:left="369" w:hanging="369"/>
            </w:pPr>
            <w:r w:rsidRPr="00B215D5">
              <w:t>gear restrictions (hand collection only)</w:t>
            </w:r>
          </w:p>
          <w:p w14:paraId="406E67E0" w14:textId="77777777" w:rsidR="007A186B" w:rsidRPr="00B215D5" w:rsidRDefault="007A186B" w:rsidP="00B215D5">
            <w:pPr>
              <w:pStyle w:val="ListBullet"/>
              <w:tabs>
                <w:tab w:val="clear" w:pos="720"/>
              </w:tabs>
              <w:ind w:left="369" w:hanging="369"/>
            </w:pPr>
            <w:r w:rsidRPr="00B215D5">
              <w:t>restrictions on the number of assistant fishers (two only)</w:t>
            </w:r>
          </w:p>
          <w:p w14:paraId="406E67E1" w14:textId="77777777" w:rsidR="007A186B" w:rsidRPr="00B215D5" w:rsidRDefault="007A186B" w:rsidP="00B215D5">
            <w:pPr>
              <w:pStyle w:val="ListBullet"/>
              <w:tabs>
                <w:tab w:val="clear" w:pos="720"/>
              </w:tabs>
              <w:ind w:left="369" w:hanging="369"/>
            </w:pPr>
            <w:r w:rsidRPr="00B215D5">
              <w:t>a requirement to complete logbooks and report catch straight after harvest</w:t>
            </w:r>
          </w:p>
          <w:p w14:paraId="406E67E2" w14:textId="77777777" w:rsidR="007A186B" w:rsidRPr="00B215D5" w:rsidRDefault="007A186B" w:rsidP="00B215D5">
            <w:pPr>
              <w:pStyle w:val="ListBullet"/>
              <w:tabs>
                <w:tab w:val="clear" w:pos="720"/>
              </w:tabs>
              <w:ind w:left="369" w:hanging="369"/>
              <w:rPr>
                <w:b/>
              </w:rPr>
            </w:pPr>
            <w:r w:rsidRPr="00B215D5">
              <w:t xml:space="preserve">an annual TACC limit, and </w:t>
            </w:r>
          </w:p>
          <w:p w14:paraId="406E67E3" w14:textId="77777777" w:rsidR="007A186B" w:rsidRPr="00B215D5" w:rsidRDefault="007A186B" w:rsidP="00B215D5">
            <w:pPr>
              <w:pStyle w:val="ListBullet"/>
              <w:tabs>
                <w:tab w:val="clear" w:pos="720"/>
              </w:tabs>
              <w:ind w:left="369" w:hanging="369"/>
              <w:rPr>
                <w:b/>
              </w:rPr>
            </w:pPr>
            <w:r w:rsidRPr="00B215D5">
              <w:t>minimum size limit of 70 mm.</w:t>
            </w:r>
          </w:p>
        </w:tc>
      </w:tr>
      <w:tr w:rsidR="007A186B" w:rsidRPr="00B215D5" w14:paraId="406E67E9" w14:textId="77777777" w:rsidTr="00860544">
        <w:tc>
          <w:tcPr>
            <w:tcW w:w="1500" w:type="pct"/>
            <w:shd w:val="clear" w:color="auto" w:fill="auto"/>
          </w:tcPr>
          <w:p w14:paraId="406E67E5" w14:textId="77777777" w:rsidR="007A186B" w:rsidRPr="00B215D5" w:rsidRDefault="007A186B" w:rsidP="00B215D5">
            <w:pPr>
              <w:rPr>
                <w:sz w:val="20"/>
                <w:szCs w:val="20"/>
              </w:rPr>
            </w:pPr>
            <w:r w:rsidRPr="00B215D5">
              <w:rPr>
                <w:sz w:val="20"/>
                <w:szCs w:val="20"/>
              </w:rPr>
              <w:t>Contain the means of enforcing critical aspects of the management arrangements</w:t>
            </w:r>
          </w:p>
        </w:tc>
        <w:tc>
          <w:tcPr>
            <w:tcW w:w="3500" w:type="pct"/>
            <w:gridSpan w:val="4"/>
            <w:shd w:val="clear" w:color="auto" w:fill="92D050"/>
          </w:tcPr>
          <w:p w14:paraId="406E67E6" w14:textId="77777777" w:rsidR="007A186B" w:rsidRPr="00B215D5" w:rsidRDefault="007A186B" w:rsidP="00B215D5">
            <w:pPr>
              <w:rPr>
                <w:b/>
                <w:sz w:val="20"/>
                <w:szCs w:val="20"/>
              </w:rPr>
            </w:pPr>
            <w:r w:rsidRPr="00B215D5">
              <w:rPr>
                <w:b/>
                <w:sz w:val="20"/>
                <w:szCs w:val="20"/>
              </w:rPr>
              <w:t>Meets.</w:t>
            </w:r>
          </w:p>
          <w:p w14:paraId="406E67E8" w14:textId="78095C5C" w:rsidR="007A186B" w:rsidRPr="00B215D5" w:rsidRDefault="007A186B" w:rsidP="00B215D5">
            <w:pPr>
              <w:rPr>
                <w:sz w:val="20"/>
                <w:szCs w:val="20"/>
              </w:rPr>
            </w:pPr>
            <w:r w:rsidRPr="00B215D5">
              <w:rPr>
                <w:sz w:val="20"/>
                <w:szCs w:val="20"/>
              </w:rPr>
              <w:t xml:space="preserve">The </w:t>
            </w:r>
            <w:r w:rsidRPr="00B215D5">
              <w:rPr>
                <w:iCs/>
                <w:sz w:val="20"/>
                <w:szCs w:val="20"/>
              </w:rPr>
              <w:t xml:space="preserve">Shellfish Rules </w:t>
            </w:r>
            <w:r w:rsidR="00671E4C" w:rsidRPr="00B215D5">
              <w:rPr>
                <w:sz w:val="20"/>
                <w:szCs w:val="20"/>
              </w:rPr>
              <w:t>contain</w:t>
            </w:r>
            <w:r w:rsidRPr="00B215D5">
              <w:rPr>
                <w:sz w:val="20"/>
                <w:szCs w:val="20"/>
              </w:rPr>
              <w:t xml:space="preserve"> a grade of penalty attached to each rule, which mandates the penalty that is imposed by the Court if an offence is proven. Also, provisions apply for infringement notices with mandated smaller penalties—which can be issued at the discretion of a fisheries officer for lesser or first offences.</w:t>
            </w:r>
            <w:r w:rsidR="00671E4C" w:rsidRPr="00B215D5">
              <w:rPr>
                <w:sz w:val="20"/>
                <w:szCs w:val="20"/>
              </w:rPr>
              <w:t xml:space="preserve"> </w:t>
            </w:r>
            <w:r w:rsidRPr="00B215D5">
              <w:rPr>
                <w:sz w:val="20"/>
                <w:szCs w:val="20"/>
              </w:rPr>
              <w:t>Enforcement of these rules is undertaken by Tasmania Marine Police, who are authorised fishery officers under the LMRM Act.</w:t>
            </w:r>
          </w:p>
        </w:tc>
      </w:tr>
      <w:tr w:rsidR="00230C7D" w:rsidRPr="00B215D5" w14:paraId="406E67ED" w14:textId="77777777" w:rsidTr="00860544">
        <w:tc>
          <w:tcPr>
            <w:tcW w:w="1500" w:type="pct"/>
            <w:shd w:val="clear" w:color="auto" w:fill="auto"/>
          </w:tcPr>
          <w:p w14:paraId="406E67EA" w14:textId="77777777" w:rsidR="00230C7D" w:rsidRPr="00B215D5" w:rsidRDefault="00230C7D" w:rsidP="00B215D5">
            <w:pPr>
              <w:rPr>
                <w:sz w:val="20"/>
                <w:szCs w:val="20"/>
              </w:rPr>
            </w:pPr>
            <w:r w:rsidRPr="00B215D5">
              <w:rPr>
                <w:sz w:val="20"/>
                <w:szCs w:val="20"/>
              </w:rPr>
              <w:t>Provide for the periodic review of the performance of the fishery management arrangements and the management strategies, objectives and criteria</w:t>
            </w:r>
          </w:p>
        </w:tc>
        <w:tc>
          <w:tcPr>
            <w:tcW w:w="3500" w:type="pct"/>
            <w:gridSpan w:val="4"/>
            <w:shd w:val="clear" w:color="auto" w:fill="92D050"/>
          </w:tcPr>
          <w:p w14:paraId="406E67EB" w14:textId="77777777" w:rsidR="00230C7D" w:rsidRPr="00B215D5" w:rsidRDefault="00230C7D" w:rsidP="00B215D5">
            <w:pPr>
              <w:rPr>
                <w:b/>
                <w:sz w:val="20"/>
                <w:szCs w:val="20"/>
              </w:rPr>
            </w:pPr>
            <w:r w:rsidRPr="00B215D5">
              <w:rPr>
                <w:b/>
                <w:sz w:val="20"/>
                <w:szCs w:val="20"/>
              </w:rPr>
              <w:t>Meets.</w:t>
            </w:r>
          </w:p>
          <w:p w14:paraId="406E67EC" w14:textId="77777777" w:rsidR="00230C7D" w:rsidRPr="00B215D5" w:rsidRDefault="00230C7D" w:rsidP="00B215D5">
            <w:pPr>
              <w:rPr>
                <w:sz w:val="20"/>
                <w:szCs w:val="20"/>
              </w:rPr>
            </w:pPr>
            <w:r w:rsidRPr="00B215D5">
              <w:rPr>
                <w:sz w:val="20"/>
                <w:szCs w:val="20"/>
              </w:rPr>
              <w:t>All management plans and regimes are subject to periodic formal review, generally every 10 years. However, if issues arise then more specific reviews can be undertaken if statutory management changes are required. Stock assessment and TACCs are reviewed annually.</w:t>
            </w:r>
          </w:p>
        </w:tc>
      </w:tr>
      <w:tr w:rsidR="00230C7D" w:rsidRPr="00B215D5" w14:paraId="406E67F2" w14:textId="77777777" w:rsidTr="00860544">
        <w:tc>
          <w:tcPr>
            <w:tcW w:w="1500" w:type="pct"/>
            <w:shd w:val="clear" w:color="auto" w:fill="auto"/>
          </w:tcPr>
          <w:p w14:paraId="406E67EE" w14:textId="77777777" w:rsidR="00230C7D" w:rsidRPr="00B215D5" w:rsidRDefault="00230C7D" w:rsidP="00B215D5">
            <w:pPr>
              <w:rPr>
                <w:sz w:val="20"/>
                <w:szCs w:val="20"/>
              </w:rPr>
            </w:pPr>
            <w:r w:rsidRPr="00B215D5">
              <w:rPr>
                <w:sz w:val="20"/>
                <w:szCs w:val="20"/>
              </w:rPr>
              <w:t>Be capable of assessing, monitoring and avoiding, remedying or mitigating any adverse impacts on the wider marine ecosystem in which the target species lives and the fishery operates</w:t>
            </w:r>
          </w:p>
        </w:tc>
        <w:tc>
          <w:tcPr>
            <w:tcW w:w="3500" w:type="pct"/>
            <w:gridSpan w:val="4"/>
            <w:shd w:val="clear" w:color="auto" w:fill="92D050"/>
          </w:tcPr>
          <w:p w14:paraId="406E67EF" w14:textId="77777777" w:rsidR="00230C7D" w:rsidRPr="00B215D5" w:rsidRDefault="00230C7D" w:rsidP="00B215D5">
            <w:pPr>
              <w:rPr>
                <w:b/>
                <w:sz w:val="20"/>
                <w:szCs w:val="20"/>
              </w:rPr>
            </w:pPr>
            <w:r w:rsidRPr="00B215D5">
              <w:rPr>
                <w:b/>
                <w:sz w:val="20"/>
                <w:szCs w:val="20"/>
              </w:rPr>
              <w:t>Meets.</w:t>
            </w:r>
          </w:p>
          <w:p w14:paraId="406E67F1" w14:textId="55905CD6" w:rsidR="00230C7D" w:rsidRPr="00B215D5" w:rsidRDefault="00230C7D" w:rsidP="00B215D5">
            <w:pPr>
              <w:rPr>
                <w:sz w:val="20"/>
                <w:szCs w:val="20"/>
              </w:rPr>
            </w:pPr>
            <w:r w:rsidRPr="00B215D5">
              <w:rPr>
                <w:sz w:val="20"/>
                <w:szCs w:val="20"/>
              </w:rPr>
              <w:t>Given the highly selective nature of the fishing method (hand collection), interactions with threatened, endangered or protected species (TEPS) are unlikely for this sector of the fishery. Available information suggests that the current management arrangements are sufficient and that any adverse impacts on the wider marine ecosystem are unlikely.</w:t>
            </w:r>
          </w:p>
        </w:tc>
      </w:tr>
      <w:tr w:rsidR="00230C7D" w:rsidRPr="00B215D5" w14:paraId="406E67F6" w14:textId="77777777" w:rsidTr="00860544">
        <w:tc>
          <w:tcPr>
            <w:tcW w:w="1500" w:type="pct"/>
            <w:shd w:val="clear" w:color="auto" w:fill="auto"/>
          </w:tcPr>
          <w:p w14:paraId="406E67F3" w14:textId="77777777" w:rsidR="00230C7D" w:rsidRPr="00B215D5" w:rsidRDefault="00230C7D" w:rsidP="00B215D5">
            <w:pPr>
              <w:rPr>
                <w:sz w:val="20"/>
                <w:szCs w:val="20"/>
              </w:rPr>
            </w:pPr>
            <w:r w:rsidRPr="00B215D5">
              <w:rPr>
                <w:sz w:val="20"/>
                <w:szCs w:val="20"/>
              </w:rPr>
              <w:t>Requires compliance with relevant threat abatement plans, recovery plans, the National Policy on Fisheries Bycatch, and bycatch action strategies developed under the policy</w:t>
            </w:r>
          </w:p>
        </w:tc>
        <w:tc>
          <w:tcPr>
            <w:tcW w:w="3500" w:type="pct"/>
            <w:gridSpan w:val="4"/>
            <w:shd w:val="clear" w:color="auto" w:fill="auto"/>
          </w:tcPr>
          <w:p w14:paraId="406E67F4" w14:textId="77777777" w:rsidR="00230C7D" w:rsidRPr="00B215D5" w:rsidRDefault="00230C7D" w:rsidP="00B215D5">
            <w:pPr>
              <w:rPr>
                <w:b/>
                <w:sz w:val="20"/>
                <w:szCs w:val="20"/>
              </w:rPr>
            </w:pPr>
            <w:r w:rsidRPr="00B215D5">
              <w:rPr>
                <w:b/>
                <w:sz w:val="20"/>
                <w:szCs w:val="20"/>
              </w:rPr>
              <w:t>Not applicable.</w:t>
            </w:r>
          </w:p>
          <w:p w14:paraId="406E67F5" w14:textId="77777777" w:rsidR="00230C7D" w:rsidRPr="00B215D5" w:rsidRDefault="00230C7D" w:rsidP="00B215D5">
            <w:pPr>
              <w:rPr>
                <w:sz w:val="20"/>
                <w:szCs w:val="20"/>
              </w:rPr>
            </w:pPr>
            <w:r w:rsidRPr="00B215D5">
              <w:rPr>
                <w:sz w:val="20"/>
                <w:szCs w:val="20"/>
              </w:rPr>
              <w:t>There are no relevant plans or strategies relating to threat abatement, recovery or bycatch with which the fishery is required to be compliant. Bycatch in this fishery is negligible due to the highly selective fishing method used, i.e. hand collection.</w:t>
            </w:r>
          </w:p>
        </w:tc>
      </w:tr>
      <w:tr w:rsidR="00230C7D" w:rsidRPr="00B215D5" w14:paraId="406E67F8" w14:textId="77777777" w:rsidTr="00860544">
        <w:tc>
          <w:tcPr>
            <w:tcW w:w="5000" w:type="pct"/>
            <w:gridSpan w:val="5"/>
            <w:shd w:val="clear" w:color="auto" w:fill="92CDDC"/>
          </w:tcPr>
          <w:p w14:paraId="406E67F7" w14:textId="77777777" w:rsidR="00230C7D" w:rsidRPr="00B215D5" w:rsidRDefault="00230C7D" w:rsidP="00B215D5">
            <w:pPr>
              <w:autoSpaceDE w:val="0"/>
              <w:autoSpaceDN w:val="0"/>
              <w:adjustRightInd w:val="0"/>
              <w:rPr>
                <w:b/>
                <w:bCs/>
                <w:sz w:val="20"/>
                <w:szCs w:val="20"/>
              </w:rPr>
            </w:pPr>
            <w:r w:rsidRPr="00B215D5">
              <w:rPr>
                <w:b/>
                <w:bCs/>
                <w:sz w:val="20"/>
                <w:szCs w:val="20"/>
              </w:rPr>
              <w:t xml:space="preserve">PRINCIPLE 1 - </w:t>
            </w:r>
            <w:r w:rsidRPr="00B215D5">
              <w:rPr>
                <w:sz w:val="20"/>
                <w:szCs w:val="20"/>
              </w:rPr>
              <w:t>A fishery must be conducted in a manner that does not lead to over-fishing, or for those stocks that are over-fished, the fishery must be conducted such that there is a high degree of probability the stock(s) will recover</w:t>
            </w:r>
            <w:r w:rsidRPr="00B215D5">
              <w:rPr>
                <w:b/>
                <w:bCs/>
                <w:sz w:val="20"/>
                <w:szCs w:val="20"/>
              </w:rPr>
              <w:t xml:space="preserve">. </w:t>
            </w:r>
          </w:p>
        </w:tc>
      </w:tr>
      <w:tr w:rsidR="00230C7D" w:rsidRPr="00B215D5" w14:paraId="406E67FA" w14:textId="77777777" w:rsidTr="00860544">
        <w:tc>
          <w:tcPr>
            <w:tcW w:w="5000" w:type="pct"/>
            <w:gridSpan w:val="5"/>
            <w:shd w:val="clear" w:color="auto" w:fill="B6DDE8"/>
          </w:tcPr>
          <w:p w14:paraId="406E67F9" w14:textId="77777777" w:rsidR="00230C7D" w:rsidRPr="00B215D5" w:rsidRDefault="00230C7D" w:rsidP="00B215D5">
            <w:pPr>
              <w:rPr>
                <w:b/>
                <w:bCs/>
                <w:sz w:val="20"/>
                <w:szCs w:val="20"/>
              </w:rPr>
            </w:pPr>
            <w:r w:rsidRPr="00B215D5">
              <w:rPr>
                <w:b/>
                <w:bCs/>
                <w:sz w:val="20"/>
                <w:szCs w:val="20"/>
              </w:rPr>
              <w:t xml:space="preserve">Objective 1 - </w:t>
            </w:r>
            <w:r w:rsidRPr="00B215D5">
              <w:rPr>
                <w:sz w:val="20"/>
                <w:szCs w:val="20"/>
              </w:rPr>
              <w:t xml:space="preserve">The fishery shall be conducted at catch levels that maintain ecologically viable stock levels at an agreed point or range, with acceptable levels of probability. </w:t>
            </w:r>
          </w:p>
        </w:tc>
      </w:tr>
      <w:tr w:rsidR="00230C7D" w:rsidRPr="00B215D5" w14:paraId="406E67FC" w14:textId="77777777" w:rsidTr="00860544">
        <w:tc>
          <w:tcPr>
            <w:tcW w:w="5000" w:type="pct"/>
            <w:gridSpan w:val="5"/>
            <w:shd w:val="clear" w:color="auto" w:fill="DAEEF3"/>
          </w:tcPr>
          <w:p w14:paraId="406E67FB" w14:textId="77777777" w:rsidR="00230C7D" w:rsidRPr="00B215D5" w:rsidRDefault="00230C7D" w:rsidP="00B215D5">
            <w:pPr>
              <w:rPr>
                <w:b/>
                <w:bCs/>
                <w:i/>
                <w:iCs/>
                <w:sz w:val="20"/>
                <w:szCs w:val="20"/>
              </w:rPr>
            </w:pPr>
            <w:r w:rsidRPr="00B215D5">
              <w:rPr>
                <w:b/>
                <w:bCs/>
                <w:i/>
                <w:iCs/>
                <w:sz w:val="20"/>
                <w:szCs w:val="20"/>
              </w:rPr>
              <w:t xml:space="preserve">Information requirements </w:t>
            </w:r>
          </w:p>
        </w:tc>
      </w:tr>
      <w:tr w:rsidR="00230C7D" w:rsidRPr="00B215D5" w14:paraId="406E6800" w14:textId="77777777" w:rsidTr="00860544">
        <w:tc>
          <w:tcPr>
            <w:tcW w:w="1500" w:type="pct"/>
          </w:tcPr>
          <w:p w14:paraId="406E67FD" w14:textId="77777777" w:rsidR="00230C7D" w:rsidRPr="00B215D5" w:rsidRDefault="00230C7D" w:rsidP="00B215D5">
            <w:pPr>
              <w:rPr>
                <w:b/>
                <w:bCs/>
                <w:i/>
                <w:iCs/>
                <w:sz w:val="20"/>
                <w:szCs w:val="20"/>
              </w:rPr>
            </w:pPr>
            <w:r w:rsidRPr="00B215D5">
              <w:rPr>
                <w:b/>
                <w:bCs/>
                <w:i/>
                <w:iCs/>
                <w:sz w:val="20"/>
                <w:szCs w:val="20"/>
              </w:rPr>
              <w:lastRenderedPageBreak/>
              <w:t xml:space="preserve">1.1.1 </w:t>
            </w:r>
            <w:r w:rsidRPr="00B215D5">
              <w:rPr>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3500" w:type="pct"/>
            <w:gridSpan w:val="4"/>
            <w:shd w:val="clear" w:color="auto" w:fill="92D050"/>
          </w:tcPr>
          <w:p w14:paraId="406E67FE" w14:textId="77777777" w:rsidR="00230C7D" w:rsidRPr="00B215D5" w:rsidRDefault="00230C7D" w:rsidP="00B215D5">
            <w:pPr>
              <w:rPr>
                <w:b/>
                <w:sz w:val="20"/>
                <w:szCs w:val="20"/>
              </w:rPr>
            </w:pPr>
            <w:r w:rsidRPr="00B215D5">
              <w:rPr>
                <w:b/>
                <w:sz w:val="20"/>
                <w:szCs w:val="20"/>
              </w:rPr>
              <w:t>Meets.</w:t>
            </w:r>
          </w:p>
          <w:p w14:paraId="406E67FF" w14:textId="24782783" w:rsidR="00230C7D" w:rsidRPr="00B215D5" w:rsidRDefault="00671E4C" w:rsidP="00B215D5">
            <w:pPr>
              <w:rPr>
                <w:sz w:val="20"/>
                <w:szCs w:val="20"/>
              </w:rPr>
            </w:pPr>
            <w:r w:rsidRPr="00B215D5">
              <w:rPr>
                <w:sz w:val="20"/>
                <w:szCs w:val="20"/>
              </w:rPr>
              <w:t>M</w:t>
            </w:r>
            <w:r w:rsidR="00230C7D" w:rsidRPr="00B215D5">
              <w:rPr>
                <w:sz w:val="20"/>
                <w:szCs w:val="20"/>
              </w:rPr>
              <w:t>andatory logbooks record daily catch and effort. Fishery independent data is collected from surveys conducted by IMAS with licensee’s involvement every two to three years. IMAS analyse the survey data and provide advice on harvest levels. Distribution and abundance information has been collated from technical reports compiled by IMAS.</w:t>
            </w:r>
          </w:p>
        </w:tc>
      </w:tr>
      <w:tr w:rsidR="00230C7D" w:rsidRPr="00B215D5" w14:paraId="406E6802" w14:textId="77777777" w:rsidTr="00860544">
        <w:tc>
          <w:tcPr>
            <w:tcW w:w="5000" w:type="pct"/>
            <w:gridSpan w:val="5"/>
            <w:shd w:val="clear" w:color="auto" w:fill="DAEEF3"/>
          </w:tcPr>
          <w:p w14:paraId="406E6801" w14:textId="77777777" w:rsidR="00230C7D" w:rsidRPr="00B215D5" w:rsidRDefault="00230C7D" w:rsidP="00B215D5">
            <w:pPr>
              <w:rPr>
                <w:b/>
                <w:bCs/>
                <w:i/>
                <w:iCs/>
                <w:sz w:val="20"/>
                <w:szCs w:val="20"/>
              </w:rPr>
            </w:pPr>
            <w:r w:rsidRPr="00B215D5">
              <w:rPr>
                <w:b/>
                <w:bCs/>
                <w:i/>
                <w:iCs/>
                <w:sz w:val="20"/>
                <w:szCs w:val="20"/>
              </w:rPr>
              <w:t xml:space="preserve">Assessment </w:t>
            </w:r>
          </w:p>
        </w:tc>
      </w:tr>
      <w:tr w:rsidR="00230C7D" w:rsidRPr="00B215D5" w14:paraId="406E6806" w14:textId="77777777" w:rsidTr="00230C7D">
        <w:tc>
          <w:tcPr>
            <w:tcW w:w="1500" w:type="pct"/>
          </w:tcPr>
          <w:p w14:paraId="406E6803" w14:textId="77777777" w:rsidR="00230C7D" w:rsidRPr="00B215D5" w:rsidRDefault="00230C7D" w:rsidP="00B215D5">
            <w:pPr>
              <w:rPr>
                <w:b/>
                <w:bCs/>
                <w:i/>
                <w:iCs/>
                <w:sz w:val="20"/>
                <w:szCs w:val="20"/>
              </w:rPr>
            </w:pPr>
            <w:r w:rsidRPr="00B215D5">
              <w:rPr>
                <w:b/>
                <w:bCs/>
                <w:i/>
                <w:iCs/>
                <w:sz w:val="20"/>
                <w:szCs w:val="20"/>
              </w:rPr>
              <w:t xml:space="preserve">1.1.2 </w:t>
            </w:r>
            <w:r w:rsidRPr="00B215D5">
              <w:rPr>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gridSpan w:val="4"/>
            <w:shd w:val="clear" w:color="auto" w:fill="92D050"/>
          </w:tcPr>
          <w:p w14:paraId="406E6804" w14:textId="77777777" w:rsidR="00230C7D" w:rsidRPr="00B215D5" w:rsidRDefault="00230C7D" w:rsidP="00B215D5">
            <w:pPr>
              <w:rPr>
                <w:b/>
                <w:sz w:val="20"/>
                <w:szCs w:val="20"/>
              </w:rPr>
            </w:pPr>
            <w:r w:rsidRPr="00B215D5">
              <w:rPr>
                <w:b/>
                <w:sz w:val="20"/>
                <w:szCs w:val="20"/>
              </w:rPr>
              <w:t>Meets.</w:t>
            </w:r>
          </w:p>
          <w:p w14:paraId="1BE6F3F4" w14:textId="77777777" w:rsidR="00230C7D" w:rsidRPr="00B215D5" w:rsidRDefault="00230C7D" w:rsidP="00B215D5">
            <w:pPr>
              <w:rPr>
                <w:sz w:val="20"/>
                <w:szCs w:val="20"/>
              </w:rPr>
            </w:pPr>
            <w:r w:rsidRPr="00B215D5">
              <w:rPr>
                <w:sz w:val="20"/>
                <w:szCs w:val="20"/>
              </w:rPr>
              <w:t xml:space="preserve">Native Oyster stocks in Georges Bay are assessed every two to three years during field surveys overseen by IMAS. An estimate of the biomass can then be determined and 10 per cent of that biomass is allocated as the annual TACC. Although a harvest level of 16 per cent of the biomass of Native Oyster in a zone is considered to be a sustainable level, IMAS identified 10 per cent as being an internationally accepted, highly precautionary figure which provides a significant safety buffer for the fishery. </w:t>
            </w:r>
          </w:p>
          <w:p w14:paraId="406E6805" w14:textId="77777777" w:rsidR="00671E4C" w:rsidRPr="00B215D5" w:rsidRDefault="00671E4C" w:rsidP="00B215D5">
            <w:pPr>
              <w:rPr>
                <w:sz w:val="20"/>
                <w:szCs w:val="20"/>
              </w:rPr>
            </w:pPr>
          </w:p>
        </w:tc>
      </w:tr>
      <w:tr w:rsidR="00230C7D" w:rsidRPr="00B215D5" w14:paraId="406E680A" w14:textId="77777777" w:rsidTr="00860544">
        <w:tc>
          <w:tcPr>
            <w:tcW w:w="1500" w:type="pct"/>
          </w:tcPr>
          <w:p w14:paraId="406E6807" w14:textId="77777777" w:rsidR="00230C7D" w:rsidRPr="00B215D5" w:rsidRDefault="00230C7D" w:rsidP="00B215D5">
            <w:pPr>
              <w:rPr>
                <w:b/>
                <w:bCs/>
                <w:i/>
                <w:iCs/>
                <w:sz w:val="20"/>
                <w:szCs w:val="20"/>
              </w:rPr>
            </w:pPr>
            <w:r w:rsidRPr="00B215D5">
              <w:rPr>
                <w:b/>
                <w:bCs/>
                <w:i/>
                <w:iCs/>
                <w:sz w:val="20"/>
                <w:szCs w:val="20"/>
              </w:rPr>
              <w:t xml:space="preserve">1.1.3 </w:t>
            </w:r>
            <w:r w:rsidRPr="00B215D5">
              <w:rPr>
                <w:sz w:val="20"/>
                <w:szCs w:val="20"/>
              </w:rPr>
              <w:t>The distribution and spatial structure of the stock(s) has been established and factored into management responses</w:t>
            </w:r>
            <w:r w:rsidRPr="00B215D5">
              <w:rPr>
                <w:i/>
                <w:iCs/>
                <w:sz w:val="20"/>
                <w:szCs w:val="20"/>
              </w:rPr>
              <w:t xml:space="preserve">. </w:t>
            </w:r>
          </w:p>
        </w:tc>
        <w:tc>
          <w:tcPr>
            <w:tcW w:w="3500" w:type="pct"/>
            <w:gridSpan w:val="4"/>
            <w:shd w:val="clear" w:color="auto" w:fill="92D050"/>
          </w:tcPr>
          <w:p w14:paraId="406E6808" w14:textId="77777777" w:rsidR="00230C7D" w:rsidRPr="00B215D5" w:rsidRDefault="00230C7D" w:rsidP="00B215D5">
            <w:pPr>
              <w:rPr>
                <w:b/>
                <w:sz w:val="20"/>
                <w:szCs w:val="20"/>
              </w:rPr>
            </w:pPr>
            <w:r w:rsidRPr="00B215D5">
              <w:rPr>
                <w:b/>
                <w:sz w:val="20"/>
                <w:szCs w:val="20"/>
              </w:rPr>
              <w:t>Meets.</w:t>
            </w:r>
          </w:p>
          <w:p w14:paraId="406E6809" w14:textId="77777777" w:rsidR="00230C7D" w:rsidRPr="00B215D5" w:rsidRDefault="00230C7D" w:rsidP="00B215D5">
            <w:pPr>
              <w:rPr>
                <w:sz w:val="20"/>
                <w:szCs w:val="20"/>
              </w:rPr>
            </w:pPr>
            <w:r w:rsidRPr="00B215D5">
              <w:rPr>
                <w:sz w:val="20"/>
                <w:szCs w:val="20"/>
              </w:rPr>
              <w:t>Historical information on the distribution of Native Oyster in Georges Bay is available and changes are being monitored over time. In addition, research staff at the IMAS have conducted habitat mapping in Georges Bay, providing baseline reference data for this area. The harvest of native oysters is based on the surveyed beds in Georges Bay.</w:t>
            </w:r>
            <w:r w:rsidRPr="00B215D5">
              <w:rPr>
                <w:sz w:val="20"/>
                <w:szCs w:val="20"/>
                <w:lang w:eastAsia="en-AU"/>
              </w:rPr>
              <w:t xml:space="preserve"> </w:t>
            </w:r>
          </w:p>
        </w:tc>
      </w:tr>
      <w:tr w:rsidR="00230C7D" w:rsidRPr="00B215D5" w14:paraId="406E680F" w14:textId="77777777" w:rsidTr="00860544">
        <w:tc>
          <w:tcPr>
            <w:tcW w:w="1500" w:type="pct"/>
          </w:tcPr>
          <w:p w14:paraId="406E680B" w14:textId="77777777" w:rsidR="00230C7D" w:rsidRPr="00B215D5" w:rsidRDefault="00230C7D" w:rsidP="00B215D5">
            <w:pPr>
              <w:rPr>
                <w:b/>
                <w:bCs/>
                <w:i/>
                <w:iCs/>
                <w:sz w:val="20"/>
                <w:szCs w:val="20"/>
              </w:rPr>
            </w:pPr>
            <w:r w:rsidRPr="00B215D5">
              <w:rPr>
                <w:b/>
                <w:bCs/>
                <w:i/>
                <w:iCs/>
                <w:sz w:val="20"/>
                <w:szCs w:val="20"/>
              </w:rPr>
              <w:t xml:space="preserve">1.1.4 </w:t>
            </w:r>
            <w:r w:rsidRPr="00B215D5">
              <w:rPr>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3500" w:type="pct"/>
            <w:gridSpan w:val="4"/>
            <w:shd w:val="clear" w:color="auto" w:fill="92D050"/>
          </w:tcPr>
          <w:p w14:paraId="406E680C" w14:textId="77777777" w:rsidR="00230C7D" w:rsidRPr="00B215D5" w:rsidRDefault="00230C7D" w:rsidP="00B215D5">
            <w:pPr>
              <w:rPr>
                <w:b/>
                <w:sz w:val="20"/>
                <w:szCs w:val="20"/>
              </w:rPr>
            </w:pPr>
            <w:r w:rsidRPr="00B215D5">
              <w:rPr>
                <w:b/>
                <w:sz w:val="20"/>
                <w:szCs w:val="20"/>
              </w:rPr>
              <w:t>Meets.</w:t>
            </w:r>
          </w:p>
          <w:p w14:paraId="406E680E" w14:textId="781A06F7" w:rsidR="00230C7D" w:rsidRPr="00B215D5" w:rsidRDefault="00230C7D" w:rsidP="00B215D5">
            <w:pPr>
              <w:rPr>
                <w:sz w:val="20"/>
                <w:szCs w:val="20"/>
              </w:rPr>
            </w:pPr>
            <w:r w:rsidRPr="00B215D5">
              <w:rPr>
                <w:sz w:val="20"/>
                <w:szCs w:val="20"/>
              </w:rPr>
              <w:t xml:space="preserve">The commercial and recreational harvest of Native Oyster is factored into local stock assessments and target species catch levels. Native Oyster is caught in Tasmanian waters as part of cultural fishing activities by Indigenous people – bag limit of 50 oysters per person per day. This catch is not quantified but is believed to be negligible. Special permits for Aboriginal cultural events can also be obtained on application. </w:t>
            </w:r>
          </w:p>
        </w:tc>
      </w:tr>
      <w:tr w:rsidR="00230C7D" w:rsidRPr="00B215D5" w14:paraId="406E6813" w14:textId="77777777" w:rsidTr="00860544">
        <w:tc>
          <w:tcPr>
            <w:tcW w:w="1500" w:type="pct"/>
          </w:tcPr>
          <w:p w14:paraId="406E6810" w14:textId="77777777" w:rsidR="00230C7D" w:rsidRPr="00B215D5" w:rsidRDefault="00230C7D" w:rsidP="00B215D5">
            <w:pPr>
              <w:rPr>
                <w:sz w:val="20"/>
                <w:szCs w:val="20"/>
              </w:rPr>
            </w:pPr>
            <w:r w:rsidRPr="00B215D5">
              <w:rPr>
                <w:b/>
                <w:bCs/>
                <w:i/>
                <w:iCs/>
                <w:sz w:val="20"/>
                <w:szCs w:val="20"/>
              </w:rPr>
              <w:t xml:space="preserve">1.1.5 </w:t>
            </w:r>
            <w:r w:rsidRPr="00B215D5">
              <w:rPr>
                <w:sz w:val="20"/>
                <w:szCs w:val="20"/>
              </w:rPr>
              <w:t xml:space="preserve">There is a sound estimate of the potential productivity of the fished stock/s and the proportion that could be harvested. </w:t>
            </w:r>
          </w:p>
        </w:tc>
        <w:tc>
          <w:tcPr>
            <w:tcW w:w="3500" w:type="pct"/>
            <w:gridSpan w:val="4"/>
            <w:shd w:val="clear" w:color="auto" w:fill="FFC000"/>
          </w:tcPr>
          <w:p w14:paraId="406E6811" w14:textId="77777777" w:rsidR="00230C7D" w:rsidRPr="00B215D5" w:rsidRDefault="00230C7D" w:rsidP="00B215D5">
            <w:pPr>
              <w:rPr>
                <w:b/>
                <w:sz w:val="20"/>
                <w:szCs w:val="20"/>
              </w:rPr>
            </w:pPr>
            <w:r w:rsidRPr="00B215D5">
              <w:rPr>
                <w:b/>
                <w:sz w:val="20"/>
                <w:szCs w:val="20"/>
              </w:rPr>
              <w:t>Partially meets.</w:t>
            </w:r>
          </w:p>
          <w:p w14:paraId="406E6812" w14:textId="77777777" w:rsidR="00230C7D" w:rsidRPr="00B215D5" w:rsidRDefault="00230C7D" w:rsidP="00B215D5">
            <w:pPr>
              <w:rPr>
                <w:sz w:val="20"/>
                <w:szCs w:val="20"/>
              </w:rPr>
            </w:pPr>
            <w:r w:rsidRPr="00B215D5">
              <w:rPr>
                <w:sz w:val="20"/>
                <w:szCs w:val="20"/>
              </w:rPr>
              <w:t xml:space="preserve">IMAS conduct regular surveys to collect data that is then extrapolated to provide an estimate of the potential productivity of each fished oyster bed in Georges Bay. The TACC is normally set for two to three years, just after a biomass survey, and can be decreased if monitoring indicates that this action is appropriate. A harvest level of 16 per cent of the biomass of native oysters in a zone is considered to be a sustainable level for the harvest of native oysters. However, IMAS identified 10 per cent as being an internationally accepted, highly precautionary figure which provides a significant safety buffer for the fishery. In recent years the harvest has been substantially less than the allocation due to market constraints. </w:t>
            </w:r>
          </w:p>
        </w:tc>
      </w:tr>
      <w:tr w:rsidR="00230C7D" w:rsidRPr="00B215D5" w14:paraId="406E6815" w14:textId="77777777" w:rsidTr="00860544">
        <w:tc>
          <w:tcPr>
            <w:tcW w:w="5000" w:type="pct"/>
            <w:gridSpan w:val="5"/>
            <w:shd w:val="clear" w:color="auto" w:fill="DAEEF3"/>
          </w:tcPr>
          <w:p w14:paraId="406E6814" w14:textId="77777777" w:rsidR="00230C7D" w:rsidRPr="00B215D5" w:rsidRDefault="00230C7D" w:rsidP="00B215D5">
            <w:pPr>
              <w:rPr>
                <w:b/>
                <w:bCs/>
                <w:i/>
                <w:iCs/>
                <w:sz w:val="20"/>
                <w:szCs w:val="20"/>
              </w:rPr>
            </w:pPr>
            <w:r w:rsidRPr="00B215D5">
              <w:rPr>
                <w:b/>
                <w:bCs/>
                <w:i/>
                <w:iCs/>
                <w:sz w:val="20"/>
                <w:szCs w:val="20"/>
              </w:rPr>
              <w:t xml:space="preserve">Management responses </w:t>
            </w:r>
          </w:p>
        </w:tc>
      </w:tr>
      <w:tr w:rsidR="00230C7D" w:rsidRPr="00B215D5" w14:paraId="406E6821" w14:textId="77777777" w:rsidTr="00860544">
        <w:tc>
          <w:tcPr>
            <w:tcW w:w="1500" w:type="pct"/>
          </w:tcPr>
          <w:p w14:paraId="406E6816" w14:textId="77777777" w:rsidR="00230C7D" w:rsidRPr="00B215D5" w:rsidRDefault="00230C7D" w:rsidP="00B215D5">
            <w:pPr>
              <w:autoSpaceDE w:val="0"/>
              <w:autoSpaceDN w:val="0"/>
              <w:adjustRightInd w:val="0"/>
              <w:rPr>
                <w:sz w:val="20"/>
                <w:szCs w:val="20"/>
              </w:rPr>
            </w:pPr>
            <w:r w:rsidRPr="00B215D5">
              <w:rPr>
                <w:b/>
                <w:bCs/>
                <w:i/>
                <w:iCs/>
                <w:sz w:val="20"/>
                <w:szCs w:val="20"/>
              </w:rPr>
              <w:t xml:space="preserve">1.1.6 </w:t>
            </w:r>
            <w:r w:rsidRPr="00B215D5">
              <w:rPr>
                <w:sz w:val="20"/>
                <w:szCs w:val="20"/>
              </w:rPr>
              <w:t xml:space="preserve">There are reference points (target and/or limit), that trigger management actions including a biological bottom line </w:t>
            </w:r>
            <w:r w:rsidRPr="00B215D5">
              <w:rPr>
                <w:sz w:val="20"/>
                <w:szCs w:val="20"/>
              </w:rPr>
              <w:lastRenderedPageBreak/>
              <w:t>and/or a catch or effort upper limit beyond which the stock should not be taken.</w:t>
            </w:r>
          </w:p>
        </w:tc>
        <w:tc>
          <w:tcPr>
            <w:tcW w:w="3500" w:type="pct"/>
            <w:gridSpan w:val="4"/>
            <w:shd w:val="clear" w:color="auto" w:fill="92D050"/>
          </w:tcPr>
          <w:p w14:paraId="406E6817" w14:textId="77777777" w:rsidR="00230C7D" w:rsidRPr="00B215D5" w:rsidRDefault="00230C7D" w:rsidP="00B215D5">
            <w:pPr>
              <w:rPr>
                <w:b/>
                <w:sz w:val="20"/>
                <w:szCs w:val="20"/>
              </w:rPr>
            </w:pPr>
            <w:r w:rsidRPr="00B215D5">
              <w:rPr>
                <w:b/>
                <w:sz w:val="20"/>
                <w:szCs w:val="20"/>
              </w:rPr>
              <w:lastRenderedPageBreak/>
              <w:t>Meets.</w:t>
            </w:r>
          </w:p>
          <w:p w14:paraId="406E6818" w14:textId="48F1F754" w:rsidR="00230C7D" w:rsidRPr="00B215D5" w:rsidRDefault="00671E4C" w:rsidP="00B215D5">
            <w:pPr>
              <w:rPr>
                <w:sz w:val="20"/>
                <w:szCs w:val="20"/>
              </w:rPr>
            </w:pPr>
            <w:r w:rsidRPr="00B215D5">
              <w:rPr>
                <w:sz w:val="20"/>
                <w:szCs w:val="20"/>
              </w:rPr>
              <w:t xml:space="preserve">When </w:t>
            </w:r>
            <w:r w:rsidR="00230C7D" w:rsidRPr="00B215D5">
              <w:rPr>
                <w:sz w:val="20"/>
                <w:szCs w:val="20"/>
              </w:rPr>
              <w:t>one or more of the following trigger points has been reached, DPIPWE will initiate consultation with industry and conduct a review and implement appropriate actions to best address the issue:</w:t>
            </w:r>
          </w:p>
          <w:p w14:paraId="406E6819" w14:textId="77777777" w:rsidR="00230C7D" w:rsidRPr="00B215D5" w:rsidRDefault="00230C7D" w:rsidP="00B215D5">
            <w:pPr>
              <w:pStyle w:val="ListParagraph"/>
              <w:numPr>
                <w:ilvl w:val="0"/>
                <w:numId w:val="48"/>
              </w:numPr>
              <w:ind w:left="360"/>
              <w:rPr>
                <w:sz w:val="20"/>
                <w:szCs w:val="20"/>
              </w:rPr>
            </w:pPr>
            <w:r w:rsidRPr="00B215D5">
              <w:rPr>
                <w:sz w:val="20"/>
                <w:szCs w:val="20"/>
              </w:rPr>
              <w:lastRenderedPageBreak/>
              <w:t>Changes in the catch per unit effort (CPUE), where there is a decline of:</w:t>
            </w:r>
          </w:p>
          <w:p w14:paraId="406E681A" w14:textId="77777777" w:rsidR="00230C7D" w:rsidRPr="00B215D5" w:rsidRDefault="00230C7D" w:rsidP="00B215D5">
            <w:pPr>
              <w:pStyle w:val="ListParagraph"/>
              <w:numPr>
                <w:ilvl w:val="0"/>
                <w:numId w:val="47"/>
              </w:numPr>
              <w:ind w:left="720"/>
              <w:rPr>
                <w:sz w:val="20"/>
                <w:szCs w:val="20"/>
              </w:rPr>
            </w:pPr>
            <w:r w:rsidRPr="00B215D5">
              <w:rPr>
                <w:sz w:val="20"/>
                <w:szCs w:val="20"/>
              </w:rPr>
              <w:t>20 per cent in each of two consecutive years; or</w:t>
            </w:r>
          </w:p>
          <w:p w14:paraId="406E681B" w14:textId="77777777" w:rsidR="00230C7D" w:rsidRPr="00B215D5" w:rsidRDefault="00230C7D" w:rsidP="00B215D5">
            <w:pPr>
              <w:pStyle w:val="ListParagraph"/>
              <w:numPr>
                <w:ilvl w:val="0"/>
                <w:numId w:val="47"/>
              </w:numPr>
              <w:ind w:left="720"/>
              <w:rPr>
                <w:sz w:val="20"/>
                <w:szCs w:val="20"/>
              </w:rPr>
            </w:pPr>
            <w:r w:rsidRPr="00B215D5">
              <w:rPr>
                <w:sz w:val="20"/>
                <w:szCs w:val="20"/>
              </w:rPr>
              <w:t>35 per cent in a year.</w:t>
            </w:r>
          </w:p>
          <w:p w14:paraId="406E681C" w14:textId="77777777" w:rsidR="00230C7D" w:rsidRPr="00B215D5" w:rsidRDefault="00230C7D" w:rsidP="00B215D5">
            <w:pPr>
              <w:pStyle w:val="ListParagraph"/>
              <w:numPr>
                <w:ilvl w:val="0"/>
                <w:numId w:val="48"/>
              </w:numPr>
              <w:ind w:left="360"/>
              <w:rPr>
                <w:sz w:val="20"/>
                <w:szCs w:val="20"/>
              </w:rPr>
            </w:pPr>
            <w:r w:rsidRPr="00B215D5">
              <w:rPr>
                <w:sz w:val="20"/>
                <w:szCs w:val="20"/>
              </w:rPr>
              <w:t>Catch targets not met for Native Oysters where an agreed percentage of the TACC is not taken:</w:t>
            </w:r>
          </w:p>
          <w:p w14:paraId="406E681D" w14:textId="77777777" w:rsidR="00230C7D" w:rsidRPr="00B215D5" w:rsidRDefault="00230C7D" w:rsidP="00B215D5">
            <w:pPr>
              <w:pStyle w:val="ListParagraph"/>
              <w:numPr>
                <w:ilvl w:val="1"/>
                <w:numId w:val="48"/>
              </w:numPr>
              <w:ind w:left="720"/>
              <w:rPr>
                <w:sz w:val="20"/>
                <w:szCs w:val="20"/>
              </w:rPr>
            </w:pPr>
            <w:r w:rsidRPr="00B215D5">
              <w:rPr>
                <w:sz w:val="20"/>
                <w:szCs w:val="20"/>
              </w:rPr>
              <w:t>40 per cent in each of two consecutive years; or</w:t>
            </w:r>
          </w:p>
          <w:p w14:paraId="406E681E" w14:textId="77777777" w:rsidR="00230C7D" w:rsidRPr="00B215D5" w:rsidRDefault="00230C7D" w:rsidP="00B215D5">
            <w:pPr>
              <w:pStyle w:val="ListParagraph"/>
              <w:numPr>
                <w:ilvl w:val="1"/>
                <w:numId w:val="48"/>
              </w:numPr>
              <w:ind w:left="720"/>
              <w:rPr>
                <w:sz w:val="20"/>
                <w:szCs w:val="20"/>
              </w:rPr>
            </w:pPr>
            <w:r w:rsidRPr="00B215D5">
              <w:rPr>
                <w:sz w:val="20"/>
                <w:szCs w:val="20"/>
              </w:rPr>
              <w:t>30 per cent in a year.</w:t>
            </w:r>
          </w:p>
          <w:p w14:paraId="406E681F" w14:textId="77777777" w:rsidR="00230C7D" w:rsidRPr="00B215D5" w:rsidRDefault="00230C7D" w:rsidP="00B215D5">
            <w:pPr>
              <w:pStyle w:val="ListParagraph"/>
              <w:numPr>
                <w:ilvl w:val="0"/>
                <w:numId w:val="48"/>
              </w:numPr>
              <w:ind w:left="360"/>
              <w:rPr>
                <w:sz w:val="20"/>
                <w:szCs w:val="20"/>
              </w:rPr>
            </w:pPr>
            <w:r w:rsidRPr="00B215D5">
              <w:rPr>
                <w:sz w:val="20"/>
                <w:szCs w:val="20"/>
              </w:rPr>
              <w:t>Where quantifiable, an undesirable change in size or age composition of the catch.</w:t>
            </w:r>
          </w:p>
          <w:p w14:paraId="406E6820" w14:textId="77777777" w:rsidR="00230C7D" w:rsidRPr="00B215D5" w:rsidRDefault="00230C7D" w:rsidP="00B215D5">
            <w:pPr>
              <w:pStyle w:val="ListParagraph"/>
              <w:numPr>
                <w:ilvl w:val="0"/>
                <w:numId w:val="48"/>
              </w:numPr>
              <w:ind w:left="360"/>
              <w:rPr>
                <w:sz w:val="20"/>
                <w:szCs w:val="20"/>
              </w:rPr>
            </w:pPr>
            <w:r w:rsidRPr="00B215D5">
              <w:rPr>
                <w:sz w:val="20"/>
                <w:szCs w:val="20"/>
              </w:rPr>
              <w:t>Identification of disease outbreak in shellfish stocks.</w:t>
            </w:r>
          </w:p>
        </w:tc>
      </w:tr>
      <w:tr w:rsidR="00230C7D" w:rsidRPr="00B215D5" w14:paraId="406E682C" w14:textId="77777777" w:rsidTr="00860544">
        <w:tc>
          <w:tcPr>
            <w:tcW w:w="1500" w:type="pct"/>
          </w:tcPr>
          <w:p w14:paraId="406E6822" w14:textId="77777777" w:rsidR="00230C7D" w:rsidRPr="00B215D5" w:rsidRDefault="00230C7D" w:rsidP="00B215D5">
            <w:pPr>
              <w:rPr>
                <w:sz w:val="20"/>
                <w:szCs w:val="20"/>
              </w:rPr>
            </w:pPr>
            <w:r w:rsidRPr="00B215D5">
              <w:rPr>
                <w:b/>
                <w:bCs/>
                <w:i/>
                <w:iCs/>
                <w:sz w:val="20"/>
                <w:szCs w:val="20"/>
              </w:rPr>
              <w:lastRenderedPageBreak/>
              <w:t xml:space="preserve">1.1.7 </w:t>
            </w:r>
            <w:r w:rsidRPr="00B215D5">
              <w:rPr>
                <w:sz w:val="20"/>
                <w:szCs w:val="20"/>
              </w:rPr>
              <w:t xml:space="preserve">There are management strategies in place capable of controlling the level of take. </w:t>
            </w:r>
          </w:p>
        </w:tc>
        <w:tc>
          <w:tcPr>
            <w:tcW w:w="3500" w:type="pct"/>
            <w:gridSpan w:val="4"/>
            <w:shd w:val="clear" w:color="auto" w:fill="92D050"/>
          </w:tcPr>
          <w:p w14:paraId="406E6823" w14:textId="77777777" w:rsidR="00230C7D" w:rsidRPr="00B215D5" w:rsidRDefault="00230C7D" w:rsidP="00B215D5">
            <w:pPr>
              <w:rPr>
                <w:b/>
                <w:sz w:val="20"/>
                <w:szCs w:val="20"/>
              </w:rPr>
            </w:pPr>
            <w:r w:rsidRPr="00B215D5">
              <w:rPr>
                <w:b/>
                <w:sz w:val="20"/>
                <w:szCs w:val="20"/>
              </w:rPr>
              <w:t>Meets.</w:t>
            </w:r>
          </w:p>
          <w:p w14:paraId="406E682B" w14:textId="6075CDEF" w:rsidR="00230C7D" w:rsidRPr="00B215D5" w:rsidRDefault="00230C7D" w:rsidP="00B215D5">
            <w:pPr>
              <w:tabs>
                <w:tab w:val="left" w:pos="1785"/>
              </w:tabs>
              <w:rPr>
                <w:sz w:val="20"/>
                <w:szCs w:val="20"/>
              </w:rPr>
            </w:pPr>
            <w:r w:rsidRPr="00B215D5">
              <w:rPr>
                <w:sz w:val="20"/>
                <w:szCs w:val="20"/>
              </w:rPr>
              <w:t>Management measures</w:t>
            </w:r>
            <w:r w:rsidR="00452917" w:rsidRPr="00B215D5">
              <w:rPr>
                <w:sz w:val="20"/>
                <w:szCs w:val="20"/>
              </w:rPr>
              <w:t>, including</w:t>
            </w:r>
            <w:r w:rsidRPr="00B215D5">
              <w:rPr>
                <w:sz w:val="20"/>
                <w:szCs w:val="20"/>
              </w:rPr>
              <w:t xml:space="preserve"> the input and output controls</w:t>
            </w:r>
            <w:r w:rsidR="00452917" w:rsidRPr="00B215D5">
              <w:rPr>
                <w:sz w:val="20"/>
                <w:szCs w:val="20"/>
              </w:rPr>
              <w:t xml:space="preserve"> identified above, are capable of controlling the level of harvesting in the fishery.</w:t>
            </w:r>
          </w:p>
        </w:tc>
      </w:tr>
      <w:tr w:rsidR="00230C7D" w:rsidRPr="00B215D5" w14:paraId="406E6830" w14:textId="77777777" w:rsidTr="00861B8A">
        <w:tc>
          <w:tcPr>
            <w:tcW w:w="1500" w:type="pct"/>
          </w:tcPr>
          <w:p w14:paraId="406E682D" w14:textId="77777777" w:rsidR="00230C7D" w:rsidRPr="00B215D5" w:rsidRDefault="00230C7D" w:rsidP="00B215D5">
            <w:pPr>
              <w:autoSpaceDE w:val="0"/>
              <w:autoSpaceDN w:val="0"/>
              <w:adjustRightInd w:val="0"/>
              <w:rPr>
                <w:b/>
                <w:i/>
                <w:sz w:val="20"/>
                <w:szCs w:val="20"/>
              </w:rPr>
            </w:pPr>
            <w:r w:rsidRPr="00B215D5">
              <w:rPr>
                <w:b/>
                <w:bCs/>
                <w:i/>
                <w:iCs/>
                <w:sz w:val="20"/>
                <w:szCs w:val="20"/>
              </w:rPr>
              <w:t xml:space="preserve">1.1.8 </w:t>
            </w:r>
            <w:r w:rsidRPr="00B215D5">
              <w:rPr>
                <w:sz w:val="20"/>
                <w:szCs w:val="20"/>
              </w:rPr>
              <w:t>Fishing is conducted in a manner that does not threaten stocks of byproduct species.</w:t>
            </w:r>
          </w:p>
        </w:tc>
        <w:tc>
          <w:tcPr>
            <w:tcW w:w="3500" w:type="pct"/>
            <w:gridSpan w:val="4"/>
            <w:shd w:val="clear" w:color="auto" w:fill="auto"/>
          </w:tcPr>
          <w:p w14:paraId="406E682E" w14:textId="77777777" w:rsidR="00230C7D" w:rsidRPr="00B215D5" w:rsidRDefault="00230C7D" w:rsidP="00B215D5">
            <w:pPr>
              <w:rPr>
                <w:b/>
                <w:bCs/>
                <w:sz w:val="20"/>
                <w:szCs w:val="20"/>
              </w:rPr>
            </w:pPr>
            <w:r w:rsidRPr="00B215D5">
              <w:rPr>
                <w:b/>
                <w:bCs/>
                <w:sz w:val="20"/>
                <w:szCs w:val="20"/>
              </w:rPr>
              <w:t>Not applicable.</w:t>
            </w:r>
          </w:p>
          <w:p w14:paraId="406E682F" w14:textId="77777777" w:rsidR="00230C7D" w:rsidRPr="00B215D5" w:rsidRDefault="00230C7D" w:rsidP="00B215D5">
            <w:pPr>
              <w:rPr>
                <w:sz w:val="20"/>
                <w:szCs w:val="20"/>
              </w:rPr>
            </w:pPr>
            <w:r w:rsidRPr="00B215D5">
              <w:rPr>
                <w:bCs/>
                <w:sz w:val="20"/>
                <w:szCs w:val="20"/>
              </w:rPr>
              <w:t xml:space="preserve">There are no concerns for byproduct species identified in the fishery as only Native Oysters are permitted to be taken and the fishing gear used for the target species is highly selective, i.e. hand collection. </w:t>
            </w:r>
          </w:p>
        </w:tc>
      </w:tr>
      <w:tr w:rsidR="00230C7D" w:rsidRPr="00B215D5" w14:paraId="406E6832" w14:textId="77777777" w:rsidTr="00860544">
        <w:tc>
          <w:tcPr>
            <w:tcW w:w="5000" w:type="pct"/>
            <w:gridSpan w:val="5"/>
            <w:shd w:val="clear" w:color="auto" w:fill="DAEEF3"/>
            <w:vAlign w:val="center"/>
          </w:tcPr>
          <w:p w14:paraId="406E6831" w14:textId="77777777" w:rsidR="00230C7D" w:rsidRPr="00B215D5" w:rsidRDefault="00230C7D" w:rsidP="00B215D5">
            <w:pPr>
              <w:rPr>
                <w:sz w:val="20"/>
                <w:szCs w:val="20"/>
              </w:rPr>
            </w:pPr>
            <w:r w:rsidRPr="00B215D5">
              <w:rPr>
                <w:sz w:val="20"/>
                <w:szCs w:val="20"/>
              </w:rPr>
              <w:t xml:space="preserve">(Guidelines 1.1.1 to 1.1.7 should be applied to byproduct species to an appropriate level) </w:t>
            </w:r>
          </w:p>
        </w:tc>
      </w:tr>
      <w:tr w:rsidR="00230C7D" w:rsidRPr="00B215D5" w14:paraId="406E6836" w14:textId="77777777" w:rsidTr="00860544">
        <w:tc>
          <w:tcPr>
            <w:tcW w:w="1500" w:type="pct"/>
          </w:tcPr>
          <w:p w14:paraId="406E6833" w14:textId="77777777" w:rsidR="00230C7D" w:rsidRPr="00B215D5" w:rsidRDefault="00230C7D" w:rsidP="00B215D5">
            <w:pPr>
              <w:autoSpaceDE w:val="0"/>
              <w:autoSpaceDN w:val="0"/>
              <w:adjustRightInd w:val="0"/>
              <w:rPr>
                <w:sz w:val="20"/>
                <w:szCs w:val="20"/>
              </w:rPr>
            </w:pPr>
            <w:r w:rsidRPr="00B215D5">
              <w:rPr>
                <w:b/>
                <w:bCs/>
                <w:i/>
                <w:iCs/>
                <w:sz w:val="20"/>
                <w:szCs w:val="20"/>
              </w:rPr>
              <w:t xml:space="preserve">1.1.9 </w:t>
            </w:r>
            <w:r w:rsidRPr="00B215D5">
              <w:rPr>
                <w:sz w:val="20"/>
                <w:szCs w:val="20"/>
              </w:rPr>
              <w:t>The management response, considering uncertainties in the assessment and precautionary management actions, has a high chance of achieving the objective.</w:t>
            </w:r>
          </w:p>
        </w:tc>
        <w:tc>
          <w:tcPr>
            <w:tcW w:w="3500" w:type="pct"/>
            <w:gridSpan w:val="4"/>
            <w:shd w:val="clear" w:color="auto" w:fill="92D050"/>
          </w:tcPr>
          <w:p w14:paraId="406E6834" w14:textId="77777777" w:rsidR="00230C7D" w:rsidRPr="00B215D5" w:rsidRDefault="00230C7D" w:rsidP="00B215D5">
            <w:pPr>
              <w:rPr>
                <w:b/>
                <w:sz w:val="20"/>
                <w:szCs w:val="20"/>
              </w:rPr>
            </w:pPr>
            <w:r w:rsidRPr="00B215D5">
              <w:rPr>
                <w:b/>
                <w:sz w:val="20"/>
                <w:szCs w:val="20"/>
              </w:rPr>
              <w:t>Meets.</w:t>
            </w:r>
          </w:p>
          <w:p w14:paraId="406E6835" w14:textId="77777777" w:rsidR="00230C7D" w:rsidRPr="00B215D5" w:rsidRDefault="00230C7D" w:rsidP="00B215D5">
            <w:pPr>
              <w:rPr>
                <w:sz w:val="20"/>
                <w:szCs w:val="20"/>
              </w:rPr>
            </w:pPr>
            <w:r w:rsidRPr="00B215D5">
              <w:rPr>
                <w:sz w:val="20"/>
                <w:szCs w:val="20"/>
              </w:rPr>
              <w:t>The management response has a high chance of achieving the objective.</w:t>
            </w:r>
          </w:p>
        </w:tc>
      </w:tr>
      <w:tr w:rsidR="00230C7D" w:rsidRPr="00B215D5" w14:paraId="406E6839" w14:textId="77777777" w:rsidTr="00860544">
        <w:tc>
          <w:tcPr>
            <w:tcW w:w="5000" w:type="pct"/>
            <w:gridSpan w:val="5"/>
            <w:shd w:val="clear" w:color="auto" w:fill="DAEEF3"/>
          </w:tcPr>
          <w:p w14:paraId="406E6837" w14:textId="77777777" w:rsidR="00230C7D" w:rsidRPr="00B215D5" w:rsidRDefault="00230C7D" w:rsidP="00B215D5">
            <w:pPr>
              <w:rPr>
                <w:b/>
                <w:bCs/>
                <w:sz w:val="20"/>
                <w:szCs w:val="20"/>
              </w:rPr>
            </w:pPr>
            <w:r w:rsidRPr="00B215D5">
              <w:rPr>
                <w:b/>
                <w:bCs/>
                <w:sz w:val="20"/>
                <w:szCs w:val="20"/>
              </w:rPr>
              <w:t>If overfished, go to Objective 2:</w:t>
            </w:r>
          </w:p>
          <w:p w14:paraId="406E6838" w14:textId="77777777" w:rsidR="00230C7D" w:rsidRPr="00B215D5" w:rsidRDefault="00230C7D" w:rsidP="00B215D5">
            <w:pPr>
              <w:rPr>
                <w:b/>
                <w:bCs/>
                <w:sz w:val="20"/>
                <w:szCs w:val="20"/>
              </w:rPr>
            </w:pPr>
            <w:r w:rsidRPr="00B215D5">
              <w:rPr>
                <w:b/>
                <w:bCs/>
                <w:sz w:val="20"/>
                <w:szCs w:val="20"/>
              </w:rPr>
              <w:t>If not overfished, go to PRINCIPLE 2:</w:t>
            </w:r>
          </w:p>
        </w:tc>
      </w:tr>
      <w:tr w:rsidR="00230C7D" w:rsidRPr="00B215D5" w14:paraId="406E683B" w14:textId="77777777" w:rsidTr="00860544">
        <w:tc>
          <w:tcPr>
            <w:tcW w:w="5000" w:type="pct"/>
            <w:gridSpan w:val="5"/>
            <w:shd w:val="clear" w:color="auto" w:fill="B6DDE8"/>
          </w:tcPr>
          <w:p w14:paraId="406E683A" w14:textId="77777777" w:rsidR="00230C7D" w:rsidRPr="00B215D5" w:rsidRDefault="00230C7D" w:rsidP="00B215D5">
            <w:pPr>
              <w:rPr>
                <w:b/>
                <w:bCs/>
                <w:sz w:val="20"/>
                <w:szCs w:val="20"/>
              </w:rPr>
            </w:pPr>
            <w:r w:rsidRPr="00B215D5">
              <w:rPr>
                <w:b/>
                <w:bCs/>
                <w:sz w:val="20"/>
                <w:szCs w:val="20"/>
              </w:rPr>
              <w:t xml:space="preserve">Objective 2 - </w:t>
            </w:r>
            <w:r w:rsidRPr="00B215D5">
              <w:rPr>
                <w:sz w:val="20"/>
                <w:szCs w:val="20"/>
              </w:rPr>
              <w:t xml:space="preserve">Where the fished stock(s) are below a defined reference point, the fishery will be managed to promote recovery to ecologically viable stock levels within nominated timeframes. </w:t>
            </w:r>
          </w:p>
        </w:tc>
      </w:tr>
      <w:tr w:rsidR="00230C7D" w:rsidRPr="00B215D5" w14:paraId="406E683D" w14:textId="77777777" w:rsidTr="00860544">
        <w:tc>
          <w:tcPr>
            <w:tcW w:w="5000" w:type="pct"/>
            <w:gridSpan w:val="5"/>
            <w:shd w:val="clear" w:color="auto" w:fill="DAEEF3"/>
          </w:tcPr>
          <w:p w14:paraId="406E683C" w14:textId="77777777" w:rsidR="00230C7D" w:rsidRPr="00B215D5" w:rsidRDefault="00230C7D" w:rsidP="00B215D5">
            <w:pPr>
              <w:rPr>
                <w:b/>
                <w:bCs/>
                <w:i/>
                <w:iCs/>
                <w:sz w:val="20"/>
                <w:szCs w:val="20"/>
              </w:rPr>
            </w:pPr>
            <w:r w:rsidRPr="00B215D5">
              <w:rPr>
                <w:b/>
                <w:bCs/>
                <w:i/>
                <w:iCs/>
                <w:sz w:val="20"/>
                <w:szCs w:val="20"/>
              </w:rPr>
              <w:t xml:space="preserve">Management responses </w:t>
            </w:r>
          </w:p>
        </w:tc>
      </w:tr>
      <w:tr w:rsidR="00244B62" w:rsidRPr="00B215D5" w14:paraId="406E6841" w14:textId="77777777" w:rsidTr="00E93893">
        <w:tc>
          <w:tcPr>
            <w:tcW w:w="1500" w:type="pct"/>
            <w:tcBorders>
              <w:bottom w:val="single" w:sz="4" w:space="0" w:color="auto"/>
            </w:tcBorders>
          </w:tcPr>
          <w:p w14:paraId="406E683E" w14:textId="77777777" w:rsidR="00244B62" w:rsidRPr="00B215D5" w:rsidRDefault="00244B62" w:rsidP="00B215D5">
            <w:pPr>
              <w:rPr>
                <w:sz w:val="20"/>
                <w:szCs w:val="20"/>
              </w:rPr>
            </w:pPr>
            <w:r w:rsidRPr="00B215D5">
              <w:rPr>
                <w:b/>
                <w:bCs/>
                <w:i/>
                <w:iCs/>
                <w:sz w:val="20"/>
                <w:szCs w:val="20"/>
              </w:rPr>
              <w:t xml:space="preserve">1.2.1 </w:t>
            </w:r>
            <w:r w:rsidRPr="00B215D5">
              <w:rPr>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gridSpan w:val="4"/>
            <w:tcBorders>
              <w:bottom w:val="single" w:sz="4" w:space="0" w:color="auto"/>
            </w:tcBorders>
            <w:shd w:val="clear" w:color="auto" w:fill="auto"/>
          </w:tcPr>
          <w:p w14:paraId="406E683F" w14:textId="77777777" w:rsidR="00244B62" w:rsidRPr="00B215D5" w:rsidRDefault="00244B62" w:rsidP="00B215D5">
            <w:pPr>
              <w:rPr>
                <w:b/>
                <w:sz w:val="20"/>
                <w:szCs w:val="20"/>
              </w:rPr>
            </w:pPr>
            <w:r w:rsidRPr="00B215D5">
              <w:rPr>
                <w:b/>
                <w:sz w:val="20"/>
                <w:szCs w:val="20"/>
              </w:rPr>
              <w:t>Not applicable.</w:t>
            </w:r>
          </w:p>
          <w:p w14:paraId="406E6840" w14:textId="77777777" w:rsidR="00244B62" w:rsidRPr="00B215D5" w:rsidRDefault="00244B62" w:rsidP="00B215D5">
            <w:pPr>
              <w:rPr>
                <w:sz w:val="20"/>
                <w:szCs w:val="20"/>
              </w:rPr>
            </w:pPr>
            <w:r w:rsidRPr="00B215D5">
              <w:rPr>
                <w:bCs/>
                <w:color w:val="000000"/>
                <w:sz w:val="20"/>
                <w:szCs w:val="20"/>
              </w:rPr>
              <w:t>Stocks are not considered to be in a state of recovery. Therefore, no</w:t>
            </w:r>
            <w:r w:rsidRPr="00B215D5">
              <w:rPr>
                <w:b/>
                <w:bCs/>
                <w:color w:val="000000"/>
                <w:sz w:val="20"/>
                <w:szCs w:val="20"/>
              </w:rPr>
              <w:t xml:space="preserve"> </w:t>
            </w:r>
            <w:r w:rsidRPr="00B215D5">
              <w:rPr>
                <w:bCs/>
                <w:color w:val="000000"/>
                <w:sz w:val="20"/>
                <w:szCs w:val="20"/>
              </w:rPr>
              <w:t>specific</w:t>
            </w:r>
            <w:r w:rsidRPr="00B215D5">
              <w:rPr>
                <w:b/>
                <w:bCs/>
                <w:color w:val="000000"/>
                <w:sz w:val="20"/>
                <w:szCs w:val="20"/>
              </w:rPr>
              <w:t xml:space="preserve"> </w:t>
            </w:r>
            <w:r w:rsidRPr="00B215D5">
              <w:rPr>
                <w:bCs/>
                <w:color w:val="000000"/>
                <w:sz w:val="20"/>
                <w:szCs w:val="20"/>
              </w:rPr>
              <w:t xml:space="preserve">management arrangements are in place to address a </w:t>
            </w:r>
            <w:r w:rsidRPr="00B215D5">
              <w:rPr>
                <w:color w:val="000000"/>
                <w:sz w:val="20"/>
                <w:szCs w:val="20"/>
              </w:rPr>
              <w:t>precautionary recovery response</w:t>
            </w:r>
            <w:r w:rsidRPr="00B215D5">
              <w:rPr>
                <w:bCs/>
                <w:color w:val="000000"/>
                <w:sz w:val="20"/>
                <w:szCs w:val="20"/>
              </w:rPr>
              <w:t>.</w:t>
            </w:r>
          </w:p>
        </w:tc>
      </w:tr>
      <w:tr w:rsidR="00244B62" w:rsidRPr="00B215D5" w14:paraId="406E6845" w14:textId="77777777" w:rsidTr="00E93893">
        <w:tc>
          <w:tcPr>
            <w:tcW w:w="1500" w:type="pct"/>
            <w:tcBorders>
              <w:bottom w:val="single" w:sz="4" w:space="0" w:color="auto"/>
            </w:tcBorders>
          </w:tcPr>
          <w:p w14:paraId="406E6842" w14:textId="77777777" w:rsidR="00244B62" w:rsidRPr="00B215D5" w:rsidRDefault="00244B62" w:rsidP="00B215D5">
            <w:pPr>
              <w:rPr>
                <w:sz w:val="20"/>
                <w:szCs w:val="20"/>
              </w:rPr>
            </w:pPr>
            <w:r w:rsidRPr="00B215D5">
              <w:rPr>
                <w:b/>
                <w:bCs/>
                <w:i/>
                <w:iCs/>
                <w:sz w:val="20"/>
                <w:szCs w:val="20"/>
              </w:rPr>
              <w:t xml:space="preserve">1.2.2 </w:t>
            </w:r>
            <w:r w:rsidRPr="00B215D5">
              <w:rPr>
                <w:sz w:val="20"/>
                <w:szCs w:val="20"/>
              </w:rPr>
              <w:t xml:space="preserve">If the stock is estimated as being at or below the biological and / or effort bottom line, management responses such as a zero targeted catch, temporary fishery closure or </w:t>
            </w:r>
            <w:r w:rsidRPr="00B215D5">
              <w:rPr>
                <w:sz w:val="20"/>
                <w:szCs w:val="20"/>
              </w:rPr>
              <w:lastRenderedPageBreak/>
              <w:t>a ‘whole of fishery’ effort or quota reduction are implemented.</w:t>
            </w:r>
          </w:p>
        </w:tc>
        <w:tc>
          <w:tcPr>
            <w:tcW w:w="3500" w:type="pct"/>
            <w:gridSpan w:val="4"/>
            <w:tcBorders>
              <w:bottom w:val="single" w:sz="4" w:space="0" w:color="auto"/>
            </w:tcBorders>
            <w:shd w:val="clear" w:color="auto" w:fill="auto"/>
          </w:tcPr>
          <w:p w14:paraId="406E6843" w14:textId="77777777" w:rsidR="00244B62" w:rsidRPr="00B215D5" w:rsidRDefault="00244B62" w:rsidP="00B215D5">
            <w:pPr>
              <w:rPr>
                <w:b/>
                <w:sz w:val="20"/>
                <w:szCs w:val="20"/>
              </w:rPr>
            </w:pPr>
            <w:r w:rsidRPr="00B215D5">
              <w:rPr>
                <w:b/>
                <w:sz w:val="20"/>
                <w:szCs w:val="20"/>
              </w:rPr>
              <w:lastRenderedPageBreak/>
              <w:t>Not applicable.</w:t>
            </w:r>
          </w:p>
          <w:p w14:paraId="406E6844" w14:textId="77777777" w:rsidR="00244B62" w:rsidRPr="00B215D5" w:rsidRDefault="00244B62" w:rsidP="00B215D5">
            <w:pPr>
              <w:rPr>
                <w:color w:val="000000"/>
                <w:sz w:val="20"/>
                <w:szCs w:val="20"/>
              </w:rPr>
            </w:pPr>
            <w:r w:rsidRPr="00B215D5">
              <w:rPr>
                <w:color w:val="000000"/>
                <w:sz w:val="20"/>
                <w:szCs w:val="20"/>
              </w:rPr>
              <w:t>The current take at stock level is considered sustainable.</w:t>
            </w:r>
            <w:r w:rsidRPr="00B215D5">
              <w:rPr>
                <w:bCs/>
                <w:color w:val="000000"/>
                <w:sz w:val="20"/>
                <w:szCs w:val="20"/>
              </w:rPr>
              <w:t xml:space="preserve"> Therefore, no</w:t>
            </w:r>
            <w:r w:rsidRPr="00B215D5">
              <w:rPr>
                <w:b/>
                <w:bCs/>
                <w:color w:val="000000"/>
                <w:sz w:val="20"/>
                <w:szCs w:val="20"/>
              </w:rPr>
              <w:t xml:space="preserve"> </w:t>
            </w:r>
            <w:r w:rsidRPr="00B215D5">
              <w:rPr>
                <w:bCs/>
                <w:color w:val="000000"/>
                <w:sz w:val="20"/>
                <w:szCs w:val="20"/>
              </w:rPr>
              <w:t>specific</w:t>
            </w:r>
            <w:r w:rsidRPr="00B215D5">
              <w:rPr>
                <w:b/>
                <w:bCs/>
                <w:color w:val="000000"/>
                <w:sz w:val="20"/>
                <w:szCs w:val="20"/>
              </w:rPr>
              <w:t xml:space="preserve"> </w:t>
            </w:r>
            <w:r w:rsidRPr="00B215D5">
              <w:rPr>
                <w:bCs/>
                <w:color w:val="000000"/>
                <w:sz w:val="20"/>
                <w:szCs w:val="20"/>
              </w:rPr>
              <w:t>triggers or</w:t>
            </w:r>
            <w:r w:rsidRPr="00B215D5">
              <w:rPr>
                <w:b/>
                <w:bCs/>
                <w:color w:val="000000"/>
                <w:sz w:val="20"/>
                <w:szCs w:val="20"/>
              </w:rPr>
              <w:t xml:space="preserve"> </w:t>
            </w:r>
            <w:r w:rsidRPr="00B215D5">
              <w:rPr>
                <w:bCs/>
                <w:color w:val="000000"/>
                <w:sz w:val="20"/>
                <w:szCs w:val="20"/>
              </w:rPr>
              <w:t xml:space="preserve">management responses are in place to address a </w:t>
            </w:r>
            <w:r w:rsidRPr="00B215D5">
              <w:rPr>
                <w:color w:val="000000"/>
                <w:sz w:val="20"/>
                <w:szCs w:val="20"/>
              </w:rPr>
              <w:t>precautionary recovery response</w:t>
            </w:r>
            <w:r w:rsidRPr="00B215D5">
              <w:rPr>
                <w:bCs/>
                <w:color w:val="000000"/>
                <w:sz w:val="20"/>
                <w:szCs w:val="20"/>
              </w:rPr>
              <w:t>.</w:t>
            </w:r>
          </w:p>
        </w:tc>
      </w:tr>
      <w:tr w:rsidR="00244B62" w:rsidRPr="00B215D5" w14:paraId="406E6847" w14:textId="77777777" w:rsidTr="00860544">
        <w:tc>
          <w:tcPr>
            <w:tcW w:w="5000" w:type="pct"/>
            <w:gridSpan w:val="5"/>
            <w:tcBorders>
              <w:top w:val="single" w:sz="4" w:space="0" w:color="auto"/>
            </w:tcBorders>
            <w:shd w:val="clear" w:color="auto" w:fill="B2A1C7"/>
          </w:tcPr>
          <w:p w14:paraId="406E6846" w14:textId="77777777" w:rsidR="00244B62" w:rsidRPr="00B215D5" w:rsidRDefault="00244B62" w:rsidP="00B215D5">
            <w:pPr>
              <w:autoSpaceDE w:val="0"/>
              <w:autoSpaceDN w:val="0"/>
              <w:adjustRightInd w:val="0"/>
              <w:rPr>
                <w:b/>
                <w:bCs/>
                <w:sz w:val="20"/>
                <w:szCs w:val="20"/>
              </w:rPr>
            </w:pPr>
            <w:r w:rsidRPr="00B215D5">
              <w:rPr>
                <w:b/>
                <w:bCs/>
                <w:sz w:val="20"/>
                <w:szCs w:val="20"/>
              </w:rPr>
              <w:t xml:space="preserve">PRINCIPLE 2 - </w:t>
            </w:r>
            <w:r w:rsidRPr="00B215D5">
              <w:rPr>
                <w:sz w:val="20"/>
                <w:szCs w:val="20"/>
              </w:rPr>
              <w:t>Fishing operations should be managed to minimise their impact on the structure, productivity, function and biological diversity of the ecosystem.</w:t>
            </w:r>
          </w:p>
        </w:tc>
      </w:tr>
      <w:tr w:rsidR="00244B62" w:rsidRPr="00B215D5" w14:paraId="406E6849" w14:textId="77777777" w:rsidTr="00860544">
        <w:tc>
          <w:tcPr>
            <w:tcW w:w="5000" w:type="pct"/>
            <w:gridSpan w:val="5"/>
            <w:shd w:val="clear" w:color="auto" w:fill="CCC0D9"/>
          </w:tcPr>
          <w:p w14:paraId="406E6848" w14:textId="77777777" w:rsidR="00244B62" w:rsidRPr="00B215D5" w:rsidRDefault="00244B62" w:rsidP="00B215D5">
            <w:pPr>
              <w:autoSpaceDE w:val="0"/>
              <w:autoSpaceDN w:val="0"/>
              <w:adjustRightInd w:val="0"/>
              <w:rPr>
                <w:b/>
                <w:bCs/>
                <w:sz w:val="20"/>
                <w:szCs w:val="20"/>
              </w:rPr>
            </w:pPr>
            <w:r w:rsidRPr="00B215D5">
              <w:rPr>
                <w:b/>
                <w:bCs/>
                <w:sz w:val="20"/>
                <w:szCs w:val="20"/>
              </w:rPr>
              <w:t xml:space="preserve">Objective 1 - </w:t>
            </w:r>
            <w:r w:rsidRPr="00B215D5">
              <w:rPr>
                <w:sz w:val="20"/>
                <w:szCs w:val="20"/>
              </w:rPr>
              <w:t>The fishery is conducted in a manner that does not threaten bycatch species.</w:t>
            </w:r>
          </w:p>
        </w:tc>
      </w:tr>
      <w:tr w:rsidR="00244B62" w:rsidRPr="00B215D5" w14:paraId="406E684B" w14:textId="77777777" w:rsidTr="00860544">
        <w:tc>
          <w:tcPr>
            <w:tcW w:w="5000" w:type="pct"/>
            <w:gridSpan w:val="5"/>
            <w:shd w:val="clear" w:color="auto" w:fill="E5DFEC"/>
          </w:tcPr>
          <w:p w14:paraId="406E684A" w14:textId="77777777" w:rsidR="00244B62" w:rsidRPr="00B215D5" w:rsidRDefault="00244B62" w:rsidP="00B215D5">
            <w:pPr>
              <w:rPr>
                <w:b/>
                <w:bCs/>
                <w:i/>
                <w:iCs/>
                <w:sz w:val="20"/>
                <w:szCs w:val="20"/>
              </w:rPr>
            </w:pPr>
            <w:r w:rsidRPr="00B215D5">
              <w:rPr>
                <w:b/>
                <w:bCs/>
                <w:i/>
                <w:iCs/>
                <w:sz w:val="20"/>
                <w:szCs w:val="20"/>
              </w:rPr>
              <w:t>Information requirements</w:t>
            </w:r>
          </w:p>
        </w:tc>
      </w:tr>
      <w:tr w:rsidR="00244B62" w:rsidRPr="00B215D5" w14:paraId="406E684F" w14:textId="77777777" w:rsidTr="00860544">
        <w:tc>
          <w:tcPr>
            <w:tcW w:w="1500" w:type="pct"/>
          </w:tcPr>
          <w:p w14:paraId="406E684C" w14:textId="77777777" w:rsidR="00244B62" w:rsidRPr="00B215D5" w:rsidRDefault="00244B62" w:rsidP="00B215D5">
            <w:pPr>
              <w:autoSpaceDE w:val="0"/>
              <w:autoSpaceDN w:val="0"/>
              <w:adjustRightInd w:val="0"/>
              <w:rPr>
                <w:b/>
                <w:i/>
                <w:sz w:val="20"/>
                <w:szCs w:val="20"/>
              </w:rPr>
            </w:pPr>
            <w:r w:rsidRPr="00B215D5">
              <w:rPr>
                <w:b/>
                <w:bCs/>
                <w:i/>
                <w:iCs/>
                <w:sz w:val="20"/>
                <w:szCs w:val="20"/>
              </w:rPr>
              <w:t xml:space="preserve">2.1.1 </w:t>
            </w:r>
            <w:r w:rsidRPr="00B215D5">
              <w:rPr>
                <w:sz w:val="20"/>
                <w:szCs w:val="20"/>
              </w:rPr>
              <w:t>Reliable information, appropriate to the scale of the fishery, is collected on the composition and abundance of bycatch.</w:t>
            </w:r>
          </w:p>
        </w:tc>
        <w:tc>
          <w:tcPr>
            <w:tcW w:w="3500" w:type="pct"/>
            <w:gridSpan w:val="4"/>
            <w:shd w:val="clear" w:color="auto" w:fill="auto"/>
          </w:tcPr>
          <w:p w14:paraId="406E684D" w14:textId="77777777" w:rsidR="00244B62" w:rsidRPr="00B215D5" w:rsidRDefault="00244B62" w:rsidP="00B215D5">
            <w:pPr>
              <w:rPr>
                <w:b/>
                <w:sz w:val="20"/>
                <w:szCs w:val="20"/>
              </w:rPr>
            </w:pPr>
            <w:r w:rsidRPr="00B215D5">
              <w:rPr>
                <w:b/>
                <w:sz w:val="20"/>
                <w:szCs w:val="20"/>
              </w:rPr>
              <w:t>Not applicable.</w:t>
            </w:r>
          </w:p>
          <w:p w14:paraId="406E684E" w14:textId="77777777" w:rsidR="00244B62" w:rsidRPr="00B215D5" w:rsidRDefault="00244B62" w:rsidP="00B215D5">
            <w:pPr>
              <w:rPr>
                <w:sz w:val="20"/>
                <w:szCs w:val="20"/>
              </w:rPr>
            </w:pPr>
            <w:r w:rsidRPr="00B215D5">
              <w:rPr>
                <w:color w:val="000000"/>
                <w:sz w:val="20"/>
                <w:szCs w:val="20"/>
              </w:rPr>
              <w:t>Bycatch is considered minimal due to the highly selective nature of harvest, i.e. hand collection.</w:t>
            </w:r>
          </w:p>
        </w:tc>
      </w:tr>
      <w:tr w:rsidR="00244B62" w:rsidRPr="00B215D5" w14:paraId="406E6851" w14:textId="77777777" w:rsidTr="00860544">
        <w:tc>
          <w:tcPr>
            <w:tcW w:w="5000" w:type="pct"/>
            <w:gridSpan w:val="5"/>
            <w:shd w:val="clear" w:color="auto" w:fill="E5DFEC"/>
          </w:tcPr>
          <w:p w14:paraId="406E6850" w14:textId="77777777" w:rsidR="00244B62" w:rsidRPr="00B215D5" w:rsidRDefault="00244B62" w:rsidP="00B215D5">
            <w:pPr>
              <w:rPr>
                <w:b/>
                <w:bCs/>
                <w:i/>
                <w:iCs/>
                <w:sz w:val="20"/>
                <w:szCs w:val="20"/>
              </w:rPr>
            </w:pPr>
            <w:r w:rsidRPr="00B215D5">
              <w:rPr>
                <w:b/>
                <w:bCs/>
                <w:i/>
                <w:iCs/>
                <w:sz w:val="20"/>
                <w:szCs w:val="20"/>
              </w:rPr>
              <w:t>Assessments</w:t>
            </w:r>
          </w:p>
        </w:tc>
      </w:tr>
      <w:tr w:rsidR="00244B62" w:rsidRPr="00B215D5" w14:paraId="406E6855" w14:textId="77777777" w:rsidTr="00860544">
        <w:tc>
          <w:tcPr>
            <w:tcW w:w="1500" w:type="pct"/>
          </w:tcPr>
          <w:p w14:paraId="406E6852" w14:textId="77777777" w:rsidR="00244B62" w:rsidRPr="00B215D5" w:rsidRDefault="00244B62" w:rsidP="00B215D5">
            <w:pPr>
              <w:autoSpaceDE w:val="0"/>
              <w:autoSpaceDN w:val="0"/>
              <w:adjustRightInd w:val="0"/>
              <w:rPr>
                <w:b/>
                <w:i/>
                <w:sz w:val="20"/>
                <w:szCs w:val="20"/>
              </w:rPr>
            </w:pPr>
            <w:r w:rsidRPr="00B215D5">
              <w:rPr>
                <w:b/>
                <w:bCs/>
                <w:i/>
                <w:iCs/>
                <w:sz w:val="20"/>
                <w:szCs w:val="20"/>
              </w:rPr>
              <w:t xml:space="preserve">2.1.2 </w:t>
            </w:r>
            <w:r w:rsidRPr="00B215D5">
              <w:rPr>
                <w:sz w:val="20"/>
                <w:szCs w:val="20"/>
              </w:rPr>
              <w:t>There is a risk analysis of the bycatch with respect to its vulnerability to fishing.</w:t>
            </w:r>
          </w:p>
        </w:tc>
        <w:tc>
          <w:tcPr>
            <w:tcW w:w="3500" w:type="pct"/>
            <w:gridSpan w:val="4"/>
            <w:shd w:val="clear" w:color="auto" w:fill="auto"/>
          </w:tcPr>
          <w:p w14:paraId="406E6853" w14:textId="77777777" w:rsidR="00244B62" w:rsidRPr="00B215D5" w:rsidRDefault="00244B62" w:rsidP="00B215D5">
            <w:pPr>
              <w:rPr>
                <w:b/>
                <w:sz w:val="20"/>
                <w:szCs w:val="20"/>
              </w:rPr>
            </w:pPr>
            <w:r w:rsidRPr="00B215D5">
              <w:rPr>
                <w:b/>
                <w:sz w:val="20"/>
                <w:szCs w:val="20"/>
              </w:rPr>
              <w:t>Not applicable.</w:t>
            </w:r>
          </w:p>
          <w:p w14:paraId="406E6854" w14:textId="77777777" w:rsidR="00244B62" w:rsidRPr="00B215D5" w:rsidRDefault="00244B62" w:rsidP="00B215D5">
            <w:pPr>
              <w:rPr>
                <w:color w:val="000000"/>
                <w:sz w:val="20"/>
                <w:szCs w:val="20"/>
              </w:rPr>
            </w:pPr>
            <w:r w:rsidRPr="00B215D5">
              <w:rPr>
                <w:sz w:val="20"/>
                <w:szCs w:val="20"/>
              </w:rPr>
              <w:t>As per 2.1.1</w:t>
            </w:r>
          </w:p>
        </w:tc>
      </w:tr>
      <w:tr w:rsidR="00244B62" w:rsidRPr="00B215D5" w14:paraId="406E6857" w14:textId="77777777" w:rsidTr="00860544">
        <w:tc>
          <w:tcPr>
            <w:tcW w:w="5000" w:type="pct"/>
            <w:gridSpan w:val="5"/>
            <w:shd w:val="clear" w:color="auto" w:fill="E5DFEC"/>
          </w:tcPr>
          <w:p w14:paraId="406E6856" w14:textId="77777777" w:rsidR="00244B62" w:rsidRPr="00B215D5" w:rsidRDefault="00244B62" w:rsidP="00B215D5">
            <w:pPr>
              <w:rPr>
                <w:b/>
                <w:bCs/>
                <w:i/>
                <w:iCs/>
                <w:sz w:val="20"/>
                <w:szCs w:val="20"/>
              </w:rPr>
            </w:pPr>
            <w:r w:rsidRPr="00B215D5">
              <w:rPr>
                <w:b/>
                <w:bCs/>
                <w:i/>
                <w:iCs/>
                <w:sz w:val="20"/>
                <w:szCs w:val="20"/>
              </w:rPr>
              <w:t>Management responses</w:t>
            </w:r>
          </w:p>
        </w:tc>
      </w:tr>
      <w:tr w:rsidR="00244B62" w:rsidRPr="00B215D5" w14:paraId="406E685B" w14:textId="77777777" w:rsidTr="00860544">
        <w:tc>
          <w:tcPr>
            <w:tcW w:w="1500" w:type="pct"/>
          </w:tcPr>
          <w:p w14:paraId="406E6858" w14:textId="77777777" w:rsidR="00244B62" w:rsidRPr="00B215D5" w:rsidRDefault="00244B62" w:rsidP="00B215D5">
            <w:pPr>
              <w:autoSpaceDE w:val="0"/>
              <w:autoSpaceDN w:val="0"/>
              <w:adjustRightInd w:val="0"/>
              <w:rPr>
                <w:b/>
                <w:bCs/>
                <w:i/>
                <w:iCs/>
                <w:sz w:val="20"/>
                <w:szCs w:val="20"/>
              </w:rPr>
            </w:pPr>
            <w:r w:rsidRPr="00B215D5">
              <w:rPr>
                <w:b/>
                <w:bCs/>
                <w:i/>
                <w:iCs/>
                <w:sz w:val="20"/>
                <w:szCs w:val="20"/>
              </w:rPr>
              <w:t xml:space="preserve">2.1.3 </w:t>
            </w:r>
            <w:r w:rsidRPr="00B215D5">
              <w:rPr>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3500" w:type="pct"/>
            <w:gridSpan w:val="4"/>
            <w:shd w:val="clear" w:color="auto" w:fill="auto"/>
          </w:tcPr>
          <w:p w14:paraId="406E6859" w14:textId="77777777" w:rsidR="00244B62" w:rsidRPr="00B215D5" w:rsidRDefault="00244B62" w:rsidP="00B215D5">
            <w:pPr>
              <w:rPr>
                <w:b/>
                <w:sz w:val="20"/>
                <w:szCs w:val="20"/>
              </w:rPr>
            </w:pPr>
            <w:r w:rsidRPr="00B215D5">
              <w:rPr>
                <w:b/>
                <w:sz w:val="20"/>
                <w:szCs w:val="20"/>
              </w:rPr>
              <w:t>Not applicable.</w:t>
            </w:r>
          </w:p>
          <w:p w14:paraId="406E685A" w14:textId="77777777" w:rsidR="00244B62" w:rsidRPr="00B215D5" w:rsidRDefault="00244B62" w:rsidP="00B215D5">
            <w:pPr>
              <w:rPr>
                <w:sz w:val="20"/>
                <w:szCs w:val="20"/>
              </w:rPr>
            </w:pPr>
            <w:r w:rsidRPr="00B215D5">
              <w:rPr>
                <w:sz w:val="20"/>
                <w:szCs w:val="20"/>
              </w:rPr>
              <w:t>As per 2.1.1</w:t>
            </w:r>
          </w:p>
        </w:tc>
      </w:tr>
      <w:tr w:rsidR="00244B62" w:rsidRPr="00B215D5" w14:paraId="406E685F" w14:textId="77777777" w:rsidTr="00860544">
        <w:tc>
          <w:tcPr>
            <w:tcW w:w="1500" w:type="pct"/>
          </w:tcPr>
          <w:p w14:paraId="406E685C" w14:textId="77777777" w:rsidR="00244B62" w:rsidRPr="00B215D5" w:rsidRDefault="00244B62" w:rsidP="00B215D5">
            <w:pPr>
              <w:autoSpaceDE w:val="0"/>
              <w:autoSpaceDN w:val="0"/>
              <w:adjustRightInd w:val="0"/>
              <w:rPr>
                <w:sz w:val="20"/>
                <w:szCs w:val="20"/>
              </w:rPr>
            </w:pPr>
            <w:r w:rsidRPr="00B215D5">
              <w:rPr>
                <w:b/>
                <w:bCs/>
                <w:i/>
                <w:iCs/>
                <w:sz w:val="20"/>
                <w:szCs w:val="20"/>
              </w:rPr>
              <w:t xml:space="preserve">2.1.4 </w:t>
            </w:r>
            <w:r w:rsidRPr="00B215D5">
              <w:rPr>
                <w:sz w:val="20"/>
                <w:szCs w:val="20"/>
              </w:rPr>
              <w:t xml:space="preserve">An indicator group of bycatch species is monitored. </w:t>
            </w:r>
          </w:p>
        </w:tc>
        <w:tc>
          <w:tcPr>
            <w:tcW w:w="3500" w:type="pct"/>
            <w:gridSpan w:val="4"/>
            <w:shd w:val="clear" w:color="auto" w:fill="auto"/>
          </w:tcPr>
          <w:p w14:paraId="406E685D" w14:textId="77777777" w:rsidR="00244B62" w:rsidRPr="00B215D5" w:rsidRDefault="00244B62" w:rsidP="00B215D5">
            <w:pPr>
              <w:rPr>
                <w:b/>
                <w:sz w:val="20"/>
                <w:szCs w:val="20"/>
              </w:rPr>
            </w:pPr>
            <w:r w:rsidRPr="00B215D5">
              <w:rPr>
                <w:b/>
                <w:sz w:val="20"/>
                <w:szCs w:val="20"/>
              </w:rPr>
              <w:t>Not applicable.</w:t>
            </w:r>
          </w:p>
          <w:p w14:paraId="406E685E" w14:textId="77777777" w:rsidR="00244B62" w:rsidRPr="00B215D5" w:rsidRDefault="00244B62" w:rsidP="00B215D5">
            <w:pPr>
              <w:rPr>
                <w:sz w:val="20"/>
                <w:szCs w:val="20"/>
              </w:rPr>
            </w:pPr>
            <w:r w:rsidRPr="00B215D5">
              <w:rPr>
                <w:sz w:val="20"/>
                <w:szCs w:val="20"/>
              </w:rPr>
              <w:t>As per 2.1.1</w:t>
            </w:r>
          </w:p>
        </w:tc>
      </w:tr>
      <w:tr w:rsidR="00244B62" w:rsidRPr="00B215D5" w14:paraId="406E6863" w14:textId="77777777" w:rsidTr="00860544">
        <w:tc>
          <w:tcPr>
            <w:tcW w:w="1500" w:type="pct"/>
          </w:tcPr>
          <w:p w14:paraId="406E6860" w14:textId="77777777" w:rsidR="00244B62" w:rsidRPr="00B215D5" w:rsidRDefault="00244B62" w:rsidP="00B215D5">
            <w:pPr>
              <w:autoSpaceDE w:val="0"/>
              <w:autoSpaceDN w:val="0"/>
              <w:adjustRightInd w:val="0"/>
              <w:rPr>
                <w:b/>
                <w:bCs/>
                <w:i/>
                <w:iCs/>
                <w:sz w:val="20"/>
                <w:szCs w:val="20"/>
              </w:rPr>
            </w:pPr>
            <w:r w:rsidRPr="00B215D5">
              <w:rPr>
                <w:b/>
                <w:bCs/>
                <w:i/>
                <w:iCs/>
                <w:sz w:val="20"/>
                <w:szCs w:val="20"/>
              </w:rPr>
              <w:t xml:space="preserve">2.1.5 </w:t>
            </w:r>
            <w:r w:rsidRPr="00B215D5">
              <w:rPr>
                <w:sz w:val="20"/>
                <w:szCs w:val="20"/>
              </w:rPr>
              <w:t>There are decision rules that trigger additional management measures when there are significant perturbations in the indicator species numbers</w:t>
            </w:r>
            <w:r w:rsidRPr="00B215D5">
              <w:rPr>
                <w:i/>
                <w:iCs/>
                <w:sz w:val="20"/>
                <w:szCs w:val="20"/>
              </w:rPr>
              <w:t xml:space="preserve">. </w:t>
            </w:r>
          </w:p>
        </w:tc>
        <w:tc>
          <w:tcPr>
            <w:tcW w:w="3500" w:type="pct"/>
            <w:gridSpan w:val="4"/>
            <w:shd w:val="clear" w:color="auto" w:fill="auto"/>
          </w:tcPr>
          <w:p w14:paraId="406E6861" w14:textId="77777777" w:rsidR="00244B62" w:rsidRPr="00B215D5" w:rsidRDefault="00244B62" w:rsidP="00B215D5">
            <w:pPr>
              <w:rPr>
                <w:b/>
                <w:sz w:val="20"/>
                <w:szCs w:val="20"/>
              </w:rPr>
            </w:pPr>
            <w:r w:rsidRPr="00B215D5">
              <w:rPr>
                <w:b/>
                <w:sz w:val="20"/>
                <w:szCs w:val="20"/>
              </w:rPr>
              <w:t>Not applicable.</w:t>
            </w:r>
          </w:p>
          <w:p w14:paraId="406E6862" w14:textId="77777777" w:rsidR="00244B62" w:rsidRPr="00B215D5" w:rsidRDefault="00244B62" w:rsidP="00B215D5">
            <w:pPr>
              <w:rPr>
                <w:sz w:val="20"/>
                <w:szCs w:val="20"/>
              </w:rPr>
            </w:pPr>
            <w:r w:rsidRPr="00B215D5">
              <w:rPr>
                <w:sz w:val="20"/>
                <w:szCs w:val="20"/>
              </w:rPr>
              <w:t>As per 2.1.1</w:t>
            </w:r>
          </w:p>
        </w:tc>
      </w:tr>
      <w:tr w:rsidR="00244B62" w:rsidRPr="00B215D5" w14:paraId="406E6867" w14:textId="77777777" w:rsidTr="00860544">
        <w:tc>
          <w:tcPr>
            <w:tcW w:w="1500" w:type="pct"/>
          </w:tcPr>
          <w:p w14:paraId="406E6864" w14:textId="77777777" w:rsidR="00244B62" w:rsidRPr="00B215D5" w:rsidRDefault="00244B62" w:rsidP="00B215D5">
            <w:pPr>
              <w:autoSpaceDE w:val="0"/>
              <w:autoSpaceDN w:val="0"/>
              <w:adjustRightInd w:val="0"/>
              <w:rPr>
                <w:b/>
                <w:bCs/>
                <w:i/>
                <w:iCs/>
                <w:sz w:val="20"/>
                <w:szCs w:val="20"/>
              </w:rPr>
            </w:pPr>
            <w:r w:rsidRPr="00B215D5">
              <w:rPr>
                <w:b/>
                <w:bCs/>
                <w:i/>
                <w:iCs/>
                <w:sz w:val="20"/>
                <w:szCs w:val="20"/>
              </w:rPr>
              <w:t xml:space="preserve">2.1.6 </w:t>
            </w:r>
            <w:r w:rsidRPr="00B215D5">
              <w:rPr>
                <w:sz w:val="20"/>
                <w:szCs w:val="20"/>
              </w:rPr>
              <w:t>The management response, considering uncertainties in the assessment and precautionary management actions, has a high chance of achieving the objective.</w:t>
            </w:r>
          </w:p>
        </w:tc>
        <w:tc>
          <w:tcPr>
            <w:tcW w:w="3500" w:type="pct"/>
            <w:gridSpan w:val="4"/>
            <w:shd w:val="clear" w:color="auto" w:fill="auto"/>
          </w:tcPr>
          <w:p w14:paraId="406E6865" w14:textId="77777777" w:rsidR="00244B62" w:rsidRPr="00B215D5" w:rsidRDefault="00244B62" w:rsidP="00B215D5">
            <w:pPr>
              <w:rPr>
                <w:b/>
                <w:sz w:val="20"/>
                <w:szCs w:val="20"/>
              </w:rPr>
            </w:pPr>
            <w:r w:rsidRPr="00B215D5">
              <w:rPr>
                <w:b/>
                <w:sz w:val="20"/>
                <w:szCs w:val="20"/>
              </w:rPr>
              <w:t>Not applicable.</w:t>
            </w:r>
          </w:p>
          <w:p w14:paraId="406E6866" w14:textId="77777777" w:rsidR="00244B62" w:rsidRPr="00B215D5" w:rsidRDefault="00244B62" w:rsidP="00B215D5">
            <w:pPr>
              <w:rPr>
                <w:sz w:val="20"/>
                <w:szCs w:val="20"/>
              </w:rPr>
            </w:pPr>
            <w:r w:rsidRPr="00B215D5">
              <w:rPr>
                <w:sz w:val="20"/>
                <w:szCs w:val="20"/>
              </w:rPr>
              <w:t>As per 2.1.1</w:t>
            </w:r>
          </w:p>
        </w:tc>
      </w:tr>
      <w:tr w:rsidR="00244B62" w:rsidRPr="00B215D5" w14:paraId="406E6869" w14:textId="77777777" w:rsidTr="00860544">
        <w:tc>
          <w:tcPr>
            <w:tcW w:w="5000" w:type="pct"/>
            <w:gridSpan w:val="5"/>
            <w:shd w:val="clear" w:color="auto" w:fill="CCC0D9"/>
          </w:tcPr>
          <w:p w14:paraId="406E6868" w14:textId="77777777" w:rsidR="00244B62" w:rsidRPr="00B215D5" w:rsidRDefault="00244B62" w:rsidP="00B215D5">
            <w:pPr>
              <w:rPr>
                <w:b/>
                <w:bCs/>
                <w:sz w:val="20"/>
                <w:szCs w:val="20"/>
              </w:rPr>
            </w:pPr>
            <w:r w:rsidRPr="00B215D5">
              <w:rPr>
                <w:b/>
                <w:bCs/>
                <w:sz w:val="20"/>
                <w:szCs w:val="20"/>
              </w:rPr>
              <w:t xml:space="preserve">Objective 2 - </w:t>
            </w:r>
            <w:r w:rsidRPr="00B215D5">
              <w:rPr>
                <w:sz w:val="20"/>
                <w:szCs w:val="20"/>
              </w:rPr>
              <w:t>The fishery is conducted in a manner that avoids mortality of, or injuries to, endangered, threatened or protected species and avoids or minimises impacts on threatened ecological communities.</w:t>
            </w:r>
          </w:p>
        </w:tc>
      </w:tr>
      <w:tr w:rsidR="00244B62" w:rsidRPr="00B215D5" w14:paraId="406E686B" w14:textId="77777777" w:rsidTr="00860544">
        <w:tc>
          <w:tcPr>
            <w:tcW w:w="5000" w:type="pct"/>
            <w:gridSpan w:val="5"/>
            <w:shd w:val="clear" w:color="auto" w:fill="E5DFEC"/>
          </w:tcPr>
          <w:p w14:paraId="406E686A" w14:textId="77777777" w:rsidR="00244B62" w:rsidRPr="00B215D5" w:rsidRDefault="00244B62" w:rsidP="00B215D5">
            <w:pPr>
              <w:rPr>
                <w:sz w:val="20"/>
                <w:szCs w:val="20"/>
              </w:rPr>
            </w:pPr>
            <w:r w:rsidRPr="00B215D5">
              <w:rPr>
                <w:b/>
                <w:bCs/>
                <w:i/>
                <w:iCs/>
                <w:sz w:val="20"/>
                <w:szCs w:val="20"/>
              </w:rPr>
              <w:t xml:space="preserve">Information requirements </w:t>
            </w:r>
          </w:p>
        </w:tc>
      </w:tr>
      <w:tr w:rsidR="00244B62" w:rsidRPr="00B215D5" w14:paraId="406E686F" w14:textId="77777777" w:rsidTr="00860544">
        <w:tc>
          <w:tcPr>
            <w:tcW w:w="1500" w:type="pct"/>
          </w:tcPr>
          <w:p w14:paraId="406E686C" w14:textId="77777777" w:rsidR="00244B62" w:rsidRPr="00B215D5" w:rsidRDefault="00244B62" w:rsidP="00B215D5">
            <w:pPr>
              <w:autoSpaceDE w:val="0"/>
              <w:autoSpaceDN w:val="0"/>
              <w:adjustRightInd w:val="0"/>
              <w:rPr>
                <w:b/>
                <w:i/>
                <w:sz w:val="20"/>
                <w:szCs w:val="20"/>
              </w:rPr>
            </w:pPr>
            <w:r w:rsidRPr="00B215D5">
              <w:rPr>
                <w:b/>
                <w:bCs/>
                <w:i/>
                <w:iCs/>
                <w:sz w:val="20"/>
                <w:szCs w:val="20"/>
              </w:rPr>
              <w:t xml:space="preserve">2.2.1 </w:t>
            </w:r>
            <w:r w:rsidRPr="00B215D5">
              <w:rPr>
                <w:sz w:val="20"/>
                <w:szCs w:val="20"/>
              </w:rPr>
              <w:t xml:space="preserve">Reliable information is collected on the interaction with endangered, threatened or </w:t>
            </w:r>
            <w:r w:rsidRPr="00B215D5">
              <w:rPr>
                <w:sz w:val="20"/>
                <w:szCs w:val="20"/>
              </w:rPr>
              <w:lastRenderedPageBreak/>
              <w:t xml:space="preserve">protected species and threatened ecological communities. </w:t>
            </w:r>
          </w:p>
        </w:tc>
        <w:tc>
          <w:tcPr>
            <w:tcW w:w="3500" w:type="pct"/>
            <w:gridSpan w:val="4"/>
            <w:shd w:val="clear" w:color="auto" w:fill="auto"/>
          </w:tcPr>
          <w:p w14:paraId="406E686D" w14:textId="77777777" w:rsidR="00244B62" w:rsidRPr="00B215D5" w:rsidRDefault="00244B62" w:rsidP="00B215D5">
            <w:pPr>
              <w:rPr>
                <w:b/>
                <w:sz w:val="20"/>
                <w:szCs w:val="20"/>
              </w:rPr>
            </w:pPr>
            <w:r w:rsidRPr="00B215D5">
              <w:rPr>
                <w:b/>
                <w:sz w:val="20"/>
                <w:szCs w:val="20"/>
              </w:rPr>
              <w:lastRenderedPageBreak/>
              <w:t>Not applicable.</w:t>
            </w:r>
          </w:p>
          <w:p w14:paraId="406E686E" w14:textId="77777777" w:rsidR="00244B62" w:rsidRPr="00B215D5" w:rsidRDefault="00244B62" w:rsidP="00B215D5">
            <w:pPr>
              <w:rPr>
                <w:sz w:val="20"/>
                <w:szCs w:val="20"/>
              </w:rPr>
            </w:pPr>
            <w:r w:rsidRPr="00B215D5">
              <w:rPr>
                <w:sz w:val="20"/>
                <w:szCs w:val="20"/>
              </w:rPr>
              <w:lastRenderedPageBreak/>
              <w:t>Considered nil. At present, there has been no reported interaction between the fishery and any protected species.</w:t>
            </w:r>
          </w:p>
        </w:tc>
      </w:tr>
      <w:tr w:rsidR="00244B62" w:rsidRPr="00B215D5" w14:paraId="406E6871" w14:textId="77777777" w:rsidTr="00860544">
        <w:tc>
          <w:tcPr>
            <w:tcW w:w="5000" w:type="pct"/>
            <w:gridSpan w:val="5"/>
            <w:shd w:val="clear" w:color="auto" w:fill="E5DFEC"/>
          </w:tcPr>
          <w:p w14:paraId="406E6870" w14:textId="77777777" w:rsidR="00244B62" w:rsidRPr="00B215D5" w:rsidRDefault="00244B62" w:rsidP="00B215D5">
            <w:pPr>
              <w:rPr>
                <w:b/>
                <w:bCs/>
                <w:i/>
                <w:iCs/>
                <w:sz w:val="20"/>
                <w:szCs w:val="20"/>
              </w:rPr>
            </w:pPr>
            <w:r w:rsidRPr="00B215D5">
              <w:rPr>
                <w:b/>
                <w:bCs/>
                <w:i/>
                <w:iCs/>
                <w:sz w:val="20"/>
                <w:szCs w:val="20"/>
              </w:rPr>
              <w:lastRenderedPageBreak/>
              <w:t xml:space="preserve">Assessments </w:t>
            </w:r>
          </w:p>
        </w:tc>
      </w:tr>
      <w:tr w:rsidR="00244B62" w:rsidRPr="00B215D5" w14:paraId="406E6875" w14:textId="77777777" w:rsidTr="00860544">
        <w:tc>
          <w:tcPr>
            <w:tcW w:w="1500" w:type="pct"/>
          </w:tcPr>
          <w:p w14:paraId="406E6872" w14:textId="77777777" w:rsidR="00244B62" w:rsidRPr="00B215D5" w:rsidRDefault="00244B62" w:rsidP="00B215D5">
            <w:pPr>
              <w:autoSpaceDE w:val="0"/>
              <w:autoSpaceDN w:val="0"/>
              <w:adjustRightInd w:val="0"/>
              <w:rPr>
                <w:b/>
                <w:bCs/>
                <w:i/>
                <w:iCs/>
                <w:sz w:val="20"/>
                <w:szCs w:val="20"/>
              </w:rPr>
            </w:pPr>
            <w:r w:rsidRPr="00B215D5">
              <w:rPr>
                <w:b/>
                <w:bCs/>
                <w:i/>
                <w:iCs/>
                <w:sz w:val="20"/>
                <w:szCs w:val="20"/>
              </w:rPr>
              <w:t xml:space="preserve">2.2.2 </w:t>
            </w:r>
            <w:r w:rsidRPr="00B215D5">
              <w:rPr>
                <w:sz w:val="20"/>
                <w:szCs w:val="20"/>
              </w:rPr>
              <w:t xml:space="preserve">There is an assessment of the impact of the fishery on endangered, threatened or protected species. </w:t>
            </w:r>
          </w:p>
        </w:tc>
        <w:tc>
          <w:tcPr>
            <w:tcW w:w="3500" w:type="pct"/>
            <w:gridSpan w:val="4"/>
            <w:shd w:val="clear" w:color="auto" w:fill="auto"/>
          </w:tcPr>
          <w:p w14:paraId="406E6873" w14:textId="77777777" w:rsidR="00244B62" w:rsidRPr="00B215D5" w:rsidRDefault="00244B62" w:rsidP="00B215D5">
            <w:pPr>
              <w:rPr>
                <w:b/>
                <w:sz w:val="20"/>
                <w:szCs w:val="20"/>
              </w:rPr>
            </w:pPr>
            <w:r w:rsidRPr="00B215D5">
              <w:rPr>
                <w:b/>
                <w:sz w:val="20"/>
                <w:szCs w:val="20"/>
              </w:rPr>
              <w:t>Not applicable.</w:t>
            </w:r>
          </w:p>
          <w:p w14:paraId="406E6874" w14:textId="77777777" w:rsidR="00244B62" w:rsidRPr="00B215D5" w:rsidRDefault="00244B62" w:rsidP="00B215D5">
            <w:pPr>
              <w:rPr>
                <w:sz w:val="20"/>
                <w:szCs w:val="20"/>
              </w:rPr>
            </w:pPr>
            <w:r w:rsidRPr="00B215D5">
              <w:rPr>
                <w:sz w:val="20"/>
                <w:szCs w:val="20"/>
              </w:rPr>
              <w:t>As per 2.2.1</w:t>
            </w:r>
          </w:p>
        </w:tc>
      </w:tr>
      <w:tr w:rsidR="00244B62" w:rsidRPr="00B215D5" w14:paraId="406E6879" w14:textId="77777777" w:rsidTr="00860544">
        <w:tc>
          <w:tcPr>
            <w:tcW w:w="1500" w:type="pct"/>
          </w:tcPr>
          <w:p w14:paraId="406E6876" w14:textId="77777777" w:rsidR="00244B62" w:rsidRPr="00B215D5" w:rsidRDefault="00244B62" w:rsidP="00B215D5">
            <w:pPr>
              <w:autoSpaceDE w:val="0"/>
              <w:autoSpaceDN w:val="0"/>
              <w:adjustRightInd w:val="0"/>
              <w:rPr>
                <w:b/>
                <w:bCs/>
                <w:i/>
                <w:iCs/>
                <w:sz w:val="20"/>
                <w:szCs w:val="20"/>
              </w:rPr>
            </w:pPr>
            <w:r w:rsidRPr="00B215D5">
              <w:rPr>
                <w:b/>
                <w:bCs/>
                <w:i/>
                <w:iCs/>
                <w:sz w:val="20"/>
                <w:szCs w:val="20"/>
              </w:rPr>
              <w:t xml:space="preserve">2.2.3 </w:t>
            </w:r>
            <w:r w:rsidRPr="00B215D5">
              <w:rPr>
                <w:sz w:val="20"/>
                <w:szCs w:val="20"/>
              </w:rPr>
              <w:t xml:space="preserve">There is an assessment of the impact of the fishery on threatened ecological communities. </w:t>
            </w:r>
          </w:p>
        </w:tc>
        <w:tc>
          <w:tcPr>
            <w:tcW w:w="3500" w:type="pct"/>
            <w:gridSpan w:val="4"/>
            <w:shd w:val="clear" w:color="auto" w:fill="auto"/>
          </w:tcPr>
          <w:p w14:paraId="406E6877" w14:textId="77777777" w:rsidR="00244B62" w:rsidRPr="00B215D5" w:rsidRDefault="00244B62" w:rsidP="00B215D5">
            <w:pPr>
              <w:rPr>
                <w:b/>
                <w:sz w:val="20"/>
                <w:szCs w:val="20"/>
              </w:rPr>
            </w:pPr>
            <w:r w:rsidRPr="00B215D5">
              <w:rPr>
                <w:b/>
                <w:sz w:val="20"/>
                <w:szCs w:val="20"/>
              </w:rPr>
              <w:t>Not applicable.</w:t>
            </w:r>
          </w:p>
          <w:p w14:paraId="406E6878" w14:textId="77777777" w:rsidR="00244B62" w:rsidRPr="00B215D5" w:rsidRDefault="00244B62" w:rsidP="00B215D5">
            <w:pPr>
              <w:rPr>
                <w:sz w:val="20"/>
                <w:szCs w:val="20"/>
              </w:rPr>
            </w:pPr>
            <w:r w:rsidRPr="00B215D5">
              <w:rPr>
                <w:sz w:val="20"/>
                <w:szCs w:val="20"/>
              </w:rPr>
              <w:t>As per 2.2.1</w:t>
            </w:r>
          </w:p>
        </w:tc>
      </w:tr>
      <w:tr w:rsidR="00244B62" w:rsidRPr="00B215D5" w14:paraId="406E687B" w14:textId="77777777" w:rsidTr="00860544">
        <w:tc>
          <w:tcPr>
            <w:tcW w:w="5000" w:type="pct"/>
            <w:gridSpan w:val="5"/>
            <w:shd w:val="clear" w:color="auto" w:fill="E5DFEC"/>
          </w:tcPr>
          <w:p w14:paraId="406E687A" w14:textId="77777777" w:rsidR="00244B62" w:rsidRPr="00B215D5" w:rsidRDefault="00244B62" w:rsidP="00B215D5">
            <w:pPr>
              <w:rPr>
                <w:b/>
                <w:bCs/>
                <w:i/>
                <w:iCs/>
                <w:sz w:val="20"/>
                <w:szCs w:val="20"/>
              </w:rPr>
            </w:pPr>
            <w:r w:rsidRPr="00B215D5">
              <w:rPr>
                <w:b/>
                <w:bCs/>
                <w:i/>
                <w:iCs/>
                <w:sz w:val="20"/>
                <w:szCs w:val="20"/>
              </w:rPr>
              <w:t xml:space="preserve">Management responses </w:t>
            </w:r>
          </w:p>
        </w:tc>
      </w:tr>
      <w:tr w:rsidR="00244B62" w:rsidRPr="00B215D5" w14:paraId="406E687F" w14:textId="77777777" w:rsidTr="00860544">
        <w:tc>
          <w:tcPr>
            <w:tcW w:w="1500" w:type="pct"/>
          </w:tcPr>
          <w:p w14:paraId="406E687C" w14:textId="77777777" w:rsidR="00244B62" w:rsidRPr="00B215D5" w:rsidRDefault="00244B62" w:rsidP="00B215D5">
            <w:pPr>
              <w:autoSpaceDE w:val="0"/>
              <w:autoSpaceDN w:val="0"/>
              <w:adjustRightInd w:val="0"/>
              <w:rPr>
                <w:b/>
                <w:bCs/>
                <w:i/>
                <w:iCs/>
                <w:sz w:val="20"/>
                <w:szCs w:val="20"/>
              </w:rPr>
            </w:pPr>
            <w:r w:rsidRPr="00B215D5">
              <w:rPr>
                <w:b/>
                <w:bCs/>
                <w:i/>
                <w:iCs/>
                <w:sz w:val="20"/>
                <w:szCs w:val="20"/>
              </w:rPr>
              <w:t xml:space="preserve">2.2.4 </w:t>
            </w:r>
            <w:r w:rsidRPr="00B215D5">
              <w:rPr>
                <w:sz w:val="20"/>
                <w:szCs w:val="20"/>
              </w:rPr>
              <w:t xml:space="preserve">There are measures in place to avoid capture and/or mortality of endangered, threatened or protected species. </w:t>
            </w:r>
          </w:p>
        </w:tc>
        <w:tc>
          <w:tcPr>
            <w:tcW w:w="3500" w:type="pct"/>
            <w:gridSpan w:val="4"/>
            <w:shd w:val="clear" w:color="auto" w:fill="auto"/>
          </w:tcPr>
          <w:p w14:paraId="406E687D" w14:textId="77777777" w:rsidR="00244B62" w:rsidRPr="00B215D5" w:rsidRDefault="00244B62" w:rsidP="00B215D5">
            <w:pPr>
              <w:rPr>
                <w:b/>
                <w:sz w:val="20"/>
                <w:szCs w:val="20"/>
              </w:rPr>
            </w:pPr>
            <w:r w:rsidRPr="00B215D5">
              <w:rPr>
                <w:b/>
                <w:sz w:val="20"/>
                <w:szCs w:val="20"/>
              </w:rPr>
              <w:t>Not applicable.</w:t>
            </w:r>
          </w:p>
          <w:p w14:paraId="406E687E" w14:textId="77777777" w:rsidR="00244B62" w:rsidRPr="00B215D5" w:rsidRDefault="00244B62" w:rsidP="00B215D5">
            <w:pPr>
              <w:rPr>
                <w:sz w:val="20"/>
                <w:szCs w:val="20"/>
              </w:rPr>
            </w:pPr>
            <w:r w:rsidRPr="00B215D5">
              <w:rPr>
                <w:sz w:val="20"/>
                <w:szCs w:val="20"/>
              </w:rPr>
              <w:t>As per 2.2.1</w:t>
            </w:r>
          </w:p>
        </w:tc>
      </w:tr>
      <w:tr w:rsidR="00244B62" w:rsidRPr="00B215D5" w14:paraId="406E6883" w14:textId="77777777" w:rsidTr="00860544">
        <w:tc>
          <w:tcPr>
            <w:tcW w:w="1500" w:type="pct"/>
          </w:tcPr>
          <w:p w14:paraId="406E6880" w14:textId="77777777" w:rsidR="00244B62" w:rsidRPr="00B215D5" w:rsidRDefault="00244B62" w:rsidP="00B215D5">
            <w:pPr>
              <w:autoSpaceDE w:val="0"/>
              <w:autoSpaceDN w:val="0"/>
              <w:adjustRightInd w:val="0"/>
              <w:rPr>
                <w:sz w:val="20"/>
                <w:szCs w:val="20"/>
              </w:rPr>
            </w:pPr>
            <w:r w:rsidRPr="00B215D5">
              <w:rPr>
                <w:b/>
                <w:bCs/>
                <w:i/>
                <w:iCs/>
                <w:sz w:val="20"/>
                <w:szCs w:val="20"/>
              </w:rPr>
              <w:t xml:space="preserve">2.2.5 </w:t>
            </w:r>
            <w:r w:rsidRPr="00B215D5">
              <w:rPr>
                <w:sz w:val="20"/>
                <w:szCs w:val="20"/>
              </w:rPr>
              <w:t xml:space="preserve">There are measures in place to avoid impact on threatened ecological communities. </w:t>
            </w:r>
          </w:p>
        </w:tc>
        <w:tc>
          <w:tcPr>
            <w:tcW w:w="3500" w:type="pct"/>
            <w:gridSpan w:val="4"/>
            <w:shd w:val="clear" w:color="auto" w:fill="auto"/>
          </w:tcPr>
          <w:p w14:paraId="406E6881" w14:textId="77777777" w:rsidR="00244B62" w:rsidRPr="00B215D5" w:rsidRDefault="00244B62" w:rsidP="00B215D5">
            <w:pPr>
              <w:rPr>
                <w:b/>
                <w:sz w:val="20"/>
                <w:szCs w:val="20"/>
              </w:rPr>
            </w:pPr>
            <w:r w:rsidRPr="00B215D5">
              <w:rPr>
                <w:b/>
                <w:sz w:val="20"/>
                <w:szCs w:val="20"/>
              </w:rPr>
              <w:t>Not applicable.</w:t>
            </w:r>
          </w:p>
          <w:p w14:paraId="406E6882" w14:textId="77777777" w:rsidR="00244B62" w:rsidRPr="00B215D5" w:rsidRDefault="00244B62" w:rsidP="00B215D5">
            <w:pPr>
              <w:rPr>
                <w:sz w:val="20"/>
                <w:szCs w:val="20"/>
              </w:rPr>
            </w:pPr>
            <w:r w:rsidRPr="00B215D5">
              <w:rPr>
                <w:sz w:val="20"/>
                <w:szCs w:val="20"/>
              </w:rPr>
              <w:t>As per 2.2.1</w:t>
            </w:r>
          </w:p>
        </w:tc>
      </w:tr>
      <w:tr w:rsidR="00244B62" w:rsidRPr="00B215D5" w14:paraId="406E6887" w14:textId="77777777" w:rsidTr="00860544">
        <w:tc>
          <w:tcPr>
            <w:tcW w:w="1500" w:type="pct"/>
          </w:tcPr>
          <w:p w14:paraId="406E6884" w14:textId="77777777" w:rsidR="00244B62" w:rsidRPr="00B215D5" w:rsidRDefault="00244B62" w:rsidP="00B215D5">
            <w:pPr>
              <w:autoSpaceDE w:val="0"/>
              <w:autoSpaceDN w:val="0"/>
              <w:adjustRightInd w:val="0"/>
              <w:rPr>
                <w:sz w:val="20"/>
                <w:szCs w:val="20"/>
              </w:rPr>
            </w:pPr>
            <w:r w:rsidRPr="00B215D5">
              <w:rPr>
                <w:b/>
                <w:bCs/>
                <w:i/>
                <w:iCs/>
                <w:sz w:val="20"/>
                <w:szCs w:val="20"/>
              </w:rPr>
              <w:t xml:space="preserve">2.2.6 </w:t>
            </w:r>
            <w:r w:rsidRPr="00B215D5">
              <w:rPr>
                <w:sz w:val="20"/>
                <w:szCs w:val="20"/>
              </w:rPr>
              <w:t xml:space="preserve">The management response, considering uncertainties in the assessment and precautionary management actions, has a high chance of achieving the objective. </w:t>
            </w:r>
          </w:p>
        </w:tc>
        <w:tc>
          <w:tcPr>
            <w:tcW w:w="3500" w:type="pct"/>
            <w:gridSpan w:val="4"/>
            <w:shd w:val="clear" w:color="auto" w:fill="auto"/>
          </w:tcPr>
          <w:p w14:paraId="406E6885" w14:textId="77777777" w:rsidR="00244B62" w:rsidRPr="00B215D5" w:rsidRDefault="00244B62" w:rsidP="00B215D5">
            <w:pPr>
              <w:rPr>
                <w:b/>
                <w:sz w:val="20"/>
                <w:szCs w:val="20"/>
              </w:rPr>
            </w:pPr>
            <w:r w:rsidRPr="00B215D5">
              <w:rPr>
                <w:b/>
                <w:sz w:val="20"/>
                <w:szCs w:val="20"/>
              </w:rPr>
              <w:t>Not applicable.</w:t>
            </w:r>
          </w:p>
          <w:p w14:paraId="406E6886" w14:textId="77777777" w:rsidR="00244B62" w:rsidRPr="00B215D5" w:rsidRDefault="00244B62" w:rsidP="00B215D5">
            <w:pPr>
              <w:rPr>
                <w:sz w:val="20"/>
                <w:szCs w:val="20"/>
              </w:rPr>
            </w:pPr>
            <w:r w:rsidRPr="00B215D5">
              <w:rPr>
                <w:sz w:val="20"/>
                <w:szCs w:val="20"/>
              </w:rPr>
              <w:t>As per 2.2.1</w:t>
            </w:r>
          </w:p>
        </w:tc>
      </w:tr>
      <w:tr w:rsidR="00244B62" w:rsidRPr="00B215D5" w14:paraId="406E6889" w14:textId="77777777" w:rsidTr="00860544">
        <w:tc>
          <w:tcPr>
            <w:tcW w:w="5000" w:type="pct"/>
            <w:gridSpan w:val="5"/>
            <w:shd w:val="clear" w:color="auto" w:fill="CCC0D9"/>
          </w:tcPr>
          <w:p w14:paraId="406E6888" w14:textId="77777777" w:rsidR="00244B62" w:rsidRPr="00B215D5" w:rsidRDefault="00244B62" w:rsidP="00B215D5">
            <w:pPr>
              <w:rPr>
                <w:b/>
                <w:bCs/>
                <w:sz w:val="20"/>
                <w:szCs w:val="20"/>
              </w:rPr>
            </w:pPr>
            <w:r w:rsidRPr="00B215D5">
              <w:rPr>
                <w:b/>
                <w:bCs/>
                <w:sz w:val="20"/>
                <w:szCs w:val="20"/>
              </w:rPr>
              <w:t xml:space="preserve">Objective 3 - </w:t>
            </w:r>
            <w:r w:rsidRPr="00B215D5">
              <w:rPr>
                <w:sz w:val="20"/>
                <w:szCs w:val="20"/>
              </w:rPr>
              <w:t>The fishery is conducted, in a manner that minimises the impact of fishing operations on the ecosystem generally.</w:t>
            </w:r>
          </w:p>
        </w:tc>
      </w:tr>
      <w:tr w:rsidR="00244B62" w:rsidRPr="00B215D5" w14:paraId="406E688B" w14:textId="77777777" w:rsidTr="00860544">
        <w:tc>
          <w:tcPr>
            <w:tcW w:w="5000" w:type="pct"/>
            <w:gridSpan w:val="5"/>
            <w:shd w:val="clear" w:color="auto" w:fill="E5DFEC"/>
          </w:tcPr>
          <w:p w14:paraId="406E688A" w14:textId="77777777" w:rsidR="00244B62" w:rsidRPr="00B215D5" w:rsidRDefault="00244B62" w:rsidP="00B215D5">
            <w:pPr>
              <w:rPr>
                <w:b/>
                <w:bCs/>
                <w:i/>
                <w:iCs/>
                <w:sz w:val="20"/>
                <w:szCs w:val="20"/>
              </w:rPr>
            </w:pPr>
            <w:r w:rsidRPr="00B215D5">
              <w:rPr>
                <w:b/>
                <w:bCs/>
                <w:i/>
                <w:iCs/>
                <w:sz w:val="20"/>
                <w:szCs w:val="20"/>
              </w:rPr>
              <w:t xml:space="preserve">Information requirements </w:t>
            </w:r>
          </w:p>
        </w:tc>
      </w:tr>
      <w:tr w:rsidR="00244B62" w:rsidRPr="00B215D5" w14:paraId="406E6890" w14:textId="77777777" w:rsidTr="00860544">
        <w:tc>
          <w:tcPr>
            <w:tcW w:w="1500" w:type="pct"/>
          </w:tcPr>
          <w:p w14:paraId="406E688C" w14:textId="77777777" w:rsidR="00244B62" w:rsidRPr="00B215D5" w:rsidRDefault="00244B62" w:rsidP="00B215D5">
            <w:pPr>
              <w:autoSpaceDE w:val="0"/>
              <w:autoSpaceDN w:val="0"/>
              <w:adjustRightInd w:val="0"/>
              <w:rPr>
                <w:sz w:val="20"/>
                <w:szCs w:val="20"/>
              </w:rPr>
            </w:pPr>
            <w:r w:rsidRPr="00B215D5">
              <w:rPr>
                <w:b/>
                <w:bCs/>
                <w:iCs/>
                <w:sz w:val="20"/>
                <w:szCs w:val="20"/>
              </w:rPr>
              <w:t xml:space="preserve">2.3.1 </w:t>
            </w:r>
            <w:r w:rsidRPr="00B215D5">
              <w:rPr>
                <w:sz w:val="20"/>
                <w:szCs w:val="20"/>
              </w:rPr>
              <w:t xml:space="preserve">Information appropriate for the analysis in 2.3.2 is collated and/or collected covering the fisheries impact on the ecosystem and environment generally. </w:t>
            </w:r>
          </w:p>
        </w:tc>
        <w:tc>
          <w:tcPr>
            <w:tcW w:w="3500" w:type="pct"/>
            <w:gridSpan w:val="4"/>
            <w:shd w:val="clear" w:color="auto" w:fill="92D050"/>
          </w:tcPr>
          <w:p w14:paraId="406E688D" w14:textId="77777777" w:rsidR="00244B62" w:rsidRPr="00B215D5" w:rsidRDefault="00244B62" w:rsidP="00B215D5">
            <w:pPr>
              <w:rPr>
                <w:b/>
                <w:sz w:val="20"/>
                <w:szCs w:val="20"/>
              </w:rPr>
            </w:pPr>
            <w:r w:rsidRPr="00B215D5">
              <w:rPr>
                <w:b/>
                <w:sz w:val="20"/>
                <w:szCs w:val="20"/>
              </w:rPr>
              <w:t>Meets.</w:t>
            </w:r>
          </w:p>
          <w:p w14:paraId="406E688F" w14:textId="21373FE2" w:rsidR="00244B62" w:rsidRPr="00B215D5" w:rsidRDefault="00244B62" w:rsidP="00B215D5">
            <w:pPr>
              <w:rPr>
                <w:sz w:val="20"/>
                <w:szCs w:val="20"/>
              </w:rPr>
            </w:pPr>
            <w:r w:rsidRPr="00B215D5">
              <w:rPr>
                <w:bCs/>
                <w:sz w:val="20"/>
                <w:szCs w:val="20"/>
              </w:rPr>
              <w:t xml:space="preserve">While an analysis of risks has not been completed for the fishery, the selective fishing gear used (i.e. </w:t>
            </w:r>
            <w:r w:rsidRPr="00B215D5">
              <w:rPr>
                <w:sz w:val="20"/>
                <w:szCs w:val="20"/>
              </w:rPr>
              <w:t>hand collection</w:t>
            </w:r>
            <w:r w:rsidRPr="00B215D5">
              <w:rPr>
                <w:bCs/>
                <w:sz w:val="20"/>
                <w:szCs w:val="20"/>
              </w:rPr>
              <w:t>) has a minimal impact on the ecosystem and environment in which it is deployed.</w:t>
            </w:r>
            <w:r w:rsidR="00671E4C" w:rsidRPr="00B215D5">
              <w:rPr>
                <w:bCs/>
                <w:sz w:val="20"/>
                <w:szCs w:val="20"/>
              </w:rPr>
              <w:t xml:space="preserve"> </w:t>
            </w:r>
            <w:r w:rsidRPr="00B215D5">
              <w:rPr>
                <w:sz w:val="20"/>
                <w:szCs w:val="20"/>
              </w:rPr>
              <w:t>There is historical information on the distribution of Native Oysters in Georges Bay and specific locations of major beds are being monitored over time. In addition, research staff at IMAS have conducted habitat mapping throughout the bay, providing a baseline reference for this area.</w:t>
            </w:r>
          </w:p>
        </w:tc>
      </w:tr>
      <w:tr w:rsidR="00244B62" w:rsidRPr="00B215D5" w14:paraId="406E6892" w14:textId="77777777" w:rsidTr="00860544">
        <w:tc>
          <w:tcPr>
            <w:tcW w:w="5000" w:type="pct"/>
            <w:gridSpan w:val="5"/>
            <w:shd w:val="clear" w:color="auto" w:fill="E5DFEC"/>
          </w:tcPr>
          <w:p w14:paraId="406E6891" w14:textId="77777777" w:rsidR="00244B62" w:rsidRPr="00B215D5" w:rsidRDefault="00244B62" w:rsidP="00B215D5">
            <w:pPr>
              <w:rPr>
                <w:sz w:val="20"/>
                <w:szCs w:val="20"/>
              </w:rPr>
            </w:pPr>
            <w:r w:rsidRPr="00B215D5">
              <w:rPr>
                <w:b/>
                <w:bCs/>
                <w:i/>
                <w:iCs/>
                <w:sz w:val="20"/>
                <w:szCs w:val="20"/>
              </w:rPr>
              <w:t>Assessment</w:t>
            </w:r>
          </w:p>
        </w:tc>
      </w:tr>
      <w:tr w:rsidR="00244B62" w:rsidRPr="00B215D5" w14:paraId="406E68A2" w14:textId="77777777" w:rsidTr="00244B62">
        <w:tc>
          <w:tcPr>
            <w:tcW w:w="1500" w:type="pct"/>
          </w:tcPr>
          <w:p w14:paraId="406E6893" w14:textId="77777777" w:rsidR="00244B62" w:rsidRPr="00B215D5" w:rsidRDefault="00244B62" w:rsidP="00B215D5">
            <w:pPr>
              <w:autoSpaceDE w:val="0"/>
              <w:autoSpaceDN w:val="0"/>
              <w:adjustRightInd w:val="0"/>
              <w:rPr>
                <w:sz w:val="20"/>
                <w:szCs w:val="20"/>
              </w:rPr>
            </w:pPr>
            <w:r w:rsidRPr="00B215D5">
              <w:rPr>
                <w:b/>
                <w:bCs/>
                <w:sz w:val="20"/>
                <w:szCs w:val="20"/>
              </w:rPr>
              <w:t xml:space="preserve">2.3.2 </w:t>
            </w:r>
            <w:r w:rsidRPr="00B215D5">
              <w:rPr>
                <w:sz w:val="20"/>
                <w:szCs w:val="20"/>
              </w:rPr>
              <w:t>Information is collected and a risk analysis, appropriate to the scale of the fishery and its potential impacts, is conducted into the susceptibility of each of the following ecosystem components to the fishery:</w:t>
            </w:r>
          </w:p>
          <w:p w14:paraId="406E6894" w14:textId="77777777" w:rsidR="00244B62" w:rsidRPr="00B215D5" w:rsidRDefault="00244B62" w:rsidP="00B215D5">
            <w:pPr>
              <w:autoSpaceDE w:val="0"/>
              <w:autoSpaceDN w:val="0"/>
              <w:adjustRightInd w:val="0"/>
              <w:rPr>
                <w:sz w:val="20"/>
                <w:szCs w:val="20"/>
              </w:rPr>
            </w:pPr>
            <w:r w:rsidRPr="00B215D5">
              <w:rPr>
                <w:sz w:val="20"/>
                <w:szCs w:val="20"/>
              </w:rPr>
              <w:t>1. Impacts on ecological communities</w:t>
            </w:r>
          </w:p>
          <w:p w14:paraId="406E6895" w14:textId="77777777" w:rsidR="00244B62" w:rsidRPr="00B215D5" w:rsidRDefault="00244B62" w:rsidP="00B215D5">
            <w:pPr>
              <w:autoSpaceDE w:val="0"/>
              <w:autoSpaceDN w:val="0"/>
              <w:adjustRightInd w:val="0"/>
              <w:ind w:left="360"/>
              <w:rPr>
                <w:sz w:val="20"/>
                <w:szCs w:val="20"/>
              </w:rPr>
            </w:pPr>
            <w:r w:rsidRPr="00B215D5">
              <w:rPr>
                <w:sz w:val="20"/>
                <w:szCs w:val="20"/>
              </w:rPr>
              <w:lastRenderedPageBreak/>
              <w:t>• Benthic communities</w:t>
            </w:r>
          </w:p>
          <w:p w14:paraId="406E6896" w14:textId="77777777" w:rsidR="00244B62" w:rsidRPr="00B215D5" w:rsidRDefault="00244B62" w:rsidP="00B215D5">
            <w:pPr>
              <w:autoSpaceDE w:val="0"/>
              <w:autoSpaceDN w:val="0"/>
              <w:adjustRightInd w:val="0"/>
              <w:ind w:left="360"/>
              <w:rPr>
                <w:sz w:val="20"/>
                <w:szCs w:val="20"/>
              </w:rPr>
            </w:pPr>
            <w:r w:rsidRPr="00B215D5">
              <w:rPr>
                <w:sz w:val="20"/>
                <w:szCs w:val="20"/>
              </w:rPr>
              <w:t>• Ecologically related, associated or dependent species</w:t>
            </w:r>
          </w:p>
          <w:p w14:paraId="406E6897" w14:textId="77777777" w:rsidR="00244B62" w:rsidRPr="00B215D5" w:rsidRDefault="00244B62" w:rsidP="00B215D5">
            <w:pPr>
              <w:autoSpaceDE w:val="0"/>
              <w:autoSpaceDN w:val="0"/>
              <w:adjustRightInd w:val="0"/>
              <w:ind w:left="360"/>
              <w:rPr>
                <w:sz w:val="20"/>
                <w:szCs w:val="20"/>
              </w:rPr>
            </w:pPr>
            <w:r w:rsidRPr="00B215D5">
              <w:rPr>
                <w:sz w:val="20"/>
                <w:szCs w:val="20"/>
              </w:rPr>
              <w:t>• Water column communities</w:t>
            </w:r>
          </w:p>
          <w:p w14:paraId="406E6898" w14:textId="77777777" w:rsidR="00244B62" w:rsidRPr="00B215D5" w:rsidRDefault="00244B62" w:rsidP="00B215D5">
            <w:pPr>
              <w:autoSpaceDE w:val="0"/>
              <w:autoSpaceDN w:val="0"/>
              <w:adjustRightInd w:val="0"/>
              <w:rPr>
                <w:sz w:val="20"/>
                <w:szCs w:val="20"/>
              </w:rPr>
            </w:pPr>
            <w:r w:rsidRPr="00B215D5">
              <w:rPr>
                <w:sz w:val="20"/>
                <w:szCs w:val="20"/>
              </w:rPr>
              <w:t>2. Impacts on food chains</w:t>
            </w:r>
          </w:p>
          <w:p w14:paraId="406E6899" w14:textId="77777777" w:rsidR="00244B62" w:rsidRPr="00B215D5" w:rsidRDefault="00244B62" w:rsidP="00B215D5">
            <w:pPr>
              <w:autoSpaceDE w:val="0"/>
              <w:autoSpaceDN w:val="0"/>
              <w:adjustRightInd w:val="0"/>
              <w:ind w:left="360"/>
              <w:rPr>
                <w:sz w:val="20"/>
                <w:szCs w:val="20"/>
              </w:rPr>
            </w:pPr>
            <w:r w:rsidRPr="00B215D5">
              <w:rPr>
                <w:sz w:val="20"/>
                <w:szCs w:val="20"/>
              </w:rPr>
              <w:t>• Structure</w:t>
            </w:r>
          </w:p>
          <w:p w14:paraId="406E689A" w14:textId="77777777" w:rsidR="00244B62" w:rsidRPr="00B215D5" w:rsidRDefault="00244B62" w:rsidP="00B215D5">
            <w:pPr>
              <w:autoSpaceDE w:val="0"/>
              <w:autoSpaceDN w:val="0"/>
              <w:adjustRightInd w:val="0"/>
              <w:ind w:left="360"/>
              <w:rPr>
                <w:sz w:val="20"/>
                <w:szCs w:val="20"/>
              </w:rPr>
            </w:pPr>
            <w:r w:rsidRPr="00B215D5">
              <w:rPr>
                <w:sz w:val="20"/>
                <w:szCs w:val="20"/>
              </w:rPr>
              <w:t>• Productivity/flows</w:t>
            </w:r>
          </w:p>
          <w:p w14:paraId="406E689B" w14:textId="77777777" w:rsidR="00244B62" w:rsidRPr="00B215D5" w:rsidRDefault="00244B62" w:rsidP="00B215D5">
            <w:pPr>
              <w:autoSpaceDE w:val="0"/>
              <w:autoSpaceDN w:val="0"/>
              <w:adjustRightInd w:val="0"/>
              <w:rPr>
                <w:sz w:val="20"/>
                <w:szCs w:val="20"/>
              </w:rPr>
            </w:pPr>
            <w:r w:rsidRPr="00B215D5">
              <w:rPr>
                <w:sz w:val="20"/>
                <w:szCs w:val="20"/>
              </w:rPr>
              <w:t>3. Impacts on the physical environment</w:t>
            </w:r>
          </w:p>
          <w:p w14:paraId="406E689C" w14:textId="77777777" w:rsidR="00244B62" w:rsidRPr="00B215D5" w:rsidRDefault="00244B62" w:rsidP="00B215D5">
            <w:pPr>
              <w:autoSpaceDE w:val="0"/>
              <w:autoSpaceDN w:val="0"/>
              <w:adjustRightInd w:val="0"/>
              <w:ind w:left="360"/>
              <w:rPr>
                <w:sz w:val="20"/>
                <w:szCs w:val="20"/>
              </w:rPr>
            </w:pPr>
            <w:r w:rsidRPr="00B215D5">
              <w:rPr>
                <w:sz w:val="20"/>
                <w:szCs w:val="20"/>
              </w:rPr>
              <w:t>• Physical habitat</w:t>
            </w:r>
          </w:p>
          <w:p w14:paraId="406E689D" w14:textId="77777777" w:rsidR="00244B62" w:rsidRPr="00B215D5" w:rsidRDefault="00244B62" w:rsidP="00B215D5">
            <w:pPr>
              <w:autoSpaceDE w:val="0"/>
              <w:autoSpaceDN w:val="0"/>
              <w:adjustRightInd w:val="0"/>
              <w:ind w:left="360"/>
              <w:rPr>
                <w:b/>
                <w:i/>
                <w:sz w:val="20"/>
                <w:szCs w:val="20"/>
              </w:rPr>
            </w:pPr>
            <w:r w:rsidRPr="00B215D5">
              <w:rPr>
                <w:sz w:val="20"/>
                <w:szCs w:val="20"/>
              </w:rPr>
              <w:t>• Water quality.</w:t>
            </w:r>
          </w:p>
        </w:tc>
        <w:tc>
          <w:tcPr>
            <w:tcW w:w="3500" w:type="pct"/>
            <w:gridSpan w:val="4"/>
            <w:shd w:val="clear" w:color="auto" w:fill="auto"/>
          </w:tcPr>
          <w:p w14:paraId="406E689E" w14:textId="77777777" w:rsidR="00244B62" w:rsidRPr="00B215D5" w:rsidRDefault="00244B62" w:rsidP="00B215D5">
            <w:pPr>
              <w:rPr>
                <w:b/>
                <w:sz w:val="20"/>
                <w:szCs w:val="20"/>
              </w:rPr>
            </w:pPr>
            <w:r w:rsidRPr="00B215D5">
              <w:rPr>
                <w:b/>
                <w:sz w:val="20"/>
                <w:szCs w:val="20"/>
              </w:rPr>
              <w:lastRenderedPageBreak/>
              <w:t>Not applicable.</w:t>
            </w:r>
          </w:p>
          <w:p w14:paraId="406E689F" w14:textId="77777777" w:rsidR="00244B62" w:rsidRPr="00B215D5" w:rsidRDefault="00244B62" w:rsidP="00B215D5">
            <w:pPr>
              <w:rPr>
                <w:sz w:val="20"/>
                <w:szCs w:val="20"/>
              </w:rPr>
            </w:pPr>
            <w:r w:rsidRPr="00B215D5">
              <w:rPr>
                <w:sz w:val="20"/>
                <w:szCs w:val="20"/>
              </w:rPr>
              <w:t xml:space="preserve">No specific ecological risk assessment (ERA) has been conducted for this fishery. However, the current management arrangements are considered sufficient with respect to the scale and nature of the fishery. The impacts from the harvesting operations on the wider marine ecosystem are minimal due to the highly selective fishing methods used </w:t>
            </w:r>
            <w:r w:rsidRPr="00B215D5">
              <w:rPr>
                <w:bCs/>
                <w:sz w:val="20"/>
                <w:szCs w:val="20"/>
              </w:rPr>
              <w:t xml:space="preserve">(i.e. </w:t>
            </w:r>
            <w:r w:rsidRPr="00B215D5">
              <w:rPr>
                <w:sz w:val="20"/>
                <w:szCs w:val="20"/>
              </w:rPr>
              <w:t>hand collection).</w:t>
            </w:r>
          </w:p>
          <w:p w14:paraId="406E68A0" w14:textId="77777777" w:rsidR="00244B62" w:rsidRPr="00B215D5" w:rsidRDefault="00244B62" w:rsidP="00B215D5">
            <w:pPr>
              <w:rPr>
                <w:sz w:val="20"/>
                <w:szCs w:val="20"/>
              </w:rPr>
            </w:pPr>
          </w:p>
          <w:p w14:paraId="406E68A1" w14:textId="77777777" w:rsidR="00244B62" w:rsidRPr="00B215D5" w:rsidRDefault="00244B62" w:rsidP="00B215D5">
            <w:pPr>
              <w:rPr>
                <w:sz w:val="20"/>
                <w:szCs w:val="20"/>
              </w:rPr>
            </w:pPr>
          </w:p>
        </w:tc>
      </w:tr>
      <w:tr w:rsidR="00244B62" w:rsidRPr="00B215D5" w14:paraId="406E68A4" w14:textId="77777777" w:rsidTr="00860544">
        <w:trPr>
          <w:trHeight w:val="77"/>
        </w:trPr>
        <w:tc>
          <w:tcPr>
            <w:tcW w:w="5000" w:type="pct"/>
            <w:gridSpan w:val="5"/>
            <w:shd w:val="clear" w:color="auto" w:fill="E5DFEC"/>
          </w:tcPr>
          <w:p w14:paraId="406E68A3" w14:textId="77777777" w:rsidR="00244B62" w:rsidRPr="00B215D5" w:rsidRDefault="00244B62" w:rsidP="00B215D5">
            <w:pPr>
              <w:rPr>
                <w:b/>
                <w:bCs/>
                <w:i/>
                <w:iCs/>
                <w:sz w:val="20"/>
                <w:szCs w:val="20"/>
              </w:rPr>
            </w:pPr>
            <w:r w:rsidRPr="00B215D5">
              <w:rPr>
                <w:b/>
                <w:bCs/>
                <w:i/>
                <w:iCs/>
                <w:sz w:val="20"/>
                <w:szCs w:val="20"/>
              </w:rPr>
              <w:lastRenderedPageBreak/>
              <w:t>Management responses</w:t>
            </w:r>
          </w:p>
        </w:tc>
      </w:tr>
      <w:tr w:rsidR="00244B62" w:rsidRPr="00B215D5" w14:paraId="406E68B0" w14:textId="77777777" w:rsidTr="00860544">
        <w:trPr>
          <w:trHeight w:val="77"/>
        </w:trPr>
        <w:tc>
          <w:tcPr>
            <w:tcW w:w="1500" w:type="pct"/>
          </w:tcPr>
          <w:p w14:paraId="406E68A5" w14:textId="77777777" w:rsidR="00244B62" w:rsidRPr="00B215D5" w:rsidRDefault="00244B62" w:rsidP="00B215D5">
            <w:pPr>
              <w:autoSpaceDE w:val="0"/>
              <w:autoSpaceDN w:val="0"/>
              <w:adjustRightInd w:val="0"/>
              <w:rPr>
                <w:sz w:val="20"/>
                <w:szCs w:val="20"/>
              </w:rPr>
            </w:pPr>
            <w:r w:rsidRPr="00B215D5">
              <w:rPr>
                <w:b/>
                <w:bCs/>
                <w:i/>
                <w:iCs/>
                <w:sz w:val="20"/>
                <w:szCs w:val="20"/>
              </w:rPr>
              <w:t xml:space="preserve">2.3.3 </w:t>
            </w:r>
            <w:r w:rsidRPr="00B215D5">
              <w:rPr>
                <w:sz w:val="20"/>
                <w:szCs w:val="20"/>
              </w:rPr>
              <w:t>Management actions are in place to ensure significant damage to ecosystems does not arise from the impacts described in 2.3.1.</w:t>
            </w:r>
          </w:p>
        </w:tc>
        <w:tc>
          <w:tcPr>
            <w:tcW w:w="3500" w:type="pct"/>
            <w:gridSpan w:val="4"/>
            <w:shd w:val="clear" w:color="auto" w:fill="92D050"/>
          </w:tcPr>
          <w:p w14:paraId="406E68A6" w14:textId="77777777" w:rsidR="00244B62" w:rsidRPr="00B215D5" w:rsidRDefault="00244B62" w:rsidP="00B215D5">
            <w:pPr>
              <w:rPr>
                <w:b/>
                <w:sz w:val="20"/>
                <w:szCs w:val="20"/>
              </w:rPr>
            </w:pPr>
            <w:r w:rsidRPr="00B215D5">
              <w:rPr>
                <w:b/>
                <w:sz w:val="20"/>
                <w:szCs w:val="20"/>
              </w:rPr>
              <w:t>Meets.</w:t>
            </w:r>
          </w:p>
          <w:p w14:paraId="406E68AF" w14:textId="3A26FCA3" w:rsidR="00244B62" w:rsidRPr="00B215D5" w:rsidRDefault="00244B62" w:rsidP="00B215D5">
            <w:pPr>
              <w:tabs>
                <w:tab w:val="left" w:pos="1785"/>
              </w:tabs>
              <w:rPr>
                <w:sz w:val="20"/>
                <w:szCs w:val="20"/>
              </w:rPr>
            </w:pPr>
            <w:r w:rsidRPr="00B215D5">
              <w:rPr>
                <w:sz w:val="20"/>
                <w:szCs w:val="20"/>
              </w:rPr>
              <w:t xml:space="preserve">Management measures for the harvest of Native Oysters in the fishery </w:t>
            </w:r>
            <w:r w:rsidR="00452917" w:rsidRPr="00B215D5">
              <w:rPr>
                <w:sz w:val="20"/>
                <w:szCs w:val="20"/>
              </w:rPr>
              <w:t xml:space="preserve">(identified above) have the capacity to ensure </w:t>
            </w:r>
            <w:proofErr w:type="spellStart"/>
            <w:r w:rsidR="00452917" w:rsidRPr="00B215D5">
              <w:rPr>
                <w:sz w:val="20"/>
                <w:szCs w:val="20"/>
              </w:rPr>
              <w:t>minimial</w:t>
            </w:r>
            <w:proofErr w:type="spellEnd"/>
            <w:r w:rsidR="00452917" w:rsidRPr="00B215D5">
              <w:rPr>
                <w:sz w:val="20"/>
                <w:szCs w:val="20"/>
              </w:rPr>
              <w:t xml:space="preserve"> impacts on the wider ecosystem. </w:t>
            </w:r>
            <w:r w:rsidRPr="00B215D5">
              <w:rPr>
                <w:sz w:val="20"/>
                <w:szCs w:val="20"/>
              </w:rPr>
              <w:t>The Department considers that the range of management measures is sufficient to ensure minimal impact on the ecosystem.</w:t>
            </w:r>
          </w:p>
        </w:tc>
      </w:tr>
      <w:tr w:rsidR="00244B62" w:rsidRPr="00B215D5" w14:paraId="406E68B4" w14:textId="77777777" w:rsidTr="00860544">
        <w:tc>
          <w:tcPr>
            <w:tcW w:w="1500" w:type="pct"/>
          </w:tcPr>
          <w:p w14:paraId="406E68B1" w14:textId="76B77735" w:rsidR="00244B62" w:rsidRPr="00B215D5" w:rsidRDefault="00244B62" w:rsidP="00B215D5">
            <w:pPr>
              <w:autoSpaceDE w:val="0"/>
              <w:autoSpaceDN w:val="0"/>
              <w:adjustRightInd w:val="0"/>
              <w:rPr>
                <w:b/>
                <w:bCs/>
                <w:i/>
                <w:iCs/>
                <w:sz w:val="20"/>
                <w:szCs w:val="20"/>
              </w:rPr>
            </w:pPr>
            <w:r w:rsidRPr="00B215D5">
              <w:rPr>
                <w:b/>
                <w:bCs/>
                <w:i/>
                <w:iCs/>
                <w:sz w:val="20"/>
                <w:szCs w:val="20"/>
              </w:rPr>
              <w:t xml:space="preserve">2.3.4 </w:t>
            </w:r>
            <w:r w:rsidRPr="00B215D5">
              <w:rPr>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gridSpan w:val="4"/>
            <w:shd w:val="clear" w:color="auto" w:fill="auto"/>
          </w:tcPr>
          <w:p w14:paraId="406E68B2" w14:textId="77777777" w:rsidR="00244B62" w:rsidRPr="00B215D5" w:rsidRDefault="00244B62" w:rsidP="00B215D5">
            <w:pPr>
              <w:rPr>
                <w:b/>
                <w:sz w:val="20"/>
                <w:szCs w:val="20"/>
              </w:rPr>
            </w:pPr>
            <w:r w:rsidRPr="00B215D5">
              <w:rPr>
                <w:b/>
                <w:sz w:val="20"/>
                <w:szCs w:val="20"/>
              </w:rPr>
              <w:t>Not applicable.</w:t>
            </w:r>
          </w:p>
          <w:p w14:paraId="406E68B3" w14:textId="77777777" w:rsidR="00244B62" w:rsidRPr="00B215D5" w:rsidRDefault="00244B62" w:rsidP="00B215D5">
            <w:pPr>
              <w:rPr>
                <w:sz w:val="20"/>
                <w:szCs w:val="20"/>
              </w:rPr>
            </w:pPr>
            <w:r w:rsidRPr="00B215D5">
              <w:rPr>
                <w:sz w:val="20"/>
                <w:szCs w:val="20"/>
              </w:rPr>
              <w:t>As per 2.3.2</w:t>
            </w:r>
          </w:p>
        </w:tc>
      </w:tr>
      <w:tr w:rsidR="00244B62" w:rsidRPr="00B215D5" w14:paraId="406E68B8" w14:textId="77777777" w:rsidTr="00860544">
        <w:tc>
          <w:tcPr>
            <w:tcW w:w="1500" w:type="pct"/>
          </w:tcPr>
          <w:p w14:paraId="406E68B5" w14:textId="77777777" w:rsidR="00244B62" w:rsidRPr="00B215D5" w:rsidRDefault="00244B62" w:rsidP="00B215D5">
            <w:pPr>
              <w:autoSpaceDE w:val="0"/>
              <w:autoSpaceDN w:val="0"/>
              <w:adjustRightInd w:val="0"/>
              <w:rPr>
                <w:b/>
                <w:bCs/>
                <w:i/>
                <w:iCs/>
                <w:sz w:val="20"/>
                <w:szCs w:val="20"/>
              </w:rPr>
            </w:pPr>
            <w:r w:rsidRPr="00B215D5">
              <w:rPr>
                <w:b/>
                <w:bCs/>
                <w:i/>
                <w:iCs/>
                <w:sz w:val="20"/>
                <w:szCs w:val="20"/>
              </w:rPr>
              <w:t>2.3.5</w:t>
            </w:r>
            <w:r w:rsidRPr="00B215D5">
              <w:rPr>
                <w:sz w:val="20"/>
                <w:szCs w:val="20"/>
              </w:rPr>
              <w:t xml:space="preserve"> The management response, considering uncertainties in the assessment and precautionary management actions, has a high chance of achieving the objective.</w:t>
            </w:r>
          </w:p>
        </w:tc>
        <w:tc>
          <w:tcPr>
            <w:tcW w:w="3500" w:type="pct"/>
            <w:gridSpan w:val="4"/>
            <w:shd w:val="clear" w:color="auto" w:fill="auto"/>
          </w:tcPr>
          <w:p w14:paraId="406E68B6" w14:textId="77777777" w:rsidR="00244B62" w:rsidRPr="00B215D5" w:rsidRDefault="00244B62" w:rsidP="00B215D5">
            <w:pPr>
              <w:rPr>
                <w:b/>
                <w:sz w:val="20"/>
                <w:szCs w:val="20"/>
              </w:rPr>
            </w:pPr>
            <w:r w:rsidRPr="00B215D5">
              <w:rPr>
                <w:b/>
                <w:sz w:val="20"/>
                <w:szCs w:val="20"/>
              </w:rPr>
              <w:t>Not applicable.</w:t>
            </w:r>
          </w:p>
          <w:p w14:paraId="406E68B7" w14:textId="77777777" w:rsidR="00244B62" w:rsidRPr="00B215D5" w:rsidRDefault="00244B62" w:rsidP="00B215D5">
            <w:pPr>
              <w:rPr>
                <w:sz w:val="20"/>
                <w:szCs w:val="20"/>
              </w:rPr>
            </w:pPr>
            <w:r w:rsidRPr="00B215D5">
              <w:rPr>
                <w:sz w:val="20"/>
                <w:szCs w:val="20"/>
              </w:rPr>
              <w:t>As per 2.3.2</w:t>
            </w:r>
          </w:p>
        </w:tc>
      </w:tr>
    </w:tbl>
    <w:p w14:paraId="406E68B9" w14:textId="77777777" w:rsidR="003A047E" w:rsidRPr="00E53632" w:rsidRDefault="003A047E" w:rsidP="00E53632">
      <w:pPr>
        <w:rPr>
          <w:sz w:val="22"/>
          <w:szCs w:val="22"/>
        </w:rPr>
      </w:pPr>
    </w:p>
    <w:p w14:paraId="406E68BA" w14:textId="77777777" w:rsidR="003A047E" w:rsidRPr="00E53632" w:rsidRDefault="003A047E" w:rsidP="00E53632">
      <w:pPr>
        <w:rPr>
          <w:rStyle w:val="Emphasis"/>
          <w:rFonts w:eastAsia="Times New Roman"/>
          <w:b/>
          <w:bCs/>
          <w:i w:val="0"/>
          <w:iCs w:val="0"/>
          <w:sz w:val="22"/>
          <w:szCs w:val="22"/>
          <w:lang w:eastAsia="en-AU"/>
        </w:rPr>
      </w:pPr>
      <w:r w:rsidRPr="00E53632">
        <w:rPr>
          <w:sz w:val="22"/>
          <w:szCs w:val="22"/>
        </w:rPr>
        <w:br w:type="page"/>
      </w:r>
    </w:p>
    <w:p w14:paraId="406E68BB" w14:textId="77777777" w:rsidR="003A047E" w:rsidRPr="00D47B6E" w:rsidRDefault="003A047E" w:rsidP="003A047E">
      <w:pPr>
        <w:pStyle w:val="Heading1"/>
        <w:rPr>
          <w:i/>
          <w:iCs/>
        </w:rPr>
      </w:pPr>
      <w:bookmarkStart w:id="11" w:name="_Toc514849745"/>
      <w:bookmarkStart w:id="12" w:name="_Toc515454832"/>
      <w:bookmarkStart w:id="13" w:name="_Toc518883372"/>
      <w:bookmarkStart w:id="14" w:name="_Toc514849475"/>
      <w:r w:rsidRPr="00D47B6E">
        <w:lastRenderedPageBreak/>
        <w:t xml:space="preserve">Section 3: Assessment of the </w:t>
      </w:r>
      <w:r w:rsidR="00244B62">
        <w:t xml:space="preserve">Take of Native Oysters in the </w:t>
      </w:r>
      <w:r>
        <w:t>Tasmanian</w:t>
      </w:r>
      <w:r w:rsidRPr="00D47B6E">
        <w:t xml:space="preserve"> </w:t>
      </w:r>
      <w:r w:rsidR="00244B62">
        <w:t>Shellfish</w:t>
      </w:r>
      <w:r w:rsidR="00E23EFC" w:rsidRPr="00D47B6E">
        <w:t xml:space="preserve"> </w:t>
      </w:r>
      <w:r w:rsidRPr="00D47B6E">
        <w:t xml:space="preserve">Fishery </w:t>
      </w:r>
      <w:r>
        <w:t>A</w:t>
      </w:r>
      <w:r w:rsidRPr="00D47B6E">
        <w:t xml:space="preserve">gainst the </w:t>
      </w:r>
      <w:r>
        <w:t>R</w:t>
      </w:r>
      <w:r w:rsidRPr="00D47B6E">
        <w:t xml:space="preserve">equirements of the </w:t>
      </w:r>
      <w:r>
        <w:t>EPBC Act</w:t>
      </w:r>
      <w:bookmarkEnd w:id="11"/>
      <w:bookmarkEnd w:id="12"/>
      <w:bookmarkEnd w:id="13"/>
    </w:p>
    <w:bookmarkEnd w:id="14"/>
    <w:p w14:paraId="406E68BC" w14:textId="77777777" w:rsidR="003A047E" w:rsidRPr="00E53632" w:rsidRDefault="003A047E" w:rsidP="00244B62">
      <w:pPr>
        <w:rPr>
          <w:sz w:val="22"/>
          <w:szCs w:val="22"/>
        </w:rPr>
      </w:pPr>
      <w:r w:rsidRPr="00E53632">
        <w:rPr>
          <w:b/>
          <w:sz w:val="22"/>
          <w:szCs w:val="22"/>
        </w:rPr>
        <w:t xml:space="preserve">Please Note </w:t>
      </w:r>
      <w:r w:rsidRPr="00E53632">
        <w:rPr>
          <w:sz w:val="22"/>
          <w:szCs w:val="22"/>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406E68BD" w14:textId="77777777" w:rsidR="003A047E" w:rsidRPr="00244B62" w:rsidRDefault="003A047E" w:rsidP="00244B62">
      <w:pPr>
        <w:rPr>
          <w:sz w:val="22"/>
          <w:szCs w:val="22"/>
        </w:rPr>
      </w:pPr>
    </w:p>
    <w:p w14:paraId="406E68C1" w14:textId="77777777" w:rsidR="003A047E" w:rsidRPr="00244B62" w:rsidRDefault="003A047E" w:rsidP="00244B62">
      <w:pPr>
        <w:rPr>
          <w:b/>
          <w:sz w:val="22"/>
          <w:szCs w:val="22"/>
        </w:rPr>
      </w:pPr>
      <w:r w:rsidRPr="00244B62">
        <w:rPr>
          <w:b/>
          <w:sz w:val="22"/>
          <w:szCs w:val="22"/>
        </w:rPr>
        <w:t>Part 12</w:t>
      </w:r>
    </w:p>
    <w:tbl>
      <w:tblPr>
        <w:tblStyle w:val="TableGrid"/>
        <w:tblW w:w="5000" w:type="pct"/>
        <w:tblLook w:val="04A0" w:firstRow="1" w:lastRow="0" w:firstColumn="1" w:lastColumn="0" w:noHBand="0" w:noVBand="1"/>
      </w:tblPr>
      <w:tblGrid>
        <w:gridCol w:w="4231"/>
        <w:gridCol w:w="1411"/>
        <w:gridCol w:w="1411"/>
        <w:gridCol w:w="1411"/>
        <w:gridCol w:w="5642"/>
      </w:tblGrid>
      <w:tr w:rsidR="003A047E" w:rsidRPr="00457927" w14:paraId="406E68C7" w14:textId="77777777" w:rsidTr="00860544">
        <w:trPr>
          <w:cnfStyle w:val="100000000000" w:firstRow="1" w:lastRow="0" w:firstColumn="0" w:lastColumn="0" w:oddVBand="0" w:evenVBand="0" w:oddHBand="0" w:evenHBand="0" w:firstRowFirstColumn="0" w:firstRowLastColumn="0" w:lastRowFirstColumn="0" w:lastRowLastColumn="0"/>
        </w:trPr>
        <w:tc>
          <w:tcPr>
            <w:tcW w:w="1500" w:type="pct"/>
          </w:tcPr>
          <w:p w14:paraId="406E68C2" w14:textId="77777777" w:rsidR="003A047E" w:rsidRPr="00457927" w:rsidRDefault="003A047E" w:rsidP="00452917">
            <w:pPr>
              <w:ind w:left="426" w:hanging="426"/>
              <w:jc w:val="center"/>
              <w:rPr>
                <w:b/>
                <w:sz w:val="20"/>
                <w:szCs w:val="20"/>
              </w:rPr>
            </w:pPr>
          </w:p>
        </w:tc>
        <w:tc>
          <w:tcPr>
            <w:tcW w:w="500" w:type="pct"/>
            <w:shd w:val="clear" w:color="auto" w:fill="92D050"/>
          </w:tcPr>
          <w:p w14:paraId="406E68C3" w14:textId="77777777" w:rsidR="003A047E" w:rsidRPr="00457927" w:rsidRDefault="003A047E" w:rsidP="00452917">
            <w:pPr>
              <w:jc w:val="center"/>
              <w:rPr>
                <w:b/>
                <w:sz w:val="20"/>
                <w:szCs w:val="20"/>
              </w:rPr>
            </w:pPr>
            <w:r w:rsidRPr="00457927">
              <w:rPr>
                <w:b/>
                <w:sz w:val="20"/>
                <w:szCs w:val="20"/>
              </w:rPr>
              <w:t>Meets</w:t>
            </w:r>
          </w:p>
        </w:tc>
        <w:tc>
          <w:tcPr>
            <w:tcW w:w="500" w:type="pct"/>
            <w:shd w:val="clear" w:color="auto" w:fill="FFC000"/>
          </w:tcPr>
          <w:p w14:paraId="406E68C4" w14:textId="77777777" w:rsidR="003A047E" w:rsidRPr="00457927" w:rsidRDefault="003A047E" w:rsidP="00452917">
            <w:pPr>
              <w:jc w:val="center"/>
              <w:rPr>
                <w:b/>
                <w:sz w:val="20"/>
                <w:szCs w:val="20"/>
              </w:rPr>
            </w:pPr>
            <w:r w:rsidRPr="00457927">
              <w:rPr>
                <w:b/>
                <w:sz w:val="20"/>
                <w:szCs w:val="20"/>
              </w:rPr>
              <w:t>Partially meets</w:t>
            </w:r>
          </w:p>
        </w:tc>
        <w:tc>
          <w:tcPr>
            <w:tcW w:w="500" w:type="pct"/>
            <w:shd w:val="clear" w:color="auto" w:fill="FF0000"/>
          </w:tcPr>
          <w:p w14:paraId="406E68C5" w14:textId="77777777" w:rsidR="003A047E" w:rsidRPr="00457927" w:rsidRDefault="003A047E" w:rsidP="00452917">
            <w:pPr>
              <w:jc w:val="center"/>
              <w:rPr>
                <w:b/>
                <w:sz w:val="20"/>
                <w:szCs w:val="20"/>
              </w:rPr>
            </w:pPr>
            <w:r w:rsidRPr="00457927">
              <w:rPr>
                <w:b/>
                <w:sz w:val="20"/>
                <w:szCs w:val="20"/>
              </w:rPr>
              <w:t>Does not meet</w:t>
            </w:r>
          </w:p>
        </w:tc>
        <w:tc>
          <w:tcPr>
            <w:tcW w:w="2000" w:type="pct"/>
          </w:tcPr>
          <w:p w14:paraId="406E68C6" w14:textId="77777777" w:rsidR="003A047E" w:rsidRPr="00457927" w:rsidRDefault="003A047E" w:rsidP="00452917">
            <w:pPr>
              <w:jc w:val="center"/>
              <w:rPr>
                <w:b/>
                <w:sz w:val="20"/>
                <w:szCs w:val="20"/>
              </w:rPr>
            </w:pPr>
            <w:r w:rsidRPr="00457927">
              <w:rPr>
                <w:b/>
                <w:sz w:val="20"/>
                <w:szCs w:val="20"/>
              </w:rPr>
              <w:t>Comment</w:t>
            </w:r>
          </w:p>
        </w:tc>
      </w:tr>
      <w:tr w:rsidR="003A047E" w:rsidRPr="00457927" w14:paraId="406E68C9"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06E68C8" w14:textId="77777777" w:rsidR="003A047E" w:rsidRPr="00457927" w:rsidRDefault="003A047E" w:rsidP="00452917">
            <w:pPr>
              <w:rPr>
                <w:sz w:val="20"/>
                <w:szCs w:val="20"/>
              </w:rPr>
            </w:pPr>
            <w:r w:rsidRPr="00457927">
              <w:rPr>
                <w:b/>
                <w:sz w:val="20"/>
                <w:szCs w:val="20"/>
              </w:rPr>
              <w:t>Section 176 Bioregional Plans</w:t>
            </w:r>
          </w:p>
        </w:tc>
      </w:tr>
      <w:tr w:rsidR="003A047E" w:rsidRPr="00457927" w14:paraId="406E68CD" w14:textId="77777777" w:rsidTr="00860544">
        <w:trPr>
          <w:cnfStyle w:val="000000010000" w:firstRow="0" w:lastRow="0" w:firstColumn="0" w:lastColumn="0" w:oddVBand="0" w:evenVBand="0" w:oddHBand="0" w:evenHBand="1" w:firstRowFirstColumn="0" w:firstRowLastColumn="0" w:lastRowFirstColumn="0" w:lastRowLastColumn="0"/>
        </w:trPr>
        <w:tc>
          <w:tcPr>
            <w:tcW w:w="1500" w:type="pct"/>
          </w:tcPr>
          <w:p w14:paraId="406E68CA" w14:textId="77777777" w:rsidR="003A047E" w:rsidRPr="00457927" w:rsidRDefault="003A047E" w:rsidP="00452917">
            <w:pPr>
              <w:pStyle w:val="ListNumber"/>
            </w:pPr>
            <w:r w:rsidRPr="00457927">
              <w:t>(5)</w:t>
            </w:r>
            <w:r w:rsidRPr="00457927">
              <w:tab/>
              <w:t>Minister must have regard to relevant bioregional plans</w:t>
            </w:r>
          </w:p>
        </w:tc>
        <w:tc>
          <w:tcPr>
            <w:tcW w:w="3500" w:type="pct"/>
            <w:gridSpan w:val="4"/>
            <w:shd w:val="clear" w:color="auto" w:fill="auto"/>
          </w:tcPr>
          <w:p w14:paraId="406E68CB" w14:textId="77777777" w:rsidR="003A047E" w:rsidRPr="00457927" w:rsidRDefault="003A047E" w:rsidP="00452917">
            <w:pPr>
              <w:rPr>
                <w:b/>
                <w:sz w:val="20"/>
                <w:szCs w:val="20"/>
              </w:rPr>
            </w:pPr>
            <w:r w:rsidRPr="00457927">
              <w:rPr>
                <w:b/>
                <w:sz w:val="20"/>
                <w:szCs w:val="20"/>
              </w:rPr>
              <w:t>Not applicable.</w:t>
            </w:r>
          </w:p>
          <w:p w14:paraId="406E68CC" w14:textId="77777777" w:rsidR="003A047E" w:rsidRPr="00457927" w:rsidRDefault="0034623B" w:rsidP="00452917">
            <w:pPr>
              <w:rPr>
                <w:sz w:val="20"/>
                <w:szCs w:val="20"/>
              </w:rPr>
            </w:pPr>
            <w:r w:rsidRPr="00776296">
              <w:rPr>
                <w:sz w:val="20"/>
                <w:szCs w:val="20"/>
              </w:rPr>
              <w:t>There is no fishing activity within areas covered by a bioregional plan</w:t>
            </w:r>
            <w:r w:rsidR="003A047E" w:rsidRPr="00457927">
              <w:rPr>
                <w:sz w:val="20"/>
                <w:szCs w:val="20"/>
              </w:rPr>
              <w:t>.</w:t>
            </w:r>
          </w:p>
        </w:tc>
      </w:tr>
    </w:tbl>
    <w:p w14:paraId="04B6D8E7" w14:textId="77777777" w:rsidR="00452917" w:rsidRPr="00E53632" w:rsidRDefault="00452917" w:rsidP="003A047E">
      <w:pPr>
        <w:rPr>
          <w:sz w:val="22"/>
          <w:szCs w:val="22"/>
        </w:rPr>
      </w:pPr>
    </w:p>
    <w:p w14:paraId="406E68CF" w14:textId="77777777" w:rsidR="003A047E" w:rsidRPr="0034623B" w:rsidRDefault="003A047E" w:rsidP="0034623B">
      <w:pPr>
        <w:rPr>
          <w:b/>
          <w:sz w:val="22"/>
          <w:szCs w:val="22"/>
        </w:rPr>
      </w:pPr>
      <w:r w:rsidRPr="0034623B">
        <w:rPr>
          <w:b/>
          <w:sz w:val="22"/>
          <w:szCs w:val="22"/>
        </w:rPr>
        <w:t>Part 13</w:t>
      </w:r>
    </w:p>
    <w:p w14:paraId="406E68D0" w14:textId="63CC768A" w:rsidR="0034623B" w:rsidRPr="0034623B" w:rsidRDefault="0034623B" w:rsidP="0034623B">
      <w:pPr>
        <w:rPr>
          <w:sz w:val="22"/>
          <w:szCs w:val="22"/>
        </w:rPr>
      </w:pPr>
      <w:r w:rsidRPr="0034623B">
        <w:rPr>
          <w:sz w:val="22"/>
          <w:szCs w:val="22"/>
        </w:rPr>
        <w:t xml:space="preserve">No Part 13 assessment is required as no fishing activity occurs in the Commonwealth </w:t>
      </w:r>
      <w:r w:rsidR="00452917">
        <w:rPr>
          <w:sz w:val="22"/>
          <w:szCs w:val="22"/>
        </w:rPr>
        <w:t>m</w:t>
      </w:r>
      <w:r w:rsidRPr="0034623B">
        <w:rPr>
          <w:sz w:val="22"/>
          <w:szCs w:val="22"/>
        </w:rPr>
        <w:t xml:space="preserve">arine </w:t>
      </w:r>
      <w:r w:rsidR="00452917">
        <w:rPr>
          <w:sz w:val="22"/>
          <w:szCs w:val="22"/>
        </w:rPr>
        <w:t>a</w:t>
      </w:r>
      <w:r w:rsidRPr="0034623B">
        <w:rPr>
          <w:sz w:val="22"/>
          <w:szCs w:val="22"/>
        </w:rPr>
        <w:t>rea.</w:t>
      </w:r>
    </w:p>
    <w:p w14:paraId="606CBAC3" w14:textId="77777777" w:rsidR="00452917" w:rsidRPr="00E53632" w:rsidRDefault="00452917" w:rsidP="003A047E">
      <w:pPr>
        <w:rPr>
          <w:sz w:val="22"/>
          <w:szCs w:val="22"/>
        </w:rPr>
      </w:pPr>
    </w:p>
    <w:p w14:paraId="406E68D2" w14:textId="77777777" w:rsidR="003A047E" w:rsidRPr="00E53632" w:rsidRDefault="003A047E" w:rsidP="003A047E">
      <w:pPr>
        <w:rPr>
          <w:b/>
          <w:sz w:val="22"/>
          <w:szCs w:val="22"/>
        </w:rPr>
      </w:pPr>
      <w:r w:rsidRPr="00E53632">
        <w:rPr>
          <w:b/>
          <w:sz w:val="22"/>
          <w:szCs w:val="22"/>
        </w:rPr>
        <w:t>Part 13A</w:t>
      </w:r>
    </w:p>
    <w:tbl>
      <w:tblPr>
        <w:tblStyle w:val="TableGrid"/>
        <w:tblW w:w="5000" w:type="pct"/>
        <w:tblLook w:val="04A0" w:firstRow="1" w:lastRow="0" w:firstColumn="1" w:lastColumn="0" w:noHBand="0" w:noVBand="1"/>
      </w:tblPr>
      <w:tblGrid>
        <w:gridCol w:w="4178"/>
        <w:gridCol w:w="1391"/>
        <w:gridCol w:w="1453"/>
        <w:gridCol w:w="1526"/>
        <w:gridCol w:w="5558"/>
      </w:tblGrid>
      <w:tr w:rsidR="003A047E" w:rsidRPr="00737724" w14:paraId="406E68D4" w14:textId="77777777" w:rsidTr="00860544">
        <w:trPr>
          <w:cnfStyle w:val="100000000000" w:firstRow="1" w:lastRow="0" w:firstColumn="0" w:lastColumn="0" w:oddVBand="0" w:evenVBand="0" w:oddHBand="0" w:evenHBand="0" w:firstRowFirstColumn="0" w:firstRowLastColumn="0" w:lastRowFirstColumn="0" w:lastRowLastColumn="0"/>
        </w:trPr>
        <w:tc>
          <w:tcPr>
            <w:tcW w:w="5000" w:type="pct"/>
            <w:gridSpan w:val="5"/>
          </w:tcPr>
          <w:p w14:paraId="406E68D3" w14:textId="77777777" w:rsidR="003A047E" w:rsidRPr="00737724" w:rsidRDefault="003A047E" w:rsidP="00452917">
            <w:pPr>
              <w:rPr>
                <w:sz w:val="20"/>
                <w:szCs w:val="20"/>
              </w:rPr>
            </w:pPr>
            <w:r w:rsidRPr="00737724">
              <w:rPr>
                <w:b/>
                <w:bCs/>
                <w:noProof/>
                <w:sz w:val="20"/>
                <w:szCs w:val="20"/>
              </w:rPr>
              <w:t>Section 303BA Objects of Part 13A</w:t>
            </w:r>
          </w:p>
        </w:tc>
      </w:tr>
      <w:tr w:rsidR="003A047E" w:rsidRPr="00737724" w14:paraId="406E68DD"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06E68D5" w14:textId="77777777" w:rsidR="003A047E" w:rsidRPr="00737724" w:rsidRDefault="003A047E" w:rsidP="00452917">
            <w:pPr>
              <w:pStyle w:val="ListNumber"/>
              <w:rPr>
                <w:noProof/>
              </w:rPr>
            </w:pPr>
            <w:r w:rsidRPr="00737724">
              <w:rPr>
                <w:noProof/>
              </w:rPr>
              <w:t>(1)</w:t>
            </w:r>
            <w:r w:rsidRPr="00737724">
              <w:tab/>
            </w:r>
            <w:r w:rsidRPr="00737724">
              <w:rPr>
                <w:noProof/>
              </w:rPr>
              <w:t>The objects of this Part are as follows:</w:t>
            </w:r>
          </w:p>
          <w:p w14:paraId="406E68D6" w14:textId="77777777" w:rsidR="003A047E" w:rsidRPr="00737724" w:rsidRDefault="003A047E" w:rsidP="00452917">
            <w:pPr>
              <w:pStyle w:val="ListNumber2"/>
            </w:pPr>
            <w:r w:rsidRPr="00737724">
              <w:t>(a)</w:t>
            </w:r>
            <w:r w:rsidRPr="00737724">
              <w:tab/>
              <w:t>to ensure that Australia complies with its obligations under CITES and the Biodiversity Convention;</w:t>
            </w:r>
          </w:p>
          <w:p w14:paraId="406E68D7" w14:textId="77777777" w:rsidR="003A047E" w:rsidRPr="00737724" w:rsidRDefault="003A047E" w:rsidP="00452917">
            <w:pPr>
              <w:pStyle w:val="ListNumber2"/>
            </w:pPr>
            <w:r w:rsidRPr="00737724">
              <w:t>(b)</w:t>
            </w:r>
            <w:r w:rsidRPr="00737724">
              <w:tab/>
              <w:t>to protect wildlife that may be adversely affected by trade;</w:t>
            </w:r>
          </w:p>
          <w:p w14:paraId="406E68D8" w14:textId="77777777" w:rsidR="003A047E" w:rsidRPr="00737724" w:rsidRDefault="003A047E" w:rsidP="00452917">
            <w:pPr>
              <w:pStyle w:val="ListNumber2"/>
            </w:pPr>
            <w:r w:rsidRPr="00737724">
              <w:t>(c)</w:t>
            </w:r>
            <w:r w:rsidRPr="00737724">
              <w:tab/>
              <w:t>to promote the conservation of biodiversity in Australia and other countries;</w:t>
            </w:r>
          </w:p>
          <w:p w14:paraId="406E68D9" w14:textId="77777777" w:rsidR="003A047E" w:rsidRPr="00737724" w:rsidRDefault="003A047E" w:rsidP="00452917">
            <w:pPr>
              <w:pStyle w:val="ListNumber2"/>
            </w:pPr>
            <w:r w:rsidRPr="00737724">
              <w:t>(d)</w:t>
            </w:r>
            <w:r w:rsidRPr="00737724">
              <w:tab/>
              <w:t>to ensure that any commercial utilisation of Australian native wildlife for the purposes of export is managed in an ecologically sustainable way;</w:t>
            </w:r>
          </w:p>
          <w:p w14:paraId="406E68DA" w14:textId="77777777" w:rsidR="003A047E" w:rsidRPr="00737724" w:rsidRDefault="003A047E" w:rsidP="00452917">
            <w:pPr>
              <w:pStyle w:val="ListNumber2"/>
            </w:pPr>
            <w:r w:rsidRPr="00737724">
              <w:t>(e)</w:t>
            </w:r>
            <w:r w:rsidRPr="00737724">
              <w:tab/>
              <w:t>to promote the humane treatment of wildlife;</w:t>
            </w:r>
          </w:p>
          <w:p w14:paraId="406E68DB" w14:textId="77777777" w:rsidR="003A047E" w:rsidRPr="00737724" w:rsidRDefault="003A047E" w:rsidP="00452917">
            <w:pPr>
              <w:pStyle w:val="ListNumber2"/>
            </w:pPr>
            <w:r w:rsidRPr="00737724">
              <w:t>(f)</w:t>
            </w:r>
            <w:r w:rsidRPr="00737724">
              <w:tab/>
              <w:t>to ensure ethical conduct during any research associated with the utilisation of wildlife; and</w:t>
            </w:r>
          </w:p>
          <w:p w14:paraId="406E68DC" w14:textId="77777777" w:rsidR="003A047E" w:rsidRPr="00737724" w:rsidRDefault="003A047E" w:rsidP="00452917">
            <w:pPr>
              <w:pStyle w:val="ListNumber2"/>
            </w:pPr>
            <w:r w:rsidRPr="00737724">
              <w:t>(h)</w:t>
            </w:r>
            <w:r w:rsidRPr="00737724">
              <w:tab/>
            </w:r>
            <w:proofErr w:type="gramStart"/>
            <w:r w:rsidRPr="00737724">
              <w:t>to</w:t>
            </w:r>
            <w:proofErr w:type="gramEnd"/>
            <w:r w:rsidRPr="00737724">
              <w:t xml:space="preserve"> ensure the precautionary principle is taken into account in making decisions relating to the utilisation of wildlife.</w:t>
            </w:r>
          </w:p>
        </w:tc>
      </w:tr>
      <w:tr w:rsidR="003A047E" w:rsidRPr="00737724" w14:paraId="406E68E3"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vAlign w:val="center"/>
          </w:tcPr>
          <w:p w14:paraId="406E68DE" w14:textId="77777777" w:rsidR="003A047E" w:rsidRPr="00737724" w:rsidRDefault="003A047E" w:rsidP="00452917">
            <w:pPr>
              <w:ind w:left="426" w:hanging="426"/>
              <w:rPr>
                <w:b/>
                <w:sz w:val="20"/>
                <w:szCs w:val="20"/>
              </w:rPr>
            </w:pPr>
          </w:p>
        </w:tc>
        <w:tc>
          <w:tcPr>
            <w:tcW w:w="493" w:type="pct"/>
            <w:shd w:val="clear" w:color="auto" w:fill="92D050"/>
            <w:vAlign w:val="center"/>
          </w:tcPr>
          <w:p w14:paraId="406E68DF" w14:textId="77777777" w:rsidR="003A047E" w:rsidRPr="00737724" w:rsidRDefault="003A047E" w:rsidP="00452917">
            <w:pPr>
              <w:rPr>
                <w:b/>
                <w:sz w:val="20"/>
                <w:szCs w:val="20"/>
              </w:rPr>
            </w:pPr>
            <w:r w:rsidRPr="00737724">
              <w:rPr>
                <w:b/>
                <w:sz w:val="20"/>
                <w:szCs w:val="20"/>
              </w:rPr>
              <w:t>Meets</w:t>
            </w:r>
          </w:p>
        </w:tc>
        <w:tc>
          <w:tcPr>
            <w:tcW w:w="515" w:type="pct"/>
            <w:shd w:val="clear" w:color="auto" w:fill="FFC000"/>
            <w:vAlign w:val="center"/>
          </w:tcPr>
          <w:p w14:paraId="406E68E0" w14:textId="77777777" w:rsidR="003A047E" w:rsidRPr="00737724" w:rsidRDefault="003A047E" w:rsidP="00452917">
            <w:pPr>
              <w:rPr>
                <w:b/>
                <w:sz w:val="20"/>
                <w:szCs w:val="20"/>
              </w:rPr>
            </w:pPr>
            <w:r w:rsidRPr="00737724">
              <w:rPr>
                <w:b/>
                <w:sz w:val="20"/>
                <w:szCs w:val="20"/>
              </w:rPr>
              <w:t>Partially meets</w:t>
            </w:r>
          </w:p>
        </w:tc>
        <w:tc>
          <w:tcPr>
            <w:tcW w:w="541" w:type="pct"/>
            <w:shd w:val="clear" w:color="auto" w:fill="FF0000"/>
            <w:vAlign w:val="center"/>
          </w:tcPr>
          <w:p w14:paraId="406E68E1" w14:textId="77777777" w:rsidR="003A047E" w:rsidRPr="00737724" w:rsidRDefault="003A047E" w:rsidP="00452917">
            <w:pPr>
              <w:rPr>
                <w:b/>
                <w:sz w:val="20"/>
                <w:szCs w:val="20"/>
              </w:rPr>
            </w:pPr>
            <w:r w:rsidRPr="00737724">
              <w:rPr>
                <w:b/>
                <w:sz w:val="20"/>
                <w:szCs w:val="20"/>
              </w:rPr>
              <w:t>Does not meet</w:t>
            </w:r>
          </w:p>
        </w:tc>
        <w:tc>
          <w:tcPr>
            <w:tcW w:w="1970" w:type="pct"/>
            <w:vAlign w:val="center"/>
          </w:tcPr>
          <w:p w14:paraId="406E68E2" w14:textId="77777777" w:rsidR="003A047E" w:rsidRPr="00737724" w:rsidRDefault="003A047E" w:rsidP="00452917">
            <w:pPr>
              <w:rPr>
                <w:b/>
                <w:sz w:val="20"/>
                <w:szCs w:val="20"/>
              </w:rPr>
            </w:pPr>
            <w:r w:rsidRPr="00737724">
              <w:rPr>
                <w:b/>
                <w:sz w:val="20"/>
                <w:szCs w:val="20"/>
              </w:rPr>
              <w:t>Comment</w:t>
            </w:r>
          </w:p>
        </w:tc>
      </w:tr>
      <w:tr w:rsidR="003A047E" w:rsidRPr="00737724" w14:paraId="406E68E5"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06E68E4" w14:textId="77777777" w:rsidR="003A047E" w:rsidRPr="00737724" w:rsidRDefault="003A047E" w:rsidP="00452917">
            <w:pPr>
              <w:rPr>
                <w:sz w:val="20"/>
                <w:szCs w:val="20"/>
              </w:rPr>
            </w:pPr>
            <w:r w:rsidRPr="00737724">
              <w:rPr>
                <w:b/>
                <w:sz w:val="20"/>
                <w:szCs w:val="20"/>
              </w:rPr>
              <w:t>Section 303DC Minister may amend list (non CITES species)</w:t>
            </w:r>
          </w:p>
        </w:tc>
      </w:tr>
      <w:tr w:rsidR="003A047E" w:rsidRPr="00737724" w14:paraId="406E68F0"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406E68E6" w14:textId="77777777" w:rsidR="003A047E" w:rsidRPr="00737724" w:rsidRDefault="003A047E" w:rsidP="00452917">
            <w:pPr>
              <w:pStyle w:val="ListNumber"/>
            </w:pPr>
            <w:r w:rsidRPr="00737724">
              <w:t>(1)</w:t>
            </w:r>
            <w:r w:rsidRPr="00737724">
              <w:tab/>
              <w:t>The Minister may amend the LENS by:</w:t>
            </w:r>
          </w:p>
          <w:p w14:paraId="406E68E7" w14:textId="77777777" w:rsidR="003A047E" w:rsidRPr="00737724" w:rsidRDefault="003A047E" w:rsidP="00452917">
            <w:pPr>
              <w:pStyle w:val="ListNumber2"/>
            </w:pPr>
            <w:r w:rsidRPr="00737724">
              <w:t>(a)</w:t>
            </w:r>
            <w:r w:rsidRPr="00737724">
              <w:tab/>
              <w:t>doing any of the following:</w:t>
            </w:r>
          </w:p>
          <w:p w14:paraId="406E68E8" w14:textId="77777777" w:rsidR="003A047E" w:rsidRPr="00737724" w:rsidRDefault="003A047E" w:rsidP="00452917">
            <w:pPr>
              <w:pStyle w:val="ListNumber3"/>
            </w:pPr>
            <w:r w:rsidRPr="00737724">
              <w:t>(</w:t>
            </w:r>
            <w:proofErr w:type="spellStart"/>
            <w:r w:rsidRPr="00737724">
              <w:t>i</w:t>
            </w:r>
            <w:proofErr w:type="spellEnd"/>
            <w:r w:rsidRPr="00737724">
              <w:t>)</w:t>
            </w:r>
            <w:r w:rsidRPr="00737724">
              <w:tab/>
              <w:t xml:space="preserve">including items in the list; </w:t>
            </w:r>
          </w:p>
          <w:p w14:paraId="406E68E9" w14:textId="77777777" w:rsidR="003A047E" w:rsidRPr="00737724" w:rsidRDefault="003A047E" w:rsidP="00452917">
            <w:pPr>
              <w:pStyle w:val="ListNumber3"/>
            </w:pPr>
            <w:r w:rsidRPr="00737724">
              <w:lastRenderedPageBreak/>
              <w:t>(ii)</w:t>
            </w:r>
            <w:r w:rsidRPr="00737724">
              <w:tab/>
              <w:t>deleting items from</w:t>
            </w:r>
            <w:r w:rsidRPr="00737724">
              <w:rPr>
                <w:rStyle w:val="apple-converted-space"/>
                <w:i/>
                <w:iCs/>
              </w:rPr>
              <w:t> </w:t>
            </w:r>
            <w:r w:rsidRPr="00737724">
              <w:t>the</w:t>
            </w:r>
            <w:r w:rsidRPr="00737724">
              <w:rPr>
                <w:rStyle w:val="apple-converted-space"/>
                <w:i/>
                <w:iCs/>
              </w:rPr>
              <w:t> </w:t>
            </w:r>
            <w:r w:rsidRPr="00737724">
              <w:t>list;</w:t>
            </w:r>
          </w:p>
          <w:p w14:paraId="406E68EA" w14:textId="77777777" w:rsidR="003A047E" w:rsidRPr="00737724" w:rsidRDefault="003A047E" w:rsidP="00452917">
            <w:pPr>
              <w:pStyle w:val="ListNumber3"/>
            </w:pPr>
            <w:r w:rsidRPr="00737724">
              <w:t>(iii)</w:t>
            </w:r>
            <w:r w:rsidRPr="00737724">
              <w:tab/>
              <w:t>imposing a condition or restriction to which the inclusion of a specimen in the list is subject;</w:t>
            </w:r>
          </w:p>
          <w:p w14:paraId="406E68EB" w14:textId="77777777" w:rsidR="003A047E" w:rsidRPr="00737724" w:rsidRDefault="003A047E" w:rsidP="00452917">
            <w:pPr>
              <w:pStyle w:val="ListNumber3"/>
            </w:pPr>
            <w:r w:rsidRPr="00737724">
              <w:t>(iv)</w:t>
            </w:r>
            <w:r w:rsidRPr="00737724">
              <w:tab/>
              <w:t>varying or revoking a condition or restriction to which the inclusion of a specimen in the list is subject</w:t>
            </w:r>
          </w:p>
        </w:tc>
        <w:tc>
          <w:tcPr>
            <w:tcW w:w="3519" w:type="pct"/>
            <w:gridSpan w:val="4"/>
            <w:shd w:val="clear" w:color="auto" w:fill="auto"/>
          </w:tcPr>
          <w:p w14:paraId="406E68EC" w14:textId="77777777" w:rsidR="003A047E" w:rsidRPr="00737724" w:rsidRDefault="003A047E" w:rsidP="00452917">
            <w:pPr>
              <w:rPr>
                <w:iCs/>
                <w:snapToGrid w:val="0"/>
                <w:sz w:val="20"/>
                <w:szCs w:val="20"/>
              </w:rPr>
            </w:pPr>
            <w:r w:rsidRPr="00737724">
              <w:rPr>
                <w:sz w:val="20"/>
                <w:szCs w:val="20"/>
              </w:rPr>
              <w:lastRenderedPageBreak/>
              <w:t xml:space="preserve">The Department </w:t>
            </w:r>
            <w:r w:rsidRPr="00737724">
              <w:rPr>
                <w:b/>
                <w:sz w:val="20"/>
                <w:szCs w:val="20"/>
              </w:rPr>
              <w:t>recommends</w:t>
            </w:r>
            <w:r w:rsidRPr="00737724">
              <w:rPr>
                <w:sz w:val="20"/>
                <w:szCs w:val="20"/>
              </w:rPr>
              <w:t xml:space="preserve"> that specimens </w:t>
            </w:r>
            <w:r w:rsidRPr="00737724">
              <w:rPr>
                <w:snapToGrid w:val="0"/>
                <w:sz w:val="20"/>
                <w:szCs w:val="20"/>
              </w:rPr>
              <w:t xml:space="preserve">that are or are derived from </w:t>
            </w:r>
            <w:r w:rsidR="00244B62">
              <w:rPr>
                <w:snapToGrid w:val="0"/>
                <w:sz w:val="20"/>
                <w:szCs w:val="20"/>
              </w:rPr>
              <w:t>Native Oysters</w:t>
            </w:r>
            <w:r w:rsidRPr="00737724">
              <w:rPr>
                <w:snapToGrid w:val="0"/>
                <w:sz w:val="20"/>
                <w:szCs w:val="20"/>
              </w:rPr>
              <w:t xml:space="preserve">, taken in the </w:t>
            </w:r>
            <w:r w:rsidRPr="00737724">
              <w:rPr>
                <w:sz w:val="20"/>
                <w:szCs w:val="20"/>
              </w:rPr>
              <w:t xml:space="preserve">Tasmanian </w:t>
            </w:r>
            <w:r w:rsidR="00244B62">
              <w:rPr>
                <w:sz w:val="20"/>
                <w:szCs w:val="20"/>
              </w:rPr>
              <w:t>Shellfish</w:t>
            </w:r>
            <w:r w:rsidR="0034623B" w:rsidRPr="00737724">
              <w:rPr>
                <w:sz w:val="20"/>
                <w:szCs w:val="20"/>
              </w:rPr>
              <w:t xml:space="preserve"> </w:t>
            </w:r>
            <w:r w:rsidRPr="00737724">
              <w:rPr>
                <w:sz w:val="20"/>
                <w:szCs w:val="20"/>
              </w:rPr>
              <w:t xml:space="preserve">Fishery </w:t>
            </w:r>
            <w:r w:rsidRPr="00737724">
              <w:rPr>
                <w:snapToGrid w:val="0"/>
                <w:sz w:val="20"/>
                <w:szCs w:val="20"/>
              </w:rPr>
              <w:t xml:space="preserve">as defined in the </w:t>
            </w:r>
            <w:r w:rsidRPr="00737724">
              <w:rPr>
                <w:sz w:val="20"/>
                <w:szCs w:val="20"/>
              </w:rPr>
              <w:t xml:space="preserve">management regime in force under the </w:t>
            </w:r>
            <w:r w:rsidRPr="00A30D51">
              <w:rPr>
                <w:bCs/>
                <w:iCs/>
                <w:sz w:val="20"/>
                <w:szCs w:val="20"/>
              </w:rPr>
              <w:t xml:space="preserve">Tasmanian </w:t>
            </w:r>
            <w:r w:rsidRPr="00A30D51">
              <w:rPr>
                <w:bCs/>
                <w:i/>
                <w:iCs/>
                <w:sz w:val="20"/>
                <w:szCs w:val="20"/>
              </w:rPr>
              <w:t>Living Marine Resources Management Act 1995</w:t>
            </w:r>
            <w:r w:rsidRPr="00737724">
              <w:rPr>
                <w:sz w:val="20"/>
                <w:szCs w:val="20"/>
              </w:rPr>
              <w:t xml:space="preserve">, </w:t>
            </w:r>
            <w:r w:rsidRPr="00737724">
              <w:rPr>
                <w:snapToGrid w:val="0"/>
                <w:sz w:val="20"/>
                <w:szCs w:val="20"/>
              </w:rPr>
              <w:t>but not including</w:t>
            </w:r>
          </w:p>
          <w:p w14:paraId="406E68ED" w14:textId="77777777" w:rsidR="003A047E" w:rsidRPr="00737724" w:rsidRDefault="003A047E" w:rsidP="00452917">
            <w:pPr>
              <w:pStyle w:val="ListBullet"/>
            </w:pPr>
            <w:r w:rsidRPr="00737724">
              <w:lastRenderedPageBreak/>
              <w:t xml:space="preserve">specimens that belong to eligible listed threatened species, as defined under section 303BC of the EPBC Act, or </w:t>
            </w:r>
          </w:p>
          <w:p w14:paraId="406E68EE" w14:textId="77777777" w:rsidR="003A047E" w:rsidRPr="00737724" w:rsidRDefault="003A047E" w:rsidP="00452917">
            <w:pPr>
              <w:pStyle w:val="ListBullet"/>
            </w:pPr>
            <w:r w:rsidRPr="00737724">
              <w:t xml:space="preserve">specimens that belong to taxa listed under section 303CA of the EPBC Act (Australia’s CITES list) </w:t>
            </w:r>
          </w:p>
          <w:p w14:paraId="406E68EF" w14:textId="77777777" w:rsidR="003A047E" w:rsidRPr="00737724" w:rsidRDefault="003A047E" w:rsidP="00452917">
            <w:pPr>
              <w:rPr>
                <w:sz w:val="20"/>
                <w:szCs w:val="20"/>
              </w:rPr>
            </w:pPr>
            <w:proofErr w:type="gramStart"/>
            <w:r w:rsidRPr="00737724">
              <w:rPr>
                <w:sz w:val="20"/>
                <w:szCs w:val="20"/>
              </w:rPr>
              <w:t>be</w:t>
            </w:r>
            <w:proofErr w:type="gramEnd"/>
            <w:r w:rsidRPr="00737724">
              <w:rPr>
                <w:sz w:val="20"/>
                <w:szCs w:val="20"/>
              </w:rPr>
              <w:t xml:space="preserve"> included in the list of exempt native specimens until </w:t>
            </w:r>
            <w:r>
              <w:rPr>
                <w:sz w:val="20"/>
                <w:szCs w:val="20"/>
              </w:rPr>
              <w:t>25</w:t>
            </w:r>
            <w:r w:rsidRPr="00737724">
              <w:rPr>
                <w:sz w:val="20"/>
                <w:szCs w:val="20"/>
              </w:rPr>
              <w:t xml:space="preserve"> </w:t>
            </w:r>
            <w:r>
              <w:rPr>
                <w:sz w:val="20"/>
                <w:szCs w:val="20"/>
              </w:rPr>
              <w:t>July</w:t>
            </w:r>
            <w:r w:rsidRPr="00737724">
              <w:rPr>
                <w:sz w:val="20"/>
                <w:szCs w:val="20"/>
              </w:rPr>
              <w:t xml:space="preserve"> 202</w:t>
            </w:r>
            <w:r w:rsidR="00244B62">
              <w:rPr>
                <w:sz w:val="20"/>
                <w:szCs w:val="20"/>
              </w:rPr>
              <w:t>6</w:t>
            </w:r>
            <w:r w:rsidRPr="00737724">
              <w:rPr>
                <w:sz w:val="20"/>
                <w:szCs w:val="20"/>
              </w:rPr>
              <w:t>.</w:t>
            </w:r>
          </w:p>
        </w:tc>
      </w:tr>
      <w:tr w:rsidR="003A047E" w:rsidRPr="00737724" w14:paraId="406E68F4"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tcPr>
          <w:p w14:paraId="406E68F1" w14:textId="77777777" w:rsidR="003A047E" w:rsidRPr="00737724" w:rsidRDefault="003A047E" w:rsidP="00452917">
            <w:pPr>
              <w:pStyle w:val="ListNumber"/>
            </w:pPr>
            <w:r w:rsidRPr="00737724">
              <w:lastRenderedPageBreak/>
              <w:t>(1A)</w:t>
            </w:r>
            <w:r w:rsidRPr="00737724">
              <w:tab/>
              <w:t xml:space="preserve">In deciding to amend LENS, Minister must rely primarily on outcomes of Part 10, </w:t>
            </w:r>
            <w:r w:rsidR="00861B8A" w:rsidRPr="00737724">
              <w:t>Div.</w:t>
            </w:r>
            <w:r w:rsidRPr="00737724">
              <w:t xml:space="preserve"> 1 0r 2 assessment</w:t>
            </w:r>
          </w:p>
        </w:tc>
        <w:tc>
          <w:tcPr>
            <w:tcW w:w="3519" w:type="pct"/>
            <w:gridSpan w:val="4"/>
            <w:shd w:val="clear" w:color="auto" w:fill="auto"/>
          </w:tcPr>
          <w:p w14:paraId="406E68F2" w14:textId="77777777" w:rsidR="003A047E" w:rsidRPr="0034623B" w:rsidRDefault="003A047E" w:rsidP="00452917">
            <w:pPr>
              <w:rPr>
                <w:b/>
                <w:sz w:val="20"/>
                <w:szCs w:val="20"/>
              </w:rPr>
            </w:pPr>
            <w:r w:rsidRPr="0034623B">
              <w:rPr>
                <w:b/>
                <w:sz w:val="20"/>
                <w:szCs w:val="20"/>
              </w:rPr>
              <w:t>Not applicable.</w:t>
            </w:r>
          </w:p>
          <w:p w14:paraId="406E68F3" w14:textId="77777777" w:rsidR="003A047E" w:rsidRPr="0034623B" w:rsidRDefault="003A047E" w:rsidP="00452917">
            <w:pPr>
              <w:rPr>
                <w:sz w:val="20"/>
                <w:szCs w:val="20"/>
              </w:rPr>
            </w:pPr>
            <w:r w:rsidRPr="0034623B">
              <w:rPr>
                <w:sz w:val="20"/>
                <w:szCs w:val="20"/>
              </w:rPr>
              <w:t xml:space="preserve">No assessment under Part 10 of the EPBC Act has been completed as the Tasmanian </w:t>
            </w:r>
            <w:r w:rsidR="00244B62">
              <w:rPr>
                <w:sz w:val="20"/>
                <w:szCs w:val="20"/>
              </w:rPr>
              <w:t>Shellfish</w:t>
            </w:r>
            <w:r w:rsidR="0034623B" w:rsidRPr="0034623B">
              <w:rPr>
                <w:sz w:val="20"/>
                <w:szCs w:val="20"/>
              </w:rPr>
              <w:t xml:space="preserve"> </w:t>
            </w:r>
            <w:r w:rsidRPr="0034623B">
              <w:rPr>
                <w:sz w:val="20"/>
                <w:szCs w:val="20"/>
              </w:rPr>
              <w:t>Fishery is not a Commonwealth fishery.</w:t>
            </w:r>
          </w:p>
        </w:tc>
      </w:tr>
      <w:tr w:rsidR="003A047E" w:rsidRPr="00737724" w14:paraId="406E68FC"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406E68F5" w14:textId="77777777" w:rsidR="003A047E" w:rsidRPr="00737724" w:rsidRDefault="003A047E" w:rsidP="00452917">
            <w:pPr>
              <w:pStyle w:val="ListNumber"/>
            </w:pPr>
            <w:r w:rsidRPr="00737724">
              <w:t>(1C)</w:t>
            </w:r>
            <w:r w:rsidRPr="00737724">
              <w:tab/>
            </w:r>
            <w:proofErr w:type="gramStart"/>
            <w:r w:rsidRPr="00737724">
              <w:t>The</w:t>
            </w:r>
            <w:proofErr w:type="gramEnd"/>
            <w:r w:rsidRPr="00737724">
              <w:t xml:space="preserve"> above does not limit matters that may be considered when deciding to amend LENS.</w:t>
            </w:r>
          </w:p>
        </w:tc>
        <w:tc>
          <w:tcPr>
            <w:tcW w:w="3519" w:type="pct"/>
            <w:gridSpan w:val="4"/>
            <w:shd w:val="clear" w:color="auto" w:fill="92D050"/>
          </w:tcPr>
          <w:p w14:paraId="406E68F6" w14:textId="77777777" w:rsidR="003A047E" w:rsidRPr="00737724" w:rsidRDefault="003A047E" w:rsidP="00452917">
            <w:pPr>
              <w:rPr>
                <w:b/>
                <w:sz w:val="20"/>
                <w:szCs w:val="20"/>
              </w:rPr>
            </w:pPr>
            <w:r w:rsidRPr="00737724">
              <w:rPr>
                <w:b/>
                <w:sz w:val="20"/>
                <w:szCs w:val="20"/>
              </w:rPr>
              <w:t>Meets.</w:t>
            </w:r>
          </w:p>
          <w:p w14:paraId="406E68F7" w14:textId="76B24979" w:rsidR="00244B62" w:rsidRPr="002A0AB7" w:rsidRDefault="00244B62" w:rsidP="00452917">
            <w:pPr>
              <w:rPr>
                <w:iCs/>
                <w:sz w:val="20"/>
                <w:szCs w:val="20"/>
              </w:rPr>
            </w:pPr>
            <w:r w:rsidRPr="002A0AB7">
              <w:rPr>
                <w:sz w:val="20"/>
                <w:szCs w:val="20"/>
              </w:rPr>
              <w:t>The Department considers that the amendment of the list of exempt native specimens to include native oysters taken in the Tasmanian Shellfish Fishery would be consistent w</w:t>
            </w:r>
            <w:r w:rsidR="00452917">
              <w:rPr>
                <w:sz w:val="20"/>
                <w:szCs w:val="20"/>
              </w:rPr>
              <w:t>ith the provisions of Part 13A</w:t>
            </w:r>
            <w:r w:rsidRPr="002A0AB7">
              <w:rPr>
                <w:sz w:val="20"/>
                <w:szCs w:val="20"/>
              </w:rPr>
              <w:t xml:space="preserve"> as</w:t>
            </w:r>
            <w:r w:rsidRPr="002A0AB7">
              <w:rPr>
                <w:iCs/>
                <w:sz w:val="20"/>
                <w:szCs w:val="20"/>
              </w:rPr>
              <w:t>:</w:t>
            </w:r>
          </w:p>
          <w:p w14:paraId="406E68F8" w14:textId="77777777" w:rsidR="00244B62" w:rsidRPr="002A0AB7" w:rsidRDefault="00244B62" w:rsidP="00452917">
            <w:pPr>
              <w:pStyle w:val="ListBullet"/>
            </w:pPr>
            <w:r w:rsidRPr="002A0AB7">
              <w:t>the fishery will not harvest any Convention on International Trade in Endangered Species of Wild Fauna and Flora (CITES) listed species</w:t>
            </w:r>
          </w:p>
          <w:p w14:paraId="406E68F9" w14:textId="77777777" w:rsidR="00244B62" w:rsidRPr="002A0AB7" w:rsidRDefault="00244B62" w:rsidP="00452917">
            <w:pPr>
              <w:pStyle w:val="ListBullet"/>
            </w:pPr>
            <w:r w:rsidRPr="002A0AB7">
              <w:t>there are management arrangements in place to ensure that the resource is being managed in an ecologically sustainable wa</w:t>
            </w:r>
            <w:r w:rsidR="00861B8A">
              <w:t>y, and</w:t>
            </w:r>
          </w:p>
          <w:p w14:paraId="406E68FB" w14:textId="10E09236" w:rsidR="00244B62" w:rsidRPr="00737724" w:rsidRDefault="00244B62" w:rsidP="00452917">
            <w:pPr>
              <w:pStyle w:val="ListBullet"/>
            </w:pPr>
            <w:proofErr w:type="gramStart"/>
            <w:r w:rsidRPr="002A0AB7">
              <w:t>the</w:t>
            </w:r>
            <w:proofErr w:type="gramEnd"/>
            <w:r w:rsidRPr="002A0AB7">
              <w:t xml:space="preserve"> operation of the Tasmanian Shellfish Fishery is unlikely to be unsustainable and threaten biodiversity within the next ten years.</w:t>
            </w:r>
          </w:p>
        </w:tc>
      </w:tr>
      <w:tr w:rsidR="003A047E" w:rsidRPr="00737724" w14:paraId="406E6903"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vAlign w:val="center"/>
          </w:tcPr>
          <w:p w14:paraId="406E68FD" w14:textId="77777777" w:rsidR="003A047E" w:rsidRPr="00737724" w:rsidRDefault="003A047E" w:rsidP="00452917">
            <w:pPr>
              <w:pStyle w:val="ListNumber"/>
            </w:pPr>
            <w:r w:rsidRPr="00737724">
              <w:t>(3)</w:t>
            </w:r>
            <w:r w:rsidRPr="00737724">
              <w:tab/>
              <w:t>Before amending LENS, Minister must consult:</w:t>
            </w:r>
          </w:p>
          <w:p w14:paraId="406E68FE" w14:textId="77777777" w:rsidR="003A047E" w:rsidRPr="00737724" w:rsidRDefault="003A047E" w:rsidP="00452917">
            <w:pPr>
              <w:pStyle w:val="ListNumber2"/>
            </w:pPr>
            <w:r w:rsidRPr="00737724">
              <w:t>(a)</w:t>
            </w:r>
            <w:r w:rsidRPr="00737724">
              <w:tab/>
              <w:t>other Minister or Ministers as appropriate; and</w:t>
            </w:r>
          </w:p>
          <w:p w14:paraId="406E68FF" w14:textId="77777777" w:rsidR="003A047E" w:rsidRPr="00737724" w:rsidRDefault="003A047E" w:rsidP="00452917">
            <w:pPr>
              <w:pStyle w:val="ListNumber2"/>
            </w:pPr>
            <w:r w:rsidRPr="00737724">
              <w:t>(b)</w:t>
            </w:r>
            <w:r w:rsidRPr="00737724">
              <w:tab/>
              <w:t>other Minister or Ministers of each State and self-governing Territory as appropriate; and</w:t>
            </w:r>
          </w:p>
          <w:p w14:paraId="406E6900" w14:textId="77777777" w:rsidR="003A047E" w:rsidRPr="00737724" w:rsidRDefault="003A047E" w:rsidP="00452917">
            <w:pPr>
              <w:pStyle w:val="ListNumber2"/>
            </w:pPr>
            <w:r w:rsidRPr="00737724">
              <w:t>(c)</w:t>
            </w:r>
            <w:r w:rsidRPr="00737724">
              <w:tab/>
            </w:r>
            <w:proofErr w:type="gramStart"/>
            <w:r w:rsidRPr="00737724">
              <w:t>other</w:t>
            </w:r>
            <w:proofErr w:type="gramEnd"/>
            <w:r w:rsidRPr="00737724">
              <w:t xml:space="preserve"> persons and organisations as appropriate.</w:t>
            </w:r>
          </w:p>
        </w:tc>
        <w:tc>
          <w:tcPr>
            <w:tcW w:w="3519" w:type="pct"/>
            <w:gridSpan w:val="4"/>
            <w:shd w:val="clear" w:color="auto" w:fill="FFC000"/>
          </w:tcPr>
          <w:p w14:paraId="406E6901" w14:textId="77777777" w:rsidR="003A047E" w:rsidRPr="00737724" w:rsidRDefault="003A047E" w:rsidP="00452917">
            <w:pPr>
              <w:rPr>
                <w:b/>
                <w:sz w:val="20"/>
                <w:szCs w:val="20"/>
              </w:rPr>
            </w:pPr>
            <w:r w:rsidRPr="00737724">
              <w:rPr>
                <w:b/>
                <w:sz w:val="20"/>
                <w:szCs w:val="20"/>
              </w:rPr>
              <w:t>Partially meets.</w:t>
            </w:r>
          </w:p>
          <w:p w14:paraId="406E6902" w14:textId="77777777" w:rsidR="003A047E" w:rsidRPr="00737724" w:rsidRDefault="003A047E" w:rsidP="00452917">
            <w:pPr>
              <w:rPr>
                <w:sz w:val="20"/>
                <w:szCs w:val="20"/>
              </w:rPr>
            </w:pPr>
            <w:r w:rsidRPr="00737724">
              <w:rPr>
                <w:sz w:val="20"/>
                <w:szCs w:val="20"/>
              </w:rPr>
              <w:t>General consultation with the (TAS) Minister for Fisheries in October 2014 (MS14-002367).</w:t>
            </w:r>
          </w:p>
        </w:tc>
      </w:tr>
    </w:tbl>
    <w:p w14:paraId="66617B56" w14:textId="77777777" w:rsidR="00452917" w:rsidRPr="00E53632" w:rsidRDefault="00452917" w:rsidP="003A047E">
      <w:pPr>
        <w:rPr>
          <w:sz w:val="22"/>
          <w:szCs w:val="22"/>
        </w:rPr>
      </w:pPr>
    </w:p>
    <w:p w14:paraId="406E6905" w14:textId="77777777" w:rsidR="003A047E" w:rsidRPr="00E53632" w:rsidRDefault="003A047E" w:rsidP="003A047E">
      <w:pPr>
        <w:rPr>
          <w:b/>
          <w:sz w:val="22"/>
          <w:szCs w:val="22"/>
        </w:rPr>
      </w:pPr>
      <w:r w:rsidRPr="00E53632">
        <w:rPr>
          <w:b/>
          <w:sz w:val="22"/>
          <w:szCs w:val="22"/>
        </w:rPr>
        <w:t>Part 16</w:t>
      </w:r>
    </w:p>
    <w:tbl>
      <w:tblPr>
        <w:tblStyle w:val="TableGrid"/>
        <w:tblW w:w="0" w:type="auto"/>
        <w:tblLook w:val="04A0" w:firstRow="1" w:lastRow="0" w:firstColumn="1" w:lastColumn="0" w:noHBand="0" w:noVBand="1"/>
      </w:tblPr>
      <w:tblGrid>
        <w:gridCol w:w="4007"/>
        <w:gridCol w:w="1697"/>
        <w:gridCol w:w="1696"/>
        <w:gridCol w:w="1696"/>
        <w:gridCol w:w="4999"/>
        <w:gridCol w:w="11"/>
      </w:tblGrid>
      <w:tr w:rsidR="003A047E" w:rsidRPr="007550C3" w14:paraId="406E690B" w14:textId="77777777" w:rsidTr="00860544">
        <w:trPr>
          <w:gridAfter w:val="1"/>
          <w:cnfStyle w:val="100000000000" w:firstRow="1" w:lastRow="0" w:firstColumn="0" w:lastColumn="0" w:oddVBand="0" w:evenVBand="0" w:oddHBand="0" w:evenHBand="0" w:firstRowFirstColumn="0" w:firstRowLastColumn="0" w:lastRowFirstColumn="0" w:lastRowLastColumn="0"/>
          <w:wAfter w:w="11" w:type="dxa"/>
        </w:trPr>
        <w:tc>
          <w:tcPr>
            <w:tcW w:w="4007" w:type="dxa"/>
          </w:tcPr>
          <w:p w14:paraId="406E6906" w14:textId="77777777" w:rsidR="003A047E" w:rsidRPr="007550C3" w:rsidRDefault="003A047E" w:rsidP="00860544">
            <w:pPr>
              <w:ind w:left="426" w:hanging="426"/>
              <w:jc w:val="center"/>
              <w:rPr>
                <w:b/>
                <w:sz w:val="20"/>
                <w:szCs w:val="20"/>
              </w:rPr>
            </w:pPr>
          </w:p>
        </w:tc>
        <w:tc>
          <w:tcPr>
            <w:tcW w:w="1697" w:type="dxa"/>
            <w:shd w:val="clear" w:color="auto" w:fill="92D050"/>
          </w:tcPr>
          <w:p w14:paraId="406E6907" w14:textId="77777777" w:rsidR="003A047E" w:rsidRPr="007550C3" w:rsidRDefault="003A047E" w:rsidP="00860544">
            <w:pPr>
              <w:jc w:val="center"/>
              <w:rPr>
                <w:b/>
                <w:sz w:val="20"/>
                <w:szCs w:val="20"/>
              </w:rPr>
            </w:pPr>
            <w:r w:rsidRPr="007550C3">
              <w:rPr>
                <w:b/>
                <w:sz w:val="20"/>
                <w:szCs w:val="20"/>
              </w:rPr>
              <w:t>Meets</w:t>
            </w:r>
          </w:p>
        </w:tc>
        <w:tc>
          <w:tcPr>
            <w:tcW w:w="1696" w:type="dxa"/>
            <w:shd w:val="clear" w:color="auto" w:fill="FFC000"/>
          </w:tcPr>
          <w:p w14:paraId="406E6908" w14:textId="77777777" w:rsidR="003A047E" w:rsidRPr="007550C3" w:rsidRDefault="003A047E" w:rsidP="00860544">
            <w:pPr>
              <w:jc w:val="center"/>
              <w:rPr>
                <w:b/>
                <w:sz w:val="20"/>
                <w:szCs w:val="20"/>
              </w:rPr>
            </w:pPr>
            <w:r w:rsidRPr="007550C3">
              <w:rPr>
                <w:b/>
                <w:sz w:val="20"/>
                <w:szCs w:val="20"/>
              </w:rPr>
              <w:t>Partially meets</w:t>
            </w:r>
          </w:p>
        </w:tc>
        <w:tc>
          <w:tcPr>
            <w:tcW w:w="1696" w:type="dxa"/>
            <w:shd w:val="clear" w:color="auto" w:fill="FF0000"/>
          </w:tcPr>
          <w:p w14:paraId="406E6909" w14:textId="77777777" w:rsidR="003A047E" w:rsidRPr="007550C3" w:rsidRDefault="003A047E" w:rsidP="00860544">
            <w:pPr>
              <w:jc w:val="center"/>
              <w:rPr>
                <w:b/>
                <w:sz w:val="20"/>
                <w:szCs w:val="20"/>
              </w:rPr>
            </w:pPr>
            <w:r w:rsidRPr="007550C3">
              <w:rPr>
                <w:b/>
                <w:sz w:val="20"/>
                <w:szCs w:val="20"/>
              </w:rPr>
              <w:t>Does not meet</w:t>
            </w:r>
          </w:p>
        </w:tc>
        <w:tc>
          <w:tcPr>
            <w:tcW w:w="4999" w:type="dxa"/>
          </w:tcPr>
          <w:p w14:paraId="406E690A" w14:textId="77777777" w:rsidR="003A047E" w:rsidRPr="007550C3" w:rsidRDefault="003A047E" w:rsidP="00860544">
            <w:pPr>
              <w:jc w:val="center"/>
              <w:rPr>
                <w:b/>
                <w:sz w:val="20"/>
                <w:szCs w:val="20"/>
              </w:rPr>
            </w:pPr>
            <w:r w:rsidRPr="007550C3">
              <w:rPr>
                <w:b/>
                <w:sz w:val="20"/>
                <w:szCs w:val="20"/>
              </w:rPr>
              <w:t>Comment</w:t>
            </w:r>
          </w:p>
        </w:tc>
      </w:tr>
      <w:tr w:rsidR="003A047E" w:rsidRPr="007550C3" w14:paraId="406E690D" w14:textId="77777777" w:rsidTr="00860544">
        <w:trPr>
          <w:cnfStyle w:val="000000100000" w:firstRow="0" w:lastRow="0" w:firstColumn="0" w:lastColumn="0" w:oddVBand="0" w:evenVBand="0" w:oddHBand="1" w:evenHBand="0" w:firstRowFirstColumn="0" w:firstRowLastColumn="0" w:lastRowFirstColumn="0" w:lastRowLastColumn="0"/>
        </w:trPr>
        <w:tc>
          <w:tcPr>
            <w:tcW w:w="14106" w:type="dxa"/>
            <w:gridSpan w:val="6"/>
          </w:tcPr>
          <w:p w14:paraId="406E690C" w14:textId="77777777" w:rsidR="003A047E" w:rsidRPr="007550C3" w:rsidRDefault="003A047E" w:rsidP="00860544">
            <w:pPr>
              <w:rPr>
                <w:sz w:val="20"/>
                <w:szCs w:val="20"/>
              </w:rPr>
            </w:pPr>
            <w:r w:rsidRPr="007550C3">
              <w:rPr>
                <w:b/>
                <w:sz w:val="20"/>
                <w:szCs w:val="20"/>
              </w:rPr>
              <w:t>Section 391 Minister must consider precautionary principle in making decisions</w:t>
            </w:r>
          </w:p>
        </w:tc>
      </w:tr>
      <w:tr w:rsidR="003A047E" w:rsidRPr="007550C3" w14:paraId="406E6912" w14:textId="77777777" w:rsidTr="00860544">
        <w:trPr>
          <w:gridAfter w:val="1"/>
          <w:cnfStyle w:val="000000010000" w:firstRow="0" w:lastRow="0" w:firstColumn="0" w:lastColumn="0" w:oddVBand="0" w:evenVBand="0" w:oddHBand="0" w:evenHBand="1" w:firstRowFirstColumn="0" w:firstRowLastColumn="0" w:lastRowFirstColumn="0" w:lastRowLastColumn="0"/>
          <w:wAfter w:w="11" w:type="dxa"/>
        </w:trPr>
        <w:tc>
          <w:tcPr>
            <w:tcW w:w="4007" w:type="dxa"/>
          </w:tcPr>
          <w:p w14:paraId="406E690E" w14:textId="77777777" w:rsidR="003A047E" w:rsidRPr="007550C3" w:rsidRDefault="003A047E" w:rsidP="00860544">
            <w:pPr>
              <w:ind w:left="426" w:hanging="426"/>
              <w:rPr>
                <w:sz w:val="20"/>
                <w:szCs w:val="20"/>
              </w:rPr>
            </w:pPr>
            <w:r>
              <w:rPr>
                <w:sz w:val="20"/>
                <w:szCs w:val="20"/>
              </w:rPr>
              <w:t>(1)</w:t>
            </w:r>
            <w:r w:rsidRPr="00457927">
              <w:rPr>
                <w:sz w:val="20"/>
                <w:szCs w:val="20"/>
              </w:rPr>
              <w:tab/>
            </w:r>
            <w:r w:rsidRPr="007550C3">
              <w:rPr>
                <w:sz w:val="20"/>
                <w:szCs w:val="20"/>
              </w:rPr>
              <w:t>Minister must take account of precautionary principle</w:t>
            </w:r>
          </w:p>
          <w:p w14:paraId="406E690F" w14:textId="77777777" w:rsidR="003A047E" w:rsidRPr="007550C3" w:rsidRDefault="003A047E" w:rsidP="00860544">
            <w:pPr>
              <w:ind w:left="426" w:hanging="426"/>
              <w:rPr>
                <w:sz w:val="20"/>
                <w:szCs w:val="20"/>
              </w:rPr>
            </w:pPr>
            <w:r w:rsidRPr="007550C3">
              <w:rPr>
                <w:sz w:val="20"/>
                <w:szCs w:val="20"/>
              </w:rPr>
              <w:t>(2)</w:t>
            </w:r>
            <w:r w:rsidRPr="00457927">
              <w:rPr>
                <w:sz w:val="20"/>
                <w:szCs w:val="20"/>
              </w:rPr>
              <w:tab/>
            </w:r>
            <w:r w:rsidRPr="007550C3">
              <w:rPr>
                <w:sz w:val="20"/>
                <w:szCs w:val="20"/>
              </w:rPr>
              <w:t xml:space="preserve">The </w:t>
            </w:r>
            <w:r w:rsidRPr="007550C3">
              <w:rPr>
                <w:color w:val="000000"/>
                <w:sz w:val="20"/>
                <w:szCs w:val="20"/>
              </w:rPr>
              <w:t xml:space="preserve">precautionary principle is that lack of full scientific certainty should </w:t>
            </w:r>
            <w:r w:rsidRPr="007550C3">
              <w:rPr>
                <w:color w:val="000000"/>
                <w:sz w:val="20"/>
                <w:szCs w:val="20"/>
              </w:rPr>
              <w:lastRenderedPageBreak/>
              <w:t>not be used as a reason for postponing a measure to prevent degradation of the environment where there are threats of serious or irreversible environmental</w:t>
            </w:r>
            <w:r w:rsidRPr="007550C3">
              <w:rPr>
                <w:sz w:val="20"/>
                <w:szCs w:val="20"/>
              </w:rPr>
              <w:t xml:space="preserve"> damage.</w:t>
            </w:r>
          </w:p>
        </w:tc>
        <w:tc>
          <w:tcPr>
            <w:tcW w:w="10088" w:type="dxa"/>
            <w:gridSpan w:val="4"/>
            <w:shd w:val="clear" w:color="auto" w:fill="92D050"/>
          </w:tcPr>
          <w:p w14:paraId="406E6910" w14:textId="77777777" w:rsidR="003A047E" w:rsidRPr="00457927" w:rsidRDefault="003A047E" w:rsidP="00860544">
            <w:pPr>
              <w:rPr>
                <w:b/>
                <w:sz w:val="20"/>
                <w:szCs w:val="20"/>
              </w:rPr>
            </w:pPr>
            <w:r w:rsidRPr="00457927">
              <w:rPr>
                <w:b/>
                <w:sz w:val="20"/>
                <w:szCs w:val="20"/>
              </w:rPr>
              <w:lastRenderedPageBreak/>
              <w:t>Precautionary management measures in place</w:t>
            </w:r>
          </w:p>
          <w:p w14:paraId="406E6911" w14:textId="77777777" w:rsidR="003A047E" w:rsidRPr="007550C3" w:rsidRDefault="003A047E" w:rsidP="00860544">
            <w:pPr>
              <w:rPr>
                <w:sz w:val="20"/>
                <w:szCs w:val="20"/>
              </w:rPr>
            </w:pPr>
            <w:r w:rsidRPr="007550C3">
              <w:rPr>
                <w:sz w:val="20"/>
                <w:szCs w:val="20"/>
              </w:rPr>
              <w:t>The precautionary principle has been considered by the Department when making its recommendation to the delegate to include specimens in the list of exempt native specimens.</w:t>
            </w:r>
          </w:p>
        </w:tc>
      </w:tr>
    </w:tbl>
    <w:p w14:paraId="406E6913" w14:textId="77777777" w:rsidR="003A047E" w:rsidRPr="00E53632" w:rsidRDefault="003A047E" w:rsidP="00E53632">
      <w:pPr>
        <w:rPr>
          <w:sz w:val="22"/>
          <w:szCs w:val="22"/>
        </w:rPr>
      </w:pPr>
    </w:p>
    <w:p w14:paraId="406E6914" w14:textId="77777777" w:rsidR="00E22088" w:rsidRPr="00E53632" w:rsidRDefault="00E22088" w:rsidP="00E53632">
      <w:pPr>
        <w:pStyle w:val="Heading1"/>
        <w:spacing w:before="60" w:after="60" w:line="240" w:lineRule="auto"/>
        <w:rPr>
          <w:b w:val="0"/>
        </w:rPr>
      </w:pPr>
    </w:p>
    <w:sectPr w:rsidR="00E22088" w:rsidRPr="00E53632"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E691B" w14:textId="77777777" w:rsidR="00671E4C" w:rsidRDefault="00671E4C" w:rsidP="002F5AF7">
      <w:r>
        <w:separator/>
      </w:r>
    </w:p>
  </w:endnote>
  <w:endnote w:type="continuationSeparator" w:id="0">
    <w:p w14:paraId="406E691C" w14:textId="77777777" w:rsidR="00671E4C" w:rsidRDefault="00671E4C" w:rsidP="002F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6DE0" w14:textId="77777777" w:rsidR="006D347F" w:rsidRDefault="006D34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485606"/>
      <w:docPartObj>
        <w:docPartGallery w:val="Page Numbers (Bottom of Page)"/>
        <w:docPartUnique/>
      </w:docPartObj>
    </w:sdtPr>
    <w:sdtEndPr>
      <w:rPr>
        <w:noProof/>
      </w:rPr>
    </w:sdtEndPr>
    <w:sdtContent>
      <w:p w14:paraId="406E691E" w14:textId="77777777" w:rsidR="00671E4C" w:rsidRPr="00E23EFC" w:rsidRDefault="00671E4C">
        <w:pPr>
          <w:pStyle w:val="Footer"/>
          <w:jc w:val="center"/>
        </w:pPr>
        <w:r w:rsidRPr="00E23EFC">
          <w:fldChar w:fldCharType="begin"/>
        </w:r>
        <w:r w:rsidRPr="00E23EFC">
          <w:instrText xml:space="preserve"> PAGE   \* MERGEFORMAT </w:instrText>
        </w:r>
        <w:r w:rsidRPr="00E23EFC">
          <w:fldChar w:fldCharType="separate"/>
        </w:r>
        <w:r w:rsidR="006D347F">
          <w:rPr>
            <w:noProof/>
          </w:rPr>
          <w:t>14</w:t>
        </w:r>
        <w:r w:rsidRPr="00E23EFC">
          <w:rPr>
            <w:noProof/>
          </w:rPr>
          <w:fldChar w:fldCharType="end"/>
        </w:r>
      </w:p>
    </w:sdtContent>
  </w:sdt>
  <w:p w14:paraId="406E691F" w14:textId="77777777" w:rsidR="00671E4C" w:rsidRPr="00E23EFC" w:rsidRDefault="00671E4C">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E6921" w14:textId="77777777" w:rsidR="00671E4C" w:rsidRDefault="00671E4C" w:rsidP="00144823">
    <w:pPr>
      <w:pStyle w:val="Footer"/>
      <w:jc w:val="right"/>
    </w:pPr>
  </w:p>
  <w:p w14:paraId="406E6922" w14:textId="77777777" w:rsidR="00671E4C" w:rsidRDefault="00671E4C" w:rsidP="00144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6E6919" w14:textId="77777777" w:rsidR="00671E4C" w:rsidRDefault="00671E4C" w:rsidP="002F5AF7">
      <w:r>
        <w:separator/>
      </w:r>
    </w:p>
  </w:footnote>
  <w:footnote w:type="continuationSeparator" w:id="0">
    <w:p w14:paraId="406E691A" w14:textId="77777777" w:rsidR="00671E4C" w:rsidRDefault="00671E4C" w:rsidP="002F5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12A73" w14:textId="77777777" w:rsidR="006D347F" w:rsidRDefault="006D34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E691D" w14:textId="66C357E8" w:rsidR="00671E4C" w:rsidRPr="00F20A85" w:rsidRDefault="00671E4C">
    <w:pPr>
      <w:pStyle w:val="Header"/>
      <w:rPr>
        <w:sz w:val="18"/>
      </w:rPr>
    </w:pPr>
    <w:r>
      <w:rPr>
        <w:sz w:val="18"/>
      </w:rPr>
      <w:t xml:space="preserve">Take of Native Oyster in the </w:t>
    </w:r>
    <w:r w:rsidRPr="00F20A85">
      <w:rPr>
        <w:sz w:val="18"/>
      </w:rPr>
      <w:t xml:space="preserve">Tasmanian </w:t>
    </w:r>
    <w:r>
      <w:rPr>
        <w:sz w:val="18"/>
      </w:rPr>
      <w:t>Shellfish</w:t>
    </w:r>
    <w:r w:rsidRPr="00F20A85">
      <w:rPr>
        <w:sz w:val="18"/>
      </w:rPr>
      <w:t xml:space="preserve"> Fishery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E6920" w14:textId="5F666D36" w:rsidR="00671E4C" w:rsidRDefault="00671E4C" w:rsidP="00144823">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AFD00F1"/>
    <w:multiLevelType w:val="hybridMultilevel"/>
    <w:tmpl w:val="C97420AA"/>
    <w:lvl w:ilvl="0" w:tplc="E72C344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03C7D"/>
    <w:multiLevelType w:val="hybridMultilevel"/>
    <w:tmpl w:val="9DA2C828"/>
    <w:lvl w:ilvl="0" w:tplc="60A28B8E">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F745BC2"/>
    <w:multiLevelType w:val="multilevel"/>
    <w:tmpl w:val="E5E89F92"/>
    <w:numStyleLink w:val="BulletList"/>
  </w:abstractNum>
  <w:abstractNum w:abstractNumId="13"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425740"/>
    <w:multiLevelType w:val="hybridMultilevel"/>
    <w:tmpl w:val="44861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38199F"/>
    <w:multiLevelType w:val="hybridMultilevel"/>
    <w:tmpl w:val="0316A272"/>
    <w:lvl w:ilvl="0" w:tplc="A0E2ACB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EEF1AB3"/>
    <w:multiLevelType w:val="hybridMultilevel"/>
    <w:tmpl w:val="7F6498EE"/>
    <w:lvl w:ilvl="0" w:tplc="E72C3442">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F9F568F"/>
    <w:multiLevelType w:val="hybridMultilevel"/>
    <w:tmpl w:val="D4488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76A4667"/>
    <w:multiLevelType w:val="hybridMultilevel"/>
    <w:tmpl w:val="D63E82DE"/>
    <w:lvl w:ilvl="0" w:tplc="E25EAAB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05D095F"/>
    <w:multiLevelType w:val="hybridMultilevel"/>
    <w:tmpl w:val="DD20B970"/>
    <w:lvl w:ilvl="0" w:tplc="6CFC6EF0">
      <w:start w:val="1"/>
      <w:numFmt w:val="bullet"/>
      <w:pStyle w:val="ListBullet"/>
      <w:lvlText w:val=""/>
      <w:lvlJc w:val="left"/>
      <w:pPr>
        <w:tabs>
          <w:tab w:val="num" w:pos="720"/>
        </w:tabs>
        <w:ind w:left="720" w:hanging="72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5456429"/>
    <w:multiLevelType w:val="multilevel"/>
    <w:tmpl w:val="E898CC72"/>
    <w:numStyleLink w:val="KeyPoints"/>
  </w:abstractNum>
  <w:abstractNum w:abstractNumId="37" w15:restartNumberingAfterBreak="0">
    <w:nsid w:val="670C10BD"/>
    <w:multiLevelType w:val="hybridMultilevel"/>
    <w:tmpl w:val="C12C677E"/>
    <w:lvl w:ilvl="0" w:tplc="0C09000F">
      <w:start w:val="1"/>
      <w:numFmt w:val="decimal"/>
      <w:lvlText w:val="%1."/>
      <w:lvlJc w:val="left"/>
      <w:pPr>
        <w:ind w:left="720" w:hanging="360"/>
      </w:pPr>
      <w:rPr>
        <w:rFonts w:hint="default"/>
      </w:rPr>
    </w:lvl>
    <w:lvl w:ilvl="1" w:tplc="E72C3442">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677073E1"/>
    <w:multiLevelType w:val="multilevel"/>
    <w:tmpl w:val="BA70D8F2"/>
    <w:lvl w:ilvl="0">
      <w:start w:val="1"/>
      <w:numFmt w:val="lowerLetter"/>
      <w:lvlText w:val="%1."/>
      <w:lvlJc w:val="left"/>
      <w:pPr>
        <w:ind w:left="738" w:hanging="369"/>
      </w:pPr>
      <w:rPr>
        <w:rFonts w:hint="default"/>
      </w:rPr>
    </w:lvl>
    <w:lvl w:ilvl="1">
      <w:start w:val="1"/>
      <w:numFmt w:val="none"/>
      <w:lvlText w:val="-"/>
      <w:lvlJc w:val="left"/>
      <w:pPr>
        <w:ind w:left="1106" w:hanging="368"/>
      </w:pPr>
      <w:rPr>
        <w:rFonts w:hint="default"/>
      </w:rPr>
    </w:lvl>
    <w:lvl w:ilvl="2">
      <w:start w:val="1"/>
      <w:numFmt w:val="none"/>
      <w:lvlText w:val=":"/>
      <w:lvlJc w:val="left"/>
      <w:pPr>
        <w:ind w:left="1475" w:hanging="369"/>
      </w:pPr>
      <w:rPr>
        <w:rFonts w:hint="default"/>
      </w:rPr>
    </w:lvl>
    <w:lvl w:ilvl="3">
      <w:start w:val="1"/>
      <w:numFmt w:val="none"/>
      <w:lvlText w:val=""/>
      <w:lvlJc w:val="left"/>
      <w:pPr>
        <w:ind w:left="1843" w:hanging="368"/>
      </w:pPr>
      <w:rPr>
        <w:rFonts w:hint="default"/>
      </w:rPr>
    </w:lvl>
    <w:lvl w:ilvl="4">
      <w:start w:val="1"/>
      <w:numFmt w:val="lowerLetter"/>
      <w:lvlText w:val="(%5)"/>
      <w:lvlJc w:val="left"/>
      <w:pPr>
        <w:ind w:left="2169" w:hanging="360"/>
      </w:pPr>
      <w:rPr>
        <w:rFonts w:hint="default"/>
      </w:rPr>
    </w:lvl>
    <w:lvl w:ilvl="5">
      <w:start w:val="1"/>
      <w:numFmt w:val="lowerRoman"/>
      <w:lvlText w:val="(%6)"/>
      <w:lvlJc w:val="left"/>
      <w:pPr>
        <w:ind w:left="2529" w:hanging="360"/>
      </w:pPr>
      <w:rPr>
        <w:rFonts w:hint="default"/>
      </w:rPr>
    </w:lvl>
    <w:lvl w:ilvl="6">
      <w:start w:val="1"/>
      <w:numFmt w:val="decimal"/>
      <w:lvlText w:val="%7."/>
      <w:lvlJc w:val="left"/>
      <w:pPr>
        <w:ind w:left="2889" w:hanging="360"/>
      </w:pPr>
      <w:rPr>
        <w:rFonts w:hint="default"/>
      </w:rPr>
    </w:lvl>
    <w:lvl w:ilvl="7">
      <w:start w:val="1"/>
      <w:numFmt w:val="lowerLetter"/>
      <w:lvlText w:val="%8."/>
      <w:lvlJc w:val="left"/>
      <w:pPr>
        <w:ind w:left="3249" w:hanging="360"/>
      </w:pPr>
      <w:rPr>
        <w:rFonts w:hint="default"/>
      </w:rPr>
    </w:lvl>
    <w:lvl w:ilvl="8">
      <w:start w:val="1"/>
      <w:numFmt w:val="lowerRoman"/>
      <w:lvlText w:val="%9."/>
      <w:lvlJc w:val="left"/>
      <w:pPr>
        <w:ind w:left="3609" w:hanging="360"/>
      </w:pPr>
      <w:rPr>
        <w:rFonts w:hint="default"/>
      </w:rPr>
    </w:lvl>
  </w:abstractNum>
  <w:abstractNum w:abstractNumId="39"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3" w15:restartNumberingAfterBreak="0">
    <w:nsid w:val="6CB06F4C"/>
    <w:multiLevelType w:val="hybridMultilevel"/>
    <w:tmpl w:val="05922C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5"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6"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44"/>
  </w:num>
  <w:num w:numId="2">
    <w:abstractNumId w:val="1"/>
  </w:num>
  <w:num w:numId="3">
    <w:abstractNumId w:val="22"/>
  </w:num>
  <w:num w:numId="4">
    <w:abstractNumId w:val="0"/>
  </w:num>
  <w:num w:numId="5">
    <w:abstractNumId w:val="21"/>
  </w:num>
  <w:num w:numId="6">
    <w:abstractNumId w:val="36"/>
  </w:num>
  <w:num w:numId="7">
    <w:abstractNumId w:val="12"/>
  </w:num>
  <w:num w:numId="8">
    <w:abstractNumId w:val="4"/>
  </w:num>
  <w:num w:numId="9">
    <w:abstractNumId w:val="24"/>
  </w:num>
  <w:num w:numId="10">
    <w:abstractNumId w:val="40"/>
  </w:num>
  <w:num w:numId="11">
    <w:abstractNumId w:val="30"/>
  </w:num>
  <w:num w:numId="12">
    <w:abstractNumId w:val="5"/>
  </w:num>
  <w:num w:numId="13">
    <w:abstractNumId w:val="17"/>
  </w:num>
  <w:num w:numId="14">
    <w:abstractNumId w:val="41"/>
  </w:num>
  <w:num w:numId="15">
    <w:abstractNumId w:val="32"/>
  </w:num>
  <w:num w:numId="16">
    <w:abstractNumId w:val="2"/>
  </w:num>
  <w:num w:numId="17">
    <w:abstractNumId w:val="18"/>
  </w:num>
  <w:num w:numId="18">
    <w:abstractNumId w:val="13"/>
  </w:num>
  <w:num w:numId="19">
    <w:abstractNumId w:val="29"/>
  </w:num>
  <w:num w:numId="20">
    <w:abstractNumId w:val="16"/>
  </w:num>
  <w:num w:numId="21">
    <w:abstractNumId w:val="8"/>
  </w:num>
  <w:num w:numId="22">
    <w:abstractNumId w:val="14"/>
  </w:num>
  <w:num w:numId="23">
    <w:abstractNumId w:val="25"/>
  </w:num>
  <w:num w:numId="24">
    <w:abstractNumId w:val="35"/>
  </w:num>
  <w:num w:numId="25">
    <w:abstractNumId w:val="23"/>
  </w:num>
  <w:num w:numId="26">
    <w:abstractNumId w:val="6"/>
  </w:num>
  <w:num w:numId="27">
    <w:abstractNumId w:val="7"/>
  </w:num>
  <w:num w:numId="28">
    <w:abstractNumId w:val="33"/>
  </w:num>
  <w:num w:numId="29">
    <w:abstractNumId w:val="42"/>
  </w:num>
  <w:num w:numId="30">
    <w:abstractNumId w:val="46"/>
  </w:num>
  <w:num w:numId="31">
    <w:abstractNumId w:val="39"/>
  </w:num>
  <w:num w:numId="32">
    <w:abstractNumId w:val="0"/>
    <w:lvlOverride w:ilvl="0">
      <w:startOverride w:val="1"/>
    </w:lvlOverride>
  </w:num>
  <w:num w:numId="33">
    <w:abstractNumId w:val="3"/>
  </w:num>
  <w:num w:numId="34">
    <w:abstractNumId w:val="19"/>
  </w:num>
  <w:num w:numId="35">
    <w:abstractNumId w:val="34"/>
  </w:num>
  <w:num w:numId="36">
    <w:abstractNumId w:val="11"/>
  </w:num>
  <w:num w:numId="37">
    <w:abstractNumId w:val="26"/>
  </w:num>
  <w:num w:numId="38">
    <w:abstractNumId w:val="10"/>
  </w:num>
  <w:num w:numId="39">
    <w:abstractNumId w:val="45"/>
  </w:num>
  <w:num w:numId="40">
    <w:abstractNumId w:val="28"/>
  </w:num>
  <w:num w:numId="41">
    <w:abstractNumId w:val="31"/>
  </w:num>
  <w:num w:numId="42">
    <w:abstractNumId w:val="15"/>
  </w:num>
  <w:num w:numId="43">
    <w:abstractNumId w:val="20"/>
  </w:num>
  <w:num w:numId="44">
    <w:abstractNumId w:val="27"/>
  </w:num>
  <w:num w:numId="45">
    <w:abstractNumId w:val="38"/>
  </w:num>
  <w:num w:numId="46">
    <w:abstractNumId w:val="43"/>
  </w:num>
  <w:num w:numId="47">
    <w:abstractNumId w:val="9"/>
  </w:num>
  <w:num w:numId="48">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65B"/>
    <w:rsid w:val="000033E4"/>
    <w:rsid w:val="00004AEE"/>
    <w:rsid w:val="00005CAA"/>
    <w:rsid w:val="0000761A"/>
    <w:rsid w:val="00010210"/>
    <w:rsid w:val="00012D66"/>
    <w:rsid w:val="00015ADA"/>
    <w:rsid w:val="00020C99"/>
    <w:rsid w:val="000237B6"/>
    <w:rsid w:val="0002707B"/>
    <w:rsid w:val="000273BA"/>
    <w:rsid w:val="00035FD4"/>
    <w:rsid w:val="00040FAB"/>
    <w:rsid w:val="0005148E"/>
    <w:rsid w:val="0005783A"/>
    <w:rsid w:val="00060173"/>
    <w:rsid w:val="0006066A"/>
    <w:rsid w:val="00072C5A"/>
    <w:rsid w:val="000759E5"/>
    <w:rsid w:val="00080CF6"/>
    <w:rsid w:val="00084AC6"/>
    <w:rsid w:val="00091608"/>
    <w:rsid w:val="0009333C"/>
    <w:rsid w:val="000953D2"/>
    <w:rsid w:val="000955F2"/>
    <w:rsid w:val="0009704F"/>
    <w:rsid w:val="000A0F11"/>
    <w:rsid w:val="000A125A"/>
    <w:rsid w:val="000A2B9D"/>
    <w:rsid w:val="000A57CD"/>
    <w:rsid w:val="000A759D"/>
    <w:rsid w:val="000B2634"/>
    <w:rsid w:val="000B3758"/>
    <w:rsid w:val="000B3BD8"/>
    <w:rsid w:val="000B4F6F"/>
    <w:rsid w:val="000B60ED"/>
    <w:rsid w:val="000B7681"/>
    <w:rsid w:val="000B7B42"/>
    <w:rsid w:val="000C02B7"/>
    <w:rsid w:val="000C2077"/>
    <w:rsid w:val="000C5100"/>
    <w:rsid w:val="000C5342"/>
    <w:rsid w:val="000C6B55"/>
    <w:rsid w:val="000C6D16"/>
    <w:rsid w:val="000C706A"/>
    <w:rsid w:val="000D2887"/>
    <w:rsid w:val="000D6D63"/>
    <w:rsid w:val="000E0081"/>
    <w:rsid w:val="000E07CF"/>
    <w:rsid w:val="000E1504"/>
    <w:rsid w:val="000E28AD"/>
    <w:rsid w:val="000E31C1"/>
    <w:rsid w:val="000E549D"/>
    <w:rsid w:val="000F2CF2"/>
    <w:rsid w:val="000F3114"/>
    <w:rsid w:val="000F36AA"/>
    <w:rsid w:val="000F782D"/>
    <w:rsid w:val="001006F5"/>
    <w:rsid w:val="00100BEF"/>
    <w:rsid w:val="00106AA0"/>
    <w:rsid w:val="00111326"/>
    <w:rsid w:val="00111BFD"/>
    <w:rsid w:val="001137AD"/>
    <w:rsid w:val="0011498E"/>
    <w:rsid w:val="001167CB"/>
    <w:rsid w:val="00117A45"/>
    <w:rsid w:val="00120665"/>
    <w:rsid w:val="001219D8"/>
    <w:rsid w:val="001224AE"/>
    <w:rsid w:val="0012603C"/>
    <w:rsid w:val="00126A16"/>
    <w:rsid w:val="00127C58"/>
    <w:rsid w:val="001337D4"/>
    <w:rsid w:val="00134C7B"/>
    <w:rsid w:val="00144823"/>
    <w:rsid w:val="00147C12"/>
    <w:rsid w:val="00151762"/>
    <w:rsid w:val="001527A1"/>
    <w:rsid w:val="001530DC"/>
    <w:rsid w:val="00154989"/>
    <w:rsid w:val="00154E10"/>
    <w:rsid w:val="00155A9F"/>
    <w:rsid w:val="00160262"/>
    <w:rsid w:val="00164155"/>
    <w:rsid w:val="00164E7C"/>
    <w:rsid w:val="0016780A"/>
    <w:rsid w:val="001713FA"/>
    <w:rsid w:val="00172484"/>
    <w:rsid w:val="00173EBF"/>
    <w:rsid w:val="00175ED3"/>
    <w:rsid w:val="00176246"/>
    <w:rsid w:val="00176CE1"/>
    <w:rsid w:val="00180D1E"/>
    <w:rsid w:val="001842A2"/>
    <w:rsid w:val="001843CC"/>
    <w:rsid w:val="00187BD6"/>
    <w:rsid w:val="00187FA8"/>
    <w:rsid w:val="00191671"/>
    <w:rsid w:val="00192F5E"/>
    <w:rsid w:val="001955CD"/>
    <w:rsid w:val="00197772"/>
    <w:rsid w:val="001A51C8"/>
    <w:rsid w:val="001A5A16"/>
    <w:rsid w:val="001B2F01"/>
    <w:rsid w:val="001B43DC"/>
    <w:rsid w:val="001B4CA8"/>
    <w:rsid w:val="001B5EA1"/>
    <w:rsid w:val="001B5EDC"/>
    <w:rsid w:val="001B7BFB"/>
    <w:rsid w:val="001C4F3D"/>
    <w:rsid w:val="001D0CDC"/>
    <w:rsid w:val="001D1D82"/>
    <w:rsid w:val="001D1EAF"/>
    <w:rsid w:val="001D31A2"/>
    <w:rsid w:val="001E1182"/>
    <w:rsid w:val="001E70D2"/>
    <w:rsid w:val="001F1137"/>
    <w:rsid w:val="00202C90"/>
    <w:rsid w:val="0020445D"/>
    <w:rsid w:val="00205373"/>
    <w:rsid w:val="00207379"/>
    <w:rsid w:val="00213DE8"/>
    <w:rsid w:val="00216118"/>
    <w:rsid w:val="002209AB"/>
    <w:rsid w:val="002237BE"/>
    <w:rsid w:val="002251E3"/>
    <w:rsid w:val="002256C3"/>
    <w:rsid w:val="00227A95"/>
    <w:rsid w:val="00230C7D"/>
    <w:rsid w:val="002316BD"/>
    <w:rsid w:val="00234DBD"/>
    <w:rsid w:val="00244B62"/>
    <w:rsid w:val="002473FC"/>
    <w:rsid w:val="00247569"/>
    <w:rsid w:val="00251F2A"/>
    <w:rsid w:val="00252E3C"/>
    <w:rsid w:val="00260CDF"/>
    <w:rsid w:val="00262198"/>
    <w:rsid w:val="0026354F"/>
    <w:rsid w:val="00266AF3"/>
    <w:rsid w:val="0028144A"/>
    <w:rsid w:val="00285F1B"/>
    <w:rsid w:val="00292B81"/>
    <w:rsid w:val="0029710B"/>
    <w:rsid w:val="0029751A"/>
    <w:rsid w:val="002A0B73"/>
    <w:rsid w:val="002B18AE"/>
    <w:rsid w:val="002B3BBF"/>
    <w:rsid w:val="002C0E14"/>
    <w:rsid w:val="002C1C93"/>
    <w:rsid w:val="002C5066"/>
    <w:rsid w:val="002C5813"/>
    <w:rsid w:val="002D2B06"/>
    <w:rsid w:val="002D4AAC"/>
    <w:rsid w:val="002D594F"/>
    <w:rsid w:val="002E537E"/>
    <w:rsid w:val="002E5F07"/>
    <w:rsid w:val="002F045A"/>
    <w:rsid w:val="002F0B87"/>
    <w:rsid w:val="002F1154"/>
    <w:rsid w:val="002F1D7B"/>
    <w:rsid w:val="002F5AF7"/>
    <w:rsid w:val="0030039D"/>
    <w:rsid w:val="0030326F"/>
    <w:rsid w:val="003066C3"/>
    <w:rsid w:val="00310701"/>
    <w:rsid w:val="00312E69"/>
    <w:rsid w:val="0031596E"/>
    <w:rsid w:val="00315980"/>
    <w:rsid w:val="00316F7F"/>
    <w:rsid w:val="00320530"/>
    <w:rsid w:val="003218E8"/>
    <w:rsid w:val="00325E34"/>
    <w:rsid w:val="00330DCE"/>
    <w:rsid w:val="00331E11"/>
    <w:rsid w:val="00332D31"/>
    <w:rsid w:val="00333A6B"/>
    <w:rsid w:val="00334761"/>
    <w:rsid w:val="00337EBC"/>
    <w:rsid w:val="003407E0"/>
    <w:rsid w:val="003416B5"/>
    <w:rsid w:val="00341DCD"/>
    <w:rsid w:val="0034563E"/>
    <w:rsid w:val="0034623B"/>
    <w:rsid w:val="003518D6"/>
    <w:rsid w:val="0035460C"/>
    <w:rsid w:val="00354D33"/>
    <w:rsid w:val="00354DF4"/>
    <w:rsid w:val="003556BD"/>
    <w:rsid w:val="00363CF8"/>
    <w:rsid w:val="00365147"/>
    <w:rsid w:val="00365344"/>
    <w:rsid w:val="00365F93"/>
    <w:rsid w:val="0036622F"/>
    <w:rsid w:val="0037016E"/>
    <w:rsid w:val="00372214"/>
    <w:rsid w:val="00372908"/>
    <w:rsid w:val="0037612D"/>
    <w:rsid w:val="0038004B"/>
    <w:rsid w:val="00383020"/>
    <w:rsid w:val="0039325D"/>
    <w:rsid w:val="00394D65"/>
    <w:rsid w:val="00394D7E"/>
    <w:rsid w:val="003975FD"/>
    <w:rsid w:val="003A047E"/>
    <w:rsid w:val="003A38A3"/>
    <w:rsid w:val="003B057D"/>
    <w:rsid w:val="003B60CC"/>
    <w:rsid w:val="003C16E9"/>
    <w:rsid w:val="003C1B25"/>
    <w:rsid w:val="003C2443"/>
    <w:rsid w:val="003C4929"/>
    <w:rsid w:val="003C5DA3"/>
    <w:rsid w:val="003D08A3"/>
    <w:rsid w:val="003D2DB1"/>
    <w:rsid w:val="003D4BCD"/>
    <w:rsid w:val="003D6C2B"/>
    <w:rsid w:val="003E01D8"/>
    <w:rsid w:val="003E2100"/>
    <w:rsid w:val="003E4571"/>
    <w:rsid w:val="003F5351"/>
    <w:rsid w:val="003F65EE"/>
    <w:rsid w:val="003F6F5B"/>
    <w:rsid w:val="0040342D"/>
    <w:rsid w:val="00405B05"/>
    <w:rsid w:val="004116FE"/>
    <w:rsid w:val="0041192D"/>
    <w:rsid w:val="00413EE1"/>
    <w:rsid w:val="0042128E"/>
    <w:rsid w:val="00426667"/>
    <w:rsid w:val="00430ED1"/>
    <w:rsid w:val="00432B60"/>
    <w:rsid w:val="00440698"/>
    <w:rsid w:val="00446EEE"/>
    <w:rsid w:val="00451D83"/>
    <w:rsid w:val="00452917"/>
    <w:rsid w:val="004540E2"/>
    <w:rsid w:val="00454454"/>
    <w:rsid w:val="00455F4E"/>
    <w:rsid w:val="00462856"/>
    <w:rsid w:val="00467924"/>
    <w:rsid w:val="004710F4"/>
    <w:rsid w:val="004712A5"/>
    <w:rsid w:val="00472595"/>
    <w:rsid w:val="0047266F"/>
    <w:rsid w:val="00476D6B"/>
    <w:rsid w:val="004830EE"/>
    <w:rsid w:val="00491090"/>
    <w:rsid w:val="00492C16"/>
    <w:rsid w:val="004A0678"/>
    <w:rsid w:val="004A48A3"/>
    <w:rsid w:val="004B0D92"/>
    <w:rsid w:val="004B0EC0"/>
    <w:rsid w:val="004B66F1"/>
    <w:rsid w:val="004C39A8"/>
    <w:rsid w:val="004C3CAC"/>
    <w:rsid w:val="004C3EA0"/>
    <w:rsid w:val="004C40C4"/>
    <w:rsid w:val="004C42AF"/>
    <w:rsid w:val="004C4525"/>
    <w:rsid w:val="004D0F78"/>
    <w:rsid w:val="004D2EE3"/>
    <w:rsid w:val="004D7B56"/>
    <w:rsid w:val="004E3B3D"/>
    <w:rsid w:val="004E7333"/>
    <w:rsid w:val="004F0D66"/>
    <w:rsid w:val="004F7169"/>
    <w:rsid w:val="00500D66"/>
    <w:rsid w:val="00501C06"/>
    <w:rsid w:val="005022B0"/>
    <w:rsid w:val="005037E3"/>
    <w:rsid w:val="005074B6"/>
    <w:rsid w:val="005114B1"/>
    <w:rsid w:val="00514C8E"/>
    <w:rsid w:val="005315CF"/>
    <w:rsid w:val="00531DBF"/>
    <w:rsid w:val="00541912"/>
    <w:rsid w:val="00545759"/>
    <w:rsid w:val="00545BE0"/>
    <w:rsid w:val="00545D2D"/>
    <w:rsid w:val="00546930"/>
    <w:rsid w:val="00554C6A"/>
    <w:rsid w:val="005620B4"/>
    <w:rsid w:val="00562685"/>
    <w:rsid w:val="00562E85"/>
    <w:rsid w:val="0056332F"/>
    <w:rsid w:val="005634BE"/>
    <w:rsid w:val="00565272"/>
    <w:rsid w:val="005719B3"/>
    <w:rsid w:val="0057295E"/>
    <w:rsid w:val="00580519"/>
    <w:rsid w:val="00581C39"/>
    <w:rsid w:val="005903B6"/>
    <w:rsid w:val="0059265C"/>
    <w:rsid w:val="005A0247"/>
    <w:rsid w:val="005A126E"/>
    <w:rsid w:val="005A452F"/>
    <w:rsid w:val="005A66B5"/>
    <w:rsid w:val="005A680D"/>
    <w:rsid w:val="005B140D"/>
    <w:rsid w:val="005B27CB"/>
    <w:rsid w:val="005C1FEA"/>
    <w:rsid w:val="005C3495"/>
    <w:rsid w:val="005E3DFC"/>
    <w:rsid w:val="005E5942"/>
    <w:rsid w:val="005E60AF"/>
    <w:rsid w:val="005E6C81"/>
    <w:rsid w:val="005F1818"/>
    <w:rsid w:val="005F1DEA"/>
    <w:rsid w:val="005F4D7A"/>
    <w:rsid w:val="005F6A46"/>
    <w:rsid w:val="00601447"/>
    <w:rsid w:val="00606972"/>
    <w:rsid w:val="00607FC9"/>
    <w:rsid w:val="006137B1"/>
    <w:rsid w:val="00615BAC"/>
    <w:rsid w:val="00616E05"/>
    <w:rsid w:val="00622FE1"/>
    <w:rsid w:val="0062521C"/>
    <w:rsid w:val="00625455"/>
    <w:rsid w:val="00630A2B"/>
    <w:rsid w:val="00632DC7"/>
    <w:rsid w:val="006340E3"/>
    <w:rsid w:val="00634D8B"/>
    <w:rsid w:val="006357FB"/>
    <w:rsid w:val="006406FC"/>
    <w:rsid w:val="0064096B"/>
    <w:rsid w:val="00640E57"/>
    <w:rsid w:val="00641C1F"/>
    <w:rsid w:val="00645C89"/>
    <w:rsid w:val="00646122"/>
    <w:rsid w:val="00653E16"/>
    <w:rsid w:val="00657220"/>
    <w:rsid w:val="00657362"/>
    <w:rsid w:val="0066104B"/>
    <w:rsid w:val="00662339"/>
    <w:rsid w:val="00662CA2"/>
    <w:rsid w:val="00664725"/>
    <w:rsid w:val="006655EE"/>
    <w:rsid w:val="00666592"/>
    <w:rsid w:val="00667C10"/>
    <w:rsid w:val="00667EF4"/>
    <w:rsid w:val="0067066D"/>
    <w:rsid w:val="00670D99"/>
    <w:rsid w:val="00671E4C"/>
    <w:rsid w:val="00676FCA"/>
    <w:rsid w:val="00677177"/>
    <w:rsid w:val="0068612E"/>
    <w:rsid w:val="00687C92"/>
    <w:rsid w:val="0069534E"/>
    <w:rsid w:val="0069669C"/>
    <w:rsid w:val="006A1200"/>
    <w:rsid w:val="006A32D6"/>
    <w:rsid w:val="006A4F4E"/>
    <w:rsid w:val="006A6C23"/>
    <w:rsid w:val="006A72FA"/>
    <w:rsid w:val="006B14DB"/>
    <w:rsid w:val="006B21C4"/>
    <w:rsid w:val="006C3385"/>
    <w:rsid w:val="006C4A1A"/>
    <w:rsid w:val="006D0393"/>
    <w:rsid w:val="006D1A83"/>
    <w:rsid w:val="006D347F"/>
    <w:rsid w:val="006E1CFE"/>
    <w:rsid w:val="006E3830"/>
    <w:rsid w:val="006E49CB"/>
    <w:rsid w:val="006F10C4"/>
    <w:rsid w:val="006F40E9"/>
    <w:rsid w:val="006F5603"/>
    <w:rsid w:val="006F7B87"/>
    <w:rsid w:val="00701400"/>
    <w:rsid w:val="007037CF"/>
    <w:rsid w:val="00710668"/>
    <w:rsid w:val="00712130"/>
    <w:rsid w:val="00714D9E"/>
    <w:rsid w:val="007167C0"/>
    <w:rsid w:val="00720481"/>
    <w:rsid w:val="0072474B"/>
    <w:rsid w:val="00732F9E"/>
    <w:rsid w:val="00733193"/>
    <w:rsid w:val="007340D8"/>
    <w:rsid w:val="00735271"/>
    <w:rsid w:val="007430E0"/>
    <w:rsid w:val="00744DDA"/>
    <w:rsid w:val="00745E03"/>
    <w:rsid w:val="00746419"/>
    <w:rsid w:val="00747B21"/>
    <w:rsid w:val="007521CC"/>
    <w:rsid w:val="007561F5"/>
    <w:rsid w:val="0075732A"/>
    <w:rsid w:val="007600F8"/>
    <w:rsid w:val="00760262"/>
    <w:rsid w:val="0076310C"/>
    <w:rsid w:val="00765042"/>
    <w:rsid w:val="0076744F"/>
    <w:rsid w:val="00767BCE"/>
    <w:rsid w:val="00767EFC"/>
    <w:rsid w:val="007707DE"/>
    <w:rsid w:val="00770B5D"/>
    <w:rsid w:val="00771F03"/>
    <w:rsid w:val="007752F1"/>
    <w:rsid w:val="00776768"/>
    <w:rsid w:val="007777A6"/>
    <w:rsid w:val="0078187A"/>
    <w:rsid w:val="00794ED8"/>
    <w:rsid w:val="007A186B"/>
    <w:rsid w:val="007A2573"/>
    <w:rsid w:val="007A4476"/>
    <w:rsid w:val="007B106C"/>
    <w:rsid w:val="007B1A4E"/>
    <w:rsid w:val="007B3D05"/>
    <w:rsid w:val="007B5503"/>
    <w:rsid w:val="007B63C6"/>
    <w:rsid w:val="007C179C"/>
    <w:rsid w:val="007C21E3"/>
    <w:rsid w:val="007C3FD1"/>
    <w:rsid w:val="007C54F8"/>
    <w:rsid w:val="007C6BB3"/>
    <w:rsid w:val="007C6D7C"/>
    <w:rsid w:val="007D14B4"/>
    <w:rsid w:val="007D34DD"/>
    <w:rsid w:val="007D3AD7"/>
    <w:rsid w:val="007D5E48"/>
    <w:rsid w:val="007E24F6"/>
    <w:rsid w:val="007E6086"/>
    <w:rsid w:val="007F0605"/>
    <w:rsid w:val="007F728A"/>
    <w:rsid w:val="00800F64"/>
    <w:rsid w:val="00801050"/>
    <w:rsid w:val="00801EBD"/>
    <w:rsid w:val="00802F0B"/>
    <w:rsid w:val="00803690"/>
    <w:rsid w:val="00810A67"/>
    <w:rsid w:val="00810CFF"/>
    <w:rsid w:val="008202AA"/>
    <w:rsid w:val="00821138"/>
    <w:rsid w:val="00827F20"/>
    <w:rsid w:val="00833CF7"/>
    <w:rsid w:val="00834CDE"/>
    <w:rsid w:val="008403C4"/>
    <w:rsid w:val="00842464"/>
    <w:rsid w:val="0084431D"/>
    <w:rsid w:val="00844C31"/>
    <w:rsid w:val="00845601"/>
    <w:rsid w:val="008463AF"/>
    <w:rsid w:val="00855C5C"/>
    <w:rsid w:val="00860544"/>
    <w:rsid w:val="008606B4"/>
    <w:rsid w:val="00861B24"/>
    <w:rsid w:val="00861B8A"/>
    <w:rsid w:val="008679B5"/>
    <w:rsid w:val="00872577"/>
    <w:rsid w:val="0087297E"/>
    <w:rsid w:val="00873312"/>
    <w:rsid w:val="008929D4"/>
    <w:rsid w:val="00892D56"/>
    <w:rsid w:val="008A0759"/>
    <w:rsid w:val="008A3C96"/>
    <w:rsid w:val="008B2A7A"/>
    <w:rsid w:val="008B4019"/>
    <w:rsid w:val="008B65C9"/>
    <w:rsid w:val="008C232C"/>
    <w:rsid w:val="008C2D4A"/>
    <w:rsid w:val="008C758F"/>
    <w:rsid w:val="008D3900"/>
    <w:rsid w:val="008D3B45"/>
    <w:rsid w:val="008D6E1D"/>
    <w:rsid w:val="008E1084"/>
    <w:rsid w:val="008E3774"/>
    <w:rsid w:val="008E646F"/>
    <w:rsid w:val="008E680F"/>
    <w:rsid w:val="008E6A62"/>
    <w:rsid w:val="008F39B4"/>
    <w:rsid w:val="008F4162"/>
    <w:rsid w:val="008F6ABF"/>
    <w:rsid w:val="00903E02"/>
    <w:rsid w:val="00905260"/>
    <w:rsid w:val="009064D3"/>
    <w:rsid w:val="009066F6"/>
    <w:rsid w:val="00911087"/>
    <w:rsid w:val="00911A6D"/>
    <w:rsid w:val="00911E70"/>
    <w:rsid w:val="00912B5C"/>
    <w:rsid w:val="00913175"/>
    <w:rsid w:val="00916E4E"/>
    <w:rsid w:val="00916EDB"/>
    <w:rsid w:val="00920197"/>
    <w:rsid w:val="00920861"/>
    <w:rsid w:val="00922B13"/>
    <w:rsid w:val="009242EF"/>
    <w:rsid w:val="00932291"/>
    <w:rsid w:val="00932861"/>
    <w:rsid w:val="00933353"/>
    <w:rsid w:val="0093408E"/>
    <w:rsid w:val="009449B4"/>
    <w:rsid w:val="00952DDF"/>
    <w:rsid w:val="0095505B"/>
    <w:rsid w:val="00955EA3"/>
    <w:rsid w:val="00956287"/>
    <w:rsid w:val="009610A3"/>
    <w:rsid w:val="00963B6A"/>
    <w:rsid w:val="00965E81"/>
    <w:rsid w:val="00970950"/>
    <w:rsid w:val="00977BF3"/>
    <w:rsid w:val="00981010"/>
    <w:rsid w:val="009812D4"/>
    <w:rsid w:val="0098723E"/>
    <w:rsid w:val="009920D8"/>
    <w:rsid w:val="009952F5"/>
    <w:rsid w:val="00997E90"/>
    <w:rsid w:val="009A036D"/>
    <w:rsid w:val="009A2060"/>
    <w:rsid w:val="009B38BE"/>
    <w:rsid w:val="009C1FC1"/>
    <w:rsid w:val="009C3D0F"/>
    <w:rsid w:val="009E1B19"/>
    <w:rsid w:val="009F0019"/>
    <w:rsid w:val="009F052A"/>
    <w:rsid w:val="009F35E2"/>
    <w:rsid w:val="009F5146"/>
    <w:rsid w:val="009F65F9"/>
    <w:rsid w:val="009F68BA"/>
    <w:rsid w:val="00A06277"/>
    <w:rsid w:val="00A079DC"/>
    <w:rsid w:val="00A111C2"/>
    <w:rsid w:val="00A2710C"/>
    <w:rsid w:val="00A338E7"/>
    <w:rsid w:val="00A35CAA"/>
    <w:rsid w:val="00A36E7F"/>
    <w:rsid w:val="00A4095D"/>
    <w:rsid w:val="00A41E65"/>
    <w:rsid w:val="00A43E0A"/>
    <w:rsid w:val="00A50A81"/>
    <w:rsid w:val="00A530C7"/>
    <w:rsid w:val="00A55F5B"/>
    <w:rsid w:val="00A578D9"/>
    <w:rsid w:val="00A60185"/>
    <w:rsid w:val="00A65966"/>
    <w:rsid w:val="00A661EA"/>
    <w:rsid w:val="00A74789"/>
    <w:rsid w:val="00A77983"/>
    <w:rsid w:val="00A830E5"/>
    <w:rsid w:val="00A87135"/>
    <w:rsid w:val="00A90B96"/>
    <w:rsid w:val="00A93280"/>
    <w:rsid w:val="00A951EA"/>
    <w:rsid w:val="00AA2548"/>
    <w:rsid w:val="00AA27F9"/>
    <w:rsid w:val="00AA311E"/>
    <w:rsid w:val="00AA58C4"/>
    <w:rsid w:val="00AA6BB6"/>
    <w:rsid w:val="00AA7003"/>
    <w:rsid w:val="00AB11C8"/>
    <w:rsid w:val="00AB4423"/>
    <w:rsid w:val="00AC0090"/>
    <w:rsid w:val="00AC08A8"/>
    <w:rsid w:val="00AC1614"/>
    <w:rsid w:val="00AC467B"/>
    <w:rsid w:val="00AD56C8"/>
    <w:rsid w:val="00AD58F2"/>
    <w:rsid w:val="00AE630F"/>
    <w:rsid w:val="00AF3141"/>
    <w:rsid w:val="00B033A8"/>
    <w:rsid w:val="00B0512A"/>
    <w:rsid w:val="00B0529F"/>
    <w:rsid w:val="00B1418B"/>
    <w:rsid w:val="00B16E10"/>
    <w:rsid w:val="00B21195"/>
    <w:rsid w:val="00B215D5"/>
    <w:rsid w:val="00B21A2F"/>
    <w:rsid w:val="00B21C46"/>
    <w:rsid w:val="00B24B22"/>
    <w:rsid w:val="00B25310"/>
    <w:rsid w:val="00B32F8F"/>
    <w:rsid w:val="00B3492A"/>
    <w:rsid w:val="00B37DB3"/>
    <w:rsid w:val="00B4742E"/>
    <w:rsid w:val="00B54DE9"/>
    <w:rsid w:val="00B553EC"/>
    <w:rsid w:val="00B55E3F"/>
    <w:rsid w:val="00B6012C"/>
    <w:rsid w:val="00B63C1E"/>
    <w:rsid w:val="00B71F60"/>
    <w:rsid w:val="00B873D1"/>
    <w:rsid w:val="00B93DD0"/>
    <w:rsid w:val="00B97732"/>
    <w:rsid w:val="00BA1B16"/>
    <w:rsid w:val="00BA1D36"/>
    <w:rsid w:val="00BA57D9"/>
    <w:rsid w:val="00BA65A8"/>
    <w:rsid w:val="00BA6D19"/>
    <w:rsid w:val="00BA7461"/>
    <w:rsid w:val="00BA7A53"/>
    <w:rsid w:val="00BA7DA9"/>
    <w:rsid w:val="00BC4215"/>
    <w:rsid w:val="00BD1A6F"/>
    <w:rsid w:val="00BD5070"/>
    <w:rsid w:val="00BE051B"/>
    <w:rsid w:val="00BE0F48"/>
    <w:rsid w:val="00BE663D"/>
    <w:rsid w:val="00BE6D3C"/>
    <w:rsid w:val="00BE73B1"/>
    <w:rsid w:val="00BE7852"/>
    <w:rsid w:val="00BF15D4"/>
    <w:rsid w:val="00BF7CEE"/>
    <w:rsid w:val="00C03880"/>
    <w:rsid w:val="00C05173"/>
    <w:rsid w:val="00C135CF"/>
    <w:rsid w:val="00C20087"/>
    <w:rsid w:val="00C2374D"/>
    <w:rsid w:val="00C24979"/>
    <w:rsid w:val="00C2683F"/>
    <w:rsid w:val="00C27A47"/>
    <w:rsid w:val="00C3184D"/>
    <w:rsid w:val="00C31FA1"/>
    <w:rsid w:val="00C33408"/>
    <w:rsid w:val="00C36678"/>
    <w:rsid w:val="00C372B1"/>
    <w:rsid w:val="00C4714E"/>
    <w:rsid w:val="00C50AC2"/>
    <w:rsid w:val="00C51CCA"/>
    <w:rsid w:val="00C538E4"/>
    <w:rsid w:val="00C5504F"/>
    <w:rsid w:val="00C57B55"/>
    <w:rsid w:val="00C63376"/>
    <w:rsid w:val="00C74F97"/>
    <w:rsid w:val="00C8276E"/>
    <w:rsid w:val="00C842AC"/>
    <w:rsid w:val="00C86CCB"/>
    <w:rsid w:val="00C91F9F"/>
    <w:rsid w:val="00C946CC"/>
    <w:rsid w:val="00C96688"/>
    <w:rsid w:val="00CA01BD"/>
    <w:rsid w:val="00CA0723"/>
    <w:rsid w:val="00CB1690"/>
    <w:rsid w:val="00CB2567"/>
    <w:rsid w:val="00CC0E44"/>
    <w:rsid w:val="00CC1B41"/>
    <w:rsid w:val="00CC4365"/>
    <w:rsid w:val="00CD11B0"/>
    <w:rsid w:val="00CD2D9F"/>
    <w:rsid w:val="00CE5C2A"/>
    <w:rsid w:val="00CE6B07"/>
    <w:rsid w:val="00CE71C2"/>
    <w:rsid w:val="00CF34E9"/>
    <w:rsid w:val="00CF42D5"/>
    <w:rsid w:val="00CF4EDA"/>
    <w:rsid w:val="00CF7B39"/>
    <w:rsid w:val="00D00C8A"/>
    <w:rsid w:val="00D021CB"/>
    <w:rsid w:val="00D10F1A"/>
    <w:rsid w:val="00D116F8"/>
    <w:rsid w:val="00D134FB"/>
    <w:rsid w:val="00D14D44"/>
    <w:rsid w:val="00D16C5F"/>
    <w:rsid w:val="00D17596"/>
    <w:rsid w:val="00D21D54"/>
    <w:rsid w:val="00D22640"/>
    <w:rsid w:val="00D2475A"/>
    <w:rsid w:val="00D26D3A"/>
    <w:rsid w:val="00D42EE3"/>
    <w:rsid w:val="00D45EE3"/>
    <w:rsid w:val="00D50618"/>
    <w:rsid w:val="00D509E9"/>
    <w:rsid w:val="00D52C7B"/>
    <w:rsid w:val="00D53B1C"/>
    <w:rsid w:val="00D570B0"/>
    <w:rsid w:val="00D62FF0"/>
    <w:rsid w:val="00D65C78"/>
    <w:rsid w:val="00D7231D"/>
    <w:rsid w:val="00D83BD1"/>
    <w:rsid w:val="00DA1B12"/>
    <w:rsid w:val="00DA54C9"/>
    <w:rsid w:val="00DA6739"/>
    <w:rsid w:val="00DA6B35"/>
    <w:rsid w:val="00DA6CAE"/>
    <w:rsid w:val="00DB1A9E"/>
    <w:rsid w:val="00DB31D6"/>
    <w:rsid w:val="00DB4005"/>
    <w:rsid w:val="00DB6145"/>
    <w:rsid w:val="00DC1229"/>
    <w:rsid w:val="00DC34EB"/>
    <w:rsid w:val="00DC6D74"/>
    <w:rsid w:val="00DD0FF3"/>
    <w:rsid w:val="00DD7A6B"/>
    <w:rsid w:val="00DE3862"/>
    <w:rsid w:val="00DF1E5B"/>
    <w:rsid w:val="00DF2275"/>
    <w:rsid w:val="00DF2B4E"/>
    <w:rsid w:val="00DF3F5E"/>
    <w:rsid w:val="00DF3F9E"/>
    <w:rsid w:val="00DF5653"/>
    <w:rsid w:val="00DF5905"/>
    <w:rsid w:val="00E0046F"/>
    <w:rsid w:val="00E01784"/>
    <w:rsid w:val="00E03D6A"/>
    <w:rsid w:val="00E0596E"/>
    <w:rsid w:val="00E064A5"/>
    <w:rsid w:val="00E06F66"/>
    <w:rsid w:val="00E07AB7"/>
    <w:rsid w:val="00E15570"/>
    <w:rsid w:val="00E20BEC"/>
    <w:rsid w:val="00E22088"/>
    <w:rsid w:val="00E23EFC"/>
    <w:rsid w:val="00E35502"/>
    <w:rsid w:val="00E356E5"/>
    <w:rsid w:val="00E36F81"/>
    <w:rsid w:val="00E41127"/>
    <w:rsid w:val="00E45765"/>
    <w:rsid w:val="00E46ACE"/>
    <w:rsid w:val="00E5043D"/>
    <w:rsid w:val="00E5098C"/>
    <w:rsid w:val="00E53632"/>
    <w:rsid w:val="00E55267"/>
    <w:rsid w:val="00E55AB5"/>
    <w:rsid w:val="00E60213"/>
    <w:rsid w:val="00E63325"/>
    <w:rsid w:val="00E635FD"/>
    <w:rsid w:val="00E645EB"/>
    <w:rsid w:val="00E661B2"/>
    <w:rsid w:val="00E70606"/>
    <w:rsid w:val="00E74D29"/>
    <w:rsid w:val="00E83C74"/>
    <w:rsid w:val="00E83CEE"/>
    <w:rsid w:val="00E8763B"/>
    <w:rsid w:val="00E91F18"/>
    <w:rsid w:val="00E9226D"/>
    <w:rsid w:val="00E93893"/>
    <w:rsid w:val="00E963E6"/>
    <w:rsid w:val="00E97925"/>
    <w:rsid w:val="00EA15F5"/>
    <w:rsid w:val="00EA416C"/>
    <w:rsid w:val="00EA48C9"/>
    <w:rsid w:val="00EA5941"/>
    <w:rsid w:val="00EB320A"/>
    <w:rsid w:val="00EB389F"/>
    <w:rsid w:val="00EB457E"/>
    <w:rsid w:val="00EB60CE"/>
    <w:rsid w:val="00EB78F9"/>
    <w:rsid w:val="00EB7D53"/>
    <w:rsid w:val="00EC2AE7"/>
    <w:rsid w:val="00EC393E"/>
    <w:rsid w:val="00EE3146"/>
    <w:rsid w:val="00EE516F"/>
    <w:rsid w:val="00EF50BB"/>
    <w:rsid w:val="00EF53FF"/>
    <w:rsid w:val="00F00192"/>
    <w:rsid w:val="00F01DF6"/>
    <w:rsid w:val="00F0340D"/>
    <w:rsid w:val="00F059A6"/>
    <w:rsid w:val="00F05F3A"/>
    <w:rsid w:val="00F14829"/>
    <w:rsid w:val="00F163AD"/>
    <w:rsid w:val="00F16689"/>
    <w:rsid w:val="00F17EAC"/>
    <w:rsid w:val="00F20A85"/>
    <w:rsid w:val="00F23756"/>
    <w:rsid w:val="00F2523A"/>
    <w:rsid w:val="00F25FFA"/>
    <w:rsid w:val="00F310D2"/>
    <w:rsid w:val="00F3155A"/>
    <w:rsid w:val="00F34FAB"/>
    <w:rsid w:val="00F36840"/>
    <w:rsid w:val="00F36F3D"/>
    <w:rsid w:val="00F4533A"/>
    <w:rsid w:val="00F477BD"/>
    <w:rsid w:val="00F53491"/>
    <w:rsid w:val="00F54362"/>
    <w:rsid w:val="00F62968"/>
    <w:rsid w:val="00F64D6E"/>
    <w:rsid w:val="00F65A1C"/>
    <w:rsid w:val="00F66F50"/>
    <w:rsid w:val="00F74590"/>
    <w:rsid w:val="00F76506"/>
    <w:rsid w:val="00F80F29"/>
    <w:rsid w:val="00F82FF8"/>
    <w:rsid w:val="00F8330D"/>
    <w:rsid w:val="00F84305"/>
    <w:rsid w:val="00F8485C"/>
    <w:rsid w:val="00F87149"/>
    <w:rsid w:val="00F87FFE"/>
    <w:rsid w:val="00F954C9"/>
    <w:rsid w:val="00F96FBA"/>
    <w:rsid w:val="00FA405F"/>
    <w:rsid w:val="00FA4CF0"/>
    <w:rsid w:val="00FA5E16"/>
    <w:rsid w:val="00FA5E45"/>
    <w:rsid w:val="00FA61AA"/>
    <w:rsid w:val="00FA69A4"/>
    <w:rsid w:val="00FB0BBB"/>
    <w:rsid w:val="00FB1279"/>
    <w:rsid w:val="00FB1495"/>
    <w:rsid w:val="00FB471D"/>
    <w:rsid w:val="00FD1694"/>
    <w:rsid w:val="00FD7636"/>
    <w:rsid w:val="00FD76A3"/>
    <w:rsid w:val="00FE121C"/>
    <w:rsid w:val="00FE2F77"/>
    <w:rsid w:val="00FE3229"/>
    <w:rsid w:val="00FE74C3"/>
    <w:rsid w:val="00FF215C"/>
    <w:rsid w:val="00FF47A9"/>
    <w:rsid w:val="00FF49E8"/>
    <w:rsid w:val="00FF560F"/>
    <w:rsid w:val="00FF672F"/>
    <w:rsid w:val="00FF7C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6E6708"/>
  <w15:docId w15:val="{CEE02242-830E-49DB-836E-88AF35CE2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AF7"/>
    <w:pPr>
      <w:spacing w:before="60" w:after="60"/>
    </w:pPr>
    <w:rPr>
      <w:rFonts w:cs="Arial"/>
      <w:sz w:val="18"/>
      <w:szCs w:val="18"/>
      <w:lang w:eastAsia="en-US"/>
    </w:rPr>
  </w:style>
  <w:style w:type="paragraph" w:styleId="Heading1">
    <w:name w:val="heading 1"/>
    <w:basedOn w:val="Normal"/>
    <w:next w:val="Normal"/>
    <w:link w:val="Heading1Char"/>
    <w:qFormat/>
    <w:rsid w:val="00144823"/>
    <w:pPr>
      <w:keepNext/>
      <w:spacing w:before="0" w:after="200" w:line="276" w:lineRule="auto"/>
      <w:outlineLvl w:val="0"/>
    </w:pPr>
    <w:rPr>
      <w:b/>
      <w:caps/>
      <w:sz w:val="22"/>
      <w:szCs w:val="22"/>
    </w:rPr>
  </w:style>
  <w:style w:type="paragraph" w:styleId="Heading2">
    <w:name w:val="heading 2"/>
    <w:basedOn w:val="Normal"/>
    <w:next w:val="Normal"/>
    <w:link w:val="Heading2Char"/>
    <w:uiPriority w:val="9"/>
    <w:qFormat/>
    <w:rsid w:val="00AE630F"/>
    <w:pPr>
      <w:outlineLvl w:val="1"/>
    </w:pPr>
    <w:rPr>
      <w:b/>
      <w:sz w:val="22"/>
      <w:szCs w:val="22"/>
    </w:rPr>
  </w:style>
  <w:style w:type="paragraph" w:styleId="Heading3">
    <w:name w:val="heading 3"/>
    <w:basedOn w:val="Normal"/>
    <w:next w:val="Normal"/>
    <w:link w:val="Heading3Char"/>
    <w:qFormat/>
    <w:rsid w:val="000E31C1"/>
    <w:pPr>
      <w:keepNext/>
      <w:outlineLvl w:val="2"/>
    </w:pPr>
    <w:rPr>
      <w:b/>
      <w:i/>
    </w:rPr>
  </w:style>
  <w:style w:type="paragraph" w:styleId="Heading4">
    <w:name w:val="heading 4"/>
    <w:basedOn w:val="Normal"/>
    <w:next w:val="Normal"/>
    <w:link w:val="Heading4Char"/>
    <w:qFormat/>
    <w:rsid w:val="000E31C1"/>
    <w:pPr>
      <w:keepNext/>
      <w:outlineLvl w:val="3"/>
    </w:pPr>
    <w:rPr>
      <w:i/>
    </w:rPr>
  </w:style>
  <w:style w:type="paragraph" w:styleId="Heading5">
    <w:name w:val="heading 5"/>
    <w:basedOn w:val="Normal"/>
    <w:next w:val="Normal"/>
    <w:link w:val="Heading5Char"/>
    <w:uiPriority w:val="9"/>
    <w:unhideWhenUsed/>
    <w:rsid w:val="000E1504"/>
    <w:pPr>
      <w:keepNext/>
      <w:spacing w:after="0"/>
      <w:outlineLvl w:val="4"/>
    </w:pPr>
    <w:rPr>
      <w:u w:val="single"/>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F5AF7"/>
    <w:pPr>
      <w:pBdr>
        <w:bottom w:val="single" w:sz="4" w:space="1" w:color="auto"/>
      </w:pBdr>
      <w:tabs>
        <w:tab w:val="center" w:pos="4513"/>
        <w:tab w:val="right" w:pos="9026"/>
      </w:tabs>
      <w:spacing w:after="120"/>
      <w:jc w:val="right"/>
    </w:pPr>
    <w:rPr>
      <w:sz w:val="16"/>
    </w:rPr>
  </w:style>
  <w:style w:type="character" w:customStyle="1" w:styleId="HeaderChar">
    <w:name w:val="Header Char"/>
    <w:basedOn w:val="DefaultParagraphFont"/>
    <w:link w:val="Header"/>
    <w:rsid w:val="002F5AF7"/>
    <w:rPr>
      <w:rFonts w:cs="Arial"/>
      <w:sz w:val="16"/>
      <w:szCs w:val="18"/>
      <w:lang w:eastAsia="en-US"/>
    </w:rPr>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144823"/>
    <w:rPr>
      <w:rFonts w:cs="Arial"/>
      <w:b/>
      <w:caps/>
      <w:sz w:val="22"/>
      <w:szCs w:val="22"/>
      <w:lang w:eastAsia="en-US"/>
    </w:rPr>
  </w:style>
  <w:style w:type="character" w:customStyle="1" w:styleId="Heading2Char">
    <w:name w:val="Heading 2 Char"/>
    <w:basedOn w:val="DefaultParagraphFont"/>
    <w:link w:val="Heading2"/>
    <w:uiPriority w:val="9"/>
    <w:rsid w:val="00AE630F"/>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666592"/>
    <w:pPr>
      <w:numPr>
        <w:numId w:val="35"/>
      </w:numPr>
      <w:ind w:left="357" w:hanging="357"/>
    </w:pPr>
    <w:rPr>
      <w:sz w:val="20"/>
      <w:szCs w:val="20"/>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E53632"/>
    <w:pPr>
      <w:ind w:left="357" w:hanging="357"/>
    </w:pPr>
    <w:rPr>
      <w:sz w:val="20"/>
      <w:szCs w:val="20"/>
    </w:rPr>
  </w:style>
  <w:style w:type="paragraph" w:styleId="ListNumber2">
    <w:name w:val="List Number 2"/>
    <w:basedOn w:val="Normal"/>
    <w:uiPriority w:val="99"/>
    <w:rsid w:val="00E53632"/>
    <w:pPr>
      <w:ind w:left="555" w:hanging="357"/>
    </w:pPr>
    <w:rPr>
      <w:sz w:val="20"/>
      <w:szCs w:val="20"/>
    </w:rPr>
  </w:style>
  <w:style w:type="paragraph" w:styleId="ListNumber3">
    <w:name w:val="List Number 3"/>
    <w:basedOn w:val="Normal"/>
    <w:uiPriority w:val="99"/>
    <w:rsid w:val="00E53632"/>
    <w:pPr>
      <w:ind w:left="714" w:hanging="357"/>
    </w:pPr>
    <w:rPr>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szCs w:val="20"/>
    </w:rPr>
  </w:style>
  <w:style w:type="paragraph" w:styleId="BodyText2">
    <w:name w:val="Body Text 2"/>
    <w:basedOn w:val="Normal"/>
    <w:link w:val="BodyText2Char"/>
    <w:rsid w:val="00634D8B"/>
    <w:rPr>
      <w:b/>
      <w:sz w:val="20"/>
      <w:szCs w:val="20"/>
    </w:rPr>
  </w:style>
  <w:style w:type="character" w:customStyle="1" w:styleId="BodyText2Char">
    <w:name w:val="Body Text 2 Char"/>
    <w:basedOn w:val="DefaultParagraphFont"/>
    <w:link w:val="BodyText2"/>
    <w:rsid w:val="00634D8B"/>
    <w:rPr>
      <w:rFonts w:cs="Arial"/>
      <w:b/>
      <w:lang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customStyle="1" w:styleId="ListParagraphChar">
    <w:name w:val="List Paragraph Char"/>
    <w:link w:val="ListParagraph"/>
    <w:uiPriority w:val="34"/>
    <w:rsid w:val="009C1FC1"/>
    <w:rPr>
      <w:rFonts w:cs="Arial"/>
      <w:sz w:val="18"/>
      <w:szCs w:val="18"/>
      <w:lang w:eastAsia="en-U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176CE1"/>
    <w:rPr>
      <w:bCs/>
    </w:rPr>
  </w:style>
  <w:style w:type="paragraph" w:styleId="TOC1">
    <w:name w:val="toc 1"/>
    <w:basedOn w:val="Normal"/>
    <w:next w:val="Normal"/>
    <w:autoRedefine/>
    <w:uiPriority w:val="39"/>
    <w:unhideWhenUsed/>
    <w:rsid w:val="00B6012C"/>
    <w:pPr>
      <w:tabs>
        <w:tab w:val="right" w:leader="dot" w:pos="8302"/>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Heading5Char">
    <w:name w:val="Heading 5 Char"/>
    <w:basedOn w:val="DefaultParagraphFont"/>
    <w:link w:val="Heading5"/>
    <w:uiPriority w:val="9"/>
    <w:rsid w:val="000E1504"/>
    <w:rPr>
      <w:rFonts w:cs="Arial"/>
      <w:sz w:val="18"/>
      <w:szCs w:val="18"/>
      <w:u w:val="single"/>
      <w:lang w:eastAsia="en-US"/>
    </w:rPr>
  </w:style>
  <w:style w:type="paragraph" w:styleId="Revision">
    <w:name w:val="Revision"/>
    <w:hidden/>
    <w:uiPriority w:val="99"/>
    <w:semiHidden/>
    <w:rsid w:val="00E645EB"/>
    <w:rPr>
      <w:sz w:val="22"/>
      <w:szCs w:val="22"/>
      <w:lang w:eastAsia="en-US"/>
    </w:rPr>
  </w:style>
  <w:style w:type="paragraph" w:styleId="Title">
    <w:name w:val="Title"/>
    <w:basedOn w:val="Normal"/>
    <w:next w:val="Normal"/>
    <w:link w:val="TitleChar"/>
    <w:uiPriority w:val="10"/>
    <w:qFormat/>
    <w:rsid w:val="00A74789"/>
    <w:pPr>
      <w:spacing w:after="0"/>
      <w:jc w:val="center"/>
    </w:pPr>
    <w:rPr>
      <w:b/>
      <w:sz w:val="24"/>
      <w:szCs w:val="24"/>
    </w:rPr>
  </w:style>
  <w:style w:type="character" w:customStyle="1" w:styleId="TitleChar">
    <w:name w:val="Title Char"/>
    <w:basedOn w:val="DefaultParagraphFont"/>
    <w:link w:val="Title"/>
    <w:uiPriority w:val="10"/>
    <w:rsid w:val="00A74789"/>
    <w:rPr>
      <w:rFonts w:cs="Arial"/>
      <w:b/>
      <w:sz w:val="24"/>
      <w:szCs w:val="24"/>
      <w:lang w:eastAsia="en-US"/>
    </w:rPr>
  </w:style>
  <w:style w:type="character" w:styleId="FollowedHyperlink">
    <w:name w:val="FollowedHyperlink"/>
    <w:basedOn w:val="DefaultParagraphFont"/>
    <w:uiPriority w:val="99"/>
    <w:semiHidden/>
    <w:unhideWhenUsed/>
    <w:rsid w:val="001D31A2"/>
    <w:rPr>
      <w:color w:val="800080" w:themeColor="followedHyperlink"/>
      <w:u w:val="single"/>
    </w:rPr>
  </w:style>
  <w:style w:type="paragraph" w:styleId="TOC2">
    <w:name w:val="toc 2"/>
    <w:basedOn w:val="Normal"/>
    <w:next w:val="Normal"/>
    <w:autoRedefine/>
    <w:uiPriority w:val="39"/>
    <w:unhideWhenUsed/>
    <w:rsid w:val="00E22088"/>
    <w:pPr>
      <w:spacing w:after="100"/>
      <w:ind w:left="180"/>
    </w:pPr>
  </w:style>
  <w:style w:type="paragraph" w:customStyle="1" w:styleId="Stylea">
    <w:name w:val="Style (a)"/>
    <w:basedOn w:val="Normal"/>
    <w:qFormat/>
    <w:rsid w:val="004D0F78"/>
    <w:pPr>
      <w:numPr>
        <w:numId w:val="39"/>
      </w:numPr>
      <w:spacing w:before="0" w:after="0"/>
      <w:ind w:left="714" w:hanging="357"/>
    </w:pPr>
    <w:rPr>
      <w:rFonts w:ascii="Times New Roman" w:eastAsia="Times New Roman" w:hAnsi="Times New Roman" w:cs="Times New Roman"/>
      <w:snapToGrid w:val="0"/>
      <w:color w:val="FF0000"/>
      <w:sz w:val="24"/>
      <w:szCs w:val="24"/>
    </w:rPr>
  </w:style>
  <w:style w:type="character" w:styleId="Emphasis">
    <w:name w:val="Emphasis"/>
    <w:basedOn w:val="DefaultParagraphFont"/>
    <w:qFormat/>
    <w:rsid w:val="003A04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environment.gov.au/marine/fisheries/tas/native-oyster"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59BEA062.dotm</Template>
  <TotalTime>0</TotalTime>
  <Pages>16</Pages>
  <Words>4693</Words>
  <Characters>26754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Take of Native Oyster in the Tasmanian Shellfish Fishery</dc:title>
  <dc:creator>Department of the Environment and Energy</dc:creator>
  <cp:lastModifiedBy>Durack, Bec</cp:lastModifiedBy>
  <cp:revision>2</cp:revision>
  <dcterms:created xsi:type="dcterms:W3CDTF">2018-07-30T01:26:00Z</dcterms:created>
  <dcterms:modified xsi:type="dcterms:W3CDTF">2018-07-30T01:26:00Z</dcterms:modified>
</cp:coreProperties>
</file>