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66" w:rsidRDefault="00D307E8">
      <w:pPr>
        <w:spacing w:after="12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71.25pt" fillcolor="window">
            <v:imagedata r:id="rId8" o:title=""/>
          </v:shape>
        </w:pict>
      </w:r>
    </w:p>
    <w:p w:rsidR="001B3066" w:rsidRDefault="001B3066">
      <w:pPr>
        <w:jc w:val="center"/>
        <w:rPr>
          <w:b/>
        </w:rPr>
      </w:pPr>
      <w:r>
        <w:rPr>
          <w:b/>
        </w:rPr>
        <w:t xml:space="preserve">COMMONWEALTH OF </w:t>
      </w:r>
      <w:smartTag w:uri="urn:schemas-microsoft-com:office:smarttags" w:element="place">
        <w:smartTag w:uri="urn:schemas-microsoft-com:office:smarttags" w:element="State">
          <w:r>
            <w:rPr>
              <w:b/>
            </w:rPr>
            <w:t>AUSTRALIA</w:t>
          </w:r>
        </w:smartTag>
      </w:smartTag>
    </w:p>
    <w:p w:rsidR="001B3066" w:rsidRDefault="001B3066">
      <w:pPr>
        <w:jc w:val="center"/>
      </w:pPr>
    </w:p>
    <w:p w:rsidR="001B3066" w:rsidRDefault="001B3066">
      <w:pPr>
        <w:pStyle w:val="Heading5"/>
        <w:jc w:val="center"/>
        <w:rPr>
          <w:sz w:val="24"/>
        </w:rPr>
      </w:pPr>
      <w:r>
        <w:rPr>
          <w:sz w:val="24"/>
        </w:rPr>
        <w:t>Environment Protection and Biodiversity Conservation Act 1999</w:t>
      </w:r>
    </w:p>
    <w:p w:rsidR="001B3066" w:rsidRDefault="001B3066">
      <w:pPr>
        <w:jc w:val="center"/>
      </w:pPr>
    </w:p>
    <w:p w:rsidR="001B3066" w:rsidRDefault="001B3066">
      <w:pPr>
        <w:jc w:val="center"/>
        <w:rPr>
          <w:b/>
        </w:rPr>
      </w:pPr>
      <w:r>
        <w:rPr>
          <w:b/>
        </w:rPr>
        <w:t xml:space="preserve">Amendment of List of </w:t>
      </w:r>
      <w:r>
        <w:rPr>
          <w:b/>
          <w:snapToGrid w:val="0"/>
        </w:rPr>
        <w:t>Exempt Native Specimens</w:t>
      </w:r>
    </w:p>
    <w:p w:rsidR="001B3066" w:rsidRDefault="001B3066">
      <w:pPr>
        <w:jc w:val="center"/>
      </w:pPr>
    </w:p>
    <w:p w:rsidR="001B3066" w:rsidRDefault="001B3066">
      <w:pPr>
        <w:jc w:val="center"/>
      </w:pPr>
    </w:p>
    <w:p w:rsidR="001B3066" w:rsidRDefault="001B3066">
      <w:pPr>
        <w:jc w:val="center"/>
      </w:pPr>
    </w:p>
    <w:p w:rsidR="001B3066" w:rsidRDefault="00922456">
      <w:pPr>
        <w:rPr>
          <w:snapToGrid w:val="0"/>
        </w:rPr>
      </w:pPr>
      <w:r w:rsidRPr="00E02B7E">
        <w:t xml:space="preserve">I, </w:t>
      </w:r>
      <w:r w:rsidR="008E3E73" w:rsidRPr="00E02B7E">
        <w:t>GEOFF RICHARDSON</w:t>
      </w:r>
      <w:r w:rsidR="001B3066" w:rsidRPr="00E02B7E">
        <w:t xml:space="preserve">, </w:t>
      </w:r>
      <w:r w:rsidR="001B3066" w:rsidRPr="00E02B7E">
        <w:rPr>
          <w:snapToGrid w:val="0"/>
        </w:rPr>
        <w:t xml:space="preserve">Assistant Secretary, Marine Biodiversity </w:t>
      </w:r>
      <w:r w:rsidR="008E3E73" w:rsidRPr="00E02B7E">
        <w:rPr>
          <w:snapToGrid w:val="0"/>
        </w:rPr>
        <w:t>and Biosecurity </w:t>
      </w:r>
      <w:r w:rsidR="001B3066" w:rsidRPr="00E02B7E">
        <w:rPr>
          <w:snapToGrid w:val="0"/>
        </w:rPr>
        <w:t>Branch</w:t>
      </w:r>
      <w:r w:rsidR="001B3066" w:rsidRPr="00E02B7E">
        <w:t>, as Delegate of the</w:t>
      </w:r>
      <w:r w:rsidR="001B3066">
        <w:t xml:space="preserve"> Minister for Sustainability, Environment, Water, Population and Communities, pursuant to subsection</w:t>
      </w:r>
      <w:r w:rsidR="001B3066">
        <w:rPr>
          <w:b/>
        </w:rPr>
        <w:t xml:space="preserve"> </w:t>
      </w:r>
      <w:r w:rsidR="001B3066">
        <w:t xml:space="preserve">303DC(1) of the </w:t>
      </w:r>
      <w:r w:rsidR="001B3066">
        <w:rPr>
          <w:i/>
        </w:rPr>
        <w:t>Environment Protection and Biodiversity Conservation Act 1999</w:t>
      </w:r>
      <w:r w:rsidR="001B3066">
        <w:rPr>
          <w:iCs/>
        </w:rPr>
        <w:t xml:space="preserve"> (EPBC Act)</w:t>
      </w:r>
      <w:r w:rsidR="001B3066">
        <w:t xml:space="preserve">, hereby amend the list of </w:t>
      </w:r>
      <w:r w:rsidR="001B3066">
        <w:rPr>
          <w:snapToGrid w:val="0"/>
        </w:rPr>
        <w:t xml:space="preserve">exempt native specimens established under section 303DB of the EPBC Act by revoking the conditions to which the inclusion of the following item in the list on </w:t>
      </w:r>
      <w:r w:rsidR="00E02B7E" w:rsidRPr="00CF370D">
        <w:rPr>
          <w:snapToGrid w:val="0"/>
        </w:rPr>
        <w:t>2</w:t>
      </w:r>
      <w:r w:rsidR="00E02B7E">
        <w:rPr>
          <w:snapToGrid w:val="0"/>
        </w:rPr>
        <w:t>7</w:t>
      </w:r>
      <w:r w:rsidR="00E02B7E" w:rsidRPr="00CF370D">
        <w:rPr>
          <w:snapToGrid w:val="0"/>
        </w:rPr>
        <w:t xml:space="preserve"> February 2009</w:t>
      </w:r>
      <w:r w:rsidR="00E02B7E">
        <w:rPr>
          <w:snapToGrid w:val="0"/>
        </w:rPr>
        <w:t xml:space="preserve"> </w:t>
      </w:r>
      <w:r w:rsidR="001B3066">
        <w:rPr>
          <w:snapToGrid w:val="0"/>
        </w:rPr>
        <w:t>is subject:</w:t>
      </w:r>
    </w:p>
    <w:p w:rsidR="001B3066" w:rsidRDefault="001B3066">
      <w:pPr>
        <w:rPr>
          <w:snapToGrid w:val="0"/>
        </w:rPr>
      </w:pPr>
    </w:p>
    <w:p w:rsidR="001B3066" w:rsidRDefault="004C2AAE">
      <w:pPr>
        <w:numPr>
          <w:ilvl w:val="0"/>
          <w:numId w:val="12"/>
        </w:numPr>
      </w:pPr>
      <w:r>
        <w:t>s</w:t>
      </w:r>
      <w:r w:rsidR="00E02B7E" w:rsidRPr="00426203">
        <w:t xml:space="preserve">pecimens that are or are derived from fish or invertebrates, other than specimens that belong to species listed under Part 13 of the EPBC Act, taken in the </w:t>
      </w:r>
      <w:r w:rsidR="00E02B7E">
        <w:t xml:space="preserve">                </w:t>
      </w:r>
      <w:r w:rsidR="00E02B7E" w:rsidRPr="00426203">
        <w:t>New South Wales Ocean Trawl Fishery</w:t>
      </w:r>
      <w:r w:rsidR="00E02B7E">
        <w:t xml:space="preserve">, as defined in the Fishery Management Strategy for the Ocean Trawl Fishery made under the New South Wales </w:t>
      </w:r>
      <w:r>
        <w:rPr>
          <w:i/>
        </w:rPr>
        <w:t>Fisheries </w:t>
      </w:r>
      <w:r w:rsidR="00E02B7E">
        <w:rPr>
          <w:i/>
        </w:rPr>
        <w:t>Management Act 1994</w:t>
      </w:r>
      <w:r>
        <w:t>,</w:t>
      </w:r>
    </w:p>
    <w:p w:rsidR="001B3066" w:rsidRDefault="001B3066"/>
    <w:p w:rsidR="001B3066" w:rsidRDefault="001B3066">
      <w:pPr>
        <w:tabs>
          <w:tab w:val="left" w:pos="360"/>
        </w:tabs>
      </w:pPr>
      <w:proofErr w:type="gramStart"/>
      <w:r>
        <w:t>and</w:t>
      </w:r>
      <w:proofErr w:type="gramEnd"/>
      <w:r>
        <w:t xml:space="preserve"> imposing the following conditions to which inclusion of the specimens in the list is subject:</w:t>
      </w:r>
    </w:p>
    <w:p w:rsidR="001B3066" w:rsidRDefault="001B3066">
      <w:pPr>
        <w:rPr>
          <w:snapToGrid w:val="0"/>
        </w:rPr>
      </w:pPr>
    </w:p>
    <w:p w:rsidR="001B3066" w:rsidRDefault="001B3066">
      <w:pPr>
        <w:numPr>
          <w:ilvl w:val="0"/>
          <w:numId w:val="3"/>
        </w:numPr>
        <w:rPr>
          <w:snapToGrid w:val="0"/>
        </w:rPr>
      </w:pPr>
      <w:r>
        <w:rPr>
          <w:snapToGrid w:val="0"/>
        </w:rPr>
        <w:t>the specimen, or the fish or invertebrate from which it is derived, was taken lawfully</w:t>
      </w:r>
      <w:r w:rsidR="000C2EAF">
        <w:rPr>
          <w:snapToGrid w:val="0"/>
        </w:rPr>
        <w:t>,</w:t>
      </w:r>
      <w:r>
        <w:rPr>
          <w:snapToGrid w:val="0"/>
        </w:rPr>
        <w:t xml:space="preserve"> and</w:t>
      </w:r>
    </w:p>
    <w:p w:rsidR="001B3066" w:rsidRDefault="001B3066">
      <w:pPr>
        <w:rPr>
          <w:snapToGrid w:val="0"/>
        </w:rPr>
      </w:pPr>
    </w:p>
    <w:p w:rsidR="001B3066" w:rsidRDefault="001B3066">
      <w:pPr>
        <w:numPr>
          <w:ilvl w:val="0"/>
          <w:numId w:val="3"/>
        </w:numPr>
        <w:rPr>
          <w:snapToGrid w:val="0"/>
        </w:rPr>
      </w:pPr>
      <w:r>
        <w:rPr>
          <w:snapToGrid w:val="0"/>
        </w:rPr>
        <w:t xml:space="preserve">the specimens are included in the list until </w:t>
      </w:r>
      <w:r w:rsidR="00124D55">
        <w:rPr>
          <w:snapToGrid w:val="0"/>
        </w:rPr>
        <w:t>29 March 2013</w:t>
      </w:r>
      <w:r>
        <w:rPr>
          <w:snapToGrid w:val="0"/>
        </w:rPr>
        <w:t>.</w:t>
      </w:r>
    </w:p>
    <w:p w:rsidR="001B3066" w:rsidRDefault="001B3066"/>
    <w:p w:rsidR="001B3066" w:rsidRDefault="001B3066"/>
    <w:p w:rsidR="0099065C" w:rsidRDefault="0099065C"/>
    <w:p w:rsidR="001B3066" w:rsidRDefault="00655828">
      <w:pPr>
        <w:pStyle w:val="Heading1"/>
        <w:jc w:val="center"/>
      </w:pPr>
      <w:r>
        <w:t xml:space="preserve">Dated this </w:t>
      </w:r>
      <w:proofErr w:type="gramStart"/>
      <w:r>
        <w:t>11</w:t>
      </w:r>
      <w:r w:rsidRPr="00655828">
        <w:rPr>
          <w:vertAlign w:val="superscript"/>
        </w:rPr>
        <w:t>th</w:t>
      </w:r>
      <w:r>
        <w:t xml:space="preserve">  day</w:t>
      </w:r>
      <w:proofErr w:type="gramEnd"/>
      <w:r>
        <w:t xml:space="preserve"> of September </w:t>
      </w:r>
      <w:r w:rsidR="001B3066">
        <w:t>201</w:t>
      </w:r>
      <w:r w:rsidR="00164913">
        <w:t>2</w:t>
      </w:r>
    </w:p>
    <w:p w:rsidR="001B3066" w:rsidRDefault="001B3066">
      <w:pPr>
        <w:rPr>
          <w:bCs/>
        </w:rPr>
      </w:pPr>
    </w:p>
    <w:p w:rsidR="001B3066" w:rsidRDefault="001B3066">
      <w:pPr>
        <w:rPr>
          <w:bCs/>
        </w:rPr>
      </w:pPr>
    </w:p>
    <w:p w:rsidR="001B3066" w:rsidRDefault="001B3066">
      <w:pPr>
        <w:rPr>
          <w:bCs/>
        </w:rPr>
      </w:pPr>
    </w:p>
    <w:p w:rsidR="001B3066" w:rsidRDefault="001B3066">
      <w:pPr>
        <w:rPr>
          <w:bCs/>
        </w:rPr>
      </w:pPr>
    </w:p>
    <w:p w:rsidR="001B3066" w:rsidRDefault="00655828">
      <w:pPr>
        <w:jc w:val="center"/>
        <w:rPr>
          <w:bCs/>
        </w:rPr>
      </w:pPr>
      <w:r>
        <w:rPr>
          <w:bCs/>
        </w:rPr>
        <w:t>…………………Geoff Richardson…………………</w:t>
      </w:r>
    </w:p>
    <w:p w:rsidR="008E3E73" w:rsidRDefault="008E3E73">
      <w:pPr>
        <w:jc w:val="center"/>
        <w:rPr>
          <w:bCs/>
        </w:rPr>
      </w:pPr>
    </w:p>
    <w:p w:rsidR="001B3066" w:rsidRDefault="001B3066" w:rsidP="008E3E73">
      <w:pPr>
        <w:pStyle w:val="NormalWeb"/>
        <w:spacing w:before="0" w:beforeAutospacing="0" w:after="0" w:afterAutospacing="0"/>
        <w:ind w:left="-397" w:right="-397"/>
        <w:jc w:val="center"/>
        <w:rPr>
          <w:rFonts w:ascii="Times New Roman" w:hAnsi="Times New Roman" w:cs="Times New Roman"/>
          <w:i/>
          <w:iCs/>
        </w:rPr>
      </w:pPr>
      <w:r w:rsidRPr="00E111C4">
        <w:rPr>
          <w:rFonts w:ascii="Times New Roman" w:hAnsi="Times New Roman" w:cs="Times New Roman"/>
          <w:snapToGrid w:val="0"/>
        </w:rPr>
        <w:t>Delegate of the</w:t>
      </w:r>
      <w:r w:rsidRPr="008A6DA1">
        <w:rPr>
          <w:rFonts w:ascii="Times New Roman" w:hAnsi="Times New Roman" w:cs="Times New Roman"/>
          <w:snapToGrid w:val="0"/>
        </w:rPr>
        <w:t xml:space="preserve"> Minister</w:t>
      </w:r>
      <w:r>
        <w:rPr>
          <w:rFonts w:ascii="Times New Roman" w:hAnsi="Times New Roman" w:cs="Times New Roman"/>
          <w:snapToGrid w:val="0"/>
        </w:rPr>
        <w:t xml:space="preserve"> for </w:t>
      </w:r>
      <w:r>
        <w:rPr>
          <w:rFonts w:ascii="Times New Roman" w:hAnsi="Times New Roman" w:cs="Times New Roman"/>
          <w:snapToGrid w:val="0"/>
          <w:lang w:val="en-AU"/>
        </w:rPr>
        <w:t>Sustainability, Environment, Water, Population and Communities</w:t>
      </w:r>
    </w:p>
    <w:p w:rsidR="001B3066" w:rsidRDefault="001B3066">
      <w:pPr>
        <w:rPr>
          <w:b/>
        </w:rPr>
      </w:pPr>
    </w:p>
    <w:sectPr w:rsidR="001B3066" w:rsidSect="007F5F41">
      <w:headerReference w:type="default" r:id="rId9"/>
      <w:headerReference w:type="firs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4E9" w:rsidRDefault="003264E9">
      <w:r>
        <w:separator/>
      </w:r>
    </w:p>
  </w:endnote>
  <w:endnote w:type="continuationSeparator" w:id="0">
    <w:p w:rsidR="003264E9" w:rsidRDefault="00326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4E9" w:rsidRDefault="003264E9">
      <w:r>
        <w:separator/>
      </w:r>
    </w:p>
  </w:footnote>
  <w:footnote w:type="continuationSeparator" w:id="0">
    <w:p w:rsidR="003264E9" w:rsidRDefault="00326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066" w:rsidRDefault="001B3066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1B3066" w:rsidRDefault="001B3066" w:rsidP="00164913">
    <w:pPr>
      <w:jc w:val="right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</w:t>
    </w:r>
    <w:r w:rsidR="00922456">
      <w:rPr>
        <w:sz w:val="20"/>
        <w:szCs w:val="20"/>
      </w:rPr>
      <w:t xml:space="preserve">              EPBC303DC/SFS/201</w:t>
    </w:r>
    <w:r w:rsidR="00164913">
      <w:rPr>
        <w:sz w:val="20"/>
        <w:szCs w:val="20"/>
      </w:rPr>
      <w:t>2</w:t>
    </w:r>
    <w:r>
      <w:rPr>
        <w:sz w:val="20"/>
        <w:szCs w:val="20"/>
      </w:rPr>
      <w:t>/</w:t>
    </w:r>
    <w:r w:rsidR="00A338BE">
      <w:rPr>
        <w:sz w:val="20"/>
        <w:szCs w:val="20"/>
      </w:rPr>
      <w:t>52</w:t>
    </w:r>
  </w:p>
  <w:p w:rsidR="001B3066" w:rsidRDefault="001B3066">
    <w:pPr>
      <w:ind w:left="5580"/>
      <w:rPr>
        <w:sz w:val="20"/>
        <w:szCs w:val="20"/>
      </w:rPr>
    </w:pPr>
  </w:p>
  <w:p w:rsidR="001B3066" w:rsidRDefault="001B30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066" w:rsidRDefault="001B3066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1B3066" w:rsidRDefault="001B3066">
    <w:pPr>
      <w:pStyle w:val="Header"/>
      <w:jc w:val="right"/>
      <w:rPr>
        <w:sz w:val="20"/>
      </w:rPr>
    </w:pPr>
    <w:r>
      <w:rPr>
        <w:color w:val="000000"/>
        <w:sz w:val="20"/>
        <w:highlight w:val="yellow"/>
        <w:lang w:eastAsia="en-AU"/>
      </w:rPr>
      <w:t>EPBC303DC/SFS/2007/02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2681E"/>
    <w:multiLevelType w:val="hybridMultilevel"/>
    <w:tmpl w:val="374A7904"/>
    <w:lvl w:ilvl="0" w:tplc="B5B6B8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720768A"/>
    <w:multiLevelType w:val="multilevel"/>
    <w:tmpl w:val="374A79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>
    <w:nsid w:val="3CE4347D"/>
    <w:multiLevelType w:val="hybridMultilevel"/>
    <w:tmpl w:val="FC24B04A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4D56DD"/>
    <w:multiLevelType w:val="hybridMultilevel"/>
    <w:tmpl w:val="3EBACA02"/>
    <w:lvl w:ilvl="0" w:tplc="5D1EC2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>
    <w:nsid w:val="5BEE102D"/>
    <w:multiLevelType w:val="multilevel"/>
    <w:tmpl w:val="8BDAA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B93A2F"/>
    <w:multiLevelType w:val="multilevel"/>
    <w:tmpl w:val="C9B47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7B67AF7"/>
    <w:multiLevelType w:val="hybridMultilevel"/>
    <w:tmpl w:val="70307F8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BD03AA"/>
    <w:multiLevelType w:val="hybridMultilevel"/>
    <w:tmpl w:val="5760871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B7E"/>
    <w:rsid w:val="000C2EAF"/>
    <w:rsid w:val="000F486C"/>
    <w:rsid w:val="00124D55"/>
    <w:rsid w:val="00164913"/>
    <w:rsid w:val="001B3066"/>
    <w:rsid w:val="0022458A"/>
    <w:rsid w:val="003264E9"/>
    <w:rsid w:val="00380CB8"/>
    <w:rsid w:val="004121B6"/>
    <w:rsid w:val="00420A35"/>
    <w:rsid w:val="004A14C7"/>
    <w:rsid w:val="004C2AAE"/>
    <w:rsid w:val="00503A5F"/>
    <w:rsid w:val="00632B3C"/>
    <w:rsid w:val="00655828"/>
    <w:rsid w:val="0074573B"/>
    <w:rsid w:val="007F5F41"/>
    <w:rsid w:val="008A6DA1"/>
    <w:rsid w:val="008E0E5A"/>
    <w:rsid w:val="008E3E73"/>
    <w:rsid w:val="00922456"/>
    <w:rsid w:val="0099065C"/>
    <w:rsid w:val="009F24F7"/>
    <w:rsid w:val="00A338BE"/>
    <w:rsid w:val="00A97E56"/>
    <w:rsid w:val="00D307E8"/>
    <w:rsid w:val="00D66FB2"/>
    <w:rsid w:val="00E02B7E"/>
    <w:rsid w:val="00E111C4"/>
    <w:rsid w:val="00E3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F4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F5F41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7F5F41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7F5F41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7F5F41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7F5F4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7F5F41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7F5F41"/>
    <w:rPr>
      <w:i/>
      <w:iCs/>
    </w:rPr>
  </w:style>
  <w:style w:type="character" w:styleId="HTMLAcronym">
    <w:name w:val="HTML Acronym"/>
    <w:basedOn w:val="DefaultParagraphFont"/>
    <w:rsid w:val="007F5F41"/>
  </w:style>
  <w:style w:type="paragraph" w:styleId="BalloonText">
    <w:name w:val="Balloon Text"/>
    <w:basedOn w:val="Normal"/>
    <w:semiHidden/>
    <w:rsid w:val="007F5F4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7F5F4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5F4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F5F41"/>
    <w:rPr>
      <w:b/>
      <w:bCs/>
    </w:rPr>
  </w:style>
  <w:style w:type="paragraph" w:customStyle="1" w:styleId="Default">
    <w:name w:val="Default"/>
    <w:rsid w:val="007F5F4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99065C"/>
    <w:rPr>
      <w:lang w:val="en-US" w:eastAsia="en-US"/>
    </w:rPr>
  </w:style>
  <w:style w:type="character" w:styleId="Hyperlink">
    <w:name w:val="Hyperlink"/>
    <w:basedOn w:val="DefaultParagraphFont"/>
    <w:rsid w:val="00A97E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vac01file02\barton$\Marine%20Environment%20Branch\Sustainable%20Fisheries%20Section\5.%20Templates%20FINAL\6.%20LENS\Variation\3.%20LENS%20variation%20for%20exempt%20fishe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100A5-D854-49E9-A050-E4EB653A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 LENS variation for exempt fishery</Template>
  <TotalTime>18</TotalTime>
  <Pages>1</Pages>
  <Words>213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the Environment and Heritage</Company>
  <LinksUpToDate>false</LinksUpToDate>
  <CharactersWithSpaces>1417</CharactersWithSpaces>
  <SharedDoc>false</SharedDoc>
  <HLinks>
    <vt:vector size="12" baseType="variant"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http://152.91.15.12/portal/govgazonline.nsf/(custom-govnot-pub-view)?OpenView</vt:lpwstr>
      </vt:variant>
      <vt:variant>
        <vt:lpwstr/>
      </vt:variant>
      <vt:variant>
        <vt:i4>2031632</vt:i4>
      </vt:variant>
      <vt:variant>
        <vt:i4>0</vt:i4>
      </vt:variant>
      <vt:variant>
        <vt:i4>0</vt:i4>
      </vt:variant>
      <vt:variant>
        <vt:i4>5</vt:i4>
      </vt:variant>
      <vt:variant>
        <vt:lpwstr>http://www.environment.gov.au/coasts/fisheries/index.html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a12990</dc:creator>
  <cp:lastModifiedBy>a12990</cp:lastModifiedBy>
  <cp:revision>8</cp:revision>
  <cp:lastPrinted>2012-09-10T02:39:00Z</cp:lastPrinted>
  <dcterms:created xsi:type="dcterms:W3CDTF">2012-08-20T06:16:00Z</dcterms:created>
  <dcterms:modified xsi:type="dcterms:W3CDTF">2012-09-11T23:56:00Z</dcterms:modified>
</cp:coreProperties>
</file>