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638B49" w14:textId="77777777" w:rsidR="00E321E1" w:rsidRDefault="003F79A0" w:rsidP="0028447B">
      <w:pPr>
        <w:spacing w:after="120"/>
        <w:jc w:val="center"/>
        <w:rPr>
          <w:snapToGrid w:val="0"/>
        </w:rPr>
      </w:pPr>
      <w:r>
        <w:rPr>
          <w:noProof/>
          <w:lang w:val="en-AU" w:eastAsia="en-AU"/>
        </w:rPr>
        <w:drawing>
          <wp:inline distT="0" distB="0" distL="0" distR="0" wp14:anchorId="5DBA6720" wp14:editId="53130C91">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bookmarkStart w:id="0" w:name="_GoBack"/>
      <w:bookmarkEnd w:id="0"/>
    </w:p>
    <w:p w14:paraId="0EE33C66" w14:textId="77777777" w:rsidR="00E321E1" w:rsidRDefault="00E321E1" w:rsidP="0028447B">
      <w:pPr>
        <w:jc w:val="center"/>
        <w:rPr>
          <w:b/>
          <w:snapToGrid w:val="0"/>
        </w:rPr>
      </w:pPr>
      <w:r>
        <w:rPr>
          <w:b/>
          <w:snapToGrid w:val="0"/>
        </w:rPr>
        <w:t>COMMONWEALTH OF AUSTRALIA</w:t>
      </w:r>
    </w:p>
    <w:p w14:paraId="3E90D678" w14:textId="77777777" w:rsidR="00E321E1" w:rsidRDefault="00E321E1" w:rsidP="0028447B">
      <w:pPr>
        <w:jc w:val="center"/>
        <w:rPr>
          <w:snapToGrid w:val="0"/>
        </w:rPr>
      </w:pPr>
    </w:p>
    <w:p w14:paraId="55808306"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3E2F5752" w14:textId="77777777" w:rsidR="00E321E1" w:rsidRDefault="00E321E1" w:rsidP="0028447B">
      <w:pPr>
        <w:jc w:val="center"/>
        <w:rPr>
          <w:b/>
          <w:snapToGrid w:val="0"/>
        </w:rPr>
      </w:pPr>
    </w:p>
    <w:p w14:paraId="3935ABF9" w14:textId="77777777" w:rsidR="008A7845" w:rsidRPr="004B6C56" w:rsidRDefault="00FB1480" w:rsidP="008A784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14:paraId="0B661783" w14:textId="4F3576D5" w:rsidR="008A7845" w:rsidRPr="004B6C56" w:rsidRDefault="00FB1480" w:rsidP="008A784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r w:rsidR="00865365">
        <w:rPr>
          <w:b/>
          <w:snapToGrid w:val="0"/>
          <w:sz w:val="22"/>
          <w:szCs w:val="22"/>
        </w:rPr>
        <w:t xml:space="preserve"> </w:t>
      </w:r>
      <w:r w:rsidR="0010603F">
        <w:rPr>
          <w:b/>
          <w:snapToGrid w:val="0"/>
          <w:sz w:val="22"/>
          <w:szCs w:val="22"/>
        </w:rPr>
        <w:t>Western Australian West Coast Purse Seine Managed Fishery and Development Zone</w:t>
      </w:r>
      <w:r w:rsidR="0010603F" w:rsidRPr="0010603F">
        <w:rPr>
          <w:b/>
          <w:snapToGrid w:val="0"/>
          <w:sz w:val="22"/>
          <w:szCs w:val="22"/>
        </w:rPr>
        <w:t>s</w:t>
      </w:r>
      <w:r w:rsidR="008A7845" w:rsidRPr="00542D40">
        <w:rPr>
          <w:b/>
          <w:snapToGrid w:val="0"/>
          <w:sz w:val="22"/>
          <w:szCs w:val="22"/>
        </w:rPr>
        <w:t xml:space="preserve">, </w:t>
      </w:r>
      <w:r w:rsidR="00C10481" w:rsidRPr="007C3ADA">
        <w:rPr>
          <w:b/>
          <w:snapToGrid w:val="0"/>
          <w:sz w:val="22"/>
          <w:szCs w:val="22"/>
        </w:rPr>
        <w:t xml:space="preserve">January </w:t>
      </w:r>
      <w:r w:rsidR="0010603F" w:rsidRPr="007C3ADA">
        <w:rPr>
          <w:b/>
          <w:snapToGrid w:val="0"/>
          <w:sz w:val="22"/>
          <w:szCs w:val="22"/>
        </w:rPr>
        <w:t>20</w:t>
      </w:r>
      <w:r w:rsidR="00C10481" w:rsidRPr="007C3ADA">
        <w:rPr>
          <w:b/>
          <w:snapToGrid w:val="0"/>
          <w:sz w:val="22"/>
          <w:szCs w:val="22"/>
        </w:rPr>
        <w:t>20</w:t>
      </w:r>
    </w:p>
    <w:p w14:paraId="66A0BA41" w14:textId="77777777" w:rsidR="00E321E1" w:rsidRPr="004B6C56" w:rsidRDefault="00E321E1" w:rsidP="0028447B">
      <w:pPr>
        <w:rPr>
          <w:snapToGrid w:val="0"/>
          <w:sz w:val="22"/>
          <w:szCs w:val="22"/>
        </w:rPr>
      </w:pPr>
    </w:p>
    <w:p w14:paraId="3F163C42" w14:textId="50F25180" w:rsidR="00B134B6" w:rsidRPr="004B6C56" w:rsidRDefault="00FB1480" w:rsidP="0028447B">
      <w:pPr>
        <w:rPr>
          <w:sz w:val="22"/>
          <w:szCs w:val="22"/>
        </w:rPr>
      </w:pPr>
      <w:r w:rsidRPr="004B6C56">
        <w:rPr>
          <w:sz w:val="22"/>
          <w:szCs w:val="22"/>
        </w:rPr>
        <w:t xml:space="preserve">I, </w:t>
      </w:r>
      <w:r w:rsidR="007C3ADA">
        <w:rPr>
          <w:sz w:val="22"/>
          <w:szCs w:val="22"/>
        </w:rPr>
        <w:t>Dane Roberts</w:t>
      </w:r>
      <w:r w:rsidR="00C03370" w:rsidRPr="005D4908">
        <w:rPr>
          <w:sz w:val="22"/>
          <w:szCs w:val="22"/>
        </w:rPr>
        <w:t xml:space="preserve">, </w:t>
      </w:r>
      <w:r w:rsidR="007C3ADA">
        <w:rPr>
          <w:sz w:val="22"/>
          <w:szCs w:val="22"/>
        </w:rPr>
        <w:t xml:space="preserve">Acting </w:t>
      </w:r>
      <w:r w:rsidR="00C03370" w:rsidRPr="005D4908">
        <w:rPr>
          <w:sz w:val="22"/>
          <w:szCs w:val="22"/>
        </w:rPr>
        <w:t>Assistant Secretary,</w:t>
      </w:r>
      <w:r w:rsidR="007D0382">
        <w:rPr>
          <w:sz w:val="22"/>
          <w:szCs w:val="22"/>
        </w:rPr>
        <w:t xml:space="preserve"> </w:t>
      </w:r>
      <w:r w:rsidR="009F1F70">
        <w:rPr>
          <w:sz w:val="22"/>
          <w:szCs w:val="22"/>
        </w:rPr>
        <w:t xml:space="preserve">Wildlife Trade and </w:t>
      </w:r>
      <w:r w:rsidR="007D0382">
        <w:rPr>
          <w:sz w:val="22"/>
          <w:szCs w:val="22"/>
        </w:rPr>
        <w:t>Biosecurity</w:t>
      </w:r>
      <w:r w:rsidR="009F1F70">
        <w:rPr>
          <w:sz w:val="22"/>
          <w:szCs w:val="22"/>
        </w:rPr>
        <w:t xml:space="preserve"> Branch</w:t>
      </w:r>
      <w:r w:rsidR="00C03370" w:rsidRPr="005D4908">
        <w:rPr>
          <w:sz w:val="22"/>
          <w:szCs w:val="22"/>
        </w:rPr>
        <w:t>, as Delegate of the</w:t>
      </w:r>
      <w:r w:rsidR="00C03370" w:rsidRPr="00877B21">
        <w:rPr>
          <w:sz w:val="22"/>
          <w:szCs w:val="22"/>
        </w:rPr>
        <w:t xml:space="preserve"> </w:t>
      </w:r>
      <w:r w:rsidR="00C03370" w:rsidRPr="00542D40">
        <w:rPr>
          <w:sz w:val="22"/>
          <w:szCs w:val="22"/>
        </w:rPr>
        <w:t xml:space="preserve">Minister </w:t>
      </w:r>
      <w:r w:rsidR="00A6198D" w:rsidRPr="00542D40">
        <w:rPr>
          <w:sz w:val="22"/>
          <w:szCs w:val="22"/>
        </w:rPr>
        <w:t>for the</w:t>
      </w:r>
      <w:r w:rsidRPr="00542D40">
        <w:rPr>
          <w:sz w:val="22"/>
          <w:szCs w:val="22"/>
        </w:rPr>
        <w:t xml:space="preserve"> Env</w:t>
      </w:r>
      <w:r w:rsidR="00442816" w:rsidRPr="00542D40">
        <w:rPr>
          <w:sz w:val="22"/>
          <w:szCs w:val="22"/>
        </w:rPr>
        <w:t>ironment</w:t>
      </w:r>
      <w:r w:rsidRPr="0010603F">
        <w:rPr>
          <w:sz w:val="22"/>
          <w:szCs w:val="22"/>
        </w:rPr>
        <w:t>:</w:t>
      </w:r>
    </w:p>
    <w:p w14:paraId="5312985A" w14:textId="77777777" w:rsidR="00B134B6" w:rsidRPr="004B6C56" w:rsidRDefault="00B134B6" w:rsidP="0028447B">
      <w:pPr>
        <w:rPr>
          <w:sz w:val="22"/>
          <w:szCs w:val="22"/>
        </w:rPr>
      </w:pPr>
    </w:p>
    <w:p w14:paraId="0B6B8F83" w14:textId="4F893550" w:rsidR="00B134B6" w:rsidRPr="0073448B" w:rsidRDefault="00C77716" w:rsidP="0028447B">
      <w:pPr>
        <w:numPr>
          <w:ilvl w:val="0"/>
          <w:numId w:val="14"/>
        </w:numPr>
        <w:ind w:left="360"/>
        <w:rPr>
          <w:snapToGrid w:val="0"/>
          <w:sz w:val="22"/>
          <w:szCs w:val="22"/>
        </w:rPr>
      </w:pPr>
      <w:r w:rsidRPr="004B6C56">
        <w:rPr>
          <w:sz w:val="22"/>
          <w:szCs w:val="22"/>
        </w:rPr>
        <w:t>revoke</w:t>
      </w:r>
      <w:r w:rsidR="00FB1480" w:rsidRPr="004B6C56">
        <w:rPr>
          <w:sz w:val="22"/>
          <w:szCs w:val="22"/>
        </w:rPr>
        <w:t xml:space="preserve"> the accre</w:t>
      </w:r>
      <w:r w:rsidR="005E68D9" w:rsidRPr="004B6C56">
        <w:rPr>
          <w:sz w:val="22"/>
          <w:szCs w:val="22"/>
        </w:rPr>
        <w:t>ditation of the</w:t>
      </w:r>
      <w:r w:rsidR="004B6C56">
        <w:rPr>
          <w:sz w:val="22"/>
          <w:szCs w:val="22"/>
        </w:rPr>
        <w:t xml:space="preserve"> </w:t>
      </w:r>
      <w:r w:rsidR="00FB1480" w:rsidRPr="004B6C56">
        <w:rPr>
          <w:sz w:val="22"/>
          <w:szCs w:val="22"/>
        </w:rPr>
        <w:t>m</w:t>
      </w:r>
      <w:r w:rsidR="00FB1480" w:rsidRPr="00542D40">
        <w:rPr>
          <w:sz w:val="22"/>
          <w:szCs w:val="22"/>
        </w:rPr>
        <w:t>anageme</w:t>
      </w:r>
      <w:r w:rsidR="00FB1480" w:rsidRPr="0073448B">
        <w:rPr>
          <w:sz w:val="22"/>
          <w:szCs w:val="22"/>
        </w:rPr>
        <w:t xml:space="preserve">nt regime for the </w:t>
      </w:r>
      <w:r w:rsidR="00807FA4" w:rsidRPr="0073448B">
        <w:rPr>
          <w:rFonts w:cs="Arial"/>
          <w:sz w:val="22"/>
          <w:szCs w:val="22"/>
        </w:rPr>
        <w:t>Jurisdiction</w:t>
      </w:r>
      <w:r w:rsidR="00807FA4" w:rsidRPr="0073448B">
        <w:rPr>
          <w:rStyle w:val="Emphasis"/>
          <w:i w:val="0"/>
          <w:sz w:val="22"/>
          <w:szCs w:val="22"/>
        </w:rPr>
        <w:t xml:space="preserve"> </w:t>
      </w:r>
      <w:r w:rsidR="00807FA4" w:rsidRPr="0073448B">
        <w:rPr>
          <w:sz w:val="22"/>
          <w:szCs w:val="22"/>
        </w:rPr>
        <w:t>Fishery</w:t>
      </w:r>
      <w:r w:rsidR="00FB1480" w:rsidRPr="00542D40">
        <w:rPr>
          <w:sz w:val="22"/>
          <w:szCs w:val="22"/>
        </w:rPr>
        <w:t xml:space="preserve"> dated </w:t>
      </w:r>
      <w:r w:rsidR="00542D40" w:rsidRPr="0073448B">
        <w:rPr>
          <w:sz w:val="22"/>
          <w:szCs w:val="22"/>
        </w:rPr>
        <w:t>28</w:t>
      </w:r>
      <w:r w:rsidR="0073448B">
        <w:rPr>
          <w:sz w:val="22"/>
          <w:szCs w:val="22"/>
        </w:rPr>
        <w:t> </w:t>
      </w:r>
      <w:r w:rsidR="00542D40" w:rsidRPr="0073448B">
        <w:rPr>
          <w:sz w:val="22"/>
          <w:szCs w:val="22"/>
        </w:rPr>
        <w:t>November 2005</w:t>
      </w:r>
      <w:r w:rsidR="00C4202F" w:rsidRPr="00542D40">
        <w:rPr>
          <w:rStyle w:val="Emphasis"/>
          <w:i w:val="0"/>
          <w:sz w:val="22"/>
          <w:szCs w:val="22"/>
        </w:rPr>
        <w:t>,</w:t>
      </w:r>
      <w:r w:rsidR="00FB1480" w:rsidRPr="0073448B">
        <w:rPr>
          <w:snapToGrid w:val="0"/>
          <w:sz w:val="22"/>
          <w:szCs w:val="22"/>
        </w:rPr>
        <w:t xml:space="preserve"> and</w:t>
      </w:r>
    </w:p>
    <w:p w14:paraId="386D4DC3" w14:textId="77777777" w:rsidR="00B134B6" w:rsidRPr="004B6C56" w:rsidRDefault="00B134B6" w:rsidP="0028447B">
      <w:pPr>
        <w:ind w:left="360"/>
        <w:rPr>
          <w:snapToGrid w:val="0"/>
          <w:sz w:val="22"/>
          <w:szCs w:val="22"/>
        </w:rPr>
      </w:pPr>
    </w:p>
    <w:p w14:paraId="544CFC05" w14:textId="77777777"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14:paraId="286D1EEA" w14:textId="54F46EFA" w:rsidR="00F755FB" w:rsidRPr="004B6C56" w:rsidRDefault="00FB1480" w:rsidP="0028447B">
      <w:pPr>
        <w:numPr>
          <w:ilvl w:val="1"/>
          <w:numId w:val="14"/>
        </w:numPr>
        <w:spacing w:after="120"/>
        <w:ind w:left="720"/>
        <w:rPr>
          <w:sz w:val="22"/>
          <w:szCs w:val="22"/>
        </w:rPr>
      </w:pPr>
      <w:r w:rsidRPr="004B6C56">
        <w:rPr>
          <w:sz w:val="22"/>
          <w:szCs w:val="22"/>
        </w:rPr>
        <w:t>the management regime</w:t>
      </w:r>
      <w:r w:rsidRPr="0073448B">
        <w:rPr>
          <w:sz w:val="22"/>
          <w:szCs w:val="22"/>
        </w:rPr>
        <w:t xml:space="preserve"> </w:t>
      </w:r>
      <w:r w:rsidRPr="00182222">
        <w:rPr>
          <w:snapToGrid w:val="0"/>
          <w:sz w:val="22"/>
          <w:szCs w:val="22"/>
        </w:rPr>
        <w:t xml:space="preserve">for the </w:t>
      </w:r>
      <w:r w:rsidR="0073448B" w:rsidRPr="00182222">
        <w:rPr>
          <w:rFonts w:cs="Arial"/>
          <w:sz w:val="22"/>
          <w:szCs w:val="22"/>
        </w:rPr>
        <w:t>Western Australian West Coast Purse Seine Managed Fishery and Development Z</w:t>
      </w:r>
      <w:r w:rsidR="0073448B" w:rsidRPr="00BA5BEB">
        <w:rPr>
          <w:rFonts w:cs="Arial"/>
          <w:sz w:val="22"/>
          <w:szCs w:val="22"/>
        </w:rPr>
        <w:t>ones</w:t>
      </w:r>
      <w:r w:rsidRPr="008F5A1A">
        <w:rPr>
          <w:sz w:val="22"/>
          <w:szCs w:val="22"/>
        </w:rPr>
        <w:t xml:space="preserve">, in force under the </w:t>
      </w:r>
      <w:r w:rsidR="00182222" w:rsidRPr="0013726A">
        <w:rPr>
          <w:i/>
          <w:iCs/>
          <w:sz w:val="22"/>
          <w:szCs w:val="22"/>
        </w:rPr>
        <w:t>Fish Resources Managed Act 1994 (Western</w:t>
      </w:r>
      <w:r w:rsidR="0092419F" w:rsidRPr="0013726A">
        <w:rPr>
          <w:i/>
          <w:iCs/>
          <w:sz w:val="22"/>
          <w:szCs w:val="22"/>
        </w:rPr>
        <w:t> </w:t>
      </w:r>
      <w:r w:rsidR="00182222" w:rsidRPr="0013726A">
        <w:rPr>
          <w:i/>
          <w:iCs/>
          <w:sz w:val="22"/>
          <w:szCs w:val="22"/>
        </w:rPr>
        <w:t>Australia)</w:t>
      </w:r>
      <w:r w:rsidR="004B6C56" w:rsidRPr="0013726A">
        <w:rPr>
          <w:sz w:val="22"/>
          <w:szCs w:val="22"/>
        </w:rPr>
        <w:t xml:space="preserve">, </w:t>
      </w:r>
      <w:r w:rsidRPr="0013726A">
        <w:rPr>
          <w:rStyle w:val="Emphasis"/>
          <w:i w:val="0"/>
          <w:sz w:val="22"/>
          <w:szCs w:val="22"/>
        </w:rPr>
        <w:t>r</w:t>
      </w:r>
      <w:r w:rsidRPr="0013726A">
        <w:rPr>
          <w:sz w:val="22"/>
          <w:szCs w:val="22"/>
        </w:rPr>
        <w:t>equires persons engaged in</w:t>
      </w:r>
      <w:r w:rsidRPr="004B6C56">
        <w:rPr>
          <w:sz w:val="22"/>
          <w:szCs w:val="22"/>
        </w:rPr>
        <w:t xml:space="preserve"> fishing under the management regime to take all reasonable steps to ensure that members of listed threatened species, listed migratory species, cetaceans and listed marine species are not killed or inj</w:t>
      </w:r>
      <w:r w:rsidR="00C4202F" w:rsidRPr="004B6C56">
        <w:rPr>
          <w:sz w:val="22"/>
          <w:szCs w:val="22"/>
        </w:rPr>
        <w:t>ured as a result of the fishing,</w:t>
      </w:r>
      <w:r w:rsidRPr="004B6C56">
        <w:rPr>
          <w:sz w:val="22"/>
          <w:szCs w:val="22"/>
        </w:rPr>
        <w:t xml:space="preserve"> and</w:t>
      </w:r>
    </w:p>
    <w:p w14:paraId="7D47BB57" w14:textId="77777777" w:rsidR="00E321E1" w:rsidRPr="004B6C56" w:rsidRDefault="00FB1480" w:rsidP="0028447B">
      <w:pPr>
        <w:numPr>
          <w:ilvl w:val="1"/>
          <w:numId w:val="14"/>
        </w:numPr>
        <w:spacing w:after="120"/>
        <w:ind w:left="720"/>
        <w:rPr>
          <w:snapToGrid w:val="0"/>
          <w:sz w:val="22"/>
          <w:szCs w:val="22"/>
        </w:rPr>
      </w:pPr>
      <w:r w:rsidRPr="004B6C56">
        <w:rPr>
          <w:sz w:val="22"/>
          <w:szCs w:val="22"/>
        </w:rPr>
        <w:t>the fishery to which the management regime relates does not, or is not likely to, adversely affect:</w:t>
      </w:r>
    </w:p>
    <w:p w14:paraId="43EAEB9F" w14:textId="77777777"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14:paraId="265E05B6" w14:textId="77777777"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p>
    <w:p w14:paraId="000DCD85" w14:textId="77777777" w:rsidR="00B134B6" w:rsidRPr="004B6C56" w:rsidRDefault="00B134B6" w:rsidP="0028447B">
      <w:pPr>
        <w:rPr>
          <w:sz w:val="22"/>
          <w:szCs w:val="22"/>
        </w:rPr>
      </w:pPr>
    </w:p>
    <w:p w14:paraId="2C9215D9" w14:textId="1E675F34" w:rsidR="00E321E1" w:rsidRPr="004B6C56" w:rsidRDefault="00FB1480" w:rsidP="0028447B">
      <w:pPr>
        <w:spacing w:after="120"/>
        <w:rPr>
          <w:snapToGrid w:val="0"/>
          <w:sz w:val="22"/>
          <w:szCs w:val="22"/>
        </w:rPr>
      </w:pPr>
      <w:r w:rsidRPr="004B6C56">
        <w:rPr>
          <w:sz w:val="22"/>
          <w:szCs w:val="22"/>
        </w:rPr>
        <w:t xml:space="preserve">accredit </w:t>
      </w:r>
      <w:r w:rsidRPr="00F12CD8">
        <w:rPr>
          <w:sz w:val="22"/>
          <w:szCs w:val="22"/>
        </w:rPr>
        <w:t xml:space="preserve">the </w:t>
      </w:r>
      <w:r w:rsidRPr="00143D0C">
        <w:rPr>
          <w:sz w:val="22"/>
          <w:szCs w:val="22"/>
        </w:rPr>
        <w:t>management regime</w:t>
      </w:r>
      <w:r w:rsidRPr="00F12CD8">
        <w:rPr>
          <w:sz w:val="22"/>
          <w:szCs w:val="22"/>
        </w:rPr>
        <w:t xml:space="preserve"> </w:t>
      </w:r>
      <w:r w:rsidRPr="00143D0C">
        <w:rPr>
          <w:snapToGrid w:val="0"/>
          <w:sz w:val="22"/>
          <w:szCs w:val="22"/>
        </w:rPr>
        <w:t>f</w:t>
      </w:r>
      <w:r w:rsidRPr="004B6C56">
        <w:rPr>
          <w:snapToGrid w:val="0"/>
          <w:sz w:val="22"/>
          <w:szCs w:val="22"/>
        </w:rPr>
        <w:t>or the</w:t>
      </w:r>
      <w:r w:rsidRPr="00143D0C">
        <w:rPr>
          <w:snapToGrid w:val="0"/>
          <w:sz w:val="22"/>
          <w:szCs w:val="22"/>
        </w:rPr>
        <w:t xml:space="preserve"> </w:t>
      </w:r>
      <w:r w:rsidR="00B821FC" w:rsidRPr="006D2F5E">
        <w:rPr>
          <w:rFonts w:cs="Arial"/>
          <w:sz w:val="22"/>
          <w:szCs w:val="22"/>
        </w:rPr>
        <w:t>Western Australian West Coast Purse Seine Managed Fishery and Development Zones</w:t>
      </w:r>
      <w:r w:rsidR="00C4202F" w:rsidRPr="00143D0C">
        <w:rPr>
          <w:sz w:val="22"/>
          <w:szCs w:val="22"/>
        </w:rPr>
        <w:t xml:space="preserve"> </w:t>
      </w:r>
      <w:r w:rsidRPr="006D2F5E">
        <w:rPr>
          <w:sz w:val="22"/>
          <w:szCs w:val="22"/>
        </w:rPr>
        <w:t xml:space="preserve">in force under the </w:t>
      </w:r>
      <w:r w:rsidR="00143D0C" w:rsidRPr="006D2F5E">
        <w:rPr>
          <w:i/>
          <w:iCs/>
          <w:sz w:val="22"/>
          <w:szCs w:val="22"/>
        </w:rPr>
        <w:t>Fish Resources Managed Act 1994 (Western Australia)</w:t>
      </w:r>
      <w:r w:rsidR="008A7845" w:rsidRPr="006D2F5E">
        <w:rPr>
          <w:sz w:val="22"/>
          <w:szCs w:val="22"/>
        </w:rPr>
        <w:t xml:space="preserve"> </w:t>
      </w:r>
      <w:r w:rsidR="007C176F" w:rsidRPr="00143D0C">
        <w:rPr>
          <w:sz w:val="22"/>
          <w:szCs w:val="22"/>
        </w:rPr>
        <w:t>under sections </w:t>
      </w:r>
      <w:r w:rsidR="004B6C56" w:rsidRPr="006D2F5E">
        <w:rPr>
          <w:sz w:val="22"/>
          <w:szCs w:val="22"/>
        </w:rPr>
        <w:t>208A, 222A, 245 and </w:t>
      </w:r>
      <w:r w:rsidRPr="006D2F5E">
        <w:rPr>
          <w:sz w:val="22"/>
          <w:szCs w:val="22"/>
        </w:rPr>
        <w:t xml:space="preserve">265 of the </w:t>
      </w:r>
      <w:r w:rsidRPr="006D2F5E">
        <w:rPr>
          <w:rStyle w:val="Emphasis"/>
          <w:sz w:val="22"/>
          <w:szCs w:val="22"/>
        </w:rPr>
        <w:t>Environment Protection and Biodiversity Conservation</w:t>
      </w:r>
      <w:r w:rsidRPr="006D2F5E">
        <w:rPr>
          <w:rStyle w:val="Emphasis"/>
          <w:i w:val="0"/>
          <w:sz w:val="22"/>
          <w:szCs w:val="22"/>
        </w:rPr>
        <w:t xml:space="preserve"> </w:t>
      </w:r>
      <w:r w:rsidRPr="006D2F5E">
        <w:rPr>
          <w:rStyle w:val="Emphasis"/>
          <w:sz w:val="22"/>
          <w:szCs w:val="22"/>
        </w:rPr>
        <w:t>Act</w:t>
      </w:r>
      <w:r w:rsidR="004A2909" w:rsidRPr="006D2F5E">
        <w:rPr>
          <w:rStyle w:val="Emphasis"/>
          <w:sz w:val="22"/>
          <w:szCs w:val="22"/>
        </w:rPr>
        <w:t> </w:t>
      </w:r>
      <w:r w:rsidRPr="006D2F5E">
        <w:rPr>
          <w:rStyle w:val="Emphasis"/>
          <w:sz w:val="22"/>
          <w:szCs w:val="22"/>
        </w:rPr>
        <w:t>1999</w:t>
      </w:r>
      <w:r w:rsidRPr="006D2F5E">
        <w:rPr>
          <w:rStyle w:val="Emphasis"/>
          <w:i w:val="0"/>
          <w:sz w:val="22"/>
          <w:szCs w:val="22"/>
        </w:rPr>
        <w:t xml:space="preserve"> (EPBC Act)</w:t>
      </w:r>
      <w:r w:rsidRPr="00143D0C">
        <w:rPr>
          <w:sz w:val="22"/>
          <w:szCs w:val="22"/>
        </w:rPr>
        <w:t xml:space="preserve"> for the pu</w:t>
      </w:r>
      <w:r w:rsidR="00941B39" w:rsidRPr="00143D0C">
        <w:rPr>
          <w:sz w:val="22"/>
          <w:szCs w:val="22"/>
        </w:rPr>
        <w:t>rposes of Di</w:t>
      </w:r>
      <w:r w:rsidR="00941B39" w:rsidRPr="004B6C56">
        <w:rPr>
          <w:sz w:val="22"/>
          <w:szCs w:val="22"/>
        </w:rPr>
        <w:t>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p>
    <w:p w14:paraId="7B5CF7F4" w14:textId="77777777" w:rsidR="00E321E1" w:rsidRPr="004B6C56" w:rsidRDefault="00E321E1" w:rsidP="0028447B">
      <w:pPr>
        <w:rPr>
          <w:sz w:val="22"/>
          <w:szCs w:val="22"/>
        </w:rPr>
      </w:pPr>
    </w:p>
    <w:p w14:paraId="38A1361D" w14:textId="77777777" w:rsidR="00E321E1" w:rsidRPr="004B6C56" w:rsidRDefault="00E321E1" w:rsidP="0028447B">
      <w:pPr>
        <w:rPr>
          <w:sz w:val="22"/>
          <w:szCs w:val="22"/>
        </w:rPr>
      </w:pPr>
    </w:p>
    <w:p w14:paraId="1BA5D4B9" w14:textId="1141D57E" w:rsidR="00E321E1" w:rsidRPr="004B6C56" w:rsidRDefault="00FB1480" w:rsidP="0028447B">
      <w:pPr>
        <w:pStyle w:val="Heading1"/>
        <w:jc w:val="center"/>
        <w:rPr>
          <w:iCs/>
          <w:sz w:val="22"/>
          <w:szCs w:val="22"/>
        </w:rPr>
      </w:pPr>
      <w:r w:rsidRPr="004B6C56">
        <w:rPr>
          <w:iCs/>
          <w:sz w:val="22"/>
          <w:szCs w:val="22"/>
        </w:rPr>
        <w:t xml:space="preserve">Dated this </w:t>
      </w:r>
      <w:r w:rsidR="006F3B29">
        <w:rPr>
          <w:iCs/>
          <w:sz w:val="22"/>
          <w:szCs w:val="22"/>
        </w:rPr>
        <w:t xml:space="preserve"> 10</w:t>
      </w:r>
      <w:r w:rsidR="006F3B29" w:rsidRPr="006F3B29">
        <w:rPr>
          <w:iCs/>
          <w:sz w:val="22"/>
          <w:szCs w:val="22"/>
          <w:vertAlign w:val="superscript"/>
        </w:rPr>
        <w:t>th</w:t>
      </w:r>
      <w:r w:rsidR="006F3B29">
        <w:rPr>
          <w:iCs/>
          <w:sz w:val="22"/>
          <w:szCs w:val="22"/>
        </w:rPr>
        <w:t xml:space="preserve">  </w:t>
      </w:r>
      <w:r w:rsidR="005E68D9" w:rsidRPr="004B6C56">
        <w:rPr>
          <w:iCs/>
          <w:sz w:val="22"/>
          <w:szCs w:val="22"/>
        </w:rPr>
        <w:t>day of</w:t>
      </w:r>
      <w:r w:rsidR="005E68D9" w:rsidRPr="004B6C56">
        <w:rPr>
          <w:iCs/>
          <w:sz w:val="22"/>
          <w:szCs w:val="22"/>
        </w:rPr>
        <w:tab/>
      </w:r>
      <w:r w:rsidR="007C3ADA">
        <w:rPr>
          <w:iCs/>
          <w:sz w:val="22"/>
          <w:szCs w:val="22"/>
        </w:rPr>
        <w:t xml:space="preserve">January </w:t>
      </w:r>
      <w:r w:rsidR="006D2F5E" w:rsidRPr="007C3ADA">
        <w:rPr>
          <w:iCs/>
          <w:sz w:val="22"/>
          <w:szCs w:val="22"/>
        </w:rPr>
        <w:t>20</w:t>
      </w:r>
      <w:r w:rsidR="00C10481" w:rsidRPr="007C3ADA">
        <w:rPr>
          <w:iCs/>
          <w:sz w:val="22"/>
          <w:szCs w:val="22"/>
        </w:rPr>
        <w:t>20</w:t>
      </w:r>
    </w:p>
    <w:p w14:paraId="43DE7D0C" w14:textId="77777777" w:rsidR="00E321E1" w:rsidRPr="004B6C56" w:rsidRDefault="00E321E1" w:rsidP="0028447B">
      <w:pPr>
        <w:rPr>
          <w:sz w:val="22"/>
          <w:szCs w:val="22"/>
        </w:rPr>
      </w:pPr>
    </w:p>
    <w:p w14:paraId="497005E8" w14:textId="77777777" w:rsidR="00E321E1" w:rsidRPr="004B6C56" w:rsidRDefault="00E321E1" w:rsidP="0028447B">
      <w:pPr>
        <w:rPr>
          <w:sz w:val="22"/>
          <w:szCs w:val="22"/>
        </w:rPr>
      </w:pPr>
    </w:p>
    <w:p w14:paraId="699F793C" w14:textId="77777777" w:rsidR="00E321E1" w:rsidRPr="004B6C56" w:rsidRDefault="00E321E1" w:rsidP="0028447B">
      <w:pPr>
        <w:rPr>
          <w:sz w:val="22"/>
          <w:szCs w:val="22"/>
        </w:rPr>
      </w:pPr>
    </w:p>
    <w:p w14:paraId="25FAD87A" w14:textId="77777777" w:rsidR="00E321E1" w:rsidRPr="004B6C56" w:rsidRDefault="00E321E1" w:rsidP="0028447B">
      <w:pPr>
        <w:rPr>
          <w:sz w:val="22"/>
          <w:szCs w:val="22"/>
        </w:rPr>
      </w:pPr>
    </w:p>
    <w:p w14:paraId="234F8675" w14:textId="77777777" w:rsidR="00E321E1" w:rsidRPr="004B6C56" w:rsidRDefault="00E321E1" w:rsidP="0028447B">
      <w:pPr>
        <w:rPr>
          <w:sz w:val="22"/>
          <w:szCs w:val="22"/>
        </w:rPr>
      </w:pPr>
    </w:p>
    <w:p w14:paraId="3CE5EA94" w14:textId="6351BD83" w:rsidR="00E321E1" w:rsidRPr="004B6C56" w:rsidRDefault="00FB1480" w:rsidP="0028447B">
      <w:pPr>
        <w:jc w:val="center"/>
        <w:rPr>
          <w:sz w:val="22"/>
          <w:szCs w:val="22"/>
        </w:rPr>
      </w:pPr>
      <w:r w:rsidRPr="004B6C56">
        <w:rPr>
          <w:sz w:val="22"/>
          <w:szCs w:val="22"/>
        </w:rPr>
        <w:t>..…………</w:t>
      </w:r>
      <w:r w:rsidR="006F3B29">
        <w:rPr>
          <w:sz w:val="22"/>
          <w:szCs w:val="22"/>
        </w:rPr>
        <w:t>Dane Roberts</w:t>
      </w:r>
      <w:r w:rsidRPr="004B6C56">
        <w:rPr>
          <w:sz w:val="22"/>
          <w:szCs w:val="22"/>
        </w:rPr>
        <w:t>…….……..</w:t>
      </w:r>
    </w:p>
    <w:p w14:paraId="5B6512D2" w14:textId="77777777" w:rsidR="00F755FB" w:rsidRPr="004B6C5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4F8FE113" w14:textId="77777777"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5D4908">
        <w:rPr>
          <w:rFonts w:ascii="Times New Roman" w:hAnsi="Times New Roman" w:cs="Times New Roman"/>
          <w:snapToGrid w:val="0"/>
          <w:sz w:val="22"/>
          <w:szCs w:val="22"/>
          <w:lang w:val="en-AU"/>
        </w:rPr>
        <w:t xml:space="preserve">Delegate of the </w:t>
      </w:r>
      <w:r w:rsidRPr="008F5A1A">
        <w:rPr>
          <w:rFonts w:ascii="Times New Roman" w:hAnsi="Times New Roman" w:cs="Times New Roman"/>
          <w:sz w:val="22"/>
          <w:szCs w:val="22"/>
        </w:rPr>
        <w:t xml:space="preserve">Minister for </w:t>
      </w:r>
      <w:r w:rsidR="00A6198D" w:rsidRPr="008F5A1A">
        <w:rPr>
          <w:rFonts w:ascii="Times New Roman" w:hAnsi="Times New Roman" w:cs="Times New Roman"/>
          <w:sz w:val="22"/>
          <w:szCs w:val="22"/>
        </w:rPr>
        <w:t>the</w:t>
      </w:r>
      <w:r w:rsidR="00442816" w:rsidRPr="008F5A1A">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w:t>
      </w:r>
    </w:p>
    <w:sectPr w:rsidR="00B134B6" w:rsidRPr="004B6C56" w:rsidSect="0028447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2325E6" w14:textId="77777777" w:rsidR="0090224F" w:rsidRDefault="0090224F">
      <w:r>
        <w:separator/>
      </w:r>
    </w:p>
  </w:endnote>
  <w:endnote w:type="continuationSeparator" w:id="0">
    <w:p w14:paraId="6B301A63" w14:textId="77777777" w:rsidR="0090224F" w:rsidRDefault="00902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653C" w14:textId="77777777" w:rsidR="00C23371" w:rsidRDefault="00C233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6B025" w14:textId="77777777" w:rsidR="00C23371" w:rsidRDefault="00C233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FC665" w14:textId="77777777" w:rsidR="00C23371" w:rsidRDefault="00C233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6FB9A5" w14:textId="77777777" w:rsidR="0090224F" w:rsidRDefault="0090224F">
      <w:r>
        <w:separator/>
      </w:r>
    </w:p>
  </w:footnote>
  <w:footnote w:type="continuationSeparator" w:id="0">
    <w:p w14:paraId="6C9C3C9A" w14:textId="77777777" w:rsidR="0090224F" w:rsidRDefault="009022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C5B78" w14:textId="77777777" w:rsidR="00C23371" w:rsidRDefault="00C233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08526" w14:textId="77777777" w:rsidR="00C23371" w:rsidRDefault="00C233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ACCB8" w14:textId="77777777" w:rsidR="0028447B" w:rsidRDefault="0028447B">
    <w:pPr>
      <w:pStyle w:val="Header"/>
      <w:jc w:val="right"/>
      <w:rPr>
        <w:sz w:val="20"/>
      </w:rPr>
    </w:pPr>
    <w:r>
      <w:rPr>
        <w:b/>
        <w:sz w:val="20"/>
      </w:rPr>
      <w:t>Unique Identifying Number:</w:t>
    </w:r>
  </w:p>
  <w:p w14:paraId="2A1C68D7"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24F"/>
    <w:rsid w:val="00022807"/>
    <w:rsid w:val="00035DC3"/>
    <w:rsid w:val="00075416"/>
    <w:rsid w:val="000928E7"/>
    <w:rsid w:val="000C59BA"/>
    <w:rsid w:val="000D53C1"/>
    <w:rsid w:val="000E4742"/>
    <w:rsid w:val="0010603F"/>
    <w:rsid w:val="00131745"/>
    <w:rsid w:val="0013726A"/>
    <w:rsid w:val="00141DC4"/>
    <w:rsid w:val="00143D0C"/>
    <w:rsid w:val="001572F9"/>
    <w:rsid w:val="00157A07"/>
    <w:rsid w:val="00182222"/>
    <w:rsid w:val="00191A78"/>
    <w:rsid w:val="002476C0"/>
    <w:rsid w:val="0028447B"/>
    <w:rsid w:val="002A2D3C"/>
    <w:rsid w:val="00300E20"/>
    <w:rsid w:val="00313CDC"/>
    <w:rsid w:val="00330C65"/>
    <w:rsid w:val="003732DA"/>
    <w:rsid w:val="003779EB"/>
    <w:rsid w:val="00387222"/>
    <w:rsid w:val="00390BAD"/>
    <w:rsid w:val="003933A8"/>
    <w:rsid w:val="003A3E63"/>
    <w:rsid w:val="003A7647"/>
    <w:rsid w:val="003C6481"/>
    <w:rsid w:val="003F0B0A"/>
    <w:rsid w:val="003F79A0"/>
    <w:rsid w:val="00406255"/>
    <w:rsid w:val="00412E43"/>
    <w:rsid w:val="00433409"/>
    <w:rsid w:val="00442816"/>
    <w:rsid w:val="004971A3"/>
    <w:rsid w:val="004A2909"/>
    <w:rsid w:val="004B6C56"/>
    <w:rsid w:val="004C0D63"/>
    <w:rsid w:val="004E4888"/>
    <w:rsid w:val="00542D40"/>
    <w:rsid w:val="005739BE"/>
    <w:rsid w:val="005D4908"/>
    <w:rsid w:val="005E68D9"/>
    <w:rsid w:val="005F34BD"/>
    <w:rsid w:val="006852D4"/>
    <w:rsid w:val="006D2F5E"/>
    <w:rsid w:val="006E18FA"/>
    <w:rsid w:val="006F1DB8"/>
    <w:rsid w:val="006F3B29"/>
    <w:rsid w:val="0073448B"/>
    <w:rsid w:val="007866A3"/>
    <w:rsid w:val="007A3126"/>
    <w:rsid w:val="007C176F"/>
    <w:rsid w:val="007C3ADA"/>
    <w:rsid w:val="007C5DB1"/>
    <w:rsid w:val="007D0382"/>
    <w:rsid w:val="0080484A"/>
    <w:rsid w:val="00807FA4"/>
    <w:rsid w:val="00823CCF"/>
    <w:rsid w:val="0085266F"/>
    <w:rsid w:val="00863B42"/>
    <w:rsid w:val="00865365"/>
    <w:rsid w:val="00877B21"/>
    <w:rsid w:val="008972F9"/>
    <w:rsid w:val="008A7845"/>
    <w:rsid w:val="008F5A1A"/>
    <w:rsid w:val="0090224F"/>
    <w:rsid w:val="0092419F"/>
    <w:rsid w:val="0093547F"/>
    <w:rsid w:val="00941B39"/>
    <w:rsid w:val="009F0448"/>
    <w:rsid w:val="009F1F70"/>
    <w:rsid w:val="00A157AF"/>
    <w:rsid w:val="00A17E57"/>
    <w:rsid w:val="00A22CBB"/>
    <w:rsid w:val="00A34121"/>
    <w:rsid w:val="00A6198D"/>
    <w:rsid w:val="00A65DF9"/>
    <w:rsid w:val="00AA004D"/>
    <w:rsid w:val="00AE01BE"/>
    <w:rsid w:val="00B134B6"/>
    <w:rsid w:val="00B821FC"/>
    <w:rsid w:val="00BA5A3E"/>
    <w:rsid w:val="00BA5BEB"/>
    <w:rsid w:val="00BB69C4"/>
    <w:rsid w:val="00BE4C00"/>
    <w:rsid w:val="00C03370"/>
    <w:rsid w:val="00C10481"/>
    <w:rsid w:val="00C23371"/>
    <w:rsid w:val="00C4202F"/>
    <w:rsid w:val="00C64506"/>
    <w:rsid w:val="00C77716"/>
    <w:rsid w:val="00C91B0F"/>
    <w:rsid w:val="00CB0588"/>
    <w:rsid w:val="00CC100A"/>
    <w:rsid w:val="00CE24C0"/>
    <w:rsid w:val="00CE3DA1"/>
    <w:rsid w:val="00D0634F"/>
    <w:rsid w:val="00D12080"/>
    <w:rsid w:val="00DA4775"/>
    <w:rsid w:val="00DA5695"/>
    <w:rsid w:val="00DB6FE5"/>
    <w:rsid w:val="00DF487E"/>
    <w:rsid w:val="00DF543C"/>
    <w:rsid w:val="00E25805"/>
    <w:rsid w:val="00E321E1"/>
    <w:rsid w:val="00E323BB"/>
    <w:rsid w:val="00E661FE"/>
    <w:rsid w:val="00E92FA8"/>
    <w:rsid w:val="00EE3E5C"/>
    <w:rsid w:val="00F12CD8"/>
    <w:rsid w:val="00F24BBC"/>
    <w:rsid w:val="00F41316"/>
    <w:rsid w:val="00F755FB"/>
    <w:rsid w:val="00FB1480"/>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138414"/>
  <w15:docId w15:val="{797F50A7-7B09-4C96-B0B1-D42E8E3FE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38E2E7BC.dotm</Template>
  <TotalTime>1</TotalTime>
  <Pages>1</Pages>
  <Words>292</Words>
  <Characters>1571</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creator>Department of the Environment and Energy</dc:creator>
  <cp:lastModifiedBy>Durack, Bec</cp:lastModifiedBy>
  <cp:revision>2</cp:revision>
  <dcterms:created xsi:type="dcterms:W3CDTF">2020-01-21T04:58:00Z</dcterms:created>
  <dcterms:modified xsi:type="dcterms:W3CDTF">2020-01-21T04:58:00Z</dcterms:modified>
</cp:coreProperties>
</file>