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37" w:rsidRPr="009D00C9" w:rsidRDefault="00640137" w:rsidP="00640137">
      <w:pPr>
        <w:spacing w:after="0" w:line="240" w:lineRule="auto"/>
        <w:jc w:val="right"/>
        <w:rPr>
          <w:sz w:val="20"/>
          <w:szCs w:val="20"/>
        </w:rPr>
      </w:pPr>
      <w:r w:rsidRPr="009D00C9">
        <w:rPr>
          <w:sz w:val="20"/>
          <w:szCs w:val="20"/>
        </w:rPr>
        <w:t>Ref</w:t>
      </w:r>
      <w:proofErr w:type="gramStart"/>
      <w:r w:rsidRPr="009D00C9">
        <w:rPr>
          <w:sz w:val="20"/>
          <w:szCs w:val="20"/>
        </w:rPr>
        <w:t>:</w:t>
      </w:r>
      <w:r w:rsidR="00152521">
        <w:rPr>
          <w:sz w:val="20"/>
          <w:szCs w:val="20"/>
        </w:rPr>
        <w:t>002068366</w:t>
      </w:r>
      <w:proofErr w:type="gramEnd"/>
    </w:p>
    <w:p w:rsidR="00640137" w:rsidRPr="009D00C9" w:rsidRDefault="00640137" w:rsidP="00640137">
      <w:pPr>
        <w:spacing w:after="0" w:line="240" w:lineRule="auto"/>
      </w:pPr>
    </w:p>
    <w:p w:rsidR="00640137" w:rsidRPr="009D00C9" w:rsidRDefault="00640137" w:rsidP="00640137">
      <w:pPr>
        <w:spacing w:after="0" w:line="240" w:lineRule="auto"/>
      </w:pPr>
    </w:p>
    <w:p w:rsidR="007E55F4" w:rsidRDefault="007E55F4" w:rsidP="007E55F4">
      <w:pPr>
        <w:contextualSpacing/>
      </w:pPr>
      <w:r w:rsidRPr="00DD3F3A">
        <w:t xml:space="preserve">Heather </w:t>
      </w:r>
      <w:proofErr w:type="spellStart"/>
      <w:r w:rsidRPr="00DD3F3A">
        <w:t>Brayford</w:t>
      </w:r>
      <w:proofErr w:type="spellEnd"/>
      <w:r w:rsidRPr="0052361B">
        <w:rPr>
          <w:highlight w:val="yellow"/>
        </w:rPr>
        <w:br/>
      </w:r>
      <w:r w:rsidRPr="00DD3F3A">
        <w:t>Deputy Directo</w:t>
      </w:r>
      <w:bookmarkStart w:id="0" w:name="_GoBack"/>
      <w:bookmarkEnd w:id="0"/>
      <w:r w:rsidRPr="00DD3F3A">
        <w:t>r General, Sustainability and Biosecurity</w:t>
      </w:r>
    </w:p>
    <w:p w:rsidR="007E55F4" w:rsidRDefault="007E55F4" w:rsidP="007E55F4">
      <w:pPr>
        <w:contextualSpacing/>
      </w:pPr>
      <w:r w:rsidRPr="00CD1576">
        <w:rPr>
          <w:rFonts w:cs="Arial"/>
        </w:rPr>
        <w:t>Department of Primary Industries and Regional Development</w:t>
      </w:r>
      <w:r w:rsidRPr="0052361B">
        <w:rPr>
          <w:highlight w:val="yellow"/>
        </w:rPr>
        <w:br/>
      </w:r>
      <w:r w:rsidRPr="00CD1576">
        <w:t xml:space="preserve">Locked Bag 4 </w:t>
      </w:r>
      <w:r w:rsidRPr="0052361B">
        <w:rPr>
          <w:highlight w:val="yellow"/>
        </w:rPr>
        <w:br/>
      </w:r>
      <w:r w:rsidRPr="00CD1576">
        <w:t xml:space="preserve">Bentley Delivery </w:t>
      </w:r>
      <w:proofErr w:type="gramStart"/>
      <w:r w:rsidRPr="00CD1576">
        <w:t xml:space="preserve">Centre </w:t>
      </w:r>
      <w:r>
        <w:t xml:space="preserve"> </w:t>
      </w:r>
      <w:r w:rsidRPr="00CD1576">
        <w:t>WA</w:t>
      </w:r>
      <w:proofErr w:type="gramEnd"/>
      <w:r w:rsidRPr="00CD1576">
        <w:t xml:space="preserve"> </w:t>
      </w:r>
      <w:r>
        <w:t xml:space="preserve"> </w:t>
      </w:r>
      <w:r w:rsidRPr="00CD1576">
        <w:t>6983</w:t>
      </w:r>
      <w:r w:rsidR="00BD6406" w:rsidRPr="00BD6406">
        <w:t xml:space="preserve">Letter to Heather </w:t>
      </w:r>
      <w:proofErr w:type="spellStart"/>
      <w:r w:rsidR="00BD6406" w:rsidRPr="00BD6406">
        <w:t>Brayford</w:t>
      </w:r>
      <w:proofErr w:type="spellEnd"/>
      <w:r w:rsidR="00BD6406" w:rsidRPr="00BD6406">
        <w:t xml:space="preserve"> – 14 October 2019</w:t>
      </w:r>
    </w:p>
    <w:p w:rsidR="00640137" w:rsidRDefault="00640137" w:rsidP="00640137">
      <w:pPr>
        <w:spacing w:after="0" w:line="240" w:lineRule="auto"/>
      </w:pPr>
    </w:p>
    <w:p w:rsidR="00640137" w:rsidRPr="009D00C9" w:rsidRDefault="00640137" w:rsidP="00640137">
      <w:pPr>
        <w:spacing w:after="0" w:line="240" w:lineRule="auto"/>
      </w:pPr>
    </w:p>
    <w:p w:rsidR="00640137" w:rsidRDefault="00640137" w:rsidP="00640137">
      <w:pPr>
        <w:spacing w:after="0" w:line="240" w:lineRule="auto"/>
      </w:pPr>
      <w:r w:rsidRPr="009D00C9">
        <w:t xml:space="preserve">Dear </w:t>
      </w:r>
      <w:r w:rsidRPr="007E55F4">
        <w:t>Ms</w:t>
      </w:r>
      <w:r w:rsidR="007E55F4">
        <w:t xml:space="preserve"> </w:t>
      </w:r>
      <w:proofErr w:type="spellStart"/>
      <w:r w:rsidR="007E55F4">
        <w:t>Brayford</w:t>
      </w:r>
      <w:proofErr w:type="spellEnd"/>
    </w:p>
    <w:p w:rsidR="00640137" w:rsidRPr="009D00C9" w:rsidRDefault="00640137" w:rsidP="00640137">
      <w:pPr>
        <w:spacing w:after="0" w:line="240" w:lineRule="auto"/>
      </w:pPr>
    </w:p>
    <w:p w:rsidR="00640137" w:rsidRDefault="00640137" w:rsidP="00151DAF">
      <w:pPr>
        <w:spacing w:after="0"/>
        <w:rPr>
          <w:rFonts w:cs="Arial"/>
        </w:rPr>
      </w:pPr>
      <w:r w:rsidRPr="009D00C9">
        <w:rPr>
          <w:rFonts w:cs="Arial"/>
        </w:rPr>
        <w:t>I am writing to you as Delegate of t</w:t>
      </w:r>
      <w:r w:rsidRPr="0038243A">
        <w:rPr>
          <w:rFonts w:cs="Arial"/>
        </w:rPr>
        <w:t>he Minister for the Environment in relat</w:t>
      </w:r>
      <w:r w:rsidRPr="009D00C9">
        <w:rPr>
          <w:rFonts w:cs="Arial"/>
        </w:rPr>
        <w:t xml:space="preserve">ion to the </w:t>
      </w:r>
      <w:r w:rsidRPr="004160E4">
        <w:rPr>
          <w:rFonts w:cs="Arial"/>
        </w:rPr>
        <w:t>reassessment of t</w:t>
      </w:r>
      <w:r w:rsidRPr="009D00C9">
        <w:rPr>
          <w:rFonts w:cs="Arial"/>
        </w:rPr>
        <w:t xml:space="preserve">he </w:t>
      </w:r>
      <w:r w:rsidR="0038243A">
        <w:rPr>
          <w:rFonts w:cs="Arial"/>
        </w:rPr>
        <w:t xml:space="preserve">Western Australian Marine Aquarium Fish Managed Fishery </w:t>
      </w:r>
      <w:r w:rsidRPr="009D00C9">
        <w:rPr>
          <w:rFonts w:cs="Arial"/>
        </w:rPr>
        <w:t>(the</w:t>
      </w:r>
      <w:r w:rsidR="005F072D">
        <w:rPr>
          <w:rFonts w:cs="Arial"/>
        </w:rPr>
        <w:t> </w:t>
      </w:r>
      <w:r w:rsidRPr="009D00C9">
        <w:rPr>
          <w:rFonts w:cs="Arial"/>
        </w:rPr>
        <w:t xml:space="preserve">fishery) under the </w:t>
      </w:r>
      <w:r w:rsidRPr="00151DAF">
        <w:rPr>
          <w:rFonts w:cs="Arial"/>
          <w:i/>
        </w:rPr>
        <w:t>Environment Protection and Biodiversity Conservation Act 1999</w:t>
      </w:r>
      <w:r w:rsidRPr="00151DAF">
        <w:rPr>
          <w:rFonts w:cs="Arial"/>
        </w:rPr>
        <w:t xml:space="preserve"> </w:t>
      </w:r>
      <w:r w:rsidRPr="009D00C9">
        <w:rPr>
          <w:rFonts w:cs="Arial"/>
        </w:rPr>
        <w:t>(EPBC Act).</w:t>
      </w:r>
    </w:p>
    <w:p w:rsidR="00640137" w:rsidRPr="009D00C9" w:rsidRDefault="00640137" w:rsidP="00D42580">
      <w:pPr>
        <w:widowControl w:val="0"/>
        <w:spacing w:after="0"/>
        <w:rPr>
          <w:rFonts w:cs="Arial"/>
        </w:rPr>
      </w:pPr>
    </w:p>
    <w:p w:rsidR="00640137" w:rsidRDefault="00640137" w:rsidP="00D42580">
      <w:pPr>
        <w:spacing w:after="0"/>
        <w:rPr>
          <w:rFonts w:cs="Arial"/>
        </w:rPr>
      </w:pPr>
      <w:r w:rsidRPr="002A3DB3">
        <w:rPr>
          <w:rFonts w:cs="Arial"/>
        </w:rPr>
        <w:t xml:space="preserve">In </w:t>
      </w:r>
      <w:r w:rsidR="002A3DB3" w:rsidRPr="002A3DB3">
        <w:rPr>
          <w:rFonts w:cs="Arial"/>
        </w:rPr>
        <w:t>August 2019</w:t>
      </w:r>
      <w:r w:rsidRPr="002A3DB3">
        <w:rPr>
          <w:rFonts w:cs="Arial"/>
        </w:rPr>
        <w:t xml:space="preserve">, the </w:t>
      </w:r>
      <w:r w:rsidR="002A3DB3" w:rsidRPr="002A3DB3">
        <w:rPr>
          <w:rFonts w:cs="Arial"/>
          <w:lang w:val="en"/>
        </w:rPr>
        <w:t>Western Australian Department of Primary Industries and Regional Development</w:t>
      </w:r>
      <w:r w:rsidRPr="002A3DB3">
        <w:rPr>
          <w:rFonts w:cs="Arial"/>
        </w:rPr>
        <w:t xml:space="preserve"> applied for export approval for the fishery under the EPBC Act.</w:t>
      </w:r>
      <w:r w:rsidR="002A3DB3">
        <w:rPr>
          <w:rFonts w:cs="Arial"/>
        </w:rPr>
        <w:t xml:space="preserve"> </w:t>
      </w:r>
      <w:r w:rsidRPr="009D00C9">
        <w:rPr>
          <w:rFonts w:cs="Arial"/>
        </w:rPr>
        <w:t>Th</w:t>
      </w:r>
      <w:r w:rsidR="002A3DB3">
        <w:rPr>
          <w:rFonts w:cs="Arial"/>
        </w:rPr>
        <w:t xml:space="preserve">e application has been assessed, </w:t>
      </w:r>
      <w:r w:rsidRPr="009D00C9">
        <w:rPr>
          <w:rFonts w:cs="Arial"/>
        </w:rPr>
        <w:t>and I have declared the fishery</w:t>
      </w:r>
      <w:r w:rsidRPr="009D00C9" w:rsidDel="00DD1580">
        <w:rPr>
          <w:rFonts w:cs="Arial"/>
        </w:rPr>
        <w:t xml:space="preserve"> </w:t>
      </w:r>
      <w:r w:rsidRPr="009D00C9">
        <w:t xml:space="preserve">an approved wildlife trade operation under Part 13A of the EPBC Act until </w:t>
      </w:r>
      <w:r w:rsidR="002A3DB3" w:rsidRPr="007244AD">
        <w:t>14 October 2022</w:t>
      </w:r>
      <w:r w:rsidRPr="007244AD">
        <w:t xml:space="preserve">. </w:t>
      </w:r>
      <w:r w:rsidRPr="007244AD">
        <w:rPr>
          <w:rFonts w:cs="Arial"/>
          <w:color w:val="000000"/>
        </w:rPr>
        <w:t>Th</w:t>
      </w:r>
      <w:r w:rsidRPr="009D00C9">
        <w:rPr>
          <w:rFonts w:cs="Arial"/>
          <w:color w:val="000000"/>
        </w:rPr>
        <w:t>e</w:t>
      </w:r>
      <w:r w:rsidRPr="009D00C9">
        <w:rPr>
          <w:rFonts w:cs="Arial"/>
        </w:rPr>
        <w:t xml:space="preserve"> list of exempt native specimens has also been amended</w:t>
      </w:r>
      <w:r w:rsidR="00ED6D43">
        <w:rPr>
          <w:rFonts w:cs="Arial"/>
        </w:rPr>
        <w:t>,</w:t>
      </w:r>
      <w:r w:rsidRPr="009D00C9">
        <w:rPr>
          <w:rFonts w:cs="Arial"/>
        </w:rPr>
        <w:t xml:space="preserve"> to allow export of product from the fishery</w:t>
      </w:r>
      <w:r w:rsidRPr="009D00C9" w:rsidDel="00DD1580">
        <w:rPr>
          <w:rFonts w:cs="Arial"/>
        </w:rPr>
        <w:t xml:space="preserve"> </w:t>
      </w:r>
      <w:r w:rsidRPr="009D00C9">
        <w:t>while the specimens are covered by the declaration as an approved wildlife trade operation</w:t>
      </w:r>
      <w:r w:rsidRPr="009D00C9">
        <w:rPr>
          <w:rFonts w:cs="Arial"/>
        </w:rPr>
        <w:t xml:space="preserve">. </w:t>
      </w:r>
    </w:p>
    <w:p w:rsidR="00640137" w:rsidRPr="009D00C9" w:rsidRDefault="00640137" w:rsidP="00D42580">
      <w:pPr>
        <w:spacing w:after="0"/>
        <w:rPr>
          <w:rFonts w:cs="Arial"/>
        </w:rPr>
      </w:pPr>
    </w:p>
    <w:p w:rsidR="00640137" w:rsidRDefault="00640137" w:rsidP="00D42580">
      <w:pPr>
        <w:spacing w:after="0"/>
        <w:rPr>
          <w:rFonts w:cs="Arial"/>
          <w:color w:val="1F497D"/>
        </w:rPr>
      </w:pPr>
      <w:r w:rsidRPr="009D00C9">
        <w:rPr>
          <w:rFonts w:cs="Arial"/>
        </w:rPr>
        <w:t>The Part 13A declaration includes conditions that were agreed by officials from both departments as areas requiring ongoing attention. These are set ou</w:t>
      </w:r>
      <w:r w:rsidRPr="003A5C37">
        <w:rPr>
          <w:rFonts w:cs="Arial"/>
        </w:rPr>
        <w:t xml:space="preserve">t at </w:t>
      </w:r>
      <w:r w:rsidRPr="003A5C37">
        <w:rPr>
          <w:rFonts w:cs="Arial"/>
          <w:u w:val="single"/>
        </w:rPr>
        <w:t>Attachment 1</w:t>
      </w:r>
      <w:r w:rsidRPr="003A5C37">
        <w:rPr>
          <w:rFonts w:cs="Arial"/>
        </w:rPr>
        <w:t>.</w:t>
      </w:r>
      <w:r w:rsidRPr="009D00C9">
        <w:rPr>
          <w:rFonts w:cs="Arial"/>
          <w:lang w:eastAsia="zh-CN" w:bidi="th-TH"/>
        </w:rPr>
        <w:t xml:space="preserve"> </w:t>
      </w:r>
    </w:p>
    <w:p w:rsidR="00640137" w:rsidRPr="009D00C9" w:rsidRDefault="00640137" w:rsidP="00D42580">
      <w:pPr>
        <w:spacing w:after="0"/>
      </w:pPr>
    </w:p>
    <w:p w:rsidR="00640137" w:rsidRPr="00722A9F" w:rsidRDefault="00640137" w:rsidP="00D42580">
      <w:pPr>
        <w:spacing w:after="0"/>
        <w:rPr>
          <w:rFonts w:cs="Arial"/>
        </w:rPr>
      </w:pPr>
      <w:r w:rsidRPr="00722A9F">
        <w:rPr>
          <w:rFonts w:cs="Arial"/>
        </w:rPr>
        <w:t>The existing Part 13 accreditation will remain in place based on the previous assessment of the fishery’s management arrangements</w:t>
      </w:r>
      <w:r w:rsidR="00F33F2B">
        <w:rPr>
          <w:rFonts w:cs="Arial"/>
        </w:rPr>
        <w:t>,</w:t>
      </w:r>
      <w:r w:rsidRPr="00722A9F">
        <w:rPr>
          <w:rFonts w:cs="Arial"/>
        </w:rPr>
        <w:t xml:space="preserve"> designed to minimise interactions with species listed under the EPBC Act. </w:t>
      </w:r>
      <w:r w:rsidR="005E0FBB">
        <w:rPr>
          <w:rFonts w:cs="Arial"/>
        </w:rPr>
        <w:t xml:space="preserve">The </w:t>
      </w:r>
      <w:r w:rsidR="006E6F79">
        <w:rPr>
          <w:rFonts w:cs="Arial"/>
        </w:rPr>
        <w:t>existing</w:t>
      </w:r>
      <w:r w:rsidR="00291844">
        <w:rPr>
          <w:rFonts w:cs="Arial"/>
        </w:rPr>
        <w:t xml:space="preserve"> </w:t>
      </w:r>
      <w:r w:rsidR="005E0FBB">
        <w:rPr>
          <w:rFonts w:cs="Arial"/>
        </w:rPr>
        <w:t>Part 13 accreditation</w:t>
      </w:r>
      <w:r w:rsidRPr="00722A9F">
        <w:rPr>
          <w:rFonts w:cs="Arial"/>
        </w:rPr>
        <w:t xml:space="preserve"> </w:t>
      </w:r>
      <w:r w:rsidR="00AA3A21">
        <w:rPr>
          <w:rFonts w:cs="Arial"/>
        </w:rPr>
        <w:t>specifies</w:t>
      </w:r>
      <w:r w:rsidRPr="00722A9F">
        <w:rPr>
          <w:rFonts w:cs="Arial"/>
        </w:rPr>
        <w:t xml:space="preserve"> </w:t>
      </w:r>
      <w:r w:rsidR="005E0FBB">
        <w:rPr>
          <w:rFonts w:cs="Arial"/>
        </w:rPr>
        <w:t>one</w:t>
      </w:r>
      <w:r w:rsidRPr="00722A9F">
        <w:rPr>
          <w:rFonts w:cs="Arial"/>
        </w:rPr>
        <w:t xml:space="preserve"> condition</w:t>
      </w:r>
      <w:r w:rsidR="005E0FBB">
        <w:rPr>
          <w:rFonts w:cs="Arial"/>
        </w:rPr>
        <w:t>,</w:t>
      </w:r>
      <w:r w:rsidRPr="00722A9F">
        <w:rPr>
          <w:rFonts w:cs="Arial"/>
        </w:rPr>
        <w:t xml:space="preserve"> requiring </w:t>
      </w:r>
      <w:r w:rsidR="00AA3A21">
        <w:rPr>
          <w:rFonts w:cs="Arial"/>
        </w:rPr>
        <w:t xml:space="preserve">that </w:t>
      </w:r>
      <w:r w:rsidR="005E0FBB">
        <w:rPr>
          <w:rFonts w:cs="Arial"/>
        </w:rPr>
        <w:t>p</w:t>
      </w:r>
      <w:r w:rsidR="005E0FBB" w:rsidRPr="00210749">
        <w:rPr>
          <w:snapToGrid w:val="0"/>
        </w:rPr>
        <w:t xml:space="preserve">ersons fishing in accordance with the management regime for the </w:t>
      </w:r>
      <w:r w:rsidR="005F072D">
        <w:rPr>
          <w:snapToGrid w:val="0"/>
        </w:rPr>
        <w:t>fishery,</w:t>
      </w:r>
      <w:r w:rsidR="005E0FBB" w:rsidRPr="00210749">
        <w:rPr>
          <w:snapToGrid w:val="0"/>
        </w:rPr>
        <w:t xml:space="preserve"> in force under the WA </w:t>
      </w:r>
      <w:r w:rsidR="005E0FBB" w:rsidRPr="00210749">
        <w:rPr>
          <w:i/>
          <w:snapToGrid w:val="0"/>
        </w:rPr>
        <w:t>Fish Resources Management Act 1994</w:t>
      </w:r>
      <w:r w:rsidR="005E0FBB" w:rsidRPr="00210749">
        <w:rPr>
          <w:snapToGrid w:val="0"/>
        </w:rPr>
        <w:t xml:space="preserve"> and the W</w:t>
      </w:r>
      <w:r w:rsidR="00084540">
        <w:rPr>
          <w:snapToGrid w:val="0"/>
        </w:rPr>
        <w:t>estern Australian</w:t>
      </w:r>
      <w:r w:rsidR="005E0FBB" w:rsidRPr="00210749">
        <w:rPr>
          <w:snapToGrid w:val="0"/>
        </w:rPr>
        <w:t xml:space="preserve"> Fish Resources Management Regulations 1995</w:t>
      </w:r>
      <w:r w:rsidR="00084540">
        <w:rPr>
          <w:snapToGrid w:val="0"/>
        </w:rPr>
        <w:t>,</w:t>
      </w:r>
      <w:r w:rsidR="005E0FBB" w:rsidRPr="00210749">
        <w:rPr>
          <w:snapToGrid w:val="0"/>
        </w:rPr>
        <w:t xml:space="preserve"> do not retain any species listed under Part 13 of the EPBC Act taken, killed or injured in Commonwealth waters as a result of fishing.</w:t>
      </w:r>
      <w:r w:rsidR="00084540">
        <w:rPr>
          <w:snapToGrid w:val="0"/>
        </w:rPr>
        <w:t xml:space="preserve"> </w:t>
      </w:r>
    </w:p>
    <w:p w:rsidR="00640137" w:rsidRPr="009D00C9" w:rsidRDefault="00640137" w:rsidP="00D42580">
      <w:pPr>
        <w:spacing w:after="0"/>
        <w:rPr>
          <w:rFonts w:cs="Arial"/>
        </w:rPr>
      </w:pPr>
    </w:p>
    <w:p w:rsidR="00640137" w:rsidRDefault="00640137" w:rsidP="00D42580">
      <w:pPr>
        <w:spacing w:after="0"/>
        <w:rPr>
          <w:rFonts w:cs="Arial"/>
        </w:rPr>
      </w:pPr>
      <w:r w:rsidRPr="009D00C9">
        <w:rPr>
          <w:rFonts w:cs="Arial"/>
        </w:rPr>
        <w:t>Please note that any person whose interests are affected by this decision may make an application to the Department for the reasons for the decision, and may apply to the Administrative Appeals Tribunal t</w:t>
      </w:r>
      <w:r w:rsidRPr="003A2C80">
        <w:rPr>
          <w:rFonts w:cs="Arial"/>
        </w:rPr>
        <w:t xml:space="preserve">o have this decision reviewed. I have enclosed further information on these processes at </w:t>
      </w:r>
      <w:r w:rsidRPr="003A2C80">
        <w:rPr>
          <w:rFonts w:cs="Arial"/>
          <w:u w:val="single"/>
        </w:rPr>
        <w:t xml:space="preserve">Attachment </w:t>
      </w:r>
      <w:r w:rsidR="00A37299" w:rsidRPr="003A2C80">
        <w:rPr>
          <w:rFonts w:cs="Arial"/>
          <w:u w:val="single"/>
        </w:rPr>
        <w:t>2</w:t>
      </w:r>
      <w:r w:rsidRPr="003A2C80">
        <w:rPr>
          <w:rFonts w:cs="Arial"/>
        </w:rPr>
        <w:t>.</w:t>
      </w:r>
    </w:p>
    <w:p w:rsidR="00640137" w:rsidRPr="009D00C9" w:rsidRDefault="00640137" w:rsidP="00640137">
      <w:pPr>
        <w:spacing w:after="0" w:line="240" w:lineRule="auto"/>
        <w:rPr>
          <w:rFonts w:cs="Arial"/>
        </w:rPr>
      </w:pPr>
    </w:p>
    <w:p w:rsidR="00640137" w:rsidRPr="00FA6E6F" w:rsidRDefault="00640137" w:rsidP="00640137">
      <w:pPr>
        <w:spacing w:after="0" w:line="240" w:lineRule="auto"/>
        <w:rPr>
          <w:rFonts w:cs="Arial"/>
        </w:rPr>
      </w:pPr>
      <w:bookmarkStart w:id="1" w:name="bkStart"/>
      <w:bookmarkEnd w:id="1"/>
      <w:r w:rsidRPr="00FA6E6F">
        <w:rPr>
          <w:rFonts w:cs="Arial"/>
        </w:rPr>
        <w:t>Yours sincerely</w:t>
      </w:r>
    </w:p>
    <w:p w:rsidR="00640137" w:rsidRPr="00FA6E6F" w:rsidRDefault="00640137" w:rsidP="00640137">
      <w:pPr>
        <w:spacing w:after="0" w:line="240" w:lineRule="auto"/>
      </w:pPr>
      <w:r>
        <w:t xml:space="preserve"> </w:t>
      </w:r>
    </w:p>
    <w:p w:rsidR="00640137" w:rsidRDefault="00936B18" w:rsidP="00640137">
      <w:pPr>
        <w:spacing w:after="0" w:line="240" w:lineRule="auto"/>
      </w:pPr>
      <w:r>
        <w:t xml:space="preserve">[Signed] </w:t>
      </w:r>
    </w:p>
    <w:p w:rsidR="00936B18" w:rsidRDefault="00936B18" w:rsidP="00640137">
      <w:pPr>
        <w:spacing w:after="0" w:line="240" w:lineRule="auto"/>
      </w:pPr>
    </w:p>
    <w:p w:rsidR="00640137" w:rsidRDefault="00123BB8" w:rsidP="00640137">
      <w:pPr>
        <w:tabs>
          <w:tab w:val="left" w:pos="284"/>
        </w:tabs>
        <w:spacing w:after="0" w:line="240" w:lineRule="auto"/>
      </w:pPr>
      <w:r>
        <w:t>Louise Vickery</w:t>
      </w:r>
      <w:r w:rsidR="00640137" w:rsidRPr="00FA6E6F">
        <w:br/>
      </w:r>
      <w:r w:rsidR="00640137" w:rsidRPr="00FA6E6F">
        <w:rPr>
          <w:rFonts w:cs="Arial"/>
        </w:rPr>
        <w:t xml:space="preserve">Delegate of the </w:t>
      </w:r>
      <w:r w:rsidR="00640137" w:rsidRPr="00C648DA">
        <w:rPr>
          <w:rFonts w:cs="Arial"/>
        </w:rPr>
        <w:t xml:space="preserve">Minister for the Environment </w:t>
      </w:r>
      <w:r w:rsidR="00640137" w:rsidRPr="00C648DA">
        <w:br/>
      </w:r>
      <w:r w:rsidR="00640137" w:rsidRPr="00C648DA">
        <w:br/>
      </w:r>
      <w:r w:rsidR="00640137" w:rsidRPr="00C648DA">
        <w:tab/>
      </w:r>
      <w:r w:rsidR="00F32EAE">
        <w:t xml:space="preserve"> </w:t>
      </w:r>
      <w:r w:rsidR="004E41F5">
        <w:t>October</w:t>
      </w:r>
      <w:r w:rsidR="00640137" w:rsidRPr="00C648DA">
        <w:t xml:space="preserve"> </w:t>
      </w:r>
      <w:r w:rsidR="00F34382">
        <w:t>2019</w:t>
      </w:r>
    </w:p>
    <w:p w:rsidR="00640137" w:rsidRPr="00FA6E6F" w:rsidRDefault="00640137" w:rsidP="00640137">
      <w:pPr>
        <w:tabs>
          <w:tab w:val="left" w:pos="284"/>
        </w:tabs>
        <w:spacing w:after="0" w:line="240" w:lineRule="auto"/>
      </w:pPr>
    </w:p>
    <w:p w:rsidR="00640137" w:rsidRPr="00303007" w:rsidRDefault="00640137" w:rsidP="00640137">
      <w:pPr>
        <w:tabs>
          <w:tab w:val="left" w:pos="284"/>
        </w:tabs>
        <w:spacing w:after="0" w:line="240" w:lineRule="auto"/>
        <w:rPr>
          <w:rFonts w:cs="Arial"/>
        </w:rPr>
      </w:pPr>
    </w:p>
    <w:p w:rsidR="00640137" w:rsidRPr="00303007" w:rsidRDefault="00640137" w:rsidP="00640137">
      <w:pPr>
        <w:tabs>
          <w:tab w:val="left" w:pos="284"/>
        </w:tabs>
        <w:rPr>
          <w:rFonts w:cs="Arial"/>
        </w:rPr>
        <w:sectPr w:rsidR="00640137" w:rsidRPr="00303007"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p>
    <w:p w:rsidR="00640137" w:rsidRPr="009D00C9" w:rsidRDefault="00640137" w:rsidP="00640137">
      <w:pPr>
        <w:tabs>
          <w:tab w:val="left" w:pos="284"/>
        </w:tabs>
        <w:spacing w:after="0" w:line="240" w:lineRule="auto"/>
        <w:jc w:val="right"/>
        <w:rPr>
          <w:rFonts w:cs="Arial"/>
          <w:b/>
          <w:sz w:val="20"/>
          <w:szCs w:val="20"/>
        </w:rPr>
      </w:pPr>
      <w:r w:rsidRPr="00940D13">
        <w:rPr>
          <w:rFonts w:cs="Arial"/>
          <w:b/>
          <w:sz w:val="20"/>
          <w:szCs w:val="20"/>
        </w:rPr>
        <w:lastRenderedPageBreak/>
        <w:t>Attachment 1</w:t>
      </w:r>
    </w:p>
    <w:p w:rsidR="00640137" w:rsidRPr="009D00C9" w:rsidRDefault="00640137" w:rsidP="00640137">
      <w:pPr>
        <w:spacing w:after="0" w:line="240" w:lineRule="auto"/>
        <w:jc w:val="right"/>
        <w:rPr>
          <w:rFonts w:cs="Arial"/>
          <w:b/>
          <w:bCs/>
          <w:sz w:val="20"/>
          <w:szCs w:val="20"/>
        </w:rPr>
      </w:pPr>
    </w:p>
    <w:p w:rsidR="00640137" w:rsidRPr="009D00C9" w:rsidRDefault="00640137" w:rsidP="00DB36D1">
      <w:pPr>
        <w:spacing w:after="0" w:line="240" w:lineRule="auto"/>
        <w:rPr>
          <w:rFonts w:cs="Arial"/>
          <w:sz w:val="24"/>
          <w:szCs w:val="24"/>
        </w:rPr>
      </w:pPr>
      <w:r>
        <w:rPr>
          <w:rFonts w:cs="Arial"/>
          <w:b/>
          <w:bCs/>
          <w:sz w:val="24"/>
          <w:szCs w:val="24"/>
        </w:rPr>
        <w:t>Part 13A c</w:t>
      </w:r>
      <w:r w:rsidRPr="009D00C9">
        <w:rPr>
          <w:rFonts w:cs="Arial"/>
          <w:b/>
          <w:bCs/>
          <w:sz w:val="24"/>
          <w:szCs w:val="24"/>
        </w:rPr>
        <w:t xml:space="preserve">onditions to the </w:t>
      </w:r>
      <w:r w:rsidR="00724C92" w:rsidRPr="00724C92">
        <w:rPr>
          <w:rFonts w:cs="Arial"/>
          <w:b/>
          <w:lang w:val="en"/>
        </w:rPr>
        <w:t>Western Australian Department of Primary Industries and Regional Development</w:t>
      </w:r>
      <w:r w:rsidRPr="00724C92">
        <w:rPr>
          <w:rFonts w:cs="Arial"/>
          <w:b/>
          <w:sz w:val="24"/>
          <w:szCs w:val="24"/>
        </w:rPr>
        <w:t xml:space="preserve"> on </w:t>
      </w:r>
      <w:r w:rsidRPr="00724C92">
        <w:rPr>
          <w:rFonts w:cs="Arial"/>
          <w:b/>
          <w:bCs/>
          <w:sz w:val="24"/>
          <w:szCs w:val="24"/>
        </w:rPr>
        <w:t>the approved wildlife trade operat</w:t>
      </w:r>
      <w:r w:rsidRPr="009D00C9">
        <w:rPr>
          <w:rFonts w:cs="Arial"/>
          <w:b/>
          <w:bCs/>
          <w:sz w:val="24"/>
          <w:szCs w:val="24"/>
        </w:rPr>
        <w:t xml:space="preserve">ion declaration for the </w:t>
      </w:r>
      <w:r w:rsidR="00724C92" w:rsidRPr="00B635E9">
        <w:rPr>
          <w:rFonts w:cs="Arial"/>
          <w:b/>
          <w:bCs/>
          <w:sz w:val="24"/>
          <w:szCs w:val="24"/>
        </w:rPr>
        <w:t>Western Australian Marine Aquarium Fish Managed Fishery</w:t>
      </w:r>
      <w:r w:rsidRPr="00B635E9">
        <w:rPr>
          <w:rFonts w:cs="Arial"/>
          <w:b/>
          <w:sz w:val="24"/>
          <w:szCs w:val="24"/>
        </w:rPr>
        <w:t xml:space="preserve"> </w:t>
      </w:r>
      <w:r w:rsidR="00724C92" w:rsidRPr="00043648">
        <w:rPr>
          <w:rFonts w:cs="Arial"/>
          <w:b/>
          <w:sz w:val="24"/>
          <w:szCs w:val="24"/>
        </w:rPr>
        <w:t>–</w:t>
      </w:r>
      <w:r w:rsidRPr="00043648">
        <w:rPr>
          <w:rFonts w:cs="Arial"/>
          <w:b/>
          <w:sz w:val="24"/>
          <w:szCs w:val="24"/>
        </w:rPr>
        <w:t xml:space="preserve"> </w:t>
      </w:r>
      <w:r w:rsidR="00043648" w:rsidRPr="00043648">
        <w:rPr>
          <w:b/>
          <w:sz w:val="24"/>
          <w:szCs w:val="24"/>
        </w:rPr>
        <w:t>October</w:t>
      </w:r>
      <w:r w:rsidR="00724C92" w:rsidRPr="00043648">
        <w:rPr>
          <w:b/>
          <w:sz w:val="24"/>
          <w:szCs w:val="24"/>
        </w:rPr>
        <w:t xml:space="preserve"> 2019</w:t>
      </w:r>
    </w:p>
    <w:p w:rsidR="00640137" w:rsidRPr="00E14857" w:rsidRDefault="00640137" w:rsidP="00640137">
      <w:pPr>
        <w:spacing w:after="0" w:line="240" w:lineRule="auto"/>
        <w:rPr>
          <w:rFonts w:cs="Arial"/>
        </w:rPr>
      </w:pPr>
    </w:p>
    <w:p w:rsidR="000A3184" w:rsidRPr="000A3184" w:rsidRDefault="000A3184" w:rsidP="000A3184">
      <w:pPr>
        <w:pStyle w:val="ListNumber"/>
        <w:numPr>
          <w:ilvl w:val="0"/>
          <w:numId w:val="10"/>
        </w:numPr>
        <w:spacing w:after="0"/>
        <w:ind w:left="284" w:hanging="284"/>
        <w:rPr>
          <w:rFonts w:cs="Arial"/>
        </w:rPr>
      </w:pPr>
      <w:r w:rsidRPr="000A3184">
        <w:rPr>
          <w:rFonts w:cs="Arial"/>
        </w:rPr>
        <w:t xml:space="preserve">Operation of the WA Marine Aquarium Fish Managed Fishery will be carried out </w:t>
      </w:r>
      <w:proofErr w:type="gramStart"/>
      <w:r w:rsidRPr="000A3184">
        <w:rPr>
          <w:rFonts w:cs="Arial"/>
        </w:rPr>
        <w:t>in  accordance</w:t>
      </w:r>
      <w:proofErr w:type="gramEnd"/>
      <w:r w:rsidRPr="000A3184">
        <w:rPr>
          <w:rFonts w:cs="Arial"/>
        </w:rPr>
        <w:t xml:space="preserve"> with the management regime under the Fish Resources Management Act 1994 (Western Australia) and the Fish Resources Management Regulations 1995 (Western Australia).</w:t>
      </w:r>
    </w:p>
    <w:p w:rsidR="000A3184" w:rsidRPr="000A3184" w:rsidRDefault="000A3184" w:rsidP="000A3184">
      <w:pPr>
        <w:pStyle w:val="ListNumber"/>
        <w:numPr>
          <w:ilvl w:val="0"/>
          <w:numId w:val="0"/>
        </w:numPr>
        <w:spacing w:after="0"/>
        <w:ind w:left="680" w:hanging="357"/>
        <w:rPr>
          <w:rFonts w:cs="Arial"/>
        </w:rPr>
      </w:pPr>
      <w:r w:rsidRPr="000A3184">
        <w:rPr>
          <w:rFonts w:cs="Arial"/>
        </w:rPr>
        <w:t xml:space="preserve"> </w:t>
      </w:r>
    </w:p>
    <w:p w:rsidR="000A3184" w:rsidRPr="000A3184" w:rsidRDefault="000A3184" w:rsidP="000A3184">
      <w:pPr>
        <w:pStyle w:val="ListNumber"/>
        <w:numPr>
          <w:ilvl w:val="0"/>
          <w:numId w:val="10"/>
        </w:numPr>
        <w:spacing w:after="0"/>
        <w:ind w:left="284" w:hanging="284"/>
        <w:rPr>
          <w:rFonts w:cs="Arial"/>
        </w:rPr>
      </w:pPr>
      <w:r w:rsidRPr="000A3184">
        <w:rPr>
          <w:rFonts w:cs="Arial"/>
        </w:rPr>
        <w:t xml:space="preserve">The Western Australian Department of Primary Industries and Regional Development to inform the Department of the Environment and Energy of any intended material changes to the Western Australian  Marine Aquarium Fish Managed Fishery management arrangements that may affect the assessment against which </w:t>
      </w:r>
      <w:r w:rsidRPr="000A3184">
        <w:rPr>
          <w:rFonts w:cs="Arial"/>
          <w:i/>
        </w:rPr>
        <w:t>Environment Protection and Biodiversity Conservation Act 1999</w:t>
      </w:r>
      <w:r w:rsidRPr="000A3184">
        <w:rPr>
          <w:rFonts w:cs="Arial"/>
        </w:rPr>
        <w:t xml:space="preserve"> decisions are made.</w:t>
      </w:r>
    </w:p>
    <w:p w:rsidR="000A3184" w:rsidRPr="000A3184" w:rsidRDefault="000A3184" w:rsidP="000A3184">
      <w:pPr>
        <w:pStyle w:val="ListNumber"/>
        <w:numPr>
          <w:ilvl w:val="0"/>
          <w:numId w:val="0"/>
        </w:numPr>
        <w:spacing w:after="0" w:line="240" w:lineRule="auto"/>
        <w:ind w:left="737" w:hanging="357"/>
        <w:rPr>
          <w:rFonts w:cs="Arial"/>
        </w:rPr>
      </w:pPr>
    </w:p>
    <w:p w:rsidR="000A3184" w:rsidRPr="000A3184" w:rsidRDefault="000A3184" w:rsidP="000A3184">
      <w:pPr>
        <w:pStyle w:val="ListNumber"/>
        <w:numPr>
          <w:ilvl w:val="0"/>
          <w:numId w:val="10"/>
        </w:numPr>
        <w:spacing w:after="0"/>
        <w:ind w:left="284" w:hanging="284"/>
        <w:rPr>
          <w:rFonts w:cs="Arial"/>
        </w:rPr>
      </w:pPr>
      <w:r w:rsidRPr="000A3184">
        <w:rPr>
          <w:rFonts w:cs="Arial"/>
        </w:rPr>
        <w:t>The Western Australian Department of Primary Industries and Regional Development to produce and present reports to the Department of the Environment and Energy annually as per Appendix B of the ‘Guidelines for the Ecologically Sustainable Management of Fisheries - 2nd Edition’.</w:t>
      </w:r>
    </w:p>
    <w:p w:rsidR="000A3184" w:rsidRPr="000A3184" w:rsidRDefault="000A3184" w:rsidP="000A3184">
      <w:pPr>
        <w:pStyle w:val="ListNumber"/>
        <w:numPr>
          <w:ilvl w:val="0"/>
          <w:numId w:val="0"/>
        </w:numPr>
        <w:spacing w:after="0"/>
        <w:ind w:left="737" w:hanging="357"/>
        <w:rPr>
          <w:rFonts w:cs="Arial"/>
        </w:rPr>
      </w:pPr>
    </w:p>
    <w:p w:rsidR="000A3184" w:rsidRPr="000A3184" w:rsidRDefault="000A3184" w:rsidP="000A3184">
      <w:pPr>
        <w:numPr>
          <w:ilvl w:val="0"/>
          <w:numId w:val="10"/>
        </w:numPr>
        <w:autoSpaceDE w:val="0"/>
        <w:autoSpaceDN w:val="0"/>
        <w:adjustRightInd w:val="0"/>
        <w:spacing w:after="0" w:line="240" w:lineRule="auto"/>
        <w:ind w:left="284" w:hanging="284"/>
        <w:rPr>
          <w:rFonts w:cs="Arial"/>
        </w:rPr>
      </w:pPr>
      <w:r w:rsidRPr="000A3184">
        <w:rPr>
          <w:rFonts w:cs="Arial"/>
        </w:rPr>
        <w:t>The Western Australian Department of Primary Industries and Regional Development to:</w:t>
      </w:r>
    </w:p>
    <w:p w:rsidR="000A3184" w:rsidRPr="000A3184" w:rsidRDefault="000A3184" w:rsidP="000A3184">
      <w:pPr>
        <w:autoSpaceDE w:val="0"/>
        <w:autoSpaceDN w:val="0"/>
        <w:adjustRightInd w:val="0"/>
        <w:spacing w:after="0"/>
        <w:ind w:left="737"/>
        <w:rPr>
          <w:rFonts w:cs="Arial"/>
          <w:b/>
        </w:rPr>
      </w:pPr>
    </w:p>
    <w:p w:rsidR="000A3184" w:rsidRPr="000A3184" w:rsidRDefault="000A3184" w:rsidP="000A3184">
      <w:pPr>
        <w:numPr>
          <w:ilvl w:val="0"/>
          <w:numId w:val="7"/>
        </w:numPr>
        <w:spacing w:after="120"/>
        <w:ind w:left="709" w:hanging="425"/>
        <w:jc w:val="both"/>
        <w:outlineLvl w:val="0"/>
        <w:rPr>
          <w:rFonts w:cs="Arial"/>
        </w:rPr>
      </w:pPr>
      <w:bookmarkStart w:id="2" w:name="_Toc20233127"/>
      <w:r w:rsidRPr="000A3184">
        <w:rPr>
          <w:rFonts w:cs="Arial"/>
        </w:rPr>
        <w:t>continue to limit harvest of CITES listed species, according to current non-detriment findings, for each species or species group</w:t>
      </w:r>
      <w:bookmarkEnd w:id="2"/>
    </w:p>
    <w:p w:rsidR="000A3184" w:rsidRPr="000A3184" w:rsidRDefault="000A3184" w:rsidP="000A3184">
      <w:pPr>
        <w:numPr>
          <w:ilvl w:val="0"/>
          <w:numId w:val="7"/>
        </w:numPr>
        <w:spacing w:after="0"/>
        <w:ind w:left="709" w:hanging="425"/>
        <w:jc w:val="both"/>
        <w:outlineLvl w:val="0"/>
        <w:rPr>
          <w:rFonts w:cs="Arial"/>
        </w:rPr>
      </w:pPr>
      <w:bookmarkStart w:id="3" w:name="_Toc20233128"/>
      <w:proofErr w:type="gramStart"/>
      <w:r w:rsidRPr="000A3184">
        <w:rPr>
          <w:rFonts w:cs="Arial"/>
        </w:rPr>
        <w:t>continue</w:t>
      </w:r>
      <w:proofErr w:type="gramEnd"/>
      <w:r w:rsidRPr="000A3184">
        <w:rPr>
          <w:rFonts w:cs="Arial"/>
        </w:rPr>
        <w:t xml:space="preserve"> to consult with the Department of the Environment and Energy, prior to a change to the management arrangements for a CITES or EPBC Act listed species being implemented.</w:t>
      </w:r>
      <w:bookmarkEnd w:id="3"/>
    </w:p>
    <w:p w:rsidR="000A3184" w:rsidRPr="000A3184" w:rsidRDefault="000A3184" w:rsidP="000A3184">
      <w:pPr>
        <w:spacing w:after="0"/>
        <w:ind w:left="737"/>
        <w:jc w:val="both"/>
        <w:outlineLvl w:val="0"/>
        <w:rPr>
          <w:rFonts w:cs="Arial"/>
        </w:rPr>
      </w:pPr>
    </w:p>
    <w:p w:rsidR="000A3184" w:rsidRPr="000A3184" w:rsidRDefault="000A3184" w:rsidP="000A3184">
      <w:pPr>
        <w:numPr>
          <w:ilvl w:val="0"/>
          <w:numId w:val="10"/>
        </w:numPr>
        <w:autoSpaceDE w:val="0"/>
        <w:autoSpaceDN w:val="0"/>
        <w:adjustRightInd w:val="0"/>
        <w:spacing w:after="0" w:line="240" w:lineRule="auto"/>
        <w:ind w:left="284" w:hanging="284"/>
        <w:rPr>
          <w:rFonts w:cs="Arial"/>
        </w:rPr>
      </w:pPr>
      <w:r w:rsidRPr="000A3184">
        <w:rPr>
          <w:rFonts w:cs="Arial"/>
        </w:rPr>
        <w:t>The Western Australian Department of Primary Industries and Regional Development to:</w:t>
      </w:r>
    </w:p>
    <w:p w:rsidR="000A3184" w:rsidRPr="000A3184" w:rsidRDefault="000A3184" w:rsidP="000A3184">
      <w:pPr>
        <w:autoSpaceDE w:val="0"/>
        <w:autoSpaceDN w:val="0"/>
        <w:adjustRightInd w:val="0"/>
        <w:spacing w:after="0"/>
        <w:ind w:left="731" w:hanging="374"/>
        <w:rPr>
          <w:rFonts w:cs="Arial"/>
          <w:b/>
        </w:rPr>
      </w:pPr>
    </w:p>
    <w:p w:rsidR="000A3184" w:rsidRPr="000A3184" w:rsidRDefault="000A3184" w:rsidP="000A3184">
      <w:pPr>
        <w:pStyle w:val="ListParagraph"/>
        <w:numPr>
          <w:ilvl w:val="1"/>
          <w:numId w:val="8"/>
        </w:numPr>
        <w:spacing w:after="120"/>
        <w:ind w:left="709" w:hanging="425"/>
        <w:jc w:val="both"/>
        <w:outlineLvl w:val="0"/>
        <w:rPr>
          <w:rFonts w:cs="Arial"/>
        </w:rPr>
      </w:pPr>
      <w:bookmarkStart w:id="4" w:name="_Toc20233129"/>
      <w:proofErr w:type="gramStart"/>
      <w:r w:rsidRPr="000A3184">
        <w:rPr>
          <w:rFonts w:cs="Arial"/>
        </w:rPr>
        <w:t>consider</w:t>
      </w:r>
      <w:proofErr w:type="gramEnd"/>
      <w:r w:rsidRPr="000A3184">
        <w:rPr>
          <w:rFonts w:cs="Arial"/>
        </w:rPr>
        <w:t xml:space="preserve"> conducting a review of the risk assessment for CITES species including coral, with consideration given to determining risk over the next five years.</w:t>
      </w:r>
      <w:bookmarkEnd w:id="4"/>
      <w:r w:rsidRPr="000A3184">
        <w:rPr>
          <w:rFonts w:cs="Arial"/>
        </w:rPr>
        <w:t xml:space="preserve"> </w:t>
      </w:r>
    </w:p>
    <w:p w:rsidR="000A3184" w:rsidRPr="000A3184" w:rsidRDefault="000A3184" w:rsidP="000A3184">
      <w:pPr>
        <w:pStyle w:val="ListParagraph"/>
        <w:numPr>
          <w:ilvl w:val="1"/>
          <w:numId w:val="8"/>
        </w:numPr>
        <w:spacing w:after="240"/>
        <w:ind w:left="709" w:hanging="425"/>
        <w:jc w:val="both"/>
        <w:outlineLvl w:val="0"/>
        <w:rPr>
          <w:rFonts w:cs="Arial"/>
        </w:rPr>
      </w:pPr>
      <w:bookmarkStart w:id="5" w:name="_Toc20233130"/>
      <w:proofErr w:type="gramStart"/>
      <w:r w:rsidRPr="000A3184">
        <w:rPr>
          <w:rFonts w:cs="Arial"/>
        </w:rPr>
        <w:t>continue</w:t>
      </w:r>
      <w:proofErr w:type="gramEnd"/>
      <w:r w:rsidRPr="000A3184">
        <w:rPr>
          <w:rFonts w:cs="Arial"/>
        </w:rPr>
        <w:t xml:space="preserve"> to consider further research into CITES species in the context of the outcomes of the risk assessment, including species distribution and abundance, in areas of high fishing effort.</w:t>
      </w:r>
      <w:bookmarkEnd w:id="5"/>
    </w:p>
    <w:p w:rsidR="000A3184" w:rsidRPr="000A3184" w:rsidRDefault="000A3184" w:rsidP="000A3184">
      <w:pPr>
        <w:pStyle w:val="ListParagraph"/>
        <w:numPr>
          <w:ilvl w:val="1"/>
          <w:numId w:val="8"/>
        </w:numPr>
        <w:spacing w:after="0"/>
        <w:ind w:left="709" w:hanging="425"/>
        <w:jc w:val="both"/>
        <w:outlineLvl w:val="0"/>
        <w:rPr>
          <w:rFonts w:cs="Arial"/>
        </w:rPr>
      </w:pPr>
      <w:bookmarkStart w:id="6" w:name="_Toc20233131"/>
      <w:proofErr w:type="gramStart"/>
      <w:r w:rsidRPr="000A3184">
        <w:rPr>
          <w:rFonts w:cs="Arial"/>
        </w:rPr>
        <w:t>continue</w:t>
      </w:r>
      <w:proofErr w:type="gramEnd"/>
      <w:r w:rsidRPr="000A3184">
        <w:rPr>
          <w:rFonts w:cs="Arial"/>
        </w:rPr>
        <w:t xml:space="preserve"> to collaborate with relevant stakeholders, to conduct research and provide outcomes of research projects, to the Department of the  Environment and Energy, when outcomes are finalised. Outcomes should also be made publicly available.</w:t>
      </w:r>
      <w:bookmarkEnd w:id="6"/>
    </w:p>
    <w:p w:rsidR="00640137" w:rsidRPr="00F64682" w:rsidRDefault="00640137" w:rsidP="00640137">
      <w:pPr>
        <w:spacing w:after="0" w:line="240" w:lineRule="auto"/>
        <w:rPr>
          <w:highlight w:val="yellow"/>
        </w:rPr>
      </w:pPr>
    </w:p>
    <w:p w:rsidR="00640137" w:rsidRPr="00303007" w:rsidRDefault="00640137" w:rsidP="00640137">
      <w:pPr>
        <w:pStyle w:val="ListNumber"/>
        <w:spacing w:after="120"/>
        <w:rPr>
          <w:rFonts w:cs="Arial"/>
          <w:b/>
          <w:bCs/>
        </w:rPr>
        <w:sectPr w:rsidR="00640137" w:rsidRPr="00303007" w:rsidSect="00C325B9">
          <w:headerReference w:type="first" r:id="rId14"/>
          <w:pgSz w:w="11906" w:h="16838"/>
          <w:pgMar w:top="1134" w:right="1418" w:bottom="1134" w:left="1418" w:header="425" w:footer="425" w:gutter="0"/>
          <w:pgNumType w:start="1"/>
          <w:cols w:space="708"/>
          <w:titlePg/>
          <w:docGrid w:linePitch="360"/>
        </w:sectPr>
      </w:pPr>
    </w:p>
    <w:p w:rsidR="00640137" w:rsidRPr="00303007" w:rsidRDefault="00640137" w:rsidP="00640137">
      <w:pPr>
        <w:pStyle w:val="ListNumber"/>
        <w:numPr>
          <w:ilvl w:val="0"/>
          <w:numId w:val="0"/>
        </w:numPr>
        <w:spacing w:after="120"/>
        <w:jc w:val="center"/>
        <w:rPr>
          <w:rFonts w:cs="Arial"/>
          <w:b/>
          <w:bCs/>
        </w:rPr>
        <w:sectPr w:rsidR="00640137" w:rsidRPr="00303007" w:rsidSect="00C325B9">
          <w:headerReference w:type="first" r:id="rId15"/>
          <w:pgSz w:w="11906" w:h="16838"/>
          <w:pgMar w:top="1134" w:right="1418" w:bottom="1134" w:left="1418" w:header="425" w:footer="425" w:gutter="0"/>
          <w:pgNumType w:start="1"/>
          <w:cols w:space="708"/>
          <w:titlePg/>
          <w:docGrid w:linePitch="360"/>
        </w:sectPr>
      </w:pPr>
    </w:p>
    <w:p w:rsidR="00640137" w:rsidRPr="00303007" w:rsidRDefault="00640137" w:rsidP="00640137">
      <w:pPr>
        <w:spacing w:after="0" w:line="240" w:lineRule="auto"/>
        <w:rPr>
          <w:rFonts w:cs="Arial"/>
          <w:b/>
          <w:bCs/>
        </w:rPr>
      </w:pPr>
    </w:p>
    <w:p w:rsidR="00640137" w:rsidRDefault="00AE363E" w:rsidP="00640137">
      <w:pPr>
        <w:tabs>
          <w:tab w:val="left" w:pos="284"/>
        </w:tabs>
        <w:spacing w:after="0" w:line="240" w:lineRule="auto"/>
        <w:jc w:val="right"/>
        <w:rPr>
          <w:rFonts w:cs="Arial"/>
          <w:b/>
          <w:sz w:val="20"/>
          <w:szCs w:val="20"/>
        </w:rPr>
      </w:pPr>
      <w:r w:rsidRPr="00AD3536">
        <w:rPr>
          <w:rFonts w:cs="Arial"/>
          <w:b/>
          <w:sz w:val="20"/>
          <w:szCs w:val="20"/>
        </w:rPr>
        <w:t>At</w:t>
      </w:r>
      <w:r w:rsidR="00640137" w:rsidRPr="00AD3536">
        <w:rPr>
          <w:rFonts w:cs="Arial"/>
          <w:b/>
          <w:sz w:val="20"/>
          <w:szCs w:val="20"/>
        </w:rPr>
        <w:t xml:space="preserve">tachment </w:t>
      </w:r>
      <w:r w:rsidR="00AF61BD" w:rsidRPr="00AD3536">
        <w:rPr>
          <w:rFonts w:cs="Arial"/>
          <w:b/>
          <w:sz w:val="20"/>
          <w:szCs w:val="20"/>
        </w:rPr>
        <w:t>2</w:t>
      </w:r>
    </w:p>
    <w:p w:rsidR="00640137" w:rsidRPr="00705A6C" w:rsidRDefault="00640137" w:rsidP="00640137">
      <w:pPr>
        <w:tabs>
          <w:tab w:val="left" w:pos="284"/>
        </w:tabs>
        <w:spacing w:after="0" w:line="240" w:lineRule="auto"/>
        <w:jc w:val="right"/>
        <w:rPr>
          <w:rFonts w:cs="Arial"/>
          <w:b/>
          <w:sz w:val="20"/>
          <w:szCs w:val="20"/>
        </w:rPr>
      </w:pPr>
    </w:p>
    <w:p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1"/>
      </w:r>
    </w:p>
    <w:p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rsidR="00640137" w:rsidRPr="00303007" w:rsidRDefault="00640137" w:rsidP="00640137">
      <w:pPr>
        <w:spacing w:before="60" w:after="60"/>
        <w:jc w:val="both"/>
        <w:rPr>
          <w:rFonts w:cs="Arial"/>
        </w:rPr>
      </w:pPr>
      <w:r w:rsidRPr="00303007">
        <w:rPr>
          <w:rFonts w:cs="Arial"/>
        </w:rPr>
        <w:t xml:space="preserve">Section </w:t>
      </w:r>
      <w:proofErr w:type="gramStart"/>
      <w:r w:rsidRPr="00303007">
        <w:rPr>
          <w:rFonts w:cs="Arial"/>
        </w:rPr>
        <w:t>303GJ(</w:t>
      </w:r>
      <w:proofErr w:type="gramEnd"/>
      <w:r w:rsidRPr="00303007">
        <w:rPr>
          <w:rFonts w:cs="Arial"/>
        </w:rPr>
        <w:t xml:space="preserve">1) of the EPBC Act provides that applications may be made to the AAT for the review of the following decisions: </w:t>
      </w:r>
    </w:p>
    <w:p w:rsidR="00640137" w:rsidRPr="00303007" w:rsidRDefault="00640137" w:rsidP="00640137">
      <w:pPr>
        <w:spacing w:before="60" w:after="60"/>
        <w:ind w:left="720"/>
        <w:jc w:val="both"/>
        <w:rPr>
          <w:rFonts w:cs="Arial"/>
        </w:rPr>
      </w:pPr>
      <w:r w:rsidRPr="00303007">
        <w:rPr>
          <w:rFonts w:cs="Arial"/>
        </w:rPr>
        <w:t xml:space="preserve">(a) </w:t>
      </w:r>
      <w:proofErr w:type="gramStart"/>
      <w:r w:rsidRPr="00303007">
        <w:rPr>
          <w:rFonts w:cs="Arial"/>
        </w:rPr>
        <w:t>to</w:t>
      </w:r>
      <w:proofErr w:type="gramEnd"/>
      <w:r w:rsidRPr="00303007">
        <w:rPr>
          <w:rFonts w:cs="Arial"/>
        </w:rPr>
        <w:t xml:space="preserve"> issue or refuse a permit; or </w:t>
      </w:r>
    </w:p>
    <w:p w:rsidR="00640137" w:rsidRPr="00303007" w:rsidRDefault="00640137" w:rsidP="00640137">
      <w:pPr>
        <w:spacing w:before="60" w:after="60"/>
        <w:ind w:left="720"/>
        <w:jc w:val="both"/>
        <w:rPr>
          <w:rFonts w:cs="Arial"/>
        </w:rPr>
      </w:pPr>
      <w:r w:rsidRPr="00303007">
        <w:rPr>
          <w:rFonts w:cs="Arial"/>
        </w:rPr>
        <w:t xml:space="preserve">(b) </w:t>
      </w:r>
      <w:proofErr w:type="gramStart"/>
      <w:r w:rsidRPr="00303007">
        <w:rPr>
          <w:rFonts w:cs="Arial"/>
        </w:rPr>
        <w:t>to</w:t>
      </w:r>
      <w:proofErr w:type="gramEnd"/>
      <w:r w:rsidRPr="00303007">
        <w:rPr>
          <w:rFonts w:cs="Arial"/>
        </w:rPr>
        <w:t xml:space="preserve"> specify, vary or revoke a condition of a permit; or </w:t>
      </w:r>
    </w:p>
    <w:p w:rsidR="00640137" w:rsidRPr="00303007" w:rsidRDefault="00640137" w:rsidP="00640137">
      <w:pPr>
        <w:spacing w:before="60" w:after="60"/>
        <w:ind w:left="720"/>
        <w:jc w:val="both"/>
        <w:rPr>
          <w:rFonts w:cs="Arial"/>
        </w:rPr>
      </w:pPr>
      <w:r w:rsidRPr="00303007">
        <w:rPr>
          <w:rFonts w:cs="Arial"/>
        </w:rPr>
        <w:t xml:space="preserve">(c) </w:t>
      </w:r>
      <w:proofErr w:type="gramStart"/>
      <w:r w:rsidRPr="00303007">
        <w:rPr>
          <w:rFonts w:cs="Arial"/>
        </w:rPr>
        <w:t>to</w:t>
      </w:r>
      <w:proofErr w:type="gramEnd"/>
      <w:r w:rsidRPr="00303007">
        <w:rPr>
          <w:rFonts w:cs="Arial"/>
        </w:rPr>
        <w:t xml:space="preserve"> impose a further condition of a permit; or </w:t>
      </w:r>
    </w:p>
    <w:p w:rsidR="00640137" w:rsidRPr="00303007" w:rsidRDefault="00640137" w:rsidP="00640137">
      <w:pPr>
        <w:spacing w:before="60" w:after="60"/>
        <w:ind w:left="720"/>
        <w:jc w:val="both"/>
        <w:rPr>
          <w:rFonts w:cs="Arial"/>
        </w:rPr>
      </w:pPr>
      <w:r w:rsidRPr="00303007">
        <w:rPr>
          <w:rFonts w:cs="Arial"/>
        </w:rPr>
        <w:t xml:space="preserve">(d) </w:t>
      </w:r>
      <w:proofErr w:type="gramStart"/>
      <w:r w:rsidRPr="00303007">
        <w:rPr>
          <w:rFonts w:cs="Arial"/>
        </w:rPr>
        <w:t>to</w:t>
      </w:r>
      <w:proofErr w:type="gramEnd"/>
      <w:r w:rsidRPr="00303007">
        <w:rPr>
          <w:rFonts w:cs="Arial"/>
        </w:rPr>
        <w:t xml:space="preserve"> transfer or refuse to transfer a permit; or </w:t>
      </w:r>
    </w:p>
    <w:p w:rsidR="00640137" w:rsidRPr="00303007" w:rsidRDefault="00640137" w:rsidP="00640137">
      <w:pPr>
        <w:spacing w:before="60" w:after="60"/>
        <w:ind w:left="720"/>
        <w:jc w:val="both"/>
        <w:rPr>
          <w:rFonts w:cs="Arial"/>
        </w:rPr>
      </w:pPr>
      <w:r w:rsidRPr="00303007">
        <w:rPr>
          <w:rFonts w:cs="Arial"/>
        </w:rPr>
        <w:t xml:space="preserve">(e) </w:t>
      </w:r>
      <w:proofErr w:type="gramStart"/>
      <w:r w:rsidRPr="00303007">
        <w:rPr>
          <w:rFonts w:cs="Arial"/>
        </w:rPr>
        <w:t>to</w:t>
      </w:r>
      <w:proofErr w:type="gramEnd"/>
      <w:r w:rsidRPr="00303007">
        <w:rPr>
          <w:rFonts w:cs="Arial"/>
        </w:rPr>
        <w:t xml:space="preserve"> suspend or cancel a permit; or </w:t>
      </w:r>
    </w:p>
    <w:p w:rsidR="00640137" w:rsidRPr="00303007" w:rsidRDefault="00640137" w:rsidP="00640137">
      <w:pPr>
        <w:spacing w:before="60" w:after="60"/>
        <w:ind w:left="720"/>
        <w:jc w:val="both"/>
        <w:rPr>
          <w:rFonts w:cs="Arial"/>
        </w:rPr>
      </w:pPr>
      <w:r w:rsidRPr="00303007">
        <w:rPr>
          <w:rFonts w:cs="Arial"/>
        </w:rPr>
        <w:t xml:space="preserve">(f) </w:t>
      </w:r>
      <w:proofErr w:type="gramStart"/>
      <w:r w:rsidRPr="00303007">
        <w:rPr>
          <w:rFonts w:cs="Arial"/>
        </w:rPr>
        <w:t>to</w:t>
      </w:r>
      <w:proofErr w:type="gramEnd"/>
      <w:r w:rsidRPr="00303007">
        <w:rPr>
          <w:rFonts w:cs="Arial"/>
        </w:rPr>
        <w:t xml:space="preserve"> issue or refuse a certificate under subsection 303CC(5); or </w:t>
      </w:r>
    </w:p>
    <w:p w:rsidR="00640137" w:rsidRPr="00303007" w:rsidRDefault="00640137" w:rsidP="00640137">
      <w:pPr>
        <w:spacing w:before="60" w:after="60"/>
        <w:ind w:left="720"/>
        <w:jc w:val="both"/>
        <w:rPr>
          <w:rFonts w:cs="Arial"/>
        </w:rPr>
      </w:pPr>
      <w:r w:rsidRPr="00303007">
        <w:rPr>
          <w:rFonts w:cs="Arial"/>
        </w:rPr>
        <w:t xml:space="preserve">(g) </w:t>
      </w:r>
      <w:proofErr w:type="gramStart"/>
      <w:r w:rsidRPr="00303007">
        <w:rPr>
          <w:rFonts w:cs="Arial"/>
        </w:rPr>
        <w:t>of</w:t>
      </w:r>
      <w:proofErr w:type="gramEnd"/>
      <w:r w:rsidRPr="00303007">
        <w:rPr>
          <w:rFonts w:cs="Arial"/>
        </w:rPr>
        <w:t xml:space="preserve"> the Secretary under a determination in force under section 303EU; or </w:t>
      </w:r>
    </w:p>
    <w:p w:rsidR="00640137" w:rsidRPr="00303007" w:rsidRDefault="00640137" w:rsidP="00640137">
      <w:pPr>
        <w:spacing w:before="60" w:after="60"/>
        <w:ind w:left="720"/>
        <w:jc w:val="both"/>
        <w:rPr>
          <w:rFonts w:cs="Arial"/>
        </w:rPr>
      </w:pPr>
      <w:r w:rsidRPr="00303007">
        <w:rPr>
          <w:rFonts w:cs="Arial"/>
        </w:rPr>
        <w:t xml:space="preserve">(h) </w:t>
      </w:r>
      <w:proofErr w:type="gramStart"/>
      <w:r w:rsidRPr="00303007">
        <w:rPr>
          <w:rFonts w:cs="Arial"/>
        </w:rPr>
        <w:t>to</w:t>
      </w:r>
      <w:proofErr w:type="gramEnd"/>
      <w:r w:rsidRPr="00303007">
        <w:rPr>
          <w:rFonts w:cs="Arial"/>
        </w:rPr>
        <w:t xml:space="preserve"> make or refuse a declaration under section 303FN, 303FO or 303FP; or</w:t>
      </w:r>
    </w:p>
    <w:p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xml:space="preserve">) </w:t>
      </w:r>
      <w:proofErr w:type="gramStart"/>
      <w:r w:rsidRPr="00303007">
        <w:rPr>
          <w:rFonts w:cs="Arial"/>
        </w:rPr>
        <w:t>to</w:t>
      </w:r>
      <w:proofErr w:type="gramEnd"/>
      <w:r w:rsidRPr="00303007">
        <w:rPr>
          <w:rFonts w:cs="Arial"/>
        </w:rPr>
        <w:t xml:space="preserve"> vary or revoke a declaration under section 303FN, 303FO or 303FP.</w:t>
      </w:r>
    </w:p>
    <w:p w:rsidR="00640137" w:rsidRPr="00303007" w:rsidRDefault="00640137" w:rsidP="00640137">
      <w:pPr>
        <w:pStyle w:val="ListBullet"/>
        <w:numPr>
          <w:ilvl w:val="0"/>
          <w:numId w:val="0"/>
        </w:numPr>
        <w:spacing w:before="60" w:after="60"/>
        <w:ind w:left="369" w:hanging="369"/>
      </w:pPr>
      <w:r w:rsidRPr="00303007">
        <w:t>If you are dissatisfied with a decision of a type listed above you may:</w:t>
      </w:r>
    </w:p>
    <w:p w:rsidR="00640137" w:rsidRPr="00303007" w:rsidRDefault="00640137" w:rsidP="00640137">
      <w:pPr>
        <w:pStyle w:val="ListBullet"/>
        <w:spacing w:before="60" w:after="60"/>
        <w:jc w:val="both"/>
      </w:pPr>
      <w:proofErr w:type="gramStart"/>
      <w:r w:rsidRPr="00303007">
        <w:t>by</w:t>
      </w:r>
      <w:proofErr w:type="gramEnd"/>
      <w:r w:rsidRPr="00303007">
        <w:t xml:space="preserve">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rsidR="00640137" w:rsidRPr="00303007" w:rsidRDefault="00640137" w:rsidP="00640137">
      <w:pPr>
        <w:pStyle w:val="ListBullet"/>
        <w:spacing w:before="60" w:after="60"/>
        <w:jc w:val="both"/>
      </w:pPr>
      <w:proofErr w:type="gramStart"/>
      <w:r w:rsidRPr="00303007">
        <w:t>apply</w:t>
      </w:r>
      <w:proofErr w:type="gramEnd"/>
      <w:r w:rsidRPr="00303007">
        <w:t xml:space="preserve">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6"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rsidR="00640137" w:rsidRPr="00303007" w:rsidRDefault="00640137" w:rsidP="00640137">
      <w:pPr>
        <w:pStyle w:val="Heading2"/>
      </w:pPr>
      <w:r w:rsidRPr="00303007">
        <w:t xml:space="preserve">Applications &amp; Costs </w:t>
      </w:r>
    </w:p>
    <w:p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7" w:history="1">
        <w:r w:rsidRPr="00303007">
          <w:rPr>
            <w:rStyle w:val="Hyperlink"/>
            <w:rFonts w:cs="Arial"/>
          </w:rPr>
          <w:t>http://www.aat.gov.au/</w:t>
        </w:r>
      </w:hyperlink>
      <w:r w:rsidRPr="00303007">
        <w:rPr>
          <w:rFonts w:cs="Arial"/>
        </w:rPr>
        <w:t xml:space="preserve">. </w:t>
      </w:r>
    </w:p>
    <w:p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rsidR="00640137" w:rsidRPr="00303007" w:rsidRDefault="00640137" w:rsidP="00640137">
      <w:pPr>
        <w:pStyle w:val="ListBullet"/>
        <w:spacing w:before="60" w:after="60"/>
      </w:pPr>
      <w:r w:rsidRPr="00303007">
        <w:t>you are receiving legal aid for your application;</w:t>
      </w:r>
    </w:p>
    <w:p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rsidR="00640137" w:rsidRPr="00303007" w:rsidRDefault="00640137" w:rsidP="00640137">
      <w:pPr>
        <w:pStyle w:val="ListBullet"/>
        <w:spacing w:before="60" w:after="60"/>
      </w:pPr>
      <w:r w:rsidRPr="00303007">
        <w:t>you are in prison or lawfully detained in a public institution;</w:t>
      </w:r>
    </w:p>
    <w:p w:rsidR="00640137" w:rsidRPr="00303007" w:rsidRDefault="00640137" w:rsidP="00640137">
      <w:pPr>
        <w:pStyle w:val="ListBullet"/>
        <w:spacing w:before="60" w:after="60"/>
      </w:pPr>
      <w:r w:rsidRPr="00303007">
        <w:t xml:space="preserve">you are under 18 years of age; or </w:t>
      </w:r>
    </w:p>
    <w:p w:rsidR="00640137" w:rsidRPr="00303007" w:rsidRDefault="00640137" w:rsidP="00640137">
      <w:pPr>
        <w:pStyle w:val="ListBullet"/>
        <w:spacing w:before="60" w:after="60"/>
      </w:pPr>
      <w:proofErr w:type="gramStart"/>
      <w:r w:rsidRPr="00303007">
        <w:t>you</w:t>
      </w:r>
      <w:proofErr w:type="gramEnd"/>
      <w:r w:rsidRPr="00303007">
        <w:t xml:space="preserve"> are receiving youth allowance, </w:t>
      </w:r>
      <w:proofErr w:type="spellStart"/>
      <w:r w:rsidRPr="00303007">
        <w:t>Austudy</w:t>
      </w:r>
      <w:proofErr w:type="spellEnd"/>
      <w:r w:rsidRPr="00303007">
        <w:t xml:space="preserve"> or ABSTUDY. </w:t>
      </w:r>
    </w:p>
    <w:p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8"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rsidR="00640137" w:rsidRPr="00303007" w:rsidRDefault="00640137" w:rsidP="00640137">
      <w:pPr>
        <w:pStyle w:val="Heading2"/>
      </w:pPr>
      <w:r w:rsidRPr="00303007">
        <w:t>Contact Details</w:t>
      </w:r>
    </w:p>
    <w:p w:rsidR="00640137" w:rsidRPr="00303007" w:rsidRDefault="00640137" w:rsidP="00640137">
      <w:pPr>
        <w:spacing w:before="60" w:after="60"/>
        <w:rPr>
          <w:rFonts w:cs="Arial"/>
        </w:rPr>
      </w:pPr>
      <w:r w:rsidRPr="00303007">
        <w:rPr>
          <w:rFonts w:cs="Arial"/>
        </w:rPr>
        <w:t>Further information or enquiries relating to the decision should be directed to:</w:t>
      </w:r>
    </w:p>
    <w:p w:rsidR="00640137" w:rsidRPr="00303007" w:rsidRDefault="00640137" w:rsidP="0064013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9"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0" w:history="1">
        <w:r w:rsidRPr="00303007">
          <w:rPr>
            <w:rStyle w:val="Hyperlink"/>
            <w:rFonts w:cs="Arial"/>
          </w:rPr>
          <w:t>http://www.aat.gov.au</w:t>
        </w:r>
      </w:hyperlink>
      <w:r w:rsidRPr="00303007">
        <w:rPr>
          <w:rFonts w:cs="Arial"/>
        </w:rPr>
        <w:t xml:space="preserve"> </w:t>
      </w:r>
    </w:p>
    <w:p w:rsidR="00640137" w:rsidRPr="00632BC5" w:rsidRDefault="00640137" w:rsidP="00640137">
      <w:pPr>
        <w:pStyle w:val="Heading2"/>
      </w:pPr>
      <w:r w:rsidRPr="00632BC5">
        <w:t>Freedom of Information Request</w:t>
      </w:r>
    </w:p>
    <w:p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1"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2" w:history="1">
        <w:r w:rsidRPr="00303007">
          <w:rPr>
            <w:rStyle w:val="Hyperlink"/>
            <w:rFonts w:cs="Arial"/>
          </w:rPr>
          <w:t>foi@environment.gov.au</w:t>
        </w:r>
      </w:hyperlink>
      <w:r w:rsidRPr="00303007">
        <w:rPr>
          <w:rFonts w:cs="Arial"/>
        </w:rPr>
        <w:t xml:space="preserve"> for more information. </w:t>
      </w:r>
    </w:p>
    <w:p w:rsidR="0050646D" w:rsidRPr="00640137" w:rsidRDefault="0050646D" w:rsidP="00640137"/>
    <w:sectPr w:rsidR="0050646D" w:rsidRPr="00640137" w:rsidSect="00B0472C">
      <w:headerReference w:type="first" r:id="rId23"/>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673" w:rsidRDefault="00D73673" w:rsidP="00A60185">
      <w:pPr>
        <w:spacing w:after="0" w:line="240" w:lineRule="auto"/>
      </w:pPr>
      <w:r>
        <w:separator/>
      </w:r>
    </w:p>
  </w:endnote>
  <w:endnote w:type="continuationSeparator" w:id="0">
    <w:p w:rsidR="00D73673" w:rsidRDefault="00D73673"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89" w:rsidRDefault="005E4E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89" w:rsidRDefault="005E4E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89" w:rsidRDefault="005E4E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673" w:rsidRDefault="00D73673" w:rsidP="00A60185">
      <w:pPr>
        <w:spacing w:after="0" w:line="240" w:lineRule="auto"/>
      </w:pPr>
      <w:r>
        <w:separator/>
      </w:r>
    </w:p>
  </w:footnote>
  <w:footnote w:type="continuationSeparator" w:id="0">
    <w:p w:rsidR="00D73673" w:rsidRDefault="00D73673" w:rsidP="00A60185">
      <w:pPr>
        <w:spacing w:after="0" w:line="240" w:lineRule="auto"/>
      </w:pPr>
      <w:r>
        <w:continuationSeparator/>
      </w:r>
    </w:p>
  </w:footnote>
  <w:footnote w:id="1">
    <w:p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89" w:rsidRDefault="005E4E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89" w:rsidRDefault="005E4E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FA0CF5" w:rsidRDefault="00640137" w:rsidP="00FA0CF5">
    <w:pPr>
      <w:pStyle w:val="Header"/>
    </w:pPr>
    <w:r w:rsidRPr="001C68E7">
      <w:rPr>
        <w:rFonts w:cs="Arial"/>
        <w:b w:val="0"/>
        <w:noProof/>
        <w:sz w:val="48"/>
        <w:lang w:eastAsia="en-AU"/>
      </w:rPr>
      <w:drawing>
        <wp:inline distT="0" distB="0" distL="0" distR="0" wp14:anchorId="5BDCE46D" wp14:editId="44341B6A">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9D00C9" w:rsidRDefault="00640137" w:rsidP="005E4E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BB418A" w:rsidRDefault="00640137"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FFD078F"/>
    <w:multiLevelType w:val="hybridMultilevel"/>
    <w:tmpl w:val="816C9258"/>
    <w:lvl w:ilvl="0" w:tplc="0C09000F">
      <w:start w:val="1"/>
      <w:numFmt w:val="decimal"/>
      <w:lvlText w:val="%1."/>
      <w:lvlJc w:val="left"/>
      <w:pPr>
        <w:ind w:left="1070" w:hanging="360"/>
      </w:p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15:restartNumberingAfterBreak="0">
    <w:nsid w:val="703152E6"/>
    <w:multiLevelType w:val="hybridMultilevel"/>
    <w:tmpl w:val="135C00D2"/>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0FD7BFE"/>
    <w:multiLevelType w:val="hybridMultilevel"/>
    <w:tmpl w:val="49604F54"/>
    <w:lvl w:ilvl="0" w:tplc="0C090017">
      <w:start w:val="1"/>
      <w:numFmt w:val="lowerLetter"/>
      <w:lvlText w:val="%1)"/>
      <w:lvlJc w:val="left"/>
      <w:pPr>
        <w:ind w:left="3370" w:hanging="360"/>
      </w:pPr>
    </w:lvl>
    <w:lvl w:ilvl="1" w:tplc="0C090019">
      <w:start w:val="1"/>
      <w:numFmt w:val="lowerLetter"/>
      <w:lvlText w:val="%2."/>
      <w:lvlJc w:val="left"/>
      <w:pPr>
        <w:ind w:left="4090" w:hanging="360"/>
      </w:pPr>
    </w:lvl>
    <w:lvl w:ilvl="2" w:tplc="0C09001B">
      <w:start w:val="1"/>
      <w:numFmt w:val="lowerRoman"/>
      <w:lvlText w:val="%3."/>
      <w:lvlJc w:val="right"/>
      <w:pPr>
        <w:ind w:left="4810" w:hanging="180"/>
      </w:pPr>
    </w:lvl>
    <w:lvl w:ilvl="3" w:tplc="0C09000F">
      <w:start w:val="1"/>
      <w:numFmt w:val="decimal"/>
      <w:lvlText w:val="%4."/>
      <w:lvlJc w:val="left"/>
      <w:pPr>
        <w:ind w:left="5530" w:hanging="360"/>
      </w:pPr>
    </w:lvl>
    <w:lvl w:ilvl="4" w:tplc="0C090019">
      <w:start w:val="1"/>
      <w:numFmt w:val="lowerLetter"/>
      <w:lvlText w:val="%5."/>
      <w:lvlJc w:val="left"/>
      <w:pPr>
        <w:ind w:left="6250" w:hanging="360"/>
      </w:pPr>
    </w:lvl>
    <w:lvl w:ilvl="5" w:tplc="0C09001B">
      <w:start w:val="1"/>
      <w:numFmt w:val="lowerRoman"/>
      <w:lvlText w:val="%6."/>
      <w:lvlJc w:val="right"/>
      <w:pPr>
        <w:ind w:left="6970" w:hanging="180"/>
      </w:pPr>
    </w:lvl>
    <w:lvl w:ilvl="6" w:tplc="0C09000F">
      <w:start w:val="1"/>
      <w:numFmt w:val="decimal"/>
      <w:lvlText w:val="%7."/>
      <w:lvlJc w:val="left"/>
      <w:pPr>
        <w:ind w:left="7690" w:hanging="360"/>
      </w:pPr>
    </w:lvl>
    <w:lvl w:ilvl="7" w:tplc="0C090019">
      <w:start w:val="1"/>
      <w:numFmt w:val="lowerLetter"/>
      <w:lvlText w:val="%8."/>
      <w:lvlJc w:val="left"/>
      <w:pPr>
        <w:ind w:left="8410" w:hanging="360"/>
      </w:pPr>
    </w:lvl>
    <w:lvl w:ilvl="8" w:tplc="0C09001B">
      <w:start w:val="1"/>
      <w:numFmt w:val="lowerRoman"/>
      <w:lvlText w:val="%9."/>
      <w:lvlJc w:val="right"/>
      <w:pPr>
        <w:ind w:left="9130" w:hanging="180"/>
      </w:pPr>
    </w:lvl>
  </w:abstractNum>
  <w:abstractNum w:abstractNumId="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3"/>
  </w:num>
  <w:num w:numId="4">
    <w:abstractNumId w:val="2"/>
  </w:num>
  <w:num w:numId="5">
    <w:abstractNumId w:val="5"/>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D73673"/>
    <w:rsid w:val="00004AEE"/>
    <w:rsid w:val="00005CAA"/>
    <w:rsid w:val="00010210"/>
    <w:rsid w:val="00014060"/>
    <w:rsid w:val="00015ADA"/>
    <w:rsid w:val="00017BB8"/>
    <w:rsid w:val="00020C99"/>
    <w:rsid w:val="000260F8"/>
    <w:rsid w:val="0002707B"/>
    <w:rsid w:val="00031219"/>
    <w:rsid w:val="000312B6"/>
    <w:rsid w:val="00043190"/>
    <w:rsid w:val="00043648"/>
    <w:rsid w:val="00043C42"/>
    <w:rsid w:val="0005148E"/>
    <w:rsid w:val="0005270A"/>
    <w:rsid w:val="00053EAC"/>
    <w:rsid w:val="00063AF2"/>
    <w:rsid w:val="000642C0"/>
    <w:rsid w:val="000759E5"/>
    <w:rsid w:val="000777F8"/>
    <w:rsid w:val="00080A47"/>
    <w:rsid w:val="0008410F"/>
    <w:rsid w:val="00084540"/>
    <w:rsid w:val="00084AC6"/>
    <w:rsid w:val="00085C49"/>
    <w:rsid w:val="00087B76"/>
    <w:rsid w:val="00091608"/>
    <w:rsid w:val="0009257B"/>
    <w:rsid w:val="0009333C"/>
    <w:rsid w:val="0009381F"/>
    <w:rsid w:val="0009704F"/>
    <w:rsid w:val="000A0F11"/>
    <w:rsid w:val="000A125A"/>
    <w:rsid w:val="000A3184"/>
    <w:rsid w:val="000A57CD"/>
    <w:rsid w:val="000B0B48"/>
    <w:rsid w:val="000B3758"/>
    <w:rsid w:val="000B5852"/>
    <w:rsid w:val="000B588E"/>
    <w:rsid w:val="000B74A1"/>
    <w:rsid w:val="000B7681"/>
    <w:rsid w:val="000B7B42"/>
    <w:rsid w:val="000C02B7"/>
    <w:rsid w:val="000C09A7"/>
    <w:rsid w:val="000C5342"/>
    <w:rsid w:val="000C5DFC"/>
    <w:rsid w:val="000C63ED"/>
    <w:rsid w:val="000C706A"/>
    <w:rsid w:val="000D2887"/>
    <w:rsid w:val="000D309E"/>
    <w:rsid w:val="000D3A31"/>
    <w:rsid w:val="000D5528"/>
    <w:rsid w:val="000D61D0"/>
    <w:rsid w:val="000D6D63"/>
    <w:rsid w:val="000E0081"/>
    <w:rsid w:val="000E07CF"/>
    <w:rsid w:val="000E0B31"/>
    <w:rsid w:val="000F1E51"/>
    <w:rsid w:val="000F72B0"/>
    <w:rsid w:val="001047E4"/>
    <w:rsid w:val="0011030F"/>
    <w:rsid w:val="0011052C"/>
    <w:rsid w:val="00112880"/>
    <w:rsid w:val="00114477"/>
    <w:rsid w:val="0011498E"/>
    <w:rsid w:val="00115BF1"/>
    <w:rsid w:val="00117A45"/>
    <w:rsid w:val="001219EE"/>
    <w:rsid w:val="001224AE"/>
    <w:rsid w:val="00123BB8"/>
    <w:rsid w:val="00126C83"/>
    <w:rsid w:val="0012744F"/>
    <w:rsid w:val="001337D4"/>
    <w:rsid w:val="001369E3"/>
    <w:rsid w:val="00143480"/>
    <w:rsid w:val="00147C12"/>
    <w:rsid w:val="00147FD1"/>
    <w:rsid w:val="00151DAF"/>
    <w:rsid w:val="00152521"/>
    <w:rsid w:val="001527A1"/>
    <w:rsid w:val="001530DC"/>
    <w:rsid w:val="00154989"/>
    <w:rsid w:val="00155A9F"/>
    <w:rsid w:val="00160262"/>
    <w:rsid w:val="0016616A"/>
    <w:rsid w:val="0016780A"/>
    <w:rsid w:val="00173EBF"/>
    <w:rsid w:val="00176B07"/>
    <w:rsid w:val="0018112F"/>
    <w:rsid w:val="001812CE"/>
    <w:rsid w:val="001842A2"/>
    <w:rsid w:val="00187FA8"/>
    <w:rsid w:val="00191C5D"/>
    <w:rsid w:val="00192F5E"/>
    <w:rsid w:val="00197772"/>
    <w:rsid w:val="001A2898"/>
    <w:rsid w:val="001A46C7"/>
    <w:rsid w:val="001A51C8"/>
    <w:rsid w:val="001A76BB"/>
    <w:rsid w:val="001B4CA8"/>
    <w:rsid w:val="001C0DF3"/>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1844"/>
    <w:rsid w:val="00292592"/>
    <w:rsid w:val="00292B81"/>
    <w:rsid w:val="00297D18"/>
    <w:rsid w:val="002A11A4"/>
    <w:rsid w:val="002A3AD0"/>
    <w:rsid w:val="002A3DB3"/>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06DD"/>
    <w:rsid w:val="002F18F8"/>
    <w:rsid w:val="002F23D0"/>
    <w:rsid w:val="002F28E1"/>
    <w:rsid w:val="002F4994"/>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243A"/>
    <w:rsid w:val="00383020"/>
    <w:rsid w:val="00385E04"/>
    <w:rsid w:val="00392049"/>
    <w:rsid w:val="003968BA"/>
    <w:rsid w:val="00396D6E"/>
    <w:rsid w:val="00397570"/>
    <w:rsid w:val="003975FD"/>
    <w:rsid w:val="003A0F88"/>
    <w:rsid w:val="003A2C80"/>
    <w:rsid w:val="003A5C37"/>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3B15"/>
    <w:rsid w:val="0041192D"/>
    <w:rsid w:val="00413D8E"/>
    <w:rsid w:val="00413EE1"/>
    <w:rsid w:val="004160E4"/>
    <w:rsid w:val="0042128E"/>
    <w:rsid w:val="00421FEC"/>
    <w:rsid w:val="00423277"/>
    <w:rsid w:val="00430252"/>
    <w:rsid w:val="00432B60"/>
    <w:rsid w:val="00434A49"/>
    <w:rsid w:val="00440698"/>
    <w:rsid w:val="00441D43"/>
    <w:rsid w:val="00443225"/>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D4E71"/>
    <w:rsid w:val="004E0330"/>
    <w:rsid w:val="004E41F5"/>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76CBF"/>
    <w:rsid w:val="00581C39"/>
    <w:rsid w:val="00585198"/>
    <w:rsid w:val="00586CB3"/>
    <w:rsid w:val="00587579"/>
    <w:rsid w:val="005903B6"/>
    <w:rsid w:val="005931E7"/>
    <w:rsid w:val="005A0247"/>
    <w:rsid w:val="005A71BB"/>
    <w:rsid w:val="005B140D"/>
    <w:rsid w:val="005B7F1B"/>
    <w:rsid w:val="005C1970"/>
    <w:rsid w:val="005C1CE6"/>
    <w:rsid w:val="005C1FEA"/>
    <w:rsid w:val="005C2672"/>
    <w:rsid w:val="005C3495"/>
    <w:rsid w:val="005D6F37"/>
    <w:rsid w:val="005E0FBB"/>
    <w:rsid w:val="005E35DC"/>
    <w:rsid w:val="005E3DFC"/>
    <w:rsid w:val="005E4E89"/>
    <w:rsid w:val="005E5D52"/>
    <w:rsid w:val="005E60AF"/>
    <w:rsid w:val="005F072D"/>
    <w:rsid w:val="005F0814"/>
    <w:rsid w:val="005F1DEA"/>
    <w:rsid w:val="0060462F"/>
    <w:rsid w:val="0060602D"/>
    <w:rsid w:val="00607FC9"/>
    <w:rsid w:val="0061002D"/>
    <w:rsid w:val="0061374A"/>
    <w:rsid w:val="00621170"/>
    <w:rsid w:val="00622FE1"/>
    <w:rsid w:val="00623D46"/>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41A7"/>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56A2"/>
    <w:rsid w:val="006E6B38"/>
    <w:rsid w:val="006E6F79"/>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4FE"/>
    <w:rsid w:val="00722A9F"/>
    <w:rsid w:val="007244AD"/>
    <w:rsid w:val="00724C92"/>
    <w:rsid w:val="0073057B"/>
    <w:rsid w:val="00731B42"/>
    <w:rsid w:val="00733193"/>
    <w:rsid w:val="00733C36"/>
    <w:rsid w:val="00742DA9"/>
    <w:rsid w:val="00744429"/>
    <w:rsid w:val="007470BF"/>
    <w:rsid w:val="00751C97"/>
    <w:rsid w:val="00753A80"/>
    <w:rsid w:val="0075732A"/>
    <w:rsid w:val="00757539"/>
    <w:rsid w:val="00760262"/>
    <w:rsid w:val="0076310C"/>
    <w:rsid w:val="00765BF9"/>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1EB6"/>
    <w:rsid w:val="007B3617"/>
    <w:rsid w:val="007B3D05"/>
    <w:rsid w:val="007B5B2F"/>
    <w:rsid w:val="007C093A"/>
    <w:rsid w:val="007C0C81"/>
    <w:rsid w:val="007C114B"/>
    <w:rsid w:val="007C1328"/>
    <w:rsid w:val="007D14B4"/>
    <w:rsid w:val="007D2191"/>
    <w:rsid w:val="007D2AFF"/>
    <w:rsid w:val="007D2FC3"/>
    <w:rsid w:val="007D4362"/>
    <w:rsid w:val="007D4CEC"/>
    <w:rsid w:val="007D5962"/>
    <w:rsid w:val="007E24F6"/>
    <w:rsid w:val="007E55F4"/>
    <w:rsid w:val="007E5CC4"/>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2529"/>
    <w:rsid w:val="008B363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35945"/>
    <w:rsid w:val="00936B18"/>
    <w:rsid w:val="00940D13"/>
    <w:rsid w:val="009411CD"/>
    <w:rsid w:val="00947CBC"/>
    <w:rsid w:val="0095201C"/>
    <w:rsid w:val="00952DDF"/>
    <w:rsid w:val="009602A8"/>
    <w:rsid w:val="0096170E"/>
    <w:rsid w:val="0097415B"/>
    <w:rsid w:val="00976E4A"/>
    <w:rsid w:val="009A1A89"/>
    <w:rsid w:val="009A7B50"/>
    <w:rsid w:val="009B3234"/>
    <w:rsid w:val="009B38BE"/>
    <w:rsid w:val="009B6DF4"/>
    <w:rsid w:val="009C333F"/>
    <w:rsid w:val="009C3D0F"/>
    <w:rsid w:val="009D2FDC"/>
    <w:rsid w:val="009E2913"/>
    <w:rsid w:val="009F35E2"/>
    <w:rsid w:val="009F5BEB"/>
    <w:rsid w:val="009F65F9"/>
    <w:rsid w:val="009F66C9"/>
    <w:rsid w:val="009F68BA"/>
    <w:rsid w:val="009F7C99"/>
    <w:rsid w:val="00A05947"/>
    <w:rsid w:val="00A06277"/>
    <w:rsid w:val="00A079DC"/>
    <w:rsid w:val="00A10E4F"/>
    <w:rsid w:val="00A111C2"/>
    <w:rsid w:val="00A117D6"/>
    <w:rsid w:val="00A151FE"/>
    <w:rsid w:val="00A17D0F"/>
    <w:rsid w:val="00A23425"/>
    <w:rsid w:val="00A27314"/>
    <w:rsid w:val="00A338E7"/>
    <w:rsid w:val="00A343B2"/>
    <w:rsid w:val="00A35CAA"/>
    <w:rsid w:val="00A3647B"/>
    <w:rsid w:val="00A36E7F"/>
    <w:rsid w:val="00A37299"/>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0760"/>
    <w:rsid w:val="00A81F08"/>
    <w:rsid w:val="00A830E5"/>
    <w:rsid w:val="00A86618"/>
    <w:rsid w:val="00A87135"/>
    <w:rsid w:val="00A90239"/>
    <w:rsid w:val="00A93280"/>
    <w:rsid w:val="00AA2548"/>
    <w:rsid w:val="00AA3A21"/>
    <w:rsid w:val="00AA58C4"/>
    <w:rsid w:val="00AB0B10"/>
    <w:rsid w:val="00AB11C8"/>
    <w:rsid w:val="00AB60CF"/>
    <w:rsid w:val="00AC08A8"/>
    <w:rsid w:val="00AC5085"/>
    <w:rsid w:val="00AC73C4"/>
    <w:rsid w:val="00AC73E5"/>
    <w:rsid w:val="00AD1891"/>
    <w:rsid w:val="00AD3536"/>
    <w:rsid w:val="00AD3616"/>
    <w:rsid w:val="00AD3CB3"/>
    <w:rsid w:val="00AD56C8"/>
    <w:rsid w:val="00AD58F2"/>
    <w:rsid w:val="00AD5BA0"/>
    <w:rsid w:val="00AE02CA"/>
    <w:rsid w:val="00AE363E"/>
    <w:rsid w:val="00AE4C25"/>
    <w:rsid w:val="00AF2CDE"/>
    <w:rsid w:val="00AF4DBA"/>
    <w:rsid w:val="00AF61BD"/>
    <w:rsid w:val="00B00313"/>
    <w:rsid w:val="00B00ABE"/>
    <w:rsid w:val="00B01599"/>
    <w:rsid w:val="00B0197B"/>
    <w:rsid w:val="00B01FD6"/>
    <w:rsid w:val="00B02B1A"/>
    <w:rsid w:val="00B03003"/>
    <w:rsid w:val="00B03A27"/>
    <w:rsid w:val="00B0472C"/>
    <w:rsid w:val="00B0529F"/>
    <w:rsid w:val="00B1418B"/>
    <w:rsid w:val="00B14B15"/>
    <w:rsid w:val="00B21195"/>
    <w:rsid w:val="00B214FE"/>
    <w:rsid w:val="00B24B22"/>
    <w:rsid w:val="00B25310"/>
    <w:rsid w:val="00B27B11"/>
    <w:rsid w:val="00B32F8F"/>
    <w:rsid w:val="00B404DC"/>
    <w:rsid w:val="00B43958"/>
    <w:rsid w:val="00B515EB"/>
    <w:rsid w:val="00B5228C"/>
    <w:rsid w:val="00B54DE9"/>
    <w:rsid w:val="00B553EC"/>
    <w:rsid w:val="00B62B98"/>
    <w:rsid w:val="00B635E9"/>
    <w:rsid w:val="00B65E27"/>
    <w:rsid w:val="00B66855"/>
    <w:rsid w:val="00B66EBE"/>
    <w:rsid w:val="00B70ED4"/>
    <w:rsid w:val="00B774CD"/>
    <w:rsid w:val="00B80ECC"/>
    <w:rsid w:val="00B82C24"/>
    <w:rsid w:val="00B912DE"/>
    <w:rsid w:val="00B93DD0"/>
    <w:rsid w:val="00B95973"/>
    <w:rsid w:val="00B95D71"/>
    <w:rsid w:val="00B97732"/>
    <w:rsid w:val="00B97BA1"/>
    <w:rsid w:val="00BA0922"/>
    <w:rsid w:val="00BA17FC"/>
    <w:rsid w:val="00BA65A8"/>
    <w:rsid w:val="00BA6D19"/>
    <w:rsid w:val="00BA7461"/>
    <w:rsid w:val="00BA7DA9"/>
    <w:rsid w:val="00BB418A"/>
    <w:rsid w:val="00BC0616"/>
    <w:rsid w:val="00BC4215"/>
    <w:rsid w:val="00BC473A"/>
    <w:rsid w:val="00BD1A6F"/>
    <w:rsid w:val="00BD5DB8"/>
    <w:rsid w:val="00BD5F54"/>
    <w:rsid w:val="00BD6406"/>
    <w:rsid w:val="00BE033E"/>
    <w:rsid w:val="00BE2411"/>
    <w:rsid w:val="00BE25A7"/>
    <w:rsid w:val="00BE461C"/>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18D9"/>
    <w:rsid w:val="00C43020"/>
    <w:rsid w:val="00C4714E"/>
    <w:rsid w:val="00C51A9D"/>
    <w:rsid w:val="00C5366B"/>
    <w:rsid w:val="00C5504F"/>
    <w:rsid w:val="00C6319E"/>
    <w:rsid w:val="00C63376"/>
    <w:rsid w:val="00C634DE"/>
    <w:rsid w:val="00C648DA"/>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2580"/>
    <w:rsid w:val="00D45EE3"/>
    <w:rsid w:val="00D4670C"/>
    <w:rsid w:val="00D50618"/>
    <w:rsid w:val="00D509E9"/>
    <w:rsid w:val="00D50A8A"/>
    <w:rsid w:val="00D53B1C"/>
    <w:rsid w:val="00D5575B"/>
    <w:rsid w:val="00D558DD"/>
    <w:rsid w:val="00D62131"/>
    <w:rsid w:val="00D64914"/>
    <w:rsid w:val="00D73673"/>
    <w:rsid w:val="00D77838"/>
    <w:rsid w:val="00D80F3B"/>
    <w:rsid w:val="00D81644"/>
    <w:rsid w:val="00D949E4"/>
    <w:rsid w:val="00DA1B12"/>
    <w:rsid w:val="00DA54C9"/>
    <w:rsid w:val="00DA6739"/>
    <w:rsid w:val="00DA6CAE"/>
    <w:rsid w:val="00DB1A9E"/>
    <w:rsid w:val="00DB2566"/>
    <w:rsid w:val="00DB31D6"/>
    <w:rsid w:val="00DB36D1"/>
    <w:rsid w:val="00DB4005"/>
    <w:rsid w:val="00DB46A7"/>
    <w:rsid w:val="00DB4CBF"/>
    <w:rsid w:val="00DC34EB"/>
    <w:rsid w:val="00DC63FD"/>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1778B"/>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7651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D6D43"/>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A08"/>
    <w:rsid w:val="00F10DBE"/>
    <w:rsid w:val="00F11561"/>
    <w:rsid w:val="00F23756"/>
    <w:rsid w:val="00F2408E"/>
    <w:rsid w:val="00F2523A"/>
    <w:rsid w:val="00F25FFA"/>
    <w:rsid w:val="00F310D2"/>
    <w:rsid w:val="00F32EAE"/>
    <w:rsid w:val="00F33F2B"/>
    <w:rsid w:val="00F34382"/>
    <w:rsid w:val="00F35B89"/>
    <w:rsid w:val="00F35F6C"/>
    <w:rsid w:val="00F36F3D"/>
    <w:rsid w:val="00F3797F"/>
    <w:rsid w:val="00F46F46"/>
    <w:rsid w:val="00F477BD"/>
    <w:rsid w:val="00F50D3B"/>
    <w:rsid w:val="00F52AB6"/>
    <w:rsid w:val="00F52EB7"/>
    <w:rsid w:val="00F53491"/>
    <w:rsid w:val="00F60329"/>
    <w:rsid w:val="00F65A1C"/>
    <w:rsid w:val="00F66F50"/>
    <w:rsid w:val="00F71ED9"/>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28FC"/>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6DC5"/>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g.gov.au/LegalSystem/Legalaidprogrammes/Commonwealthlegalfinancialassistance/Documents/LegalFinancialAssistanceInformationSheet.pdf" TargetMode="Externa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at.gov.a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mailto:generalreviews@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F23B3-AD87-4AB9-976A-28D67900A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916584CC.dotm</Template>
  <TotalTime>0</TotalTime>
  <Pages>6</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Heather Brayford – 14 October 2019</dc:title>
  <dc:subject/>
  <dc:creator/>
  <cp:keywords/>
  <dc:description/>
  <cp:lastModifiedBy/>
  <cp:revision>1</cp:revision>
  <dcterms:created xsi:type="dcterms:W3CDTF">2019-10-16T03:39:00Z</dcterms:created>
  <dcterms:modified xsi:type="dcterms:W3CDTF">2019-10-16T03:39:00Z</dcterms:modified>
</cp:coreProperties>
</file>