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FD62C" w14:textId="353C8A68" w:rsidR="00094503" w:rsidRDefault="00094503" w:rsidP="00094503">
      <w:pPr>
        <w:pStyle w:val="Heading1"/>
        <w:jc w:val="center"/>
      </w:pPr>
      <w:r w:rsidRPr="00094503">
        <w:rPr>
          <w:color w:val="000000"/>
          <w:lang w:val="en"/>
        </w:rPr>
        <w:t xml:space="preserve">Public comment </w:t>
      </w:r>
      <w:r>
        <w:rPr>
          <w:color w:val="000000"/>
          <w:lang w:val="en"/>
        </w:rPr>
        <w:t>process</w:t>
      </w:r>
      <w:r w:rsidRPr="00094503">
        <w:rPr>
          <w:color w:val="000000"/>
          <w:lang w:val="en"/>
        </w:rPr>
        <w:t xml:space="preserve"> </w:t>
      </w:r>
      <w:r>
        <w:rPr>
          <w:color w:val="000000"/>
          <w:lang w:val="en"/>
        </w:rPr>
        <w:t xml:space="preserve">for the </w:t>
      </w:r>
    </w:p>
    <w:p w14:paraId="37D82FE6" w14:textId="7ADB1F6C" w:rsidR="00094503" w:rsidRPr="00094503" w:rsidRDefault="00094503" w:rsidP="00B63A75">
      <w:pPr>
        <w:pStyle w:val="Heading1"/>
        <w:jc w:val="center"/>
        <w:rPr>
          <w:i/>
          <w:color w:val="000000"/>
          <w:lang w:val="en"/>
        </w:rPr>
      </w:pPr>
      <w:r>
        <w:rPr>
          <w:color w:val="000000"/>
          <w:lang w:val="en"/>
        </w:rPr>
        <w:t>Draft</w:t>
      </w:r>
      <w:r>
        <w:rPr>
          <w:i/>
          <w:color w:val="000000"/>
          <w:lang w:val="en"/>
        </w:rPr>
        <w:t xml:space="preserve"> T</w:t>
      </w:r>
      <w:r w:rsidR="00B63A75" w:rsidRPr="00B63A75">
        <w:rPr>
          <w:i/>
          <w:color w:val="000000"/>
          <w:lang w:val="en"/>
        </w:rPr>
        <w:t xml:space="preserve">hreat abatement plan for the impacts of marine debris on vertebrate </w:t>
      </w:r>
      <w:r w:rsidR="00B63A75" w:rsidRPr="00094503">
        <w:rPr>
          <w:i/>
          <w:color w:val="000000"/>
          <w:lang w:val="en"/>
        </w:rPr>
        <w:t>marine life</w:t>
      </w:r>
      <w:r w:rsidRPr="00094503">
        <w:rPr>
          <w:i/>
          <w:color w:val="000000"/>
          <w:lang w:val="en"/>
        </w:rPr>
        <w:t xml:space="preserve"> (2017)</w:t>
      </w:r>
    </w:p>
    <w:p w14:paraId="4C4E84AC" w14:textId="77777777" w:rsidR="00DF5DD4" w:rsidRDefault="00DF5DD4">
      <w:pPr>
        <w:pStyle w:val="Bookendtext-notnumbered"/>
      </w:pPr>
      <w:r>
        <w:t>This completed form must be included with your</w:t>
      </w:r>
      <w:bookmarkStart w:id="0" w:name="_GoBack"/>
      <w:bookmarkEnd w:id="0"/>
      <w:r>
        <w:t xml:space="preserve"> submission. If completing by hand, please ensure your writing is clear and legible.</w:t>
      </w:r>
    </w:p>
    <w:p w14:paraId="4C4E84AD" w14:textId="77777777" w:rsidR="004223E9" w:rsidRDefault="004223E9">
      <w:pPr>
        <w:pStyle w:val="Bookendtext-notnumbered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0"/>
        <w:gridCol w:w="7087"/>
      </w:tblGrid>
      <w:tr w:rsidR="00DF5DD4" w14:paraId="4C4E84AF" w14:textId="77777777" w:rsidTr="00F5436F">
        <w:trPr>
          <w:trHeight w:val="397"/>
        </w:trPr>
        <w:tc>
          <w:tcPr>
            <w:tcW w:w="9747" w:type="dxa"/>
            <w:gridSpan w:val="2"/>
            <w:shd w:val="clear" w:color="auto" w:fill="B8CCE4"/>
            <w:vAlign w:val="center"/>
          </w:tcPr>
          <w:p w14:paraId="4C4E84AE" w14:textId="77777777" w:rsidR="00DF5DD4" w:rsidRDefault="00DF5DD4">
            <w:pPr>
              <w:pStyle w:val="TableTopRow"/>
            </w:pPr>
            <w:r>
              <w:t>CONTACT DETAILS</w:t>
            </w:r>
          </w:p>
        </w:tc>
      </w:tr>
      <w:tr w:rsidR="00DF5DD4" w:rsidRPr="004223E9" w14:paraId="4C4E84B3" w14:textId="77777777" w:rsidTr="00F5436F">
        <w:trPr>
          <w:trHeight w:val="397"/>
        </w:trPr>
        <w:tc>
          <w:tcPr>
            <w:tcW w:w="9747" w:type="dxa"/>
            <w:gridSpan w:val="2"/>
            <w:vAlign w:val="center"/>
          </w:tcPr>
          <w:p w14:paraId="4C4E84B0" w14:textId="77777777" w:rsidR="00DF5DD4" w:rsidRPr="004223E9" w:rsidRDefault="00DF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223E9">
              <w:rPr>
                <w:rFonts w:ascii="Arial" w:hAnsi="Arial" w:cs="Arial"/>
              </w:rPr>
              <w:t xml:space="preserve">We need to collect some personal information </w:t>
            </w:r>
            <w:bookmarkStart w:id="1" w:name="OLE_LINK1"/>
            <w:bookmarkStart w:id="2" w:name="OLE_LINK2"/>
            <w:r w:rsidRPr="004223E9">
              <w:rPr>
                <w:rFonts w:ascii="Arial" w:hAnsi="Arial" w:cs="Arial"/>
              </w:rPr>
              <w:t>in case we need to contact you should further information or clarification be required on your submission</w:t>
            </w:r>
            <w:bookmarkEnd w:id="1"/>
            <w:bookmarkEnd w:id="2"/>
            <w:r w:rsidRPr="004223E9">
              <w:rPr>
                <w:rFonts w:ascii="Arial" w:hAnsi="Arial" w:cs="Arial"/>
              </w:rPr>
              <w:t>. Personal information may be disclosed to the Minister</w:t>
            </w:r>
            <w:r w:rsidR="008E5D84" w:rsidRPr="004223E9">
              <w:rPr>
                <w:rFonts w:ascii="Arial" w:hAnsi="Arial" w:cs="Arial"/>
              </w:rPr>
              <w:t>,</w:t>
            </w:r>
            <w:r w:rsidRPr="004223E9">
              <w:rPr>
                <w:rFonts w:ascii="Arial" w:hAnsi="Arial" w:cs="Arial"/>
              </w:rPr>
              <w:t xml:space="preserve"> members of the </w:t>
            </w:r>
            <w:r w:rsidRPr="004223E9">
              <w:rPr>
                <w:rFonts w:ascii="Arial" w:hAnsi="Arial" w:cs="Arial"/>
                <w:lang w:eastAsia="en-AU"/>
              </w:rPr>
              <w:t>Threatened Species Scientific Committee</w:t>
            </w:r>
            <w:r w:rsidRPr="004223E9">
              <w:rPr>
                <w:rFonts w:ascii="Arial" w:hAnsi="Arial" w:cs="Arial"/>
              </w:rPr>
              <w:t xml:space="preserve"> or to employees of Australian Government agencies assisting the Committee for the purposes outlined above. Contents of your submission may be included in subsequent publications.</w:t>
            </w:r>
          </w:p>
          <w:p w14:paraId="4C4E84B1" w14:textId="77777777"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</w:p>
          <w:p w14:paraId="4C4E84B2" w14:textId="06A07CE3" w:rsidR="00DF5DD4" w:rsidRPr="004223E9" w:rsidRDefault="00DF5DD4" w:rsidP="00094503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Please provide at least one contact</w:t>
            </w:r>
            <w:r w:rsidR="007D551C" w:rsidRPr="004223E9">
              <w:rPr>
                <w:sz w:val="22"/>
                <w:szCs w:val="22"/>
              </w:rPr>
              <w:t xml:space="preserve"> (</w:t>
            </w:r>
            <w:r w:rsidRPr="004223E9">
              <w:rPr>
                <w:sz w:val="22"/>
                <w:szCs w:val="22"/>
              </w:rPr>
              <w:t>telephone number is optional</w:t>
            </w:r>
            <w:r w:rsidR="007D551C" w:rsidRPr="004223E9">
              <w:rPr>
                <w:sz w:val="22"/>
                <w:szCs w:val="22"/>
              </w:rPr>
              <w:t>)</w:t>
            </w:r>
            <w:r w:rsidRPr="004223E9">
              <w:rPr>
                <w:sz w:val="22"/>
                <w:szCs w:val="22"/>
              </w:rPr>
              <w:t>. If you are making a submission for a group or organisation, please provide contact information for one member of your group or organisation.</w:t>
            </w:r>
          </w:p>
        </w:tc>
      </w:tr>
      <w:tr w:rsidR="00DF5DD4" w:rsidRPr="004223E9" w14:paraId="4C4E84B6" w14:textId="77777777" w:rsidTr="00F5436F">
        <w:trPr>
          <w:trHeight w:val="397"/>
        </w:trPr>
        <w:tc>
          <w:tcPr>
            <w:tcW w:w="2660" w:type="dxa"/>
            <w:vAlign w:val="center"/>
          </w:tcPr>
          <w:p w14:paraId="4C4E84B4" w14:textId="77777777"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Title</w:t>
            </w:r>
          </w:p>
        </w:tc>
        <w:tc>
          <w:tcPr>
            <w:tcW w:w="7087" w:type="dxa"/>
          </w:tcPr>
          <w:p w14:paraId="4C4E84B5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14:paraId="4C4E84B9" w14:textId="77777777" w:rsidTr="00F5436F">
        <w:trPr>
          <w:trHeight w:val="397"/>
        </w:trPr>
        <w:tc>
          <w:tcPr>
            <w:tcW w:w="2660" w:type="dxa"/>
            <w:vAlign w:val="center"/>
          </w:tcPr>
          <w:p w14:paraId="4C4E84B7" w14:textId="77777777"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First n</w:t>
            </w:r>
            <w:r w:rsidR="00DF5DD4" w:rsidRPr="004223E9">
              <w:rPr>
                <w:sz w:val="22"/>
                <w:szCs w:val="22"/>
              </w:rPr>
              <w:t xml:space="preserve">ame </w:t>
            </w:r>
          </w:p>
        </w:tc>
        <w:tc>
          <w:tcPr>
            <w:tcW w:w="7087" w:type="dxa"/>
          </w:tcPr>
          <w:p w14:paraId="4C4E84B8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14:paraId="4C4E84BC" w14:textId="77777777" w:rsidTr="00F5436F">
        <w:trPr>
          <w:trHeight w:val="397"/>
        </w:trPr>
        <w:tc>
          <w:tcPr>
            <w:tcW w:w="2660" w:type="dxa"/>
            <w:vAlign w:val="center"/>
          </w:tcPr>
          <w:p w14:paraId="4C4E84BA" w14:textId="77777777"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Surname/Family n</w:t>
            </w:r>
            <w:r w:rsidR="00DF5DD4" w:rsidRPr="004223E9">
              <w:rPr>
                <w:sz w:val="22"/>
                <w:szCs w:val="22"/>
              </w:rPr>
              <w:t>ame</w:t>
            </w:r>
          </w:p>
        </w:tc>
        <w:tc>
          <w:tcPr>
            <w:tcW w:w="7087" w:type="dxa"/>
          </w:tcPr>
          <w:p w14:paraId="4C4E84BB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63772A" w:rsidRPr="004223E9" w14:paraId="4C4E84BF" w14:textId="77777777" w:rsidTr="0063772A">
        <w:trPr>
          <w:trHeight w:val="533"/>
        </w:trPr>
        <w:tc>
          <w:tcPr>
            <w:tcW w:w="2660" w:type="dxa"/>
            <w:vAlign w:val="center"/>
          </w:tcPr>
          <w:p w14:paraId="4C4E84BD" w14:textId="77777777" w:rsidR="0063772A" w:rsidRPr="004223E9" w:rsidRDefault="0063772A" w:rsidP="0063772A">
            <w:pPr>
              <w:pStyle w:val="Tablebody"/>
              <w:spacing w:before="0" w:after="0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Organisation (if relevant)</w:t>
            </w:r>
          </w:p>
        </w:tc>
        <w:tc>
          <w:tcPr>
            <w:tcW w:w="7087" w:type="dxa"/>
          </w:tcPr>
          <w:p w14:paraId="4C4E84BE" w14:textId="77777777" w:rsidR="0063772A" w:rsidRPr="004223E9" w:rsidRDefault="0063772A" w:rsidP="0063772A">
            <w:pPr>
              <w:spacing w:after="0" w:line="240" w:lineRule="auto"/>
              <w:rPr>
                <w:rFonts w:cs="Arial"/>
              </w:rPr>
            </w:pPr>
          </w:p>
        </w:tc>
      </w:tr>
      <w:tr w:rsidR="00DF5DD4" w:rsidRPr="004223E9" w14:paraId="4C4E84C2" w14:textId="77777777" w:rsidTr="00F5436F">
        <w:trPr>
          <w:trHeight w:val="1175"/>
        </w:trPr>
        <w:tc>
          <w:tcPr>
            <w:tcW w:w="2660" w:type="dxa"/>
            <w:vAlign w:val="center"/>
          </w:tcPr>
          <w:p w14:paraId="4C4E84C0" w14:textId="77777777"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Postal a</w:t>
            </w:r>
            <w:r w:rsidR="00DF5DD4" w:rsidRPr="004223E9">
              <w:rPr>
                <w:sz w:val="22"/>
                <w:szCs w:val="22"/>
              </w:rPr>
              <w:t xml:space="preserve">ddress </w:t>
            </w:r>
          </w:p>
        </w:tc>
        <w:tc>
          <w:tcPr>
            <w:tcW w:w="7087" w:type="dxa"/>
          </w:tcPr>
          <w:p w14:paraId="4C4E84C1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14:paraId="4C4E84C5" w14:textId="77777777" w:rsidTr="00F5436F">
        <w:trPr>
          <w:trHeight w:val="397"/>
        </w:trPr>
        <w:tc>
          <w:tcPr>
            <w:tcW w:w="2660" w:type="dxa"/>
            <w:vAlign w:val="center"/>
          </w:tcPr>
          <w:p w14:paraId="4C4E84C3" w14:textId="77777777"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Email a</w:t>
            </w:r>
            <w:r w:rsidR="00DF5DD4" w:rsidRPr="004223E9">
              <w:rPr>
                <w:sz w:val="22"/>
                <w:szCs w:val="22"/>
              </w:rPr>
              <w:t>ddress</w:t>
            </w:r>
          </w:p>
        </w:tc>
        <w:tc>
          <w:tcPr>
            <w:tcW w:w="7087" w:type="dxa"/>
          </w:tcPr>
          <w:p w14:paraId="4C4E84C4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14:paraId="4C4E84C8" w14:textId="77777777" w:rsidTr="00F5436F">
        <w:tc>
          <w:tcPr>
            <w:tcW w:w="2660" w:type="dxa"/>
            <w:vAlign w:val="center"/>
          </w:tcPr>
          <w:p w14:paraId="4C4E84C6" w14:textId="77777777"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Te</w:t>
            </w:r>
            <w:r w:rsidR="00CE27F9" w:rsidRPr="004223E9">
              <w:rPr>
                <w:sz w:val="22"/>
                <w:szCs w:val="22"/>
              </w:rPr>
              <w:t>lephone n</w:t>
            </w:r>
            <w:r w:rsidRPr="004223E9">
              <w:rPr>
                <w:sz w:val="22"/>
                <w:szCs w:val="22"/>
              </w:rPr>
              <w:t>umber</w:t>
            </w:r>
          </w:p>
        </w:tc>
        <w:tc>
          <w:tcPr>
            <w:tcW w:w="7087" w:type="dxa"/>
          </w:tcPr>
          <w:p w14:paraId="4C4E84C7" w14:textId="77777777"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0C2996" w:rsidRPr="004223E9" w14:paraId="4C4E84CD" w14:textId="77777777" w:rsidTr="000C2996">
        <w:trPr>
          <w:trHeight w:val="860"/>
        </w:trPr>
        <w:tc>
          <w:tcPr>
            <w:tcW w:w="9747" w:type="dxa"/>
            <w:gridSpan w:val="2"/>
            <w:vAlign w:val="center"/>
          </w:tcPr>
          <w:p w14:paraId="4C4E84C9" w14:textId="77777777" w:rsidR="000C2996" w:rsidRPr="004223E9" w:rsidRDefault="000C2996" w:rsidP="000C29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4223E9">
              <w:rPr>
                <w:rFonts w:ascii="Arial" w:hAnsi="Arial" w:cs="Arial"/>
                <w:sz w:val="22"/>
                <w:szCs w:val="22"/>
              </w:rPr>
              <w:t>Return the cover sheet and your comments by email or post:</w:t>
            </w:r>
          </w:p>
          <w:p w14:paraId="5B26A8FE" w14:textId="77777777" w:rsidR="00094503" w:rsidRPr="00094503" w:rsidRDefault="000C2996" w:rsidP="000945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4223E9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7" w:history="1">
              <w:r w:rsidR="00094503" w:rsidRPr="00094503">
                <w:rPr>
                  <w:rStyle w:val="Hyperlink"/>
                  <w:rFonts w:ascii="Arial" w:hAnsi="Arial" w:cs="Arial"/>
                  <w:sz w:val="22"/>
                  <w:szCs w:val="22"/>
                </w:rPr>
                <w:t>marinedebris@environment.gov.au</w:t>
              </w:r>
            </w:hyperlink>
          </w:p>
          <w:p w14:paraId="4C4E84CB" w14:textId="77777777" w:rsidR="000C2996" w:rsidRPr="004223E9" w:rsidRDefault="000C2996" w:rsidP="000C29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4C4E84CC" w14:textId="2AFB6062" w:rsidR="000C2996" w:rsidRPr="004223E9" w:rsidRDefault="000C2996" w:rsidP="000C2996">
            <w:pPr>
              <w:spacing w:after="0" w:line="240" w:lineRule="auto"/>
              <w:rPr>
                <w:rFonts w:ascii="Times New Roman" w:hAnsi="Times New Roman"/>
              </w:rPr>
            </w:pPr>
            <w:r w:rsidRPr="004223E9">
              <w:rPr>
                <w:rFonts w:ascii="Arial" w:hAnsi="Arial" w:cs="Arial"/>
              </w:rPr>
              <w:t>Director</w:t>
            </w:r>
            <w:r w:rsidRPr="004223E9">
              <w:rPr>
                <w:rFonts w:ascii="Arial" w:hAnsi="Arial" w:cs="Arial"/>
              </w:rPr>
              <w:br/>
              <w:t>Environmental Biosecurity Section</w:t>
            </w:r>
            <w:r w:rsidRPr="004223E9">
              <w:rPr>
                <w:rFonts w:ascii="Arial" w:hAnsi="Arial" w:cs="Arial"/>
              </w:rPr>
              <w:br/>
              <w:t xml:space="preserve">Department of the Environment </w:t>
            </w:r>
            <w:r w:rsidR="0004448E">
              <w:rPr>
                <w:rFonts w:ascii="Arial" w:hAnsi="Arial" w:cs="Arial"/>
              </w:rPr>
              <w:t>and Energy</w:t>
            </w:r>
            <w:r w:rsidRPr="004223E9">
              <w:rPr>
                <w:rFonts w:ascii="Arial" w:hAnsi="Arial" w:cs="Arial"/>
              </w:rPr>
              <w:br/>
              <w:t>GPO Box 787</w:t>
            </w:r>
            <w:r w:rsidRPr="004223E9">
              <w:rPr>
                <w:rFonts w:ascii="Arial" w:hAnsi="Arial" w:cs="Arial"/>
              </w:rPr>
              <w:br/>
              <w:t xml:space="preserve">Canberra ACT 2601 </w:t>
            </w:r>
          </w:p>
        </w:tc>
      </w:tr>
    </w:tbl>
    <w:p w14:paraId="4C4E84CE" w14:textId="77777777" w:rsidR="00DF5DD4" w:rsidRDefault="00DF5DD4" w:rsidP="00F4345D">
      <w:pPr>
        <w:rPr>
          <w:sz w:val="18"/>
          <w:szCs w:val="18"/>
        </w:rPr>
      </w:pPr>
    </w:p>
    <w:p w14:paraId="4C4E84CF" w14:textId="77777777" w:rsidR="004223E9" w:rsidRPr="004223E9" w:rsidRDefault="004223E9" w:rsidP="004223E9">
      <w:pPr>
        <w:jc w:val="center"/>
        <w:rPr>
          <w:rFonts w:ascii="Arial" w:hAnsi="Arial" w:cs="Arial"/>
          <w:b/>
        </w:rPr>
      </w:pPr>
      <w:r>
        <w:rPr>
          <w:b/>
        </w:rPr>
        <w:br w:type="page"/>
      </w:r>
      <w:r w:rsidRPr="004223E9">
        <w:rPr>
          <w:rFonts w:ascii="Arial" w:hAnsi="Arial" w:cs="Arial"/>
          <w:b/>
        </w:rPr>
        <w:lastRenderedPageBreak/>
        <w:t>COMMENTS SHEET</w:t>
      </w:r>
    </w:p>
    <w:p w14:paraId="4C4E84D0" w14:textId="77777777" w:rsidR="004223E9" w:rsidRPr="004223E9" w:rsidRDefault="004223E9" w:rsidP="004223E9">
      <w:pPr>
        <w:rPr>
          <w:rFonts w:ascii="Arial" w:hAnsi="Arial" w:cs="Arial"/>
        </w:rPr>
      </w:pPr>
      <w:r w:rsidRPr="004223E9">
        <w:rPr>
          <w:rFonts w:ascii="Arial" w:hAnsi="Arial" w:cs="Arial"/>
        </w:rPr>
        <w:t>If your comments relate to a specific section, objective or action, please record these below.  General comments can be included below the table.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6281"/>
      </w:tblGrid>
      <w:tr w:rsidR="004223E9" w:rsidRPr="004223E9" w14:paraId="4C4E84D3" w14:textId="77777777" w:rsidTr="00465D07">
        <w:trPr>
          <w:trHeight w:val="469"/>
        </w:trPr>
        <w:tc>
          <w:tcPr>
            <w:tcW w:w="1429" w:type="pct"/>
            <w:vAlign w:val="center"/>
          </w:tcPr>
          <w:p w14:paraId="4C4E84D1" w14:textId="77777777" w:rsidR="004223E9" w:rsidRPr="004223E9" w:rsidRDefault="004223E9" w:rsidP="00465D07">
            <w:pPr>
              <w:rPr>
                <w:rFonts w:ascii="Arial" w:hAnsi="Arial" w:cs="Arial"/>
                <w:b/>
              </w:rPr>
            </w:pPr>
            <w:r w:rsidRPr="004223E9">
              <w:rPr>
                <w:rFonts w:ascii="Arial" w:hAnsi="Arial" w:cs="Arial"/>
                <w:b/>
              </w:rPr>
              <w:t>Section/objective/action</w:t>
            </w:r>
          </w:p>
        </w:tc>
        <w:tc>
          <w:tcPr>
            <w:tcW w:w="3571" w:type="pct"/>
            <w:vAlign w:val="center"/>
          </w:tcPr>
          <w:p w14:paraId="4C4E84D2" w14:textId="77777777" w:rsidR="004223E9" w:rsidRPr="004223E9" w:rsidRDefault="004223E9" w:rsidP="00465D07">
            <w:pPr>
              <w:rPr>
                <w:rFonts w:ascii="Arial" w:hAnsi="Arial" w:cs="Arial"/>
                <w:b/>
              </w:rPr>
            </w:pPr>
            <w:r w:rsidRPr="004223E9">
              <w:rPr>
                <w:rFonts w:ascii="Arial" w:hAnsi="Arial" w:cs="Arial"/>
                <w:b/>
              </w:rPr>
              <w:t>Comments</w:t>
            </w:r>
          </w:p>
        </w:tc>
      </w:tr>
      <w:tr w:rsidR="004223E9" w:rsidRPr="004223E9" w14:paraId="4C4E84D6" w14:textId="77777777" w:rsidTr="00465D07">
        <w:tc>
          <w:tcPr>
            <w:tcW w:w="1429" w:type="pct"/>
          </w:tcPr>
          <w:p w14:paraId="4C4E84D4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D5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D9" w14:textId="77777777" w:rsidTr="00465D07">
        <w:tc>
          <w:tcPr>
            <w:tcW w:w="1429" w:type="pct"/>
          </w:tcPr>
          <w:p w14:paraId="4C4E84D7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D8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DC" w14:textId="77777777" w:rsidTr="00465D07">
        <w:tc>
          <w:tcPr>
            <w:tcW w:w="1429" w:type="pct"/>
          </w:tcPr>
          <w:p w14:paraId="4C4E84DA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DB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DF" w14:textId="77777777" w:rsidTr="00465D07">
        <w:tc>
          <w:tcPr>
            <w:tcW w:w="1429" w:type="pct"/>
          </w:tcPr>
          <w:p w14:paraId="4C4E84DD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DE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E2" w14:textId="77777777" w:rsidTr="00465D07">
        <w:tc>
          <w:tcPr>
            <w:tcW w:w="1429" w:type="pct"/>
          </w:tcPr>
          <w:p w14:paraId="4C4E84E0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E1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E5" w14:textId="77777777" w:rsidTr="00465D07">
        <w:tc>
          <w:tcPr>
            <w:tcW w:w="1429" w:type="pct"/>
          </w:tcPr>
          <w:p w14:paraId="4C4E84E3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E4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E8" w14:textId="77777777" w:rsidTr="00465D07">
        <w:tc>
          <w:tcPr>
            <w:tcW w:w="1429" w:type="pct"/>
          </w:tcPr>
          <w:p w14:paraId="4C4E84E6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E7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EB" w14:textId="77777777" w:rsidTr="00465D07">
        <w:tc>
          <w:tcPr>
            <w:tcW w:w="1429" w:type="pct"/>
          </w:tcPr>
          <w:p w14:paraId="4C4E84E9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EA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EE" w14:textId="77777777" w:rsidTr="00465D07">
        <w:tc>
          <w:tcPr>
            <w:tcW w:w="1429" w:type="pct"/>
          </w:tcPr>
          <w:p w14:paraId="4C4E84EC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ED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F1" w14:textId="77777777" w:rsidTr="00465D07">
        <w:tc>
          <w:tcPr>
            <w:tcW w:w="1429" w:type="pct"/>
          </w:tcPr>
          <w:p w14:paraId="4C4E84EF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F0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F4" w14:textId="77777777" w:rsidTr="00465D07">
        <w:tc>
          <w:tcPr>
            <w:tcW w:w="1429" w:type="pct"/>
          </w:tcPr>
          <w:p w14:paraId="4C4E84F2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F3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F7" w14:textId="77777777" w:rsidTr="00465D07">
        <w:tc>
          <w:tcPr>
            <w:tcW w:w="1429" w:type="pct"/>
          </w:tcPr>
          <w:p w14:paraId="4C4E84F5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F6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FA" w14:textId="77777777" w:rsidTr="00465D07">
        <w:tc>
          <w:tcPr>
            <w:tcW w:w="1429" w:type="pct"/>
          </w:tcPr>
          <w:p w14:paraId="4C4E84F8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F9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14:paraId="4C4E84FD" w14:textId="77777777" w:rsidTr="00465D07">
        <w:tc>
          <w:tcPr>
            <w:tcW w:w="1429" w:type="pct"/>
          </w:tcPr>
          <w:p w14:paraId="4C4E84FB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14:paraId="4C4E84FC" w14:textId="77777777"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</w:tbl>
    <w:p w14:paraId="4C4E84FE" w14:textId="77777777" w:rsidR="004223E9" w:rsidRPr="004223E9" w:rsidRDefault="004223E9" w:rsidP="004223E9">
      <w:pPr>
        <w:rPr>
          <w:rFonts w:ascii="Arial" w:hAnsi="Arial" w:cs="Arial"/>
          <w:sz w:val="16"/>
          <w:szCs w:val="16"/>
        </w:rPr>
      </w:pPr>
    </w:p>
    <w:p w14:paraId="4C4E84FF" w14:textId="77777777" w:rsidR="004223E9" w:rsidRPr="004223E9" w:rsidRDefault="004223E9" w:rsidP="004223E9">
      <w:pPr>
        <w:rPr>
          <w:rFonts w:ascii="Arial" w:hAnsi="Arial" w:cs="Arial"/>
          <w:b/>
        </w:rPr>
      </w:pPr>
      <w:r w:rsidRPr="004223E9">
        <w:rPr>
          <w:rFonts w:ascii="Arial" w:hAnsi="Arial" w:cs="Arial"/>
          <w:b/>
        </w:rPr>
        <w:t>General comments</w:t>
      </w:r>
    </w:p>
    <w:p w14:paraId="4C4E8500" w14:textId="77777777" w:rsidR="004223E9" w:rsidRPr="004223E9" w:rsidRDefault="004223E9" w:rsidP="004223E9">
      <w:pPr>
        <w:rPr>
          <w:rFonts w:ascii="Arial" w:hAnsi="Arial" w:cs="Arial"/>
          <w:b/>
        </w:rPr>
      </w:pPr>
    </w:p>
    <w:p w14:paraId="4C4E8501" w14:textId="77777777" w:rsidR="004223E9" w:rsidRDefault="004223E9" w:rsidP="00F4345D">
      <w:pPr>
        <w:rPr>
          <w:sz w:val="18"/>
          <w:szCs w:val="18"/>
        </w:rPr>
      </w:pPr>
    </w:p>
    <w:sectPr w:rsidR="004223E9" w:rsidSect="00422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E8504" w14:textId="77777777" w:rsidR="00465D07" w:rsidRDefault="00465D07">
      <w:r>
        <w:separator/>
      </w:r>
    </w:p>
  </w:endnote>
  <w:endnote w:type="continuationSeparator" w:id="0">
    <w:p w14:paraId="4C4E8505" w14:textId="77777777" w:rsidR="00465D07" w:rsidRDefault="0046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F68C0" w14:textId="77777777" w:rsidR="004C7071" w:rsidRDefault="004C70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18FB5" w14:textId="77777777" w:rsidR="004C7071" w:rsidRDefault="004C70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D5819" w14:textId="77777777" w:rsidR="004C7071" w:rsidRDefault="004C70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E8502" w14:textId="77777777" w:rsidR="00465D07" w:rsidRDefault="00465D07">
      <w:r>
        <w:separator/>
      </w:r>
    </w:p>
  </w:footnote>
  <w:footnote w:type="continuationSeparator" w:id="0">
    <w:p w14:paraId="4C4E8503" w14:textId="77777777" w:rsidR="00465D07" w:rsidRDefault="00465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E48CD" w14:textId="77777777" w:rsidR="004C7071" w:rsidRDefault="004C70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8AC43" w14:textId="77777777" w:rsidR="004C7071" w:rsidRDefault="004C70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2AAE0" w14:textId="77777777" w:rsidR="004C7071" w:rsidRDefault="004C70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F9"/>
    <w:rsid w:val="0004448E"/>
    <w:rsid w:val="00086F2E"/>
    <w:rsid w:val="00094503"/>
    <w:rsid w:val="000C2996"/>
    <w:rsid w:val="001749DA"/>
    <w:rsid w:val="004223E9"/>
    <w:rsid w:val="00464C34"/>
    <w:rsid w:val="00465D07"/>
    <w:rsid w:val="00465F59"/>
    <w:rsid w:val="004C7071"/>
    <w:rsid w:val="00515AB4"/>
    <w:rsid w:val="00537DF5"/>
    <w:rsid w:val="00623019"/>
    <w:rsid w:val="0063772A"/>
    <w:rsid w:val="00654E3E"/>
    <w:rsid w:val="006D1E37"/>
    <w:rsid w:val="006F3E2F"/>
    <w:rsid w:val="007855CC"/>
    <w:rsid w:val="007C64BF"/>
    <w:rsid w:val="007D551C"/>
    <w:rsid w:val="00891A2C"/>
    <w:rsid w:val="008E5D84"/>
    <w:rsid w:val="009F7090"/>
    <w:rsid w:val="00A10BF3"/>
    <w:rsid w:val="00A13401"/>
    <w:rsid w:val="00A25291"/>
    <w:rsid w:val="00A42127"/>
    <w:rsid w:val="00B256A0"/>
    <w:rsid w:val="00B34951"/>
    <w:rsid w:val="00B63A75"/>
    <w:rsid w:val="00C23830"/>
    <w:rsid w:val="00C92D23"/>
    <w:rsid w:val="00CC1A5B"/>
    <w:rsid w:val="00CE27F9"/>
    <w:rsid w:val="00DF5DD4"/>
    <w:rsid w:val="00E9156C"/>
    <w:rsid w:val="00F4345D"/>
    <w:rsid w:val="00F5436F"/>
    <w:rsid w:val="00F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4E8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tabs>
        <w:tab w:val="left" w:pos="720"/>
      </w:tabs>
      <w:spacing w:before="200"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720"/>
      </w:tabs>
      <w:spacing w:before="200" w:after="0" w:line="240" w:lineRule="auto"/>
      <w:ind w:left="697"/>
      <w:outlineLvl w:val="2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Pr>
      <w:rFonts w:ascii="Arial" w:hAnsi="Arial" w:cs="Arial"/>
      <w:b/>
      <w:sz w:val="24"/>
      <w:szCs w:val="24"/>
      <w:lang w:val="en-AU" w:eastAsia="en-US" w:bidi="ar-SA"/>
    </w:rPr>
  </w:style>
  <w:style w:type="character" w:customStyle="1" w:styleId="Heading3Char">
    <w:name w:val="Heading 3 Char"/>
    <w:basedOn w:val="DefaultParagraphFont"/>
    <w:link w:val="Heading3"/>
    <w:locked/>
    <w:rPr>
      <w:rFonts w:ascii="Arial" w:hAnsi="Arial" w:cs="Arial"/>
      <w:b/>
      <w:sz w:val="22"/>
      <w:szCs w:val="22"/>
      <w:lang w:val="en-AU" w:eastAsia="en-US" w:bidi="ar-SA"/>
    </w:rPr>
  </w:style>
  <w:style w:type="paragraph" w:customStyle="1" w:styleId="TableTopRow">
    <w:name w:val="Table Top Row"/>
    <w:basedOn w:val="Normal"/>
    <w:link w:val="TableTopRowChar1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Pr>
      <w:rFonts w:ascii="Arial" w:hAnsi="Arial" w:cs="Arial"/>
      <w:b/>
      <w:lang w:val="en-AU" w:eastAsia="en-US" w:bidi="ar-SA"/>
    </w:rPr>
  </w:style>
  <w:style w:type="paragraph" w:customStyle="1" w:styleId="Tablebody">
    <w:name w:val="Table body"/>
    <w:basedOn w:val="Normal"/>
    <w:link w:val="TablebodyChar1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Pr>
      <w:rFonts w:ascii="Arial" w:hAnsi="Arial" w:cs="Arial"/>
      <w:lang w:val="en-AU" w:eastAsia="en-US" w:bidi="ar-SA"/>
    </w:rPr>
  </w:style>
  <w:style w:type="paragraph" w:customStyle="1" w:styleId="Bookendtext-notnumbered">
    <w:name w:val="Bookend text - not numbered"/>
    <w:basedOn w:val="Normal"/>
    <w:link w:val="Bookendtext-notnumberedChar1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Pr>
      <w:rFonts w:ascii="Arial" w:hAnsi="Arial" w:cs="Arial"/>
      <w:sz w:val="22"/>
      <w:szCs w:val="22"/>
      <w:lang w:val="en-AU" w:eastAsia="en-US" w:bidi="ar-SA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alloonText">
    <w:name w:val="Balloon Text"/>
    <w:basedOn w:val="Normal"/>
    <w:link w:val="BalloonTextChar"/>
    <w:rsid w:val="0046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5F59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09450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C7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C7071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4C7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C707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rinedebris@environment.gov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CF46D-239B-4CEA-B9DB-F21803C5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5E1201EF.dotm</Template>
  <TotalTime>0</TotalTime>
  <Pages>2</Pages>
  <Words>212</Words>
  <Characters>1371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comment process for the Draft Threat abatement plan for the impacts of marine debris on vertebrate marine life (2017)</dc:title>
  <dc:creator/>
  <cp:lastModifiedBy/>
  <cp:revision>1</cp:revision>
  <dcterms:created xsi:type="dcterms:W3CDTF">2017-01-12T05:37:00Z</dcterms:created>
  <dcterms:modified xsi:type="dcterms:W3CDTF">2017-01-12T05:37:00Z</dcterms:modified>
</cp:coreProperties>
</file>