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202BD6CB"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2FFF315A" w:rsidR="00860E65" w:rsidRPr="003A6857" w:rsidRDefault="00FD7809" w:rsidP="00860E65">
      <w:pPr>
        <w:pStyle w:val="Title"/>
        <w:rPr>
          <w:rFonts w:ascii="Arial" w:hAnsi="Arial" w:cs="Arial"/>
          <w:sz w:val="24"/>
          <w:szCs w:val="24"/>
          <w:lang w:val="en-US"/>
        </w:rPr>
      </w:pPr>
      <w:bookmarkStart w:id="0" w:name="_GoBack"/>
      <w:r>
        <w:rPr>
          <w:rFonts w:ascii="Arial" w:hAnsi="Arial" w:cs="Arial"/>
          <w:i/>
          <w:iCs/>
          <w:sz w:val="24"/>
          <w:szCs w:val="24"/>
        </w:rPr>
        <w:t xml:space="preserve">Perameles </w:t>
      </w:r>
      <w:r w:rsidR="007E66E8" w:rsidRPr="007E66E8">
        <w:rPr>
          <w:rFonts w:ascii="Arial" w:hAnsi="Arial" w:cs="Arial"/>
          <w:i/>
          <w:iCs/>
          <w:sz w:val="24"/>
          <w:szCs w:val="24"/>
        </w:rPr>
        <w:t xml:space="preserve">bougainville </w:t>
      </w:r>
      <w:r w:rsidR="007E63E9">
        <w:rPr>
          <w:rFonts w:ascii="Arial" w:hAnsi="Arial" w:cs="Arial"/>
          <w:i/>
          <w:iCs/>
          <w:sz w:val="24"/>
          <w:szCs w:val="24"/>
        </w:rPr>
        <w:t>fasciata</w:t>
      </w:r>
      <w:r w:rsidR="00860E65">
        <w:rPr>
          <w:rFonts w:ascii="Arial" w:hAnsi="Arial" w:cs="Arial"/>
          <w:i/>
          <w:iCs/>
          <w:sz w:val="24"/>
          <w:szCs w:val="24"/>
        </w:rPr>
        <w:t xml:space="preserve"> </w:t>
      </w:r>
      <w:r w:rsidR="00860E65" w:rsidRPr="003A6857">
        <w:rPr>
          <w:rFonts w:ascii="Arial" w:hAnsi="Arial" w:cs="Arial"/>
          <w:iCs/>
          <w:sz w:val="24"/>
          <w:szCs w:val="24"/>
        </w:rPr>
        <w:t>(</w:t>
      </w:r>
      <w:r w:rsidR="00487B6D">
        <w:rPr>
          <w:rFonts w:ascii="Arial" w:hAnsi="Arial" w:cs="Arial"/>
          <w:iCs/>
          <w:sz w:val="24"/>
          <w:szCs w:val="24"/>
        </w:rPr>
        <w:t>Liverpool Plains Striped</w:t>
      </w:r>
      <w:r w:rsidR="00FC0DF9">
        <w:rPr>
          <w:rFonts w:ascii="Arial" w:hAnsi="Arial" w:cs="Arial"/>
          <w:iCs/>
          <w:sz w:val="24"/>
          <w:szCs w:val="24"/>
        </w:rPr>
        <w:t xml:space="preserve"> B</w:t>
      </w:r>
      <w:r>
        <w:rPr>
          <w:rFonts w:ascii="Arial" w:hAnsi="Arial" w:cs="Arial"/>
          <w:iCs/>
          <w:sz w:val="24"/>
          <w:szCs w:val="24"/>
        </w:rPr>
        <w:t>andicoot</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2" w14:textId="4CE65B6F" w:rsidR="00860E65" w:rsidRDefault="00860E65" w:rsidP="00CB7AA9">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CB7AA9">
        <w:rPr>
          <w:rFonts w:ascii="Arial" w:hAnsi="Arial" w:cs="Arial"/>
          <w:sz w:val="22"/>
          <w:szCs w:val="22"/>
        </w:rPr>
        <w:t xml:space="preserve"> </w:t>
      </w:r>
      <w:r>
        <w:rPr>
          <w:rFonts w:ascii="Arial" w:hAnsi="Arial" w:cs="Arial"/>
          <w:sz w:val="22"/>
          <w:szCs w:val="22"/>
        </w:rPr>
        <w:t xml:space="preserve">the eligibility of </w:t>
      </w:r>
      <w:r w:rsidR="001E192F" w:rsidRPr="00FD7809">
        <w:rPr>
          <w:rFonts w:ascii="Arial" w:hAnsi="Arial" w:cs="Arial"/>
          <w:i/>
          <w:sz w:val="22"/>
          <w:szCs w:val="22"/>
        </w:rPr>
        <w:t>P</w:t>
      </w:r>
      <w:r w:rsidR="001E192F" w:rsidRPr="00FD7809">
        <w:rPr>
          <w:rFonts w:ascii="Arial" w:hAnsi="Arial" w:cs="Arial"/>
          <w:i/>
          <w:iCs/>
          <w:sz w:val="22"/>
          <w:szCs w:val="22"/>
        </w:rPr>
        <w:t xml:space="preserve">erameles </w:t>
      </w:r>
      <w:r w:rsidR="001E192F">
        <w:rPr>
          <w:rFonts w:ascii="Arial" w:hAnsi="Arial" w:cs="Arial"/>
          <w:i/>
          <w:iCs/>
          <w:sz w:val="22"/>
          <w:szCs w:val="22"/>
        </w:rPr>
        <w:t>bougainville</w:t>
      </w:r>
      <w:r w:rsidR="00FD7809" w:rsidRPr="00FD7809">
        <w:rPr>
          <w:rFonts w:ascii="Arial" w:hAnsi="Arial" w:cs="Arial"/>
          <w:i/>
          <w:iCs/>
          <w:sz w:val="22"/>
          <w:szCs w:val="22"/>
        </w:rPr>
        <w:t xml:space="preserve"> </w:t>
      </w:r>
      <w:r w:rsidR="00EE12AE">
        <w:rPr>
          <w:rFonts w:ascii="Arial" w:hAnsi="Arial" w:cs="Arial"/>
          <w:i/>
          <w:iCs/>
          <w:sz w:val="22"/>
          <w:szCs w:val="22"/>
        </w:rPr>
        <w:t>fasciata</w:t>
      </w:r>
      <w:r w:rsidR="00FD7809" w:rsidRPr="00FD7809">
        <w:rPr>
          <w:rFonts w:ascii="Arial" w:hAnsi="Arial" w:cs="Arial"/>
          <w:i/>
          <w:iCs/>
          <w:sz w:val="22"/>
          <w:szCs w:val="22"/>
        </w:rPr>
        <w:t xml:space="preserve"> </w:t>
      </w:r>
      <w:r w:rsidR="00FC0DF9">
        <w:rPr>
          <w:rFonts w:ascii="Arial" w:hAnsi="Arial" w:cs="Arial"/>
          <w:iCs/>
          <w:sz w:val="22"/>
          <w:szCs w:val="22"/>
        </w:rPr>
        <w:t>(</w:t>
      </w:r>
      <w:r w:rsidR="00EE12AE">
        <w:rPr>
          <w:rFonts w:ascii="Arial" w:hAnsi="Arial" w:cs="Arial"/>
          <w:iCs/>
          <w:sz w:val="22"/>
          <w:szCs w:val="22"/>
        </w:rPr>
        <w:t>Liverpool Plains Striped</w:t>
      </w:r>
      <w:r w:rsidR="00FC0DF9">
        <w:rPr>
          <w:rFonts w:ascii="Arial" w:hAnsi="Arial" w:cs="Arial"/>
          <w:iCs/>
          <w:sz w:val="22"/>
          <w:szCs w:val="22"/>
        </w:rPr>
        <w:t xml:space="preserve"> B</w:t>
      </w:r>
      <w:r w:rsidR="00FD7809" w:rsidRPr="00FD7809">
        <w:rPr>
          <w:rFonts w:ascii="Arial" w:hAnsi="Arial" w:cs="Arial"/>
          <w:iCs/>
          <w:sz w:val="22"/>
          <w:szCs w:val="22"/>
        </w:rPr>
        <w:t>andicoot)</w:t>
      </w:r>
      <w:r w:rsidR="00FD7809">
        <w:rPr>
          <w:rFonts w:ascii="Arial" w:hAnsi="Arial" w:cs="Arial"/>
          <w:iCs/>
        </w:rPr>
        <w:t xml:space="preserve"> </w:t>
      </w:r>
      <w:r w:rsidR="00076108">
        <w:rPr>
          <w:rFonts w:ascii="Arial" w:hAnsi="Arial" w:cs="Arial"/>
          <w:sz w:val="22"/>
          <w:szCs w:val="22"/>
        </w:rPr>
        <w:t>to be retained</w:t>
      </w:r>
      <w:r>
        <w:rPr>
          <w:rFonts w:ascii="Arial" w:hAnsi="Arial" w:cs="Arial"/>
          <w:sz w:val="22"/>
          <w:szCs w:val="22"/>
        </w:rPr>
        <w:t xml:space="preserve"> o</w:t>
      </w:r>
      <w:r w:rsidRPr="00B61DDB">
        <w:rPr>
          <w:rFonts w:ascii="Arial" w:hAnsi="Arial" w:cs="Arial"/>
          <w:sz w:val="22"/>
          <w:szCs w:val="22"/>
        </w:rPr>
        <w:t xml:space="preserve">n the </w:t>
      </w:r>
      <w:r w:rsidRPr="002A4DAE">
        <w:rPr>
          <w:rStyle w:val="HTMLAcronym"/>
          <w:rFonts w:ascii="Arial" w:hAnsi="Arial" w:cs="Arial"/>
          <w:i/>
          <w:iCs/>
          <w:sz w:val="22"/>
          <w:szCs w:val="22"/>
        </w:rPr>
        <w:t>EPBC</w:t>
      </w:r>
      <w:r w:rsidRPr="002A4DAE">
        <w:rPr>
          <w:rFonts w:ascii="Arial" w:hAnsi="Arial" w:cs="Arial"/>
          <w:i/>
          <w:iCs/>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F42C3C" w:rsidRPr="00C86C3C">
        <w:rPr>
          <w:rFonts w:ascii="Arial" w:hAnsi="Arial" w:cs="Arial"/>
          <w:b/>
          <w:sz w:val="22"/>
          <w:szCs w:val="22"/>
        </w:rPr>
        <w:t>Extinct</w:t>
      </w:r>
      <w:r w:rsidR="0035614B">
        <w:rPr>
          <w:rFonts w:ascii="Arial" w:hAnsi="Arial" w:cs="Arial"/>
          <w:sz w:val="22"/>
          <w:szCs w:val="22"/>
        </w:rPr>
        <w:t xml:space="preserve"> category</w:t>
      </w:r>
      <w:r w:rsidR="00EE114C">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4D7BA3FC"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357FD5EA"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1E192F">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1FF45B6"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2A1D25">
        <w:rPr>
          <w:rFonts w:ascii="Arial" w:hAnsi="Arial" w:cs="Arial"/>
          <w:b/>
          <w:sz w:val="22"/>
          <w:szCs w:val="22"/>
        </w:rPr>
        <w:t>11 September 2020</w:t>
      </w:r>
      <w:r w:rsidR="0079448D">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488CE24B" w:rsidR="00860E65" w:rsidRPr="00AE557F" w:rsidRDefault="00AC639F" w:rsidP="00D74540">
            <w:pPr>
              <w:jc w:val="center"/>
              <w:rPr>
                <w:rFonts w:ascii="Arial" w:hAnsi="Arial" w:cs="Arial"/>
                <w:sz w:val="22"/>
                <w:szCs w:val="22"/>
              </w:rPr>
            </w:pPr>
            <w:hyperlink w:anchor="General_Background" w:history="1">
              <w:r w:rsidR="00D74540" w:rsidRPr="00E701C3">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564058B5" w:rsidR="00860E65" w:rsidRPr="00AE557F" w:rsidRDefault="00AC639F" w:rsidP="00D74540">
            <w:pPr>
              <w:jc w:val="center"/>
              <w:rPr>
                <w:rFonts w:ascii="Arial" w:hAnsi="Arial" w:cs="Arial"/>
                <w:sz w:val="22"/>
                <w:szCs w:val="22"/>
              </w:rPr>
            </w:pPr>
            <w:hyperlink w:anchor="Consultation_Process" w:history="1">
              <w:r w:rsidR="00D74540" w:rsidRPr="00E701C3">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529A301A" w:rsidR="00860E65" w:rsidRPr="00AE557F" w:rsidRDefault="00AC639F" w:rsidP="00D74540">
            <w:pPr>
              <w:jc w:val="center"/>
              <w:rPr>
                <w:rFonts w:ascii="Arial" w:hAnsi="Arial" w:cs="Arial"/>
                <w:sz w:val="22"/>
                <w:szCs w:val="22"/>
              </w:rPr>
            </w:pPr>
            <w:hyperlink w:anchor="Species_Information" w:history="1">
              <w:r w:rsidR="00D74540" w:rsidRPr="00E701C3">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29F3B5EE" w:rsidR="00860E65" w:rsidRPr="000A69FD" w:rsidRDefault="00AC639F" w:rsidP="00D74540">
            <w:pPr>
              <w:jc w:val="center"/>
              <w:rPr>
                <w:rFonts w:ascii="Arial" w:hAnsi="Arial" w:cs="Arial"/>
                <w:sz w:val="22"/>
                <w:szCs w:val="22"/>
              </w:rPr>
            </w:pPr>
            <w:hyperlink w:anchor="References" w:history="1">
              <w:r w:rsidR="004D2C55">
                <w:rPr>
                  <w:rStyle w:val="Hyperlink"/>
                  <w:rFonts w:ascii="Arial" w:hAnsi="Arial" w:cs="Arial"/>
                  <w:sz w:val="22"/>
                  <w:szCs w:val="22"/>
                </w:rPr>
                <w:t>9</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235C44C7" w:rsidR="00860E65" w:rsidRPr="000A69FD" w:rsidRDefault="00AC639F" w:rsidP="00D74540">
            <w:pPr>
              <w:jc w:val="center"/>
              <w:rPr>
                <w:rFonts w:ascii="Arial" w:hAnsi="Arial" w:cs="Arial"/>
                <w:sz w:val="22"/>
                <w:szCs w:val="22"/>
              </w:rPr>
            </w:pPr>
            <w:hyperlink w:anchor="Collective_List" w:history="1">
              <w:r w:rsidR="00927DAA">
                <w:rPr>
                  <w:rStyle w:val="Hyperlink"/>
                  <w:rFonts w:ascii="Arial" w:hAnsi="Arial" w:cs="Arial"/>
                  <w:sz w:val="22"/>
                  <w:szCs w:val="22"/>
                </w:rPr>
                <w:t>9</w:t>
              </w:r>
            </w:hyperlink>
          </w:p>
        </w:tc>
      </w:tr>
    </w:tbl>
    <w:p w14:paraId="71590D37" w14:textId="79DE4E1C" w:rsidR="005457D8" w:rsidRDefault="005457D8" w:rsidP="00860E65">
      <w:pPr>
        <w:spacing w:after="200"/>
        <w:rPr>
          <w:rFonts w:ascii="Arial" w:hAnsi="Arial" w:cs="Arial"/>
          <w:color w:val="000000"/>
          <w:sz w:val="22"/>
          <w:szCs w:val="22"/>
        </w:rPr>
      </w:pPr>
    </w:p>
    <w:p w14:paraId="630B64BF" w14:textId="77777777" w:rsidR="005457D8" w:rsidRPr="005457D8" w:rsidRDefault="005457D8" w:rsidP="005457D8">
      <w:pPr>
        <w:rPr>
          <w:rFonts w:ascii="Arial" w:hAnsi="Arial" w:cs="Arial"/>
          <w:sz w:val="22"/>
          <w:szCs w:val="22"/>
        </w:rPr>
      </w:pPr>
    </w:p>
    <w:p w14:paraId="6D5D2149" w14:textId="77777777" w:rsidR="005457D8" w:rsidRPr="005457D8" w:rsidRDefault="005457D8" w:rsidP="005457D8">
      <w:pPr>
        <w:rPr>
          <w:rFonts w:ascii="Arial" w:hAnsi="Arial" w:cs="Arial"/>
          <w:sz w:val="22"/>
          <w:szCs w:val="22"/>
        </w:rPr>
      </w:pPr>
    </w:p>
    <w:p w14:paraId="3D80F4C4" w14:textId="77777777" w:rsidR="005457D8" w:rsidRPr="005457D8" w:rsidRDefault="005457D8" w:rsidP="005457D8">
      <w:pPr>
        <w:rPr>
          <w:rFonts w:ascii="Arial" w:hAnsi="Arial" w:cs="Arial"/>
          <w:sz w:val="22"/>
          <w:szCs w:val="22"/>
        </w:rPr>
      </w:pPr>
    </w:p>
    <w:p w14:paraId="490517BF" w14:textId="77777777" w:rsidR="005457D8" w:rsidRPr="005457D8" w:rsidRDefault="005457D8" w:rsidP="005457D8">
      <w:pPr>
        <w:rPr>
          <w:rFonts w:ascii="Arial" w:hAnsi="Arial" w:cs="Arial"/>
          <w:sz w:val="22"/>
          <w:szCs w:val="22"/>
        </w:rPr>
      </w:pPr>
    </w:p>
    <w:p w14:paraId="5EA6C2CE" w14:textId="77777777" w:rsidR="005457D8" w:rsidRPr="005457D8" w:rsidRDefault="005457D8" w:rsidP="005457D8">
      <w:pPr>
        <w:rPr>
          <w:rFonts w:ascii="Arial" w:hAnsi="Arial" w:cs="Arial"/>
          <w:sz w:val="22"/>
          <w:szCs w:val="22"/>
        </w:rPr>
      </w:pPr>
    </w:p>
    <w:p w14:paraId="2538B4BC" w14:textId="77777777" w:rsidR="005457D8" w:rsidRPr="005457D8" w:rsidRDefault="005457D8" w:rsidP="005457D8">
      <w:pPr>
        <w:rPr>
          <w:rFonts w:ascii="Arial" w:hAnsi="Arial" w:cs="Arial"/>
          <w:sz w:val="22"/>
          <w:szCs w:val="22"/>
        </w:rPr>
      </w:pPr>
    </w:p>
    <w:p w14:paraId="6067902A" w14:textId="736E0064" w:rsidR="005457D8" w:rsidRDefault="005457D8" w:rsidP="005457D8">
      <w:pPr>
        <w:tabs>
          <w:tab w:val="left" w:pos="2498"/>
        </w:tabs>
        <w:spacing w:after="200"/>
        <w:rPr>
          <w:rFonts w:ascii="Arial" w:hAnsi="Arial" w:cs="Arial"/>
          <w:sz w:val="22"/>
          <w:szCs w:val="22"/>
        </w:rPr>
      </w:pPr>
      <w:r>
        <w:rPr>
          <w:rFonts w:ascii="Arial" w:hAnsi="Arial" w:cs="Arial"/>
          <w:sz w:val="22"/>
          <w:szCs w:val="22"/>
        </w:rPr>
        <w:tab/>
      </w:r>
    </w:p>
    <w:p w14:paraId="6FB45000" w14:textId="6CCD7F78" w:rsidR="00860E65" w:rsidRPr="00BA49B4" w:rsidRDefault="00860E65" w:rsidP="00860E65">
      <w:pPr>
        <w:spacing w:after="200"/>
        <w:rPr>
          <w:rFonts w:ascii="Arial" w:hAnsi="Arial" w:cs="Arial"/>
          <w:b/>
          <w:sz w:val="22"/>
          <w:szCs w:val="22"/>
        </w:rPr>
      </w:pPr>
      <w:r w:rsidRPr="005457D8">
        <w:rPr>
          <w:rFonts w:ascii="Arial" w:hAnsi="Arial" w:cs="Arial"/>
          <w:sz w:val="22"/>
          <w:szCs w:val="22"/>
        </w:rPr>
        <w:br w:type="page"/>
      </w:r>
      <w:bookmarkStart w:id="1" w:name="General_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w:t>
      </w:r>
      <w:bookmarkEnd w:id="1"/>
      <w:r w:rsidRPr="00331826">
        <w:rPr>
          <w:rFonts w:ascii="Arial" w:hAnsi="Arial" w:cs="Arial"/>
          <w:b/>
          <w:sz w:val="22"/>
          <w:szCs w:val="22"/>
        </w:rPr>
        <w:t>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4C07DDA1" w:rsidR="00860E65" w:rsidRDefault="00AC639F" w:rsidP="00860E65">
      <w:pPr>
        <w:spacing w:after="200"/>
        <w:rPr>
          <w:rFonts w:ascii="Arial" w:hAnsi="Arial" w:cs="Arial"/>
          <w:sz w:val="22"/>
          <w:szCs w:val="22"/>
        </w:rPr>
      </w:pPr>
      <w:hyperlink r:id="rId9" w:history="1">
        <w:r w:rsidR="00B240A0" w:rsidRPr="00722057">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AC639F"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0355BA2B" w:rsidR="00860E65" w:rsidRDefault="009A0E99" w:rsidP="00860E65">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bookmarkStart w:id="2" w:name="Consultation_Process"/>
      <w:r>
        <w:rPr>
          <w:rFonts w:ascii="Arial" w:hAnsi="Arial" w:cs="Arial"/>
          <w:b/>
          <w:sz w:val="22"/>
          <w:szCs w:val="22"/>
        </w:rPr>
        <w:lastRenderedPageBreak/>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58F39239" w:rsidR="00860E65" w:rsidRPr="00B240A0" w:rsidRDefault="005457D8" w:rsidP="00860E65">
      <w:pPr>
        <w:jc w:val="center"/>
        <w:rPr>
          <w:rFonts w:ascii="Arial" w:hAnsi="Arial" w:cs="Arial"/>
          <w:i/>
          <w:iCs/>
          <w:sz w:val="32"/>
          <w:szCs w:val="32"/>
        </w:rPr>
      </w:pPr>
      <w:r w:rsidRPr="005457D8">
        <w:rPr>
          <w:rFonts w:ascii="Arial" w:hAnsi="Arial" w:cs="Arial"/>
          <w:i/>
          <w:iCs/>
          <w:sz w:val="32"/>
          <w:szCs w:val="32"/>
        </w:rPr>
        <w:lastRenderedPageBreak/>
        <w:t xml:space="preserve">Perameles </w:t>
      </w:r>
      <w:r w:rsidR="00B240A0" w:rsidRPr="00B240A0">
        <w:rPr>
          <w:rFonts w:ascii="Arial" w:hAnsi="Arial" w:cs="Arial"/>
          <w:i/>
          <w:iCs/>
          <w:sz w:val="32"/>
          <w:szCs w:val="32"/>
        </w:rPr>
        <w:t>bougainville</w:t>
      </w:r>
      <w:r w:rsidR="00B240A0">
        <w:rPr>
          <w:rFonts w:ascii="Arial" w:hAnsi="Arial" w:cs="Arial"/>
          <w:i/>
          <w:iCs/>
          <w:sz w:val="32"/>
          <w:szCs w:val="32"/>
        </w:rPr>
        <w:t xml:space="preserve"> </w:t>
      </w:r>
      <w:r w:rsidR="00487B6D">
        <w:rPr>
          <w:rFonts w:ascii="Arial" w:hAnsi="Arial" w:cs="Arial"/>
          <w:i/>
          <w:iCs/>
          <w:sz w:val="32"/>
          <w:szCs w:val="32"/>
        </w:rPr>
        <w:t>fasciata</w:t>
      </w:r>
    </w:p>
    <w:p w14:paraId="71590D43" w14:textId="77777777" w:rsidR="00860E65" w:rsidRPr="00424584" w:rsidRDefault="00860E65" w:rsidP="00860E65">
      <w:pPr>
        <w:jc w:val="center"/>
        <w:rPr>
          <w:rFonts w:ascii="Arial" w:hAnsi="Arial" w:cs="Arial"/>
          <w:sz w:val="22"/>
          <w:szCs w:val="22"/>
        </w:rPr>
      </w:pPr>
    </w:p>
    <w:p w14:paraId="71590D44" w14:textId="5B53E8AB" w:rsidR="00860E65" w:rsidRPr="00E80F89" w:rsidRDefault="00487B6D" w:rsidP="00860E65">
      <w:pPr>
        <w:jc w:val="center"/>
        <w:rPr>
          <w:rFonts w:ascii="Arial" w:hAnsi="Arial" w:cs="Arial"/>
          <w:sz w:val="20"/>
          <w:szCs w:val="20"/>
        </w:rPr>
      </w:pPr>
      <w:r>
        <w:rPr>
          <w:rFonts w:ascii="Arial" w:hAnsi="Arial" w:cs="Arial"/>
          <w:iCs/>
          <w:sz w:val="22"/>
          <w:szCs w:val="22"/>
        </w:rPr>
        <w:t>Liverpool Plains Striped</w:t>
      </w:r>
      <w:r w:rsidR="00FC0DF9">
        <w:rPr>
          <w:rFonts w:ascii="Arial" w:hAnsi="Arial" w:cs="Arial"/>
          <w:iCs/>
          <w:sz w:val="22"/>
          <w:szCs w:val="22"/>
        </w:rPr>
        <w:t xml:space="preserve"> B</w:t>
      </w:r>
      <w:r w:rsidR="005457D8" w:rsidRPr="005457D8">
        <w:rPr>
          <w:rFonts w:ascii="Arial" w:hAnsi="Arial" w:cs="Arial"/>
          <w:iCs/>
          <w:sz w:val="22"/>
          <w:szCs w:val="22"/>
        </w:rPr>
        <w:t>andicoot</w:t>
      </w:r>
      <w:r w:rsidR="005457D8">
        <w:rPr>
          <w:rStyle w:val="Heading1Char"/>
          <w:rFonts w:ascii="Arial" w:hAnsi="Arial" w:cs="Arial"/>
          <w:sz w:val="22"/>
          <w:szCs w:val="22"/>
          <w:u w:val="none"/>
        </w:rPr>
        <w:t xml:space="preserve"> </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10DBA183" w:rsidR="00FD2D19"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2E527F">
        <w:rPr>
          <w:rFonts w:ascii="Arial" w:hAnsi="Arial" w:cs="Arial"/>
          <w:i/>
          <w:sz w:val="22"/>
          <w:szCs w:val="22"/>
        </w:rPr>
        <w:t xml:space="preserve">Perameles </w:t>
      </w:r>
      <w:r w:rsidR="00B2795F">
        <w:rPr>
          <w:rFonts w:ascii="Arial" w:hAnsi="Arial" w:cs="Arial"/>
          <w:i/>
          <w:sz w:val="22"/>
          <w:szCs w:val="22"/>
        </w:rPr>
        <w:t xml:space="preserve">bougainville </w:t>
      </w:r>
      <w:r w:rsidR="00487B6D">
        <w:rPr>
          <w:rFonts w:ascii="Arial" w:hAnsi="Arial" w:cs="Arial"/>
          <w:i/>
          <w:sz w:val="22"/>
          <w:szCs w:val="22"/>
        </w:rPr>
        <w:t>fasciata</w:t>
      </w:r>
      <w:r w:rsidR="00601C06">
        <w:rPr>
          <w:rFonts w:ascii="Arial" w:hAnsi="Arial" w:cs="Arial"/>
          <w:i/>
          <w:sz w:val="22"/>
          <w:szCs w:val="22"/>
        </w:rPr>
        <w:t xml:space="preserve"> </w:t>
      </w:r>
      <w:r w:rsidR="00487B6D">
        <w:rPr>
          <w:rFonts w:ascii="Arial" w:hAnsi="Arial" w:cs="Arial"/>
          <w:sz w:val="22"/>
          <w:szCs w:val="22"/>
        </w:rPr>
        <w:t>Gray</w:t>
      </w:r>
      <w:r w:rsidR="00601C06">
        <w:rPr>
          <w:rFonts w:ascii="Arial" w:hAnsi="Arial" w:cs="Arial"/>
          <w:sz w:val="22"/>
          <w:szCs w:val="22"/>
        </w:rPr>
        <w:t xml:space="preserve">, </w:t>
      </w:r>
      <w:r w:rsidR="00487B6D">
        <w:rPr>
          <w:rFonts w:ascii="Arial" w:hAnsi="Arial" w:cs="Arial"/>
          <w:sz w:val="22"/>
          <w:szCs w:val="22"/>
        </w:rPr>
        <w:t>1841</w:t>
      </w:r>
    </w:p>
    <w:p w14:paraId="472D2025" w14:textId="199064BB" w:rsidR="00B2795F" w:rsidRDefault="00B2795F" w:rsidP="00B2795F">
      <w:pPr>
        <w:pStyle w:val="Normal12pt"/>
        <w:spacing w:after="240"/>
        <w:rPr>
          <w:rFonts w:ascii="Arial" w:hAnsi="Arial" w:cs="Arial"/>
          <w:sz w:val="22"/>
          <w:szCs w:val="22"/>
        </w:rPr>
      </w:pPr>
      <w:r>
        <w:rPr>
          <w:rFonts w:ascii="Arial" w:hAnsi="Arial" w:cs="Arial"/>
          <w:sz w:val="22"/>
          <w:szCs w:val="22"/>
        </w:rPr>
        <w:t xml:space="preserve">Four </w:t>
      </w:r>
      <w:r w:rsidRPr="00C52342">
        <w:rPr>
          <w:rFonts w:ascii="Arial" w:hAnsi="Arial" w:cs="Arial"/>
          <w:sz w:val="22"/>
          <w:szCs w:val="22"/>
        </w:rPr>
        <w:t xml:space="preserve">subspecies of </w:t>
      </w:r>
      <w:r w:rsidRPr="00C52342">
        <w:rPr>
          <w:rFonts w:ascii="Arial" w:hAnsi="Arial" w:cs="Arial"/>
          <w:i/>
          <w:sz w:val="22"/>
          <w:szCs w:val="22"/>
        </w:rPr>
        <w:t>Perameles bougainville</w:t>
      </w:r>
      <w:r w:rsidRPr="00C52342">
        <w:rPr>
          <w:rFonts w:ascii="Arial" w:hAnsi="Arial" w:cs="Arial"/>
          <w:sz w:val="22"/>
          <w:szCs w:val="22"/>
        </w:rPr>
        <w:t xml:space="preserve"> have been described</w:t>
      </w:r>
      <w:r>
        <w:rPr>
          <w:rFonts w:ascii="Arial" w:hAnsi="Arial" w:cs="Arial"/>
          <w:sz w:val="22"/>
          <w:szCs w:val="22"/>
        </w:rPr>
        <w:t xml:space="preserve"> (</w:t>
      </w:r>
      <w:r w:rsidR="002816EB">
        <w:rPr>
          <w:rFonts w:ascii="Arial" w:hAnsi="Arial" w:cs="Arial"/>
          <w:i/>
          <w:sz w:val="22"/>
          <w:szCs w:val="22"/>
        </w:rPr>
        <w:t>P.b.</w:t>
      </w:r>
      <w:r w:rsidR="00070249" w:rsidRPr="00C52342">
        <w:rPr>
          <w:rFonts w:ascii="Arial" w:hAnsi="Arial" w:cs="Arial"/>
          <w:sz w:val="22"/>
          <w:szCs w:val="22"/>
        </w:rPr>
        <w:t xml:space="preserve"> </w:t>
      </w:r>
      <w:r w:rsidRPr="00EF13E9">
        <w:rPr>
          <w:rFonts w:ascii="Arial" w:hAnsi="Arial" w:cs="Arial"/>
          <w:i/>
          <w:sz w:val="22"/>
          <w:szCs w:val="22"/>
        </w:rPr>
        <w:t>fasciata</w:t>
      </w:r>
      <w:r w:rsidRPr="00EF13E9">
        <w:rPr>
          <w:rFonts w:ascii="Arial" w:hAnsi="Arial" w:cs="Arial"/>
          <w:sz w:val="22"/>
          <w:szCs w:val="22"/>
        </w:rPr>
        <w:t xml:space="preserve"> (Liverpool Plains Striped Bandicoot)</w:t>
      </w:r>
      <w:r>
        <w:rPr>
          <w:rFonts w:ascii="Arial" w:hAnsi="Arial" w:cs="Arial"/>
          <w:sz w:val="22"/>
          <w:szCs w:val="22"/>
        </w:rPr>
        <w:t xml:space="preserve">, </w:t>
      </w:r>
      <w:r>
        <w:rPr>
          <w:rFonts w:ascii="Arial" w:hAnsi="Arial" w:cs="Arial"/>
          <w:i/>
          <w:sz w:val="22"/>
          <w:szCs w:val="22"/>
        </w:rPr>
        <w:t xml:space="preserve">P. b. notina </w:t>
      </w:r>
      <w:r>
        <w:rPr>
          <w:rFonts w:ascii="Arial" w:hAnsi="Arial" w:cs="Arial"/>
          <w:sz w:val="22"/>
          <w:szCs w:val="22"/>
        </w:rPr>
        <w:t xml:space="preserve">(South-eastern Striped Bandicoot), </w:t>
      </w:r>
      <w:r w:rsidR="00B83C81" w:rsidRPr="00EF13E9">
        <w:rPr>
          <w:rFonts w:ascii="Arial" w:hAnsi="Arial" w:cs="Arial"/>
          <w:i/>
          <w:sz w:val="22"/>
          <w:szCs w:val="22"/>
        </w:rPr>
        <w:t>P. b. myosuros</w:t>
      </w:r>
      <w:r w:rsidR="00B83C81" w:rsidRPr="00EF13E9">
        <w:rPr>
          <w:rFonts w:ascii="Arial" w:hAnsi="Arial" w:cs="Arial"/>
          <w:sz w:val="22"/>
          <w:szCs w:val="22"/>
        </w:rPr>
        <w:t xml:space="preserve"> (</w:t>
      </w:r>
      <w:r w:rsidR="00B83C81" w:rsidRPr="00C52342">
        <w:rPr>
          <w:rFonts w:ascii="Arial" w:hAnsi="Arial" w:cs="Arial"/>
          <w:sz w:val="22"/>
          <w:szCs w:val="22"/>
        </w:rPr>
        <w:t>Marl</w:t>
      </w:r>
      <w:r w:rsidR="00B83C81">
        <w:rPr>
          <w:rFonts w:ascii="Arial" w:hAnsi="Arial" w:cs="Arial"/>
          <w:sz w:val="22"/>
          <w:szCs w:val="22"/>
        </w:rPr>
        <w:t xml:space="preserve">), and </w:t>
      </w:r>
      <w:r w:rsidRPr="00C52342">
        <w:rPr>
          <w:rFonts w:ascii="Arial" w:hAnsi="Arial" w:cs="Arial"/>
          <w:i/>
          <w:sz w:val="22"/>
          <w:szCs w:val="22"/>
        </w:rPr>
        <w:t>P. b. bougainville</w:t>
      </w:r>
      <w:r w:rsidRPr="00C52342">
        <w:rPr>
          <w:rFonts w:ascii="Arial" w:hAnsi="Arial" w:cs="Arial"/>
          <w:sz w:val="22"/>
          <w:szCs w:val="22"/>
        </w:rPr>
        <w:t xml:space="preserve"> (</w:t>
      </w:r>
      <w:r w:rsidR="001D4F8E">
        <w:rPr>
          <w:rFonts w:ascii="Arial" w:hAnsi="Arial" w:cs="Arial"/>
          <w:sz w:val="22"/>
          <w:szCs w:val="22"/>
        </w:rPr>
        <w:t>Shark Bay Bandicoot)</w:t>
      </w:r>
      <w:r w:rsidR="00D855B1">
        <w:rPr>
          <w:rFonts w:ascii="Arial" w:hAnsi="Arial" w:cs="Arial"/>
          <w:sz w:val="22"/>
          <w:szCs w:val="22"/>
        </w:rPr>
        <w:t>)</w:t>
      </w:r>
      <w:r w:rsidR="001D4F8E">
        <w:rPr>
          <w:rFonts w:ascii="Arial" w:hAnsi="Arial" w:cs="Arial"/>
          <w:sz w:val="22"/>
          <w:szCs w:val="22"/>
        </w:rPr>
        <w:t xml:space="preserve"> </w:t>
      </w:r>
      <w:r>
        <w:rPr>
          <w:rFonts w:ascii="Arial" w:hAnsi="Arial" w:cs="Arial"/>
          <w:sz w:val="22"/>
          <w:szCs w:val="22"/>
        </w:rPr>
        <w:t xml:space="preserve">(Woinarski et al. 2014a). Only the </w:t>
      </w:r>
      <w:r w:rsidR="00D855B1">
        <w:rPr>
          <w:rFonts w:ascii="Arial" w:hAnsi="Arial" w:cs="Arial"/>
          <w:sz w:val="22"/>
          <w:szCs w:val="22"/>
        </w:rPr>
        <w:t>Shark Bay Bandicoot</w:t>
      </w:r>
      <w:r w:rsidR="004148AC">
        <w:rPr>
          <w:rFonts w:ascii="Arial" w:hAnsi="Arial" w:cs="Arial"/>
          <w:sz w:val="22"/>
          <w:szCs w:val="22"/>
        </w:rPr>
        <w:t xml:space="preserve"> (</w:t>
      </w:r>
      <w:r w:rsidR="00D855B1">
        <w:rPr>
          <w:rFonts w:ascii="Arial" w:hAnsi="Arial" w:cs="Arial"/>
          <w:sz w:val="22"/>
          <w:szCs w:val="22"/>
        </w:rPr>
        <w:t xml:space="preserve">also known as the </w:t>
      </w:r>
      <w:r w:rsidR="00D855B1" w:rsidRPr="00C52342">
        <w:rPr>
          <w:rFonts w:ascii="Arial" w:hAnsi="Arial" w:cs="Arial"/>
          <w:sz w:val="22"/>
          <w:szCs w:val="22"/>
        </w:rPr>
        <w:t>Western Barred Ban</w:t>
      </w:r>
      <w:r w:rsidR="00D855B1" w:rsidRPr="00EF13E9">
        <w:rPr>
          <w:rFonts w:ascii="Arial" w:hAnsi="Arial" w:cs="Arial"/>
          <w:sz w:val="22"/>
          <w:szCs w:val="22"/>
        </w:rPr>
        <w:t>dicoot</w:t>
      </w:r>
      <w:r w:rsidR="004148AC">
        <w:rPr>
          <w:rFonts w:ascii="Arial" w:hAnsi="Arial" w:cs="Arial"/>
          <w:sz w:val="22"/>
          <w:szCs w:val="22"/>
        </w:rPr>
        <w:t>)</w:t>
      </w:r>
      <w:r w:rsidR="00BE31CA">
        <w:rPr>
          <w:rFonts w:ascii="Arial" w:hAnsi="Arial" w:cs="Arial"/>
          <w:sz w:val="22"/>
          <w:szCs w:val="22"/>
        </w:rPr>
        <w:t xml:space="preserve"> </w:t>
      </w:r>
      <w:r>
        <w:rPr>
          <w:rFonts w:ascii="Arial" w:hAnsi="Arial" w:cs="Arial"/>
          <w:sz w:val="22"/>
          <w:szCs w:val="22"/>
        </w:rPr>
        <w:t>is known to be extant. Few preserved specimens of the three extinct subspecies are available for examination and subsequently there has been difficulty in describing the taxonomy of this group (</w:t>
      </w:r>
      <w:r w:rsidRPr="00E41D78">
        <w:rPr>
          <w:rFonts w:ascii="Arial" w:hAnsi="Arial" w:cs="Arial"/>
          <w:sz w:val="22"/>
          <w:szCs w:val="22"/>
        </w:rPr>
        <w:t>Woinarski et al. 2014</w:t>
      </w:r>
      <w:r>
        <w:rPr>
          <w:rFonts w:ascii="Arial" w:hAnsi="Arial" w:cs="Arial"/>
          <w:sz w:val="22"/>
          <w:szCs w:val="22"/>
        </w:rPr>
        <w:t>a; T</w:t>
      </w:r>
      <w:r w:rsidRPr="00540551">
        <w:rPr>
          <w:rFonts w:ascii="Arial" w:hAnsi="Arial" w:cs="Arial"/>
          <w:sz w:val="22"/>
          <w:szCs w:val="22"/>
        </w:rPr>
        <w:t xml:space="preserve">ravouillon </w:t>
      </w:r>
      <w:r>
        <w:rPr>
          <w:rFonts w:ascii="Arial" w:hAnsi="Arial" w:cs="Arial"/>
          <w:sz w:val="22"/>
          <w:szCs w:val="22"/>
        </w:rPr>
        <w:t xml:space="preserve">&amp; Phillips </w:t>
      </w:r>
      <w:r w:rsidRPr="00540551">
        <w:rPr>
          <w:rFonts w:ascii="Arial" w:hAnsi="Arial" w:cs="Arial"/>
          <w:sz w:val="22"/>
          <w:szCs w:val="22"/>
        </w:rPr>
        <w:t>2018)</w:t>
      </w:r>
      <w:r>
        <w:rPr>
          <w:rFonts w:ascii="Arial" w:hAnsi="Arial" w:cs="Arial"/>
          <w:sz w:val="22"/>
          <w:szCs w:val="22"/>
        </w:rPr>
        <w:t>.</w:t>
      </w:r>
      <w:r w:rsidR="00B83C81">
        <w:rPr>
          <w:rFonts w:ascii="Arial" w:hAnsi="Arial" w:cs="Arial"/>
          <w:sz w:val="22"/>
          <w:szCs w:val="22"/>
        </w:rPr>
        <w:t xml:space="preserve"> </w:t>
      </w:r>
    </w:p>
    <w:p w14:paraId="54CFE911" w14:textId="20ECB8E1" w:rsidR="00B2795F" w:rsidRPr="006115F8" w:rsidRDefault="00B2795F" w:rsidP="00901AD7">
      <w:pPr>
        <w:pStyle w:val="Normal12pt"/>
        <w:spacing w:after="240"/>
        <w:rPr>
          <w:rFonts w:ascii="Arial" w:hAnsi="Arial" w:cs="Arial"/>
          <w:color w:val="FF0000"/>
          <w:sz w:val="22"/>
          <w:szCs w:val="22"/>
        </w:rPr>
      </w:pPr>
      <w:r>
        <w:rPr>
          <w:rFonts w:ascii="Arial" w:hAnsi="Arial" w:cs="Arial"/>
          <w:sz w:val="22"/>
          <w:szCs w:val="22"/>
        </w:rPr>
        <w:t>T</w:t>
      </w:r>
      <w:r w:rsidRPr="00540551">
        <w:rPr>
          <w:rFonts w:ascii="Arial" w:hAnsi="Arial" w:cs="Arial"/>
          <w:sz w:val="22"/>
          <w:szCs w:val="22"/>
        </w:rPr>
        <w:t xml:space="preserve">ravouillon </w:t>
      </w:r>
      <w:r>
        <w:rPr>
          <w:rFonts w:ascii="Arial" w:hAnsi="Arial" w:cs="Arial"/>
          <w:sz w:val="22"/>
          <w:szCs w:val="22"/>
        </w:rPr>
        <w:t>&amp;</w:t>
      </w:r>
      <w:r w:rsidRPr="00540551">
        <w:rPr>
          <w:rFonts w:ascii="Arial" w:hAnsi="Arial" w:cs="Arial"/>
          <w:sz w:val="22"/>
          <w:szCs w:val="22"/>
        </w:rPr>
        <w:t xml:space="preserve"> Phillips (2018</w:t>
      </w:r>
      <w:r>
        <w:rPr>
          <w:rFonts w:ascii="Arial" w:hAnsi="Arial" w:cs="Arial"/>
          <w:sz w:val="22"/>
          <w:szCs w:val="22"/>
        </w:rPr>
        <w:t xml:space="preserve">) believe that the subspecies are sufficiently distinct to warrant elevation to full species status but deferred from doing so until further genetic examination is conducted to confirm the suspected divergence. In an update to the </w:t>
      </w:r>
      <w:r w:rsidRPr="00D73812">
        <w:rPr>
          <w:rFonts w:ascii="Arial" w:hAnsi="Arial" w:cs="Arial"/>
          <w:i/>
          <w:sz w:val="22"/>
          <w:szCs w:val="22"/>
        </w:rPr>
        <w:t>Action Plan for Australian Mammals 2012</w:t>
      </w:r>
      <w:r>
        <w:rPr>
          <w:rFonts w:ascii="Arial" w:hAnsi="Arial" w:cs="Arial"/>
          <w:i/>
          <w:sz w:val="22"/>
          <w:szCs w:val="22"/>
        </w:rPr>
        <w:t xml:space="preserve"> </w:t>
      </w:r>
      <w:r>
        <w:rPr>
          <w:rFonts w:ascii="Arial" w:hAnsi="Arial" w:cs="Arial"/>
          <w:sz w:val="22"/>
          <w:szCs w:val="22"/>
        </w:rPr>
        <w:t xml:space="preserve">that included </w:t>
      </w:r>
      <w:r w:rsidRPr="006B3F47">
        <w:rPr>
          <w:rFonts w:ascii="Arial" w:hAnsi="Arial" w:cs="Arial"/>
          <w:sz w:val="22"/>
          <w:szCs w:val="22"/>
        </w:rPr>
        <w:t>newly-described taxa</w:t>
      </w:r>
      <w:r>
        <w:rPr>
          <w:rFonts w:ascii="Arial" w:hAnsi="Arial" w:cs="Arial"/>
          <w:sz w:val="22"/>
          <w:szCs w:val="22"/>
        </w:rPr>
        <w:t>, Woinarski et al. (2014</w:t>
      </w:r>
      <w:r w:rsidR="00A514AE">
        <w:rPr>
          <w:rFonts w:ascii="Arial" w:hAnsi="Arial" w:cs="Arial"/>
          <w:sz w:val="22"/>
          <w:szCs w:val="22"/>
        </w:rPr>
        <w:t>a</w:t>
      </w:r>
      <w:r>
        <w:rPr>
          <w:rFonts w:ascii="Arial" w:hAnsi="Arial" w:cs="Arial"/>
          <w:sz w:val="22"/>
          <w:szCs w:val="22"/>
        </w:rPr>
        <w:t>) revised all four, raising them to full species status. However, as T</w:t>
      </w:r>
      <w:r w:rsidRPr="00540551">
        <w:rPr>
          <w:rFonts w:ascii="Arial" w:hAnsi="Arial" w:cs="Arial"/>
          <w:sz w:val="22"/>
          <w:szCs w:val="22"/>
        </w:rPr>
        <w:t xml:space="preserve">ravouillon </w:t>
      </w:r>
      <w:r>
        <w:rPr>
          <w:rFonts w:ascii="Arial" w:hAnsi="Arial" w:cs="Arial"/>
          <w:sz w:val="22"/>
          <w:szCs w:val="22"/>
        </w:rPr>
        <w:t>&amp;</w:t>
      </w:r>
      <w:r w:rsidRPr="00540551">
        <w:rPr>
          <w:rFonts w:ascii="Arial" w:hAnsi="Arial" w:cs="Arial"/>
          <w:sz w:val="22"/>
          <w:szCs w:val="22"/>
        </w:rPr>
        <w:t xml:space="preserve"> Phillips (2018</w:t>
      </w:r>
      <w:r>
        <w:rPr>
          <w:rFonts w:ascii="Arial" w:hAnsi="Arial" w:cs="Arial"/>
          <w:sz w:val="22"/>
          <w:szCs w:val="22"/>
        </w:rPr>
        <w:t xml:space="preserve">) did not formally change the taxonomic status, the </w:t>
      </w:r>
      <w:r w:rsidRPr="00540551">
        <w:rPr>
          <w:rFonts w:ascii="Arial" w:hAnsi="Arial" w:cs="Arial"/>
          <w:sz w:val="22"/>
          <w:szCs w:val="22"/>
        </w:rPr>
        <w:t>Australian Faunal Directory</w:t>
      </w:r>
      <w:r>
        <w:rPr>
          <w:rFonts w:ascii="Arial" w:hAnsi="Arial" w:cs="Arial"/>
          <w:sz w:val="22"/>
          <w:szCs w:val="22"/>
        </w:rPr>
        <w:t xml:space="preserve"> still recognises the subspecies level.  </w:t>
      </w:r>
    </w:p>
    <w:p w14:paraId="71590D4A" w14:textId="77777777" w:rsidR="00615CF6" w:rsidRPr="00615CF6" w:rsidRDefault="00615CF6" w:rsidP="002B2B88">
      <w:pPr>
        <w:pStyle w:val="CAmajorheading"/>
      </w:pPr>
      <w:bookmarkStart w:id="3" w:name="Species_Information"/>
      <w:r w:rsidRPr="00E95E0E">
        <w:t>Species/Sub-species Information</w:t>
      </w:r>
    </w:p>
    <w:bookmarkEnd w:id="3"/>
    <w:p w14:paraId="4B410CE6" w14:textId="23E88FC7" w:rsidR="001C6B82" w:rsidRDefault="001C6B82" w:rsidP="001C6B82">
      <w:pPr>
        <w:pStyle w:val="CAheadingintext"/>
      </w:pPr>
      <w:r w:rsidRPr="00C77AC3">
        <w:t>Description</w:t>
      </w:r>
    </w:p>
    <w:p w14:paraId="6E33B8AA" w14:textId="7F011A06" w:rsidR="00F71B61" w:rsidRDefault="00C65235" w:rsidP="00330BB2">
      <w:pPr>
        <w:spacing w:after="240"/>
        <w:rPr>
          <w:rFonts w:ascii="Arial" w:hAnsi="Arial" w:cs="Arial"/>
          <w:sz w:val="22"/>
          <w:szCs w:val="22"/>
        </w:rPr>
      </w:pPr>
      <w:r w:rsidRPr="006C427E">
        <w:rPr>
          <w:rFonts w:ascii="Arial" w:hAnsi="Arial" w:cs="Arial"/>
          <w:iCs/>
          <w:sz w:val="22"/>
          <w:szCs w:val="22"/>
        </w:rPr>
        <w:t xml:space="preserve">From the available descriptions, the </w:t>
      </w:r>
      <w:r w:rsidR="001655AE" w:rsidRPr="006C427E">
        <w:rPr>
          <w:rFonts w:ascii="Arial" w:hAnsi="Arial" w:cs="Arial"/>
          <w:sz w:val="22"/>
          <w:szCs w:val="22"/>
        </w:rPr>
        <w:t>Liverpool Plains Striped</w:t>
      </w:r>
      <w:r w:rsidR="0014457D" w:rsidRPr="006C427E">
        <w:rPr>
          <w:rFonts w:ascii="Arial" w:hAnsi="Arial" w:cs="Arial"/>
          <w:iCs/>
          <w:sz w:val="22"/>
          <w:szCs w:val="22"/>
        </w:rPr>
        <w:t xml:space="preserve"> Bandicoot</w:t>
      </w:r>
      <w:r w:rsidRPr="006C427E">
        <w:rPr>
          <w:rFonts w:ascii="Arial" w:hAnsi="Arial" w:cs="Arial"/>
          <w:iCs/>
          <w:sz w:val="22"/>
          <w:szCs w:val="22"/>
        </w:rPr>
        <w:t xml:space="preserve"> resembled the other subspecies of </w:t>
      </w:r>
      <w:r w:rsidRPr="006C427E">
        <w:rPr>
          <w:rFonts w:ascii="Arial" w:hAnsi="Arial" w:cs="Arial"/>
          <w:i/>
          <w:iCs/>
          <w:sz w:val="22"/>
          <w:szCs w:val="22"/>
        </w:rPr>
        <w:t>P</w:t>
      </w:r>
      <w:r w:rsidR="001A2FEA">
        <w:rPr>
          <w:rFonts w:ascii="Arial" w:hAnsi="Arial" w:cs="Arial"/>
          <w:i/>
          <w:iCs/>
          <w:sz w:val="22"/>
          <w:szCs w:val="22"/>
        </w:rPr>
        <w:t>.</w:t>
      </w:r>
      <w:r w:rsidRPr="006C427E">
        <w:rPr>
          <w:rFonts w:ascii="Arial" w:hAnsi="Arial" w:cs="Arial"/>
          <w:i/>
          <w:iCs/>
          <w:sz w:val="22"/>
          <w:szCs w:val="22"/>
        </w:rPr>
        <w:t xml:space="preserve"> bougainville</w:t>
      </w:r>
      <w:r w:rsidRPr="006C427E">
        <w:rPr>
          <w:rFonts w:ascii="Arial" w:hAnsi="Arial" w:cs="Arial"/>
          <w:iCs/>
          <w:sz w:val="22"/>
          <w:szCs w:val="22"/>
        </w:rPr>
        <w:t xml:space="preserve">. </w:t>
      </w:r>
      <w:r w:rsidR="003F579B">
        <w:rPr>
          <w:rFonts w:ascii="Arial" w:hAnsi="Arial" w:cs="Arial"/>
          <w:iCs/>
          <w:sz w:val="22"/>
          <w:szCs w:val="22"/>
        </w:rPr>
        <w:t>The f</w:t>
      </w:r>
      <w:r w:rsidR="00FA23A9">
        <w:rPr>
          <w:rFonts w:ascii="Arial" w:hAnsi="Arial" w:cs="Arial"/>
          <w:iCs/>
          <w:sz w:val="22"/>
          <w:szCs w:val="22"/>
        </w:rPr>
        <w:t xml:space="preserve">ur </w:t>
      </w:r>
      <w:r w:rsidR="007B0C24">
        <w:rPr>
          <w:rFonts w:ascii="Arial" w:hAnsi="Arial" w:cs="Arial"/>
          <w:iCs/>
          <w:sz w:val="22"/>
          <w:szCs w:val="22"/>
        </w:rPr>
        <w:t xml:space="preserve">was </w:t>
      </w:r>
      <w:r w:rsidR="007B0C24">
        <w:rPr>
          <w:rFonts w:ascii="Arial" w:hAnsi="Arial" w:cs="Arial"/>
          <w:sz w:val="22"/>
          <w:szCs w:val="22"/>
        </w:rPr>
        <w:t>a dark colour</w:t>
      </w:r>
      <w:r w:rsidR="007B0C24">
        <w:rPr>
          <w:rFonts w:ascii="Arial" w:hAnsi="Arial" w:cs="Arial"/>
          <w:iCs/>
          <w:sz w:val="22"/>
          <w:szCs w:val="22"/>
        </w:rPr>
        <w:t xml:space="preserve"> from above</w:t>
      </w:r>
      <w:r w:rsidR="007B0C24">
        <w:rPr>
          <w:rFonts w:ascii="Arial" w:hAnsi="Arial" w:cs="Arial"/>
          <w:sz w:val="22"/>
          <w:szCs w:val="22"/>
        </w:rPr>
        <w:t xml:space="preserve">, being pencilled with </w:t>
      </w:r>
      <w:r w:rsidR="007B0C24" w:rsidRPr="00B91D23">
        <w:rPr>
          <w:rFonts w:ascii="Arial" w:hAnsi="Arial" w:cs="Arial"/>
          <w:sz w:val="22"/>
          <w:szCs w:val="22"/>
        </w:rPr>
        <w:t>black and yellow in equal portions</w:t>
      </w:r>
      <w:r w:rsidR="007B0C24">
        <w:rPr>
          <w:rFonts w:ascii="Arial" w:hAnsi="Arial" w:cs="Arial"/>
          <w:sz w:val="22"/>
          <w:szCs w:val="22"/>
        </w:rPr>
        <w:t>,</w:t>
      </w:r>
      <w:r w:rsidR="007B0C24">
        <w:rPr>
          <w:rFonts w:ascii="Arial" w:hAnsi="Arial" w:cs="Arial"/>
          <w:iCs/>
          <w:sz w:val="22"/>
          <w:szCs w:val="22"/>
        </w:rPr>
        <w:t xml:space="preserve"> </w:t>
      </w:r>
      <w:r w:rsidR="00FA23A9">
        <w:rPr>
          <w:rFonts w:ascii="Arial" w:hAnsi="Arial" w:cs="Arial"/>
          <w:iCs/>
          <w:sz w:val="22"/>
          <w:szCs w:val="22"/>
        </w:rPr>
        <w:t>moderately long</w:t>
      </w:r>
      <w:r w:rsidR="007B0C24">
        <w:rPr>
          <w:rFonts w:ascii="Arial" w:hAnsi="Arial" w:cs="Arial"/>
          <w:iCs/>
          <w:sz w:val="22"/>
          <w:szCs w:val="22"/>
        </w:rPr>
        <w:t xml:space="preserve"> and </w:t>
      </w:r>
      <w:r w:rsidR="00FA23A9">
        <w:rPr>
          <w:rFonts w:ascii="Arial" w:hAnsi="Arial" w:cs="Arial"/>
          <w:iCs/>
          <w:sz w:val="22"/>
          <w:szCs w:val="22"/>
        </w:rPr>
        <w:t>course</w:t>
      </w:r>
      <w:r w:rsidR="00FA23A9" w:rsidRPr="00B91D23">
        <w:rPr>
          <w:rFonts w:ascii="Arial" w:hAnsi="Arial" w:cs="Arial"/>
          <w:sz w:val="22"/>
          <w:szCs w:val="22"/>
        </w:rPr>
        <w:t>. On the flanks</w:t>
      </w:r>
      <w:r w:rsidR="005707D6">
        <w:rPr>
          <w:rFonts w:ascii="Arial" w:hAnsi="Arial" w:cs="Arial"/>
          <w:sz w:val="22"/>
          <w:szCs w:val="22"/>
        </w:rPr>
        <w:t>,</w:t>
      </w:r>
      <w:r w:rsidR="00FA23A9" w:rsidRPr="00B91D23">
        <w:rPr>
          <w:rFonts w:ascii="Arial" w:hAnsi="Arial" w:cs="Arial"/>
          <w:sz w:val="22"/>
          <w:szCs w:val="22"/>
        </w:rPr>
        <w:t xml:space="preserve"> yellow outweigh</w:t>
      </w:r>
      <w:r w:rsidR="00C60C8A">
        <w:rPr>
          <w:rFonts w:ascii="Arial" w:hAnsi="Arial" w:cs="Arial"/>
          <w:sz w:val="22"/>
          <w:szCs w:val="22"/>
        </w:rPr>
        <w:t>ed</w:t>
      </w:r>
      <w:r w:rsidR="00FA23A9" w:rsidRPr="00B91D23">
        <w:rPr>
          <w:rFonts w:ascii="Arial" w:hAnsi="Arial" w:cs="Arial"/>
          <w:sz w:val="22"/>
          <w:szCs w:val="22"/>
        </w:rPr>
        <w:t xml:space="preserve"> black</w:t>
      </w:r>
      <w:r w:rsidR="00C60C8A">
        <w:rPr>
          <w:rFonts w:ascii="Arial" w:hAnsi="Arial" w:cs="Arial"/>
          <w:sz w:val="22"/>
          <w:szCs w:val="22"/>
        </w:rPr>
        <w:t>,</w:t>
      </w:r>
      <w:r w:rsidR="00FA23A9" w:rsidRPr="00B91D23">
        <w:rPr>
          <w:rFonts w:ascii="Arial" w:hAnsi="Arial" w:cs="Arial"/>
          <w:sz w:val="22"/>
          <w:szCs w:val="22"/>
        </w:rPr>
        <w:t xml:space="preserve"> and on the hindquarters</w:t>
      </w:r>
      <w:r w:rsidR="005707D6">
        <w:rPr>
          <w:rFonts w:ascii="Arial" w:hAnsi="Arial" w:cs="Arial"/>
          <w:sz w:val="22"/>
          <w:szCs w:val="22"/>
        </w:rPr>
        <w:t>,</w:t>
      </w:r>
      <w:r w:rsidR="00FA23A9" w:rsidRPr="00B91D23">
        <w:rPr>
          <w:rFonts w:ascii="Arial" w:hAnsi="Arial" w:cs="Arial"/>
          <w:sz w:val="22"/>
          <w:szCs w:val="22"/>
        </w:rPr>
        <w:t xml:space="preserve"> black prevail</w:t>
      </w:r>
      <w:r w:rsidR="005707D6">
        <w:rPr>
          <w:rFonts w:ascii="Arial" w:hAnsi="Arial" w:cs="Arial"/>
          <w:sz w:val="22"/>
          <w:szCs w:val="22"/>
        </w:rPr>
        <w:t>ed</w:t>
      </w:r>
      <w:r w:rsidR="00FA23A9" w:rsidRPr="00B91D23">
        <w:rPr>
          <w:rFonts w:ascii="Arial" w:hAnsi="Arial" w:cs="Arial"/>
          <w:sz w:val="22"/>
          <w:szCs w:val="22"/>
        </w:rPr>
        <w:t xml:space="preserve"> as the dominant colour. </w:t>
      </w:r>
      <w:r w:rsidR="00330BB2" w:rsidRPr="00B91D23">
        <w:rPr>
          <w:rFonts w:ascii="Arial" w:hAnsi="Arial" w:cs="Arial"/>
          <w:sz w:val="22"/>
          <w:szCs w:val="22"/>
        </w:rPr>
        <w:t xml:space="preserve">On the rump three broad </w:t>
      </w:r>
      <w:r w:rsidR="00D160D8">
        <w:rPr>
          <w:rFonts w:ascii="Arial" w:hAnsi="Arial" w:cs="Arial"/>
          <w:sz w:val="22"/>
          <w:szCs w:val="22"/>
        </w:rPr>
        <w:t>yellowish</w:t>
      </w:r>
      <w:r w:rsidR="00D160D8">
        <w:rPr>
          <w:rFonts w:ascii="Arial" w:hAnsi="Arial" w:cs="Arial"/>
          <w:sz w:val="22"/>
          <w:szCs w:val="22"/>
        </w:rPr>
        <w:noBreakHyphen/>
        <w:t>white</w:t>
      </w:r>
      <w:r w:rsidR="00330BB2" w:rsidRPr="00B91D23">
        <w:rPr>
          <w:rFonts w:ascii="Arial" w:hAnsi="Arial" w:cs="Arial"/>
          <w:sz w:val="22"/>
          <w:szCs w:val="22"/>
        </w:rPr>
        <w:t xml:space="preserve"> bars radiated down over the sides of the body</w:t>
      </w:r>
      <w:r w:rsidR="00D160D8">
        <w:rPr>
          <w:rFonts w:ascii="Arial" w:hAnsi="Arial" w:cs="Arial"/>
          <w:sz w:val="22"/>
          <w:szCs w:val="22"/>
        </w:rPr>
        <w:t>. These bars were</w:t>
      </w:r>
      <w:r w:rsidR="00330BB2" w:rsidRPr="00B91D23">
        <w:rPr>
          <w:rFonts w:ascii="Arial" w:hAnsi="Arial" w:cs="Arial"/>
          <w:sz w:val="22"/>
          <w:szCs w:val="22"/>
        </w:rPr>
        <w:t xml:space="preserve"> interrupted at the midline</w:t>
      </w:r>
      <w:r w:rsidR="00D160D8">
        <w:rPr>
          <w:rFonts w:ascii="Arial" w:hAnsi="Arial" w:cs="Arial"/>
          <w:sz w:val="22"/>
          <w:szCs w:val="22"/>
        </w:rPr>
        <w:t xml:space="preserve"> by a thick black band of fur that extend</w:t>
      </w:r>
      <w:r w:rsidR="00A5057A">
        <w:rPr>
          <w:rFonts w:ascii="Arial" w:hAnsi="Arial" w:cs="Arial"/>
          <w:sz w:val="22"/>
          <w:szCs w:val="22"/>
        </w:rPr>
        <w:t>ed</w:t>
      </w:r>
      <w:r w:rsidR="00D160D8">
        <w:rPr>
          <w:rFonts w:ascii="Arial" w:hAnsi="Arial" w:cs="Arial"/>
          <w:sz w:val="22"/>
          <w:szCs w:val="22"/>
        </w:rPr>
        <w:t xml:space="preserve"> down the rump to the tip of the tail</w:t>
      </w:r>
      <w:r w:rsidR="00330BB2" w:rsidRPr="00B91D23">
        <w:rPr>
          <w:rFonts w:ascii="Arial" w:hAnsi="Arial" w:cs="Arial"/>
          <w:sz w:val="22"/>
          <w:szCs w:val="22"/>
        </w:rPr>
        <w:t xml:space="preserve">. From below, the fur was </w:t>
      </w:r>
      <w:r w:rsidR="00F250C6" w:rsidRPr="00B91D23">
        <w:rPr>
          <w:rFonts w:ascii="Arial" w:hAnsi="Arial" w:cs="Arial"/>
          <w:sz w:val="22"/>
          <w:szCs w:val="22"/>
        </w:rPr>
        <w:t>white</w:t>
      </w:r>
      <w:r w:rsidR="00330BB2" w:rsidRPr="00B91D23">
        <w:rPr>
          <w:rFonts w:ascii="Arial" w:hAnsi="Arial" w:cs="Arial"/>
          <w:sz w:val="22"/>
          <w:szCs w:val="22"/>
        </w:rPr>
        <w:t xml:space="preserve">. </w:t>
      </w:r>
    </w:p>
    <w:p w14:paraId="43CD00C8" w14:textId="544CFB72" w:rsidR="00330BB2" w:rsidRPr="00B91D23" w:rsidRDefault="00745005" w:rsidP="00330BB2">
      <w:pPr>
        <w:spacing w:after="240"/>
        <w:rPr>
          <w:rFonts w:ascii="Arial" w:hAnsi="Arial" w:cs="Arial"/>
          <w:iCs/>
          <w:sz w:val="22"/>
          <w:szCs w:val="22"/>
        </w:rPr>
      </w:pPr>
      <w:r w:rsidRPr="00B91D23">
        <w:rPr>
          <w:rFonts w:ascii="Arial" w:hAnsi="Arial" w:cs="Arial"/>
          <w:iCs/>
          <w:sz w:val="22"/>
          <w:szCs w:val="22"/>
        </w:rPr>
        <w:t xml:space="preserve">The muzzle was slender and long. Dark whiskers were present at the front of the snout, above the eye, and on the cheek below the eye. The ears were proportionally long (average 41 mm). </w:t>
      </w:r>
      <w:r w:rsidR="00330BB2" w:rsidRPr="00B91D23">
        <w:rPr>
          <w:rFonts w:ascii="Arial" w:hAnsi="Arial" w:cs="Arial"/>
          <w:sz w:val="22"/>
          <w:szCs w:val="22"/>
        </w:rPr>
        <w:t>The feet were</w:t>
      </w:r>
      <w:r w:rsidR="00F71B61">
        <w:rPr>
          <w:rFonts w:ascii="Arial" w:hAnsi="Arial" w:cs="Arial"/>
          <w:sz w:val="22"/>
          <w:szCs w:val="22"/>
        </w:rPr>
        <w:t xml:space="preserve"> </w:t>
      </w:r>
      <w:r w:rsidR="00F250C6" w:rsidRPr="00B91D23">
        <w:rPr>
          <w:rFonts w:ascii="Arial" w:hAnsi="Arial" w:cs="Arial"/>
          <w:sz w:val="22"/>
          <w:szCs w:val="22"/>
        </w:rPr>
        <w:t>white</w:t>
      </w:r>
      <w:r w:rsidR="00330BB2" w:rsidRPr="00B91D23">
        <w:rPr>
          <w:rFonts w:ascii="Arial" w:hAnsi="Arial" w:cs="Arial"/>
          <w:sz w:val="22"/>
          <w:szCs w:val="22"/>
        </w:rPr>
        <w:t xml:space="preserve"> and elongated, with the three inner toes large, whilst the outer toes were reduced. </w:t>
      </w:r>
      <w:r w:rsidR="00F250C6" w:rsidRPr="00B91D23">
        <w:rPr>
          <w:rFonts w:ascii="Arial" w:hAnsi="Arial" w:cs="Arial"/>
          <w:sz w:val="22"/>
          <w:szCs w:val="22"/>
        </w:rPr>
        <w:t>The tail was also white</w:t>
      </w:r>
      <w:r w:rsidR="003F579B">
        <w:rPr>
          <w:rFonts w:ascii="Arial" w:hAnsi="Arial" w:cs="Arial"/>
          <w:sz w:val="22"/>
          <w:szCs w:val="22"/>
        </w:rPr>
        <w:t>,</w:t>
      </w:r>
      <w:r w:rsidR="00F250C6" w:rsidRPr="00B91D23">
        <w:rPr>
          <w:rFonts w:ascii="Arial" w:hAnsi="Arial" w:cs="Arial"/>
          <w:sz w:val="22"/>
          <w:szCs w:val="22"/>
        </w:rPr>
        <w:t xml:space="preserve"> except for a line of black fur running along the upper surface.</w:t>
      </w:r>
      <w:r w:rsidR="00F931AE" w:rsidRPr="00B91D23">
        <w:rPr>
          <w:rFonts w:ascii="Arial" w:hAnsi="Arial" w:cs="Arial"/>
          <w:sz w:val="22"/>
          <w:szCs w:val="22"/>
        </w:rPr>
        <w:t xml:space="preserve"> </w:t>
      </w:r>
      <w:r w:rsidR="00330BB2" w:rsidRPr="00B91D23">
        <w:rPr>
          <w:rFonts w:ascii="Arial" w:hAnsi="Arial" w:cs="Arial"/>
          <w:iCs/>
          <w:sz w:val="22"/>
          <w:szCs w:val="22"/>
        </w:rPr>
        <w:t>D</w:t>
      </w:r>
      <w:r w:rsidR="00330BB2" w:rsidRPr="00B91D23">
        <w:rPr>
          <w:rFonts w:ascii="Arial" w:hAnsi="Arial" w:cs="Arial"/>
          <w:sz w:val="22"/>
          <w:szCs w:val="22"/>
        </w:rPr>
        <w:t xml:space="preserve">escription drawn from </w:t>
      </w:r>
      <w:r w:rsidR="004F1322" w:rsidRPr="00B91D23">
        <w:rPr>
          <w:rFonts w:ascii="Arial" w:hAnsi="Arial" w:cs="Arial"/>
          <w:iCs/>
          <w:sz w:val="22"/>
          <w:szCs w:val="22"/>
        </w:rPr>
        <w:t xml:space="preserve">Gould </w:t>
      </w:r>
      <w:r w:rsidR="00330BB2" w:rsidRPr="00B91D23">
        <w:rPr>
          <w:rFonts w:ascii="Arial" w:hAnsi="Arial" w:cs="Arial"/>
          <w:iCs/>
          <w:sz w:val="22"/>
          <w:szCs w:val="22"/>
        </w:rPr>
        <w:t>(1</w:t>
      </w:r>
      <w:r w:rsidR="004F1322" w:rsidRPr="00B91D23">
        <w:rPr>
          <w:rFonts w:ascii="Arial" w:hAnsi="Arial" w:cs="Arial"/>
          <w:iCs/>
          <w:sz w:val="22"/>
          <w:szCs w:val="22"/>
        </w:rPr>
        <w:t>863</w:t>
      </w:r>
      <w:r w:rsidR="00330BB2" w:rsidRPr="00B91D23">
        <w:rPr>
          <w:rFonts w:ascii="Arial" w:hAnsi="Arial" w:cs="Arial"/>
          <w:iCs/>
          <w:sz w:val="22"/>
          <w:szCs w:val="22"/>
        </w:rPr>
        <w:t xml:space="preserve">) and </w:t>
      </w:r>
      <w:r w:rsidR="00330BB2" w:rsidRPr="00B91D23">
        <w:rPr>
          <w:rFonts w:ascii="Arial" w:hAnsi="Arial" w:cs="Arial"/>
          <w:sz w:val="22"/>
          <w:szCs w:val="22"/>
        </w:rPr>
        <w:t>Travouillon &amp; Phillips (2018).</w:t>
      </w:r>
      <w:r w:rsidR="00330BB2" w:rsidRPr="00B91D23">
        <w:rPr>
          <w:rFonts w:ascii="Arial" w:hAnsi="Arial" w:cs="Arial"/>
          <w:iCs/>
          <w:sz w:val="22"/>
          <w:szCs w:val="22"/>
        </w:rPr>
        <w:t xml:space="preserve"> </w:t>
      </w:r>
      <w:r w:rsidR="00081D81">
        <w:rPr>
          <w:rFonts w:ascii="Arial" w:hAnsi="Arial" w:cs="Arial"/>
          <w:iCs/>
          <w:sz w:val="22"/>
          <w:szCs w:val="22"/>
        </w:rPr>
        <w:t xml:space="preserve"> </w:t>
      </w:r>
    </w:p>
    <w:p w14:paraId="5FA0C020" w14:textId="2677E8ED" w:rsidR="002E0081" w:rsidRDefault="002E0081" w:rsidP="002E0081">
      <w:pPr>
        <w:pStyle w:val="Normal12pt"/>
        <w:spacing w:after="240"/>
        <w:rPr>
          <w:rFonts w:ascii="Arial" w:hAnsi="Arial" w:cs="Arial"/>
          <w:sz w:val="22"/>
          <w:szCs w:val="22"/>
        </w:rPr>
      </w:pPr>
      <w:r w:rsidRPr="00B91D23">
        <w:rPr>
          <w:rFonts w:ascii="Arial" w:hAnsi="Arial" w:cs="Arial"/>
          <w:sz w:val="22"/>
          <w:szCs w:val="22"/>
        </w:rPr>
        <w:t xml:space="preserve">Few body measurements are available for the </w:t>
      </w:r>
      <w:r w:rsidR="003E7D4D" w:rsidRPr="00B91D23">
        <w:rPr>
          <w:rFonts w:ascii="Arial" w:hAnsi="Arial" w:cs="Arial"/>
          <w:sz w:val="22"/>
          <w:szCs w:val="22"/>
        </w:rPr>
        <w:t>Liverpool Plains</w:t>
      </w:r>
      <w:r w:rsidRPr="00B91D23">
        <w:rPr>
          <w:rFonts w:ascii="Arial" w:hAnsi="Arial" w:cs="Arial"/>
          <w:sz w:val="22"/>
          <w:szCs w:val="22"/>
        </w:rPr>
        <w:t xml:space="preserve"> Striped Bandicoot, with only skull, ear</w:t>
      </w:r>
      <w:r w:rsidR="00B91D23" w:rsidRPr="00B91D23">
        <w:rPr>
          <w:rFonts w:ascii="Arial" w:hAnsi="Arial" w:cs="Arial"/>
          <w:sz w:val="22"/>
          <w:szCs w:val="22"/>
        </w:rPr>
        <w:t xml:space="preserve"> </w:t>
      </w:r>
      <w:r w:rsidRPr="00B91D23">
        <w:rPr>
          <w:rFonts w:ascii="Arial" w:hAnsi="Arial" w:cs="Arial"/>
          <w:sz w:val="22"/>
          <w:szCs w:val="22"/>
        </w:rPr>
        <w:t xml:space="preserve">and tail length recorded. These measurements correspond to those of the other subspecies of </w:t>
      </w:r>
      <w:r w:rsidRPr="00B91D23">
        <w:rPr>
          <w:rFonts w:ascii="Arial" w:hAnsi="Arial" w:cs="Arial"/>
          <w:i/>
          <w:sz w:val="22"/>
          <w:szCs w:val="22"/>
        </w:rPr>
        <w:t>Perameles bougainville</w:t>
      </w:r>
      <w:r w:rsidRPr="00B91D23">
        <w:rPr>
          <w:rFonts w:ascii="Arial" w:hAnsi="Arial" w:cs="Arial"/>
          <w:sz w:val="22"/>
          <w:szCs w:val="22"/>
        </w:rPr>
        <w:t xml:space="preserve"> (Travouillon &amp; Phillips 2018), giving the likelihood that it was similarly small and lightly built. </w:t>
      </w:r>
      <w:r w:rsidRPr="00B91D23">
        <w:rPr>
          <w:rFonts w:ascii="Arial" w:hAnsi="Arial" w:cs="Arial"/>
          <w:iCs/>
          <w:sz w:val="22"/>
          <w:szCs w:val="22"/>
        </w:rPr>
        <w:t>No weight</w:t>
      </w:r>
      <w:r w:rsidR="00B91D23" w:rsidRPr="00B91D23">
        <w:rPr>
          <w:rFonts w:ascii="Arial" w:hAnsi="Arial" w:cs="Arial"/>
          <w:iCs/>
          <w:sz w:val="22"/>
          <w:szCs w:val="22"/>
        </w:rPr>
        <w:t xml:space="preserve"> or length</w:t>
      </w:r>
      <w:r w:rsidRPr="00B91D23">
        <w:rPr>
          <w:rFonts w:ascii="Arial" w:hAnsi="Arial" w:cs="Arial"/>
          <w:iCs/>
          <w:sz w:val="22"/>
          <w:szCs w:val="22"/>
        </w:rPr>
        <w:t xml:space="preserve"> </w:t>
      </w:r>
      <w:r w:rsidR="003F579B">
        <w:rPr>
          <w:rFonts w:ascii="Arial" w:hAnsi="Arial" w:cs="Arial"/>
          <w:iCs/>
          <w:sz w:val="22"/>
          <w:szCs w:val="22"/>
        </w:rPr>
        <w:t>is</w:t>
      </w:r>
      <w:r w:rsidRPr="00B91D23">
        <w:rPr>
          <w:rFonts w:ascii="Arial" w:hAnsi="Arial" w:cs="Arial"/>
          <w:iCs/>
          <w:sz w:val="22"/>
          <w:szCs w:val="22"/>
        </w:rPr>
        <w:t xml:space="preserve"> recorded</w:t>
      </w:r>
      <w:r w:rsidR="00C44973">
        <w:rPr>
          <w:rFonts w:ascii="Arial" w:hAnsi="Arial" w:cs="Arial"/>
          <w:iCs/>
          <w:sz w:val="22"/>
          <w:szCs w:val="22"/>
        </w:rPr>
        <w:t>,</w:t>
      </w:r>
      <w:r w:rsidRPr="00B91D23">
        <w:rPr>
          <w:rFonts w:ascii="Arial" w:hAnsi="Arial" w:cs="Arial"/>
          <w:iCs/>
          <w:sz w:val="22"/>
          <w:szCs w:val="22"/>
        </w:rPr>
        <w:t xml:space="preserve"> but </w:t>
      </w:r>
      <w:r w:rsidRPr="00B91D23">
        <w:rPr>
          <w:rFonts w:ascii="Arial" w:hAnsi="Arial" w:cs="Arial"/>
          <w:sz w:val="22"/>
          <w:szCs w:val="22"/>
        </w:rPr>
        <w:t>the</w:t>
      </w:r>
      <w:r w:rsidR="00B91D23" w:rsidRPr="00B91D23">
        <w:rPr>
          <w:rFonts w:ascii="Arial" w:hAnsi="Arial" w:cs="Arial"/>
          <w:sz w:val="22"/>
          <w:szCs w:val="22"/>
        </w:rPr>
        <w:t xml:space="preserve"> morphologically similar</w:t>
      </w:r>
      <w:r w:rsidRPr="00B91D23">
        <w:rPr>
          <w:rFonts w:ascii="Arial" w:hAnsi="Arial" w:cs="Arial"/>
          <w:sz w:val="22"/>
          <w:szCs w:val="22"/>
        </w:rPr>
        <w:t xml:space="preserve"> </w:t>
      </w:r>
      <w:r w:rsidR="00BE31CA">
        <w:rPr>
          <w:rFonts w:ascii="Arial" w:hAnsi="Arial" w:cs="Arial"/>
          <w:sz w:val="22"/>
          <w:szCs w:val="22"/>
        </w:rPr>
        <w:t>Shark Bay Bandicoot</w:t>
      </w:r>
      <w:r w:rsidR="00216B22">
        <w:rPr>
          <w:rFonts w:ascii="Arial" w:hAnsi="Arial" w:cs="Arial"/>
          <w:sz w:val="22"/>
          <w:szCs w:val="22"/>
        </w:rPr>
        <w:t xml:space="preserve"> </w:t>
      </w:r>
      <w:r w:rsidRPr="00B91D23">
        <w:rPr>
          <w:rFonts w:ascii="Arial" w:hAnsi="Arial" w:cs="Arial"/>
          <w:sz w:val="22"/>
          <w:szCs w:val="22"/>
        </w:rPr>
        <w:t xml:space="preserve">has an average </w:t>
      </w:r>
      <w:r w:rsidR="00B91D23" w:rsidRPr="00B91D23">
        <w:rPr>
          <w:rFonts w:ascii="Arial" w:hAnsi="Arial" w:cs="Arial"/>
          <w:sz w:val="22"/>
          <w:szCs w:val="22"/>
        </w:rPr>
        <w:t xml:space="preserve">head-body length of </w:t>
      </w:r>
      <w:r w:rsidR="00BD0ABA">
        <w:rPr>
          <w:rFonts w:ascii="Arial" w:hAnsi="Arial" w:cs="Arial"/>
          <w:sz w:val="22"/>
          <w:szCs w:val="22"/>
        </w:rPr>
        <w:t>236</w:t>
      </w:r>
      <w:r w:rsidR="00B91D23">
        <w:rPr>
          <w:rFonts w:ascii="Arial" w:hAnsi="Arial" w:cs="Arial"/>
          <w:sz w:val="22"/>
          <w:szCs w:val="22"/>
        </w:rPr>
        <w:t xml:space="preserve"> mm </w:t>
      </w:r>
      <w:r w:rsidR="00B91D23" w:rsidRPr="00B91D23">
        <w:rPr>
          <w:rFonts w:ascii="Arial" w:hAnsi="Arial" w:cs="Arial"/>
          <w:sz w:val="22"/>
          <w:szCs w:val="22"/>
        </w:rPr>
        <w:t xml:space="preserve">and </w:t>
      </w:r>
      <w:r w:rsidRPr="00B91D23">
        <w:rPr>
          <w:rFonts w:ascii="Arial" w:hAnsi="Arial" w:cs="Arial"/>
          <w:sz w:val="22"/>
          <w:szCs w:val="22"/>
        </w:rPr>
        <w:t>weight of 244 g (Friend 2008).</w:t>
      </w:r>
      <w:r w:rsidRPr="00C81AE0">
        <w:rPr>
          <w:rFonts w:ascii="Arial" w:hAnsi="Arial" w:cs="Arial"/>
          <w:sz w:val="22"/>
          <w:szCs w:val="22"/>
        </w:rPr>
        <w:t xml:space="preserve"> </w:t>
      </w:r>
    </w:p>
    <w:p w14:paraId="1BD5A871" w14:textId="77777777" w:rsidR="001C6B82" w:rsidRDefault="001C6B82" w:rsidP="001C6B82">
      <w:pPr>
        <w:pStyle w:val="CAheadingintext"/>
        <w:rPr>
          <w:color w:val="0000FF"/>
        </w:rPr>
      </w:pPr>
      <w:r w:rsidRPr="00C77AC3">
        <w:t>Distribution</w:t>
      </w:r>
      <w:r w:rsidRPr="006658AC">
        <w:rPr>
          <w:color w:val="0000FF"/>
        </w:rPr>
        <w:t xml:space="preserve"> </w:t>
      </w:r>
    </w:p>
    <w:p w14:paraId="336B45E0" w14:textId="28572E41" w:rsidR="00C65235" w:rsidRDefault="00F91EE8" w:rsidP="00C65235">
      <w:pPr>
        <w:spacing w:after="240"/>
        <w:rPr>
          <w:rFonts w:ascii="Arial" w:hAnsi="Arial" w:cs="Arial"/>
          <w:sz w:val="22"/>
          <w:szCs w:val="22"/>
        </w:rPr>
      </w:pPr>
      <w:r w:rsidRPr="00F91EE8">
        <w:rPr>
          <w:rFonts w:ascii="Arial" w:hAnsi="Arial" w:cs="Arial"/>
          <w:sz w:val="22"/>
          <w:szCs w:val="22"/>
        </w:rPr>
        <w:t>The Liverpool Plains Striped Bandicoot</w:t>
      </w:r>
      <w:r>
        <w:rPr>
          <w:rFonts w:ascii="Arial" w:hAnsi="Arial" w:cs="Arial"/>
          <w:sz w:val="22"/>
          <w:szCs w:val="22"/>
        </w:rPr>
        <w:t xml:space="preserve"> is known </w:t>
      </w:r>
      <w:r>
        <w:rPr>
          <w:rFonts w:ascii="Arial" w:hAnsi="Arial" w:cs="Arial"/>
          <w:iCs/>
          <w:sz w:val="22"/>
          <w:szCs w:val="22"/>
        </w:rPr>
        <w:t xml:space="preserve">from specimens collected in the </w:t>
      </w:r>
      <w:r w:rsidR="00C65235">
        <w:rPr>
          <w:rFonts w:ascii="Arial" w:hAnsi="Arial" w:cs="Arial"/>
          <w:iCs/>
          <w:sz w:val="22"/>
          <w:szCs w:val="22"/>
        </w:rPr>
        <w:t xml:space="preserve">1840s in the </w:t>
      </w:r>
      <w:r>
        <w:rPr>
          <w:rFonts w:ascii="Arial" w:hAnsi="Arial" w:cs="Arial"/>
          <w:iCs/>
          <w:sz w:val="22"/>
          <w:szCs w:val="22"/>
        </w:rPr>
        <w:t>Liverpool P</w:t>
      </w:r>
      <w:r w:rsidR="00530F12">
        <w:rPr>
          <w:rFonts w:ascii="Arial" w:hAnsi="Arial" w:cs="Arial"/>
          <w:iCs/>
          <w:sz w:val="22"/>
          <w:szCs w:val="22"/>
        </w:rPr>
        <w:t>l</w:t>
      </w:r>
      <w:r>
        <w:rPr>
          <w:rFonts w:ascii="Arial" w:hAnsi="Arial" w:cs="Arial"/>
          <w:iCs/>
          <w:sz w:val="22"/>
          <w:szCs w:val="22"/>
        </w:rPr>
        <w:t>ains Area, New South Wales</w:t>
      </w:r>
      <w:r w:rsidR="00C65235">
        <w:rPr>
          <w:rFonts w:ascii="Arial" w:hAnsi="Arial" w:cs="Arial"/>
          <w:iCs/>
          <w:sz w:val="22"/>
          <w:szCs w:val="22"/>
        </w:rPr>
        <w:t xml:space="preserve"> (NSW)</w:t>
      </w:r>
      <w:r>
        <w:rPr>
          <w:rFonts w:ascii="Arial" w:hAnsi="Arial" w:cs="Arial"/>
          <w:iCs/>
          <w:sz w:val="22"/>
          <w:szCs w:val="22"/>
        </w:rPr>
        <w:t xml:space="preserve"> (Woinarski et al. 2014a).</w:t>
      </w:r>
      <w:r w:rsidR="00F105C5">
        <w:rPr>
          <w:rFonts w:ascii="Arial" w:hAnsi="Arial" w:cs="Arial"/>
          <w:iCs/>
          <w:sz w:val="22"/>
          <w:szCs w:val="22"/>
        </w:rPr>
        <w:t xml:space="preserve"> This region </w:t>
      </w:r>
      <w:r w:rsidR="00D3098D">
        <w:rPr>
          <w:rFonts w:ascii="Arial" w:hAnsi="Arial" w:cs="Arial"/>
          <w:iCs/>
          <w:sz w:val="22"/>
          <w:szCs w:val="22"/>
        </w:rPr>
        <w:t xml:space="preserve">forms </w:t>
      </w:r>
      <w:r w:rsidR="00B93275">
        <w:rPr>
          <w:rFonts w:ascii="Arial" w:hAnsi="Arial" w:cs="Arial"/>
          <w:iCs/>
          <w:sz w:val="22"/>
          <w:szCs w:val="22"/>
        </w:rPr>
        <w:t>an extensive tract of naturally treeless grasslands</w:t>
      </w:r>
      <w:r w:rsidR="00D3098D">
        <w:rPr>
          <w:rFonts w:ascii="Arial" w:hAnsi="Arial" w:cs="Arial"/>
          <w:iCs/>
          <w:sz w:val="22"/>
          <w:szCs w:val="22"/>
        </w:rPr>
        <w:t xml:space="preserve"> </w:t>
      </w:r>
      <w:r w:rsidR="00D3098D">
        <w:rPr>
          <w:rFonts w:ascii="Arial" w:hAnsi="Arial" w:cs="Arial"/>
          <w:sz w:val="22"/>
          <w:szCs w:val="22"/>
        </w:rPr>
        <w:t>(Lang 2008)</w:t>
      </w:r>
      <w:r w:rsidR="00D3098D">
        <w:rPr>
          <w:rFonts w:ascii="Arial" w:hAnsi="Arial" w:cs="Arial"/>
          <w:iCs/>
          <w:sz w:val="22"/>
          <w:szCs w:val="22"/>
        </w:rPr>
        <w:t xml:space="preserve">, </w:t>
      </w:r>
      <w:r w:rsidR="00315366">
        <w:rPr>
          <w:rFonts w:ascii="Arial" w:hAnsi="Arial" w:cs="Arial"/>
          <w:iCs/>
          <w:sz w:val="22"/>
          <w:szCs w:val="22"/>
        </w:rPr>
        <w:t xml:space="preserve">located </w:t>
      </w:r>
      <w:r w:rsidR="00D3098D">
        <w:rPr>
          <w:rFonts w:ascii="Arial" w:hAnsi="Arial" w:cs="Arial"/>
          <w:iCs/>
          <w:sz w:val="22"/>
          <w:szCs w:val="22"/>
        </w:rPr>
        <w:t xml:space="preserve">south-west of Tamworth </w:t>
      </w:r>
      <w:r w:rsidR="00F36311">
        <w:rPr>
          <w:rFonts w:ascii="Arial" w:hAnsi="Arial" w:cs="Arial"/>
          <w:iCs/>
          <w:sz w:val="22"/>
          <w:szCs w:val="22"/>
        </w:rPr>
        <w:t>and bounded by</w:t>
      </w:r>
      <w:r w:rsidR="00315366">
        <w:rPr>
          <w:rFonts w:ascii="Arial" w:hAnsi="Arial" w:cs="Arial"/>
          <w:iCs/>
          <w:sz w:val="22"/>
          <w:szCs w:val="22"/>
        </w:rPr>
        <w:t xml:space="preserve"> the </w:t>
      </w:r>
      <w:r w:rsidR="00B93275" w:rsidRPr="00B93275">
        <w:rPr>
          <w:rFonts w:ascii="Arial" w:hAnsi="Arial" w:cs="Arial"/>
          <w:iCs/>
          <w:sz w:val="22"/>
          <w:szCs w:val="22"/>
        </w:rPr>
        <w:t>Great Dividing Range</w:t>
      </w:r>
      <w:r w:rsidR="00F36311">
        <w:rPr>
          <w:rFonts w:ascii="Arial" w:hAnsi="Arial" w:cs="Arial"/>
          <w:iCs/>
          <w:sz w:val="22"/>
          <w:szCs w:val="22"/>
        </w:rPr>
        <w:t xml:space="preserve"> (east), </w:t>
      </w:r>
      <w:r w:rsidR="00315366" w:rsidRPr="00B93275">
        <w:rPr>
          <w:rFonts w:ascii="Arial" w:hAnsi="Arial" w:cs="Arial"/>
          <w:iCs/>
          <w:sz w:val="22"/>
          <w:szCs w:val="22"/>
        </w:rPr>
        <w:t>the Warrumbungle Range</w:t>
      </w:r>
      <w:r w:rsidR="00F36311">
        <w:rPr>
          <w:rFonts w:ascii="Arial" w:hAnsi="Arial" w:cs="Arial"/>
          <w:iCs/>
          <w:sz w:val="22"/>
          <w:szCs w:val="22"/>
        </w:rPr>
        <w:t xml:space="preserve"> (west)</w:t>
      </w:r>
      <w:r w:rsidR="00B93275" w:rsidRPr="00B93275">
        <w:rPr>
          <w:rFonts w:ascii="Arial" w:hAnsi="Arial" w:cs="Arial"/>
          <w:iCs/>
          <w:sz w:val="22"/>
          <w:szCs w:val="22"/>
        </w:rPr>
        <w:t xml:space="preserve">, </w:t>
      </w:r>
      <w:r w:rsidR="00F36311">
        <w:rPr>
          <w:rFonts w:ascii="Arial" w:hAnsi="Arial" w:cs="Arial"/>
          <w:iCs/>
          <w:sz w:val="22"/>
          <w:szCs w:val="22"/>
        </w:rPr>
        <w:t xml:space="preserve">and the </w:t>
      </w:r>
      <w:r w:rsidR="00B93275" w:rsidRPr="00B93275">
        <w:rPr>
          <w:rFonts w:ascii="Arial" w:hAnsi="Arial" w:cs="Arial"/>
          <w:iCs/>
          <w:sz w:val="22"/>
          <w:szCs w:val="22"/>
        </w:rPr>
        <w:t xml:space="preserve">Liverpool Range </w:t>
      </w:r>
      <w:r w:rsidR="00F36311">
        <w:rPr>
          <w:rFonts w:ascii="Arial" w:hAnsi="Arial" w:cs="Arial"/>
          <w:iCs/>
          <w:sz w:val="22"/>
          <w:szCs w:val="22"/>
        </w:rPr>
        <w:t>(south)</w:t>
      </w:r>
      <w:r w:rsidR="00B93275">
        <w:rPr>
          <w:rFonts w:ascii="Arial" w:hAnsi="Arial" w:cs="Arial"/>
          <w:sz w:val="22"/>
          <w:szCs w:val="22"/>
        </w:rPr>
        <w:t>.</w:t>
      </w:r>
      <w:r w:rsidR="00C65235">
        <w:rPr>
          <w:rFonts w:ascii="Arial" w:hAnsi="Arial" w:cs="Arial"/>
          <w:sz w:val="22"/>
          <w:szCs w:val="22"/>
        </w:rPr>
        <w:t xml:space="preserve"> </w:t>
      </w:r>
    </w:p>
    <w:p w14:paraId="4F620F4A" w14:textId="7FF16A9D" w:rsidR="001972B2" w:rsidRDefault="001972B2" w:rsidP="001972B2">
      <w:pPr>
        <w:autoSpaceDE w:val="0"/>
        <w:autoSpaceDN w:val="0"/>
        <w:adjustRightInd w:val="0"/>
        <w:rPr>
          <w:rFonts w:ascii="Arial" w:hAnsi="Arial" w:cs="Arial"/>
          <w:sz w:val="22"/>
          <w:szCs w:val="22"/>
        </w:rPr>
      </w:pPr>
      <w:r w:rsidRPr="003056EE">
        <w:rPr>
          <w:rFonts w:ascii="Arial" w:hAnsi="Arial" w:cs="Arial"/>
          <w:sz w:val="22"/>
          <w:szCs w:val="22"/>
        </w:rPr>
        <w:t xml:space="preserve">The climate </w:t>
      </w:r>
      <w:r>
        <w:rPr>
          <w:rFonts w:ascii="Arial" w:hAnsi="Arial" w:cs="Arial"/>
          <w:sz w:val="22"/>
          <w:szCs w:val="22"/>
        </w:rPr>
        <w:t xml:space="preserve">of the Liverpool Plains </w:t>
      </w:r>
      <w:r w:rsidRPr="003056EE">
        <w:rPr>
          <w:rFonts w:ascii="Arial" w:hAnsi="Arial" w:cs="Arial"/>
          <w:sz w:val="22"/>
          <w:szCs w:val="22"/>
        </w:rPr>
        <w:t>is sub-humid with warm to hot summers and cool to mild winters. Two thirds of the annual rainfall is received during the summe</w:t>
      </w:r>
      <w:r>
        <w:rPr>
          <w:rFonts w:ascii="Arial" w:hAnsi="Arial" w:cs="Arial"/>
          <w:sz w:val="22"/>
          <w:szCs w:val="22"/>
        </w:rPr>
        <w:t>r months from October to March. R</w:t>
      </w:r>
      <w:r w:rsidRPr="003056EE">
        <w:rPr>
          <w:rFonts w:ascii="Arial" w:hAnsi="Arial" w:cs="Arial"/>
          <w:sz w:val="22"/>
          <w:szCs w:val="22"/>
        </w:rPr>
        <w:t>ainfall is variable with drought and floods likely to occur in any season</w:t>
      </w:r>
      <w:r>
        <w:rPr>
          <w:rFonts w:ascii="Arial" w:hAnsi="Arial" w:cs="Arial"/>
          <w:sz w:val="22"/>
          <w:szCs w:val="22"/>
        </w:rPr>
        <w:t xml:space="preserve"> (Lang 2008).</w:t>
      </w:r>
    </w:p>
    <w:p w14:paraId="6B93F5FB" w14:textId="77777777" w:rsidR="001972B2" w:rsidRDefault="001972B2" w:rsidP="001972B2">
      <w:pPr>
        <w:autoSpaceDE w:val="0"/>
        <w:autoSpaceDN w:val="0"/>
        <w:adjustRightInd w:val="0"/>
        <w:rPr>
          <w:rFonts w:ascii="Arial" w:hAnsi="Arial" w:cs="Arial"/>
          <w:sz w:val="22"/>
          <w:szCs w:val="22"/>
        </w:rPr>
      </w:pPr>
    </w:p>
    <w:p w14:paraId="42CB19BD" w14:textId="11577DA9" w:rsidR="006C427E" w:rsidRPr="00823CEB" w:rsidRDefault="006C427E" w:rsidP="00C65235">
      <w:pPr>
        <w:spacing w:after="240"/>
        <w:rPr>
          <w:rFonts w:ascii="Arial" w:hAnsi="Arial" w:cs="Arial"/>
          <w:sz w:val="22"/>
          <w:szCs w:val="22"/>
          <w:highlight w:val="yellow"/>
        </w:rPr>
      </w:pPr>
      <w:r>
        <w:rPr>
          <w:rFonts w:ascii="Arial" w:hAnsi="Arial" w:cs="Arial"/>
          <w:sz w:val="22"/>
          <w:szCs w:val="22"/>
        </w:rPr>
        <w:t xml:space="preserve">Prior to European settlement, dominant </w:t>
      </w:r>
      <w:r w:rsidR="004A284D">
        <w:rPr>
          <w:rFonts w:ascii="Arial" w:hAnsi="Arial" w:cs="Arial"/>
          <w:sz w:val="22"/>
          <w:szCs w:val="22"/>
        </w:rPr>
        <w:t xml:space="preserve">plant </w:t>
      </w:r>
      <w:r>
        <w:rPr>
          <w:rFonts w:ascii="Arial" w:hAnsi="Arial" w:cs="Arial"/>
          <w:sz w:val="22"/>
          <w:szCs w:val="22"/>
        </w:rPr>
        <w:t>species likely included</w:t>
      </w:r>
      <w:r w:rsidRPr="00367F1B">
        <w:rPr>
          <w:rFonts w:ascii="Arial" w:hAnsi="Arial" w:cs="Arial"/>
          <w:sz w:val="22"/>
          <w:szCs w:val="22"/>
          <w:lang w:eastAsia="en-AU"/>
        </w:rPr>
        <w:t xml:space="preserve"> </w:t>
      </w:r>
      <w:proofErr w:type="spellStart"/>
      <w:r w:rsidRPr="00367F1B">
        <w:rPr>
          <w:rFonts w:ascii="Arial" w:hAnsi="Arial" w:cs="Arial"/>
          <w:i/>
          <w:iCs/>
          <w:sz w:val="22"/>
          <w:szCs w:val="22"/>
          <w:lang w:eastAsia="en-AU"/>
        </w:rPr>
        <w:t>Themeda</w:t>
      </w:r>
      <w:proofErr w:type="spellEnd"/>
      <w:r w:rsidRPr="00367F1B">
        <w:rPr>
          <w:rFonts w:ascii="Arial" w:hAnsi="Arial" w:cs="Arial"/>
          <w:i/>
          <w:iCs/>
          <w:sz w:val="22"/>
          <w:szCs w:val="22"/>
          <w:lang w:eastAsia="en-AU"/>
        </w:rPr>
        <w:t xml:space="preserve"> </w:t>
      </w:r>
      <w:proofErr w:type="spellStart"/>
      <w:r w:rsidRPr="00367F1B">
        <w:rPr>
          <w:rFonts w:ascii="Arial" w:hAnsi="Arial" w:cs="Arial"/>
          <w:i/>
          <w:iCs/>
          <w:sz w:val="22"/>
          <w:szCs w:val="22"/>
          <w:lang w:eastAsia="en-AU"/>
        </w:rPr>
        <w:t>avenacea</w:t>
      </w:r>
      <w:proofErr w:type="spellEnd"/>
      <w:r w:rsidRPr="00367F1B">
        <w:rPr>
          <w:rFonts w:ascii="Arial" w:hAnsi="Arial" w:cs="Arial"/>
          <w:i/>
          <w:iCs/>
          <w:sz w:val="22"/>
          <w:szCs w:val="22"/>
          <w:lang w:eastAsia="en-AU"/>
        </w:rPr>
        <w:t xml:space="preserve"> </w:t>
      </w:r>
      <w:r w:rsidRPr="00367F1B">
        <w:rPr>
          <w:rFonts w:ascii="Arial" w:hAnsi="Arial" w:cs="Arial"/>
          <w:sz w:val="22"/>
          <w:szCs w:val="22"/>
          <w:lang w:eastAsia="en-AU"/>
        </w:rPr>
        <w:t xml:space="preserve">(Native Oatgrass), </w:t>
      </w:r>
      <w:r w:rsidRPr="00367F1B">
        <w:rPr>
          <w:rFonts w:ascii="Arial" w:hAnsi="Arial" w:cs="Arial"/>
          <w:i/>
          <w:iCs/>
          <w:sz w:val="22"/>
          <w:szCs w:val="22"/>
          <w:lang w:eastAsia="en-AU"/>
        </w:rPr>
        <w:t xml:space="preserve">Eulalia </w:t>
      </w:r>
      <w:proofErr w:type="spellStart"/>
      <w:r w:rsidRPr="00367F1B">
        <w:rPr>
          <w:rFonts w:ascii="Arial" w:hAnsi="Arial" w:cs="Arial"/>
          <w:i/>
          <w:iCs/>
          <w:sz w:val="22"/>
          <w:szCs w:val="22"/>
          <w:lang w:eastAsia="en-AU"/>
        </w:rPr>
        <w:t>aurea</w:t>
      </w:r>
      <w:proofErr w:type="spellEnd"/>
      <w:r w:rsidRPr="00367F1B">
        <w:rPr>
          <w:rFonts w:ascii="Arial" w:hAnsi="Arial" w:cs="Arial"/>
          <w:i/>
          <w:iCs/>
          <w:sz w:val="22"/>
          <w:szCs w:val="22"/>
          <w:lang w:eastAsia="en-AU"/>
        </w:rPr>
        <w:t xml:space="preserve"> </w:t>
      </w:r>
      <w:r w:rsidRPr="00367F1B">
        <w:rPr>
          <w:rFonts w:ascii="Arial" w:hAnsi="Arial" w:cs="Arial"/>
          <w:sz w:val="22"/>
          <w:szCs w:val="22"/>
          <w:lang w:eastAsia="en-AU"/>
        </w:rPr>
        <w:t xml:space="preserve">(Silky Browntop) and </w:t>
      </w:r>
      <w:proofErr w:type="spellStart"/>
      <w:r w:rsidRPr="00367F1B">
        <w:rPr>
          <w:rFonts w:ascii="Arial" w:hAnsi="Arial" w:cs="Arial"/>
          <w:i/>
          <w:iCs/>
          <w:sz w:val="22"/>
          <w:szCs w:val="22"/>
          <w:lang w:eastAsia="en-AU"/>
        </w:rPr>
        <w:t>Astrebla</w:t>
      </w:r>
      <w:proofErr w:type="spellEnd"/>
      <w:r w:rsidRPr="00367F1B">
        <w:rPr>
          <w:rFonts w:ascii="Arial" w:hAnsi="Arial" w:cs="Arial"/>
          <w:i/>
          <w:iCs/>
          <w:sz w:val="22"/>
          <w:szCs w:val="22"/>
          <w:lang w:eastAsia="en-AU"/>
        </w:rPr>
        <w:t xml:space="preserve"> </w:t>
      </w:r>
      <w:proofErr w:type="spellStart"/>
      <w:r w:rsidRPr="00367F1B">
        <w:rPr>
          <w:rFonts w:ascii="Arial" w:hAnsi="Arial" w:cs="Arial"/>
          <w:i/>
          <w:iCs/>
          <w:sz w:val="22"/>
          <w:szCs w:val="22"/>
          <w:lang w:eastAsia="en-AU"/>
        </w:rPr>
        <w:t>lappacea</w:t>
      </w:r>
      <w:proofErr w:type="spellEnd"/>
      <w:r w:rsidRPr="00367F1B">
        <w:rPr>
          <w:rFonts w:ascii="Arial" w:hAnsi="Arial" w:cs="Arial"/>
          <w:i/>
          <w:iCs/>
          <w:sz w:val="22"/>
          <w:szCs w:val="22"/>
          <w:lang w:eastAsia="en-AU"/>
        </w:rPr>
        <w:t xml:space="preserve"> </w:t>
      </w:r>
      <w:r w:rsidRPr="00367F1B">
        <w:rPr>
          <w:rFonts w:ascii="Arial" w:hAnsi="Arial" w:cs="Arial"/>
          <w:sz w:val="22"/>
          <w:szCs w:val="22"/>
          <w:lang w:eastAsia="en-AU"/>
        </w:rPr>
        <w:t xml:space="preserve">(Curly Mitchell grass) </w:t>
      </w:r>
      <w:r>
        <w:rPr>
          <w:rFonts w:ascii="Arial" w:hAnsi="Arial" w:cs="Arial"/>
          <w:sz w:val="22"/>
          <w:szCs w:val="22"/>
        </w:rPr>
        <w:t xml:space="preserve">(Lang 2008). </w:t>
      </w:r>
      <w:r w:rsidRPr="00D2693C">
        <w:rPr>
          <w:rFonts w:ascii="Arial" w:hAnsi="Arial" w:cs="Arial"/>
          <w:sz w:val="22"/>
          <w:szCs w:val="22"/>
        </w:rPr>
        <w:t xml:space="preserve">Scattered </w:t>
      </w:r>
      <w:r>
        <w:rPr>
          <w:rFonts w:ascii="Arial" w:hAnsi="Arial" w:cs="Arial"/>
          <w:sz w:val="22"/>
          <w:szCs w:val="22"/>
        </w:rPr>
        <w:t>shrubs</w:t>
      </w:r>
      <w:r w:rsidRPr="00D2693C">
        <w:rPr>
          <w:rFonts w:ascii="Arial" w:hAnsi="Arial" w:cs="Arial"/>
          <w:sz w:val="22"/>
          <w:szCs w:val="22"/>
        </w:rPr>
        <w:t xml:space="preserve"> </w:t>
      </w:r>
      <w:r>
        <w:rPr>
          <w:rFonts w:ascii="Arial" w:hAnsi="Arial" w:cs="Arial"/>
          <w:sz w:val="22"/>
          <w:szCs w:val="22"/>
        </w:rPr>
        <w:t>and</w:t>
      </w:r>
      <w:r w:rsidRPr="00D2693C">
        <w:rPr>
          <w:rFonts w:ascii="Arial" w:hAnsi="Arial" w:cs="Arial"/>
          <w:sz w:val="22"/>
          <w:szCs w:val="22"/>
        </w:rPr>
        <w:t xml:space="preserve"> clumps of trees often</w:t>
      </w:r>
      <w:r>
        <w:rPr>
          <w:rFonts w:ascii="Arial" w:hAnsi="Arial" w:cs="Arial"/>
          <w:sz w:val="22"/>
          <w:szCs w:val="22"/>
        </w:rPr>
        <w:t xml:space="preserve"> </w:t>
      </w:r>
      <w:r w:rsidRPr="00D2693C">
        <w:rPr>
          <w:rFonts w:ascii="Arial" w:hAnsi="Arial" w:cs="Arial"/>
          <w:sz w:val="22"/>
          <w:szCs w:val="22"/>
        </w:rPr>
        <w:t xml:space="preserve">formed a </w:t>
      </w:r>
      <w:r w:rsidRPr="00AF3978">
        <w:rPr>
          <w:rFonts w:ascii="Arial" w:hAnsi="Arial" w:cs="Arial"/>
          <w:sz w:val="22"/>
          <w:szCs w:val="22"/>
        </w:rPr>
        <w:t>transition zone between distinct grassland and adjacent woodland</w:t>
      </w:r>
      <w:r>
        <w:rPr>
          <w:rFonts w:ascii="Arial" w:hAnsi="Arial" w:cs="Arial"/>
          <w:sz w:val="22"/>
          <w:szCs w:val="22"/>
        </w:rPr>
        <w:t>,</w:t>
      </w:r>
      <w:r w:rsidRPr="00D3098D">
        <w:rPr>
          <w:rFonts w:ascii="Arial" w:hAnsi="Arial" w:cs="Arial"/>
          <w:sz w:val="22"/>
          <w:szCs w:val="22"/>
        </w:rPr>
        <w:t xml:space="preserve"> </w:t>
      </w:r>
      <w:r>
        <w:rPr>
          <w:rFonts w:ascii="Arial" w:hAnsi="Arial" w:cs="Arial"/>
          <w:sz w:val="22"/>
          <w:szCs w:val="22"/>
        </w:rPr>
        <w:t>which include</w:t>
      </w:r>
      <w:r w:rsidR="00C8069E">
        <w:rPr>
          <w:rFonts w:ascii="Arial" w:hAnsi="Arial" w:cs="Arial"/>
          <w:sz w:val="22"/>
          <w:szCs w:val="22"/>
        </w:rPr>
        <w:t>d</w:t>
      </w:r>
      <w:r w:rsidRPr="00AF3978">
        <w:rPr>
          <w:rFonts w:ascii="Arial" w:hAnsi="Arial" w:cs="Arial"/>
          <w:sz w:val="22"/>
          <w:szCs w:val="22"/>
        </w:rPr>
        <w:t xml:space="preserve"> </w:t>
      </w:r>
      <w:r w:rsidR="009C65B7" w:rsidRPr="00D3098D">
        <w:rPr>
          <w:rFonts w:ascii="Arial" w:hAnsi="Arial" w:cs="Arial"/>
          <w:i/>
          <w:sz w:val="22"/>
          <w:szCs w:val="22"/>
        </w:rPr>
        <w:t>Acacia pendula</w:t>
      </w:r>
      <w:r w:rsidR="009C65B7" w:rsidRPr="00AF3978">
        <w:rPr>
          <w:rFonts w:ascii="Arial" w:hAnsi="Arial" w:cs="Arial"/>
          <w:sz w:val="22"/>
          <w:szCs w:val="22"/>
        </w:rPr>
        <w:t xml:space="preserve"> </w:t>
      </w:r>
      <w:r w:rsidR="009C65B7">
        <w:rPr>
          <w:rFonts w:ascii="Arial" w:hAnsi="Arial" w:cs="Arial"/>
          <w:sz w:val="22"/>
          <w:szCs w:val="22"/>
        </w:rPr>
        <w:t>(</w:t>
      </w:r>
      <w:r w:rsidRPr="00AF3978">
        <w:rPr>
          <w:rFonts w:ascii="Arial" w:hAnsi="Arial" w:cs="Arial"/>
          <w:sz w:val="22"/>
          <w:szCs w:val="22"/>
        </w:rPr>
        <w:t>Boree</w:t>
      </w:r>
      <w:r>
        <w:rPr>
          <w:rFonts w:ascii="Arial" w:hAnsi="Arial" w:cs="Arial"/>
          <w:sz w:val="22"/>
          <w:szCs w:val="22"/>
        </w:rPr>
        <w:t>) and e</w:t>
      </w:r>
      <w:r w:rsidRPr="00556F0D">
        <w:rPr>
          <w:rFonts w:ascii="Arial" w:hAnsi="Arial" w:cs="Arial"/>
          <w:sz w:val="22"/>
          <w:szCs w:val="22"/>
        </w:rPr>
        <w:t>ucalypt</w:t>
      </w:r>
      <w:r>
        <w:rPr>
          <w:rFonts w:ascii="Arial" w:hAnsi="Arial" w:cs="Arial"/>
          <w:sz w:val="22"/>
          <w:szCs w:val="22"/>
        </w:rPr>
        <w:t xml:space="preserve"> species</w:t>
      </w:r>
      <w:r w:rsidR="00FD6422">
        <w:rPr>
          <w:rFonts w:ascii="Arial" w:hAnsi="Arial" w:cs="Arial"/>
          <w:sz w:val="22"/>
          <w:szCs w:val="22"/>
        </w:rPr>
        <w:t>:</w:t>
      </w:r>
      <w:r>
        <w:rPr>
          <w:rFonts w:ascii="Arial" w:hAnsi="Arial" w:cs="Arial"/>
          <w:sz w:val="22"/>
          <w:szCs w:val="22"/>
        </w:rPr>
        <w:t xml:space="preserve"> </w:t>
      </w:r>
      <w:r w:rsidR="009C65B7">
        <w:rPr>
          <w:rFonts w:ascii="Arial" w:hAnsi="Arial" w:cs="Arial"/>
          <w:i/>
          <w:sz w:val="22"/>
          <w:szCs w:val="22"/>
        </w:rPr>
        <w:t>E.</w:t>
      </w:r>
      <w:r w:rsidR="009C65B7" w:rsidRPr="00D3098D">
        <w:rPr>
          <w:rFonts w:ascii="Arial" w:hAnsi="Arial" w:cs="Arial"/>
          <w:i/>
          <w:sz w:val="22"/>
          <w:szCs w:val="22"/>
        </w:rPr>
        <w:t xml:space="preserve"> </w:t>
      </w:r>
      <w:proofErr w:type="spellStart"/>
      <w:r w:rsidR="009C65B7" w:rsidRPr="00D3098D">
        <w:rPr>
          <w:rFonts w:ascii="Arial" w:hAnsi="Arial" w:cs="Arial"/>
          <w:i/>
          <w:sz w:val="22"/>
          <w:szCs w:val="22"/>
        </w:rPr>
        <w:t>conica</w:t>
      </w:r>
      <w:proofErr w:type="spellEnd"/>
      <w:r w:rsidR="009C65B7" w:rsidRPr="00AF3978">
        <w:rPr>
          <w:rFonts w:ascii="Arial" w:hAnsi="Arial" w:cs="Arial"/>
          <w:sz w:val="22"/>
          <w:szCs w:val="22"/>
        </w:rPr>
        <w:t xml:space="preserve"> </w:t>
      </w:r>
      <w:r w:rsidR="009C65B7">
        <w:rPr>
          <w:rFonts w:ascii="Arial" w:hAnsi="Arial" w:cs="Arial"/>
          <w:sz w:val="22"/>
          <w:szCs w:val="22"/>
        </w:rPr>
        <w:t>(</w:t>
      </w:r>
      <w:r w:rsidRPr="00AF3978">
        <w:rPr>
          <w:rFonts w:ascii="Arial" w:hAnsi="Arial" w:cs="Arial"/>
          <w:sz w:val="22"/>
          <w:szCs w:val="22"/>
        </w:rPr>
        <w:t xml:space="preserve">Fuzzy Box), </w:t>
      </w:r>
      <w:r w:rsidR="009C65B7" w:rsidRPr="00D3098D">
        <w:rPr>
          <w:rFonts w:ascii="Arial" w:hAnsi="Arial" w:cs="Arial"/>
          <w:i/>
          <w:sz w:val="22"/>
          <w:szCs w:val="22"/>
        </w:rPr>
        <w:t xml:space="preserve">E. </w:t>
      </w:r>
      <w:proofErr w:type="spellStart"/>
      <w:r w:rsidR="009C65B7" w:rsidRPr="00D3098D">
        <w:rPr>
          <w:rFonts w:ascii="Arial" w:hAnsi="Arial" w:cs="Arial"/>
          <w:i/>
          <w:sz w:val="22"/>
          <w:szCs w:val="22"/>
        </w:rPr>
        <w:t>populnea</w:t>
      </w:r>
      <w:proofErr w:type="spellEnd"/>
      <w:r w:rsidR="009C65B7" w:rsidRPr="00AF3978">
        <w:rPr>
          <w:rFonts w:ascii="Arial" w:hAnsi="Arial" w:cs="Arial"/>
          <w:sz w:val="22"/>
          <w:szCs w:val="22"/>
        </w:rPr>
        <w:t xml:space="preserve"> </w:t>
      </w:r>
      <w:r w:rsidRPr="00AF3978">
        <w:rPr>
          <w:rFonts w:ascii="Arial" w:hAnsi="Arial" w:cs="Arial"/>
          <w:sz w:val="22"/>
          <w:szCs w:val="22"/>
        </w:rPr>
        <w:t>(</w:t>
      </w:r>
      <w:proofErr w:type="spellStart"/>
      <w:r w:rsidR="009C65B7" w:rsidRPr="00AF3978">
        <w:rPr>
          <w:rFonts w:ascii="Arial" w:hAnsi="Arial" w:cs="Arial"/>
          <w:sz w:val="22"/>
          <w:szCs w:val="22"/>
        </w:rPr>
        <w:t>Bimble</w:t>
      </w:r>
      <w:proofErr w:type="spellEnd"/>
      <w:r w:rsidR="009C65B7" w:rsidRPr="00AF3978">
        <w:rPr>
          <w:rFonts w:ascii="Arial" w:hAnsi="Arial" w:cs="Arial"/>
          <w:sz w:val="22"/>
          <w:szCs w:val="22"/>
        </w:rPr>
        <w:t xml:space="preserve"> Box</w:t>
      </w:r>
      <w:r w:rsidRPr="00AF3978">
        <w:rPr>
          <w:rFonts w:ascii="Arial" w:hAnsi="Arial" w:cs="Arial"/>
          <w:sz w:val="22"/>
          <w:szCs w:val="22"/>
        </w:rPr>
        <w:t>)</w:t>
      </w:r>
      <w:r>
        <w:rPr>
          <w:rFonts w:ascii="Arial" w:hAnsi="Arial" w:cs="Arial"/>
          <w:sz w:val="22"/>
          <w:szCs w:val="22"/>
        </w:rPr>
        <w:t>,</w:t>
      </w:r>
      <w:r w:rsidRPr="00AF3978">
        <w:rPr>
          <w:rFonts w:ascii="Arial" w:hAnsi="Arial" w:cs="Arial"/>
          <w:sz w:val="22"/>
          <w:szCs w:val="22"/>
        </w:rPr>
        <w:t xml:space="preserve"> and </w:t>
      </w:r>
      <w:r w:rsidR="009C65B7" w:rsidRPr="00D3098D">
        <w:rPr>
          <w:rFonts w:ascii="Arial" w:hAnsi="Arial" w:cs="Arial"/>
          <w:i/>
          <w:sz w:val="22"/>
          <w:szCs w:val="22"/>
        </w:rPr>
        <w:t xml:space="preserve">E. </w:t>
      </w:r>
      <w:proofErr w:type="spellStart"/>
      <w:r w:rsidR="009C65B7" w:rsidRPr="00D3098D">
        <w:rPr>
          <w:rFonts w:ascii="Arial" w:hAnsi="Arial" w:cs="Arial"/>
          <w:i/>
          <w:sz w:val="22"/>
          <w:szCs w:val="22"/>
        </w:rPr>
        <w:t>melliodora</w:t>
      </w:r>
      <w:proofErr w:type="spellEnd"/>
      <w:r w:rsidR="009C65B7" w:rsidRPr="00AF3978">
        <w:rPr>
          <w:rFonts w:ascii="Arial" w:hAnsi="Arial" w:cs="Arial"/>
          <w:sz w:val="22"/>
          <w:szCs w:val="22"/>
        </w:rPr>
        <w:t xml:space="preserve"> </w:t>
      </w:r>
      <w:r w:rsidRPr="00AF3978">
        <w:rPr>
          <w:rFonts w:ascii="Arial" w:hAnsi="Arial" w:cs="Arial"/>
          <w:sz w:val="22"/>
          <w:szCs w:val="22"/>
        </w:rPr>
        <w:t>(</w:t>
      </w:r>
      <w:r w:rsidR="009C65B7" w:rsidRPr="00AF3978">
        <w:rPr>
          <w:rFonts w:ascii="Arial" w:hAnsi="Arial" w:cs="Arial"/>
          <w:sz w:val="22"/>
          <w:szCs w:val="22"/>
        </w:rPr>
        <w:t>Yellow Box</w:t>
      </w:r>
      <w:r w:rsidRPr="00AF3978">
        <w:rPr>
          <w:rFonts w:ascii="Arial" w:hAnsi="Arial" w:cs="Arial"/>
          <w:sz w:val="22"/>
          <w:szCs w:val="22"/>
        </w:rPr>
        <w:t>) (</w:t>
      </w:r>
      <w:r w:rsidR="008B6150" w:rsidRPr="00A10D17">
        <w:rPr>
          <w:rFonts w:ascii="Arial" w:hAnsi="Arial" w:cs="Arial"/>
          <w:sz w:val="22"/>
          <w:szCs w:val="22"/>
        </w:rPr>
        <w:t>NSW Scientific Committee 2001</w:t>
      </w:r>
      <w:r w:rsidR="008B6150">
        <w:rPr>
          <w:rFonts w:ascii="Arial" w:hAnsi="Arial" w:cs="Arial"/>
          <w:sz w:val="22"/>
          <w:szCs w:val="22"/>
        </w:rPr>
        <w:t xml:space="preserve">; </w:t>
      </w:r>
      <w:r w:rsidRPr="00AF3978">
        <w:rPr>
          <w:rFonts w:ascii="Arial" w:hAnsi="Arial" w:cs="Arial"/>
          <w:sz w:val="22"/>
          <w:szCs w:val="22"/>
        </w:rPr>
        <w:t>OEH 2017).</w:t>
      </w:r>
    </w:p>
    <w:p w14:paraId="690B75F4" w14:textId="77777777" w:rsidR="00034A51" w:rsidRPr="007D7E49" w:rsidRDefault="00034A51" w:rsidP="00034A51">
      <w:pPr>
        <w:pStyle w:val="CAheadingintext"/>
      </w:pPr>
      <w:r>
        <w:t>Extinction date</w:t>
      </w:r>
    </w:p>
    <w:p w14:paraId="77B8FFB5" w14:textId="444089E3" w:rsidR="00034A51" w:rsidRDefault="00034A51" w:rsidP="00034A51">
      <w:pPr>
        <w:pStyle w:val="CAheadingintext"/>
        <w:tabs>
          <w:tab w:val="clear" w:pos="426"/>
          <w:tab w:val="left" w:pos="0"/>
        </w:tabs>
        <w:ind w:left="0" w:firstLine="1"/>
        <w:rPr>
          <w:b w:val="0"/>
          <w:iCs/>
        </w:rPr>
      </w:pPr>
      <w:r>
        <w:rPr>
          <w:b w:val="0"/>
          <w:iCs/>
        </w:rPr>
        <w:t>The extinction date is unknown, but t</w:t>
      </w:r>
      <w:r w:rsidRPr="000F6568">
        <w:rPr>
          <w:b w:val="0"/>
          <w:iCs/>
        </w:rPr>
        <w:t xml:space="preserve">he </w:t>
      </w:r>
      <w:r>
        <w:rPr>
          <w:b w:val="0"/>
          <w:iCs/>
        </w:rPr>
        <w:t>last known specimen was collected in the 184</w:t>
      </w:r>
      <w:r w:rsidR="00DB32F2">
        <w:rPr>
          <w:b w:val="0"/>
          <w:iCs/>
        </w:rPr>
        <w:t>6</w:t>
      </w:r>
      <w:r>
        <w:rPr>
          <w:b w:val="0"/>
          <w:iCs/>
        </w:rPr>
        <w:t xml:space="preserve"> and the last NSW record of any subspecies</w:t>
      </w:r>
      <w:r w:rsidRPr="00835C16">
        <w:rPr>
          <w:b w:val="0"/>
          <w:iCs/>
        </w:rPr>
        <w:t xml:space="preserve"> </w:t>
      </w:r>
      <w:r>
        <w:rPr>
          <w:b w:val="0"/>
          <w:iCs/>
        </w:rPr>
        <w:t xml:space="preserve">in the </w:t>
      </w:r>
      <w:r w:rsidRPr="00034A51">
        <w:rPr>
          <w:b w:val="0"/>
          <w:i/>
          <w:iCs/>
        </w:rPr>
        <w:t>P. bougainville</w:t>
      </w:r>
      <w:r>
        <w:rPr>
          <w:b w:val="0"/>
          <w:iCs/>
        </w:rPr>
        <w:t xml:space="preserve"> group was </w:t>
      </w:r>
      <w:r w:rsidRPr="00E1769D">
        <w:rPr>
          <w:b w:val="0"/>
          <w:iCs/>
        </w:rPr>
        <w:t>18</w:t>
      </w:r>
      <w:r>
        <w:rPr>
          <w:b w:val="0"/>
          <w:iCs/>
        </w:rPr>
        <w:t xml:space="preserve">66. This gives a probable extinction date of the mid-19th </w:t>
      </w:r>
      <w:r w:rsidR="002D746E">
        <w:rPr>
          <w:b w:val="0"/>
          <w:iCs/>
        </w:rPr>
        <w:t xml:space="preserve">century </w:t>
      </w:r>
      <w:r w:rsidR="002D746E" w:rsidRPr="00E1769D">
        <w:rPr>
          <w:b w:val="0"/>
          <w:iCs/>
        </w:rPr>
        <w:t>(Woinarski et al. 2014</w:t>
      </w:r>
      <w:r w:rsidR="00A514AE">
        <w:rPr>
          <w:b w:val="0"/>
          <w:iCs/>
        </w:rPr>
        <w:t>a</w:t>
      </w:r>
      <w:r w:rsidR="002D746E" w:rsidRPr="00E1769D">
        <w:rPr>
          <w:b w:val="0"/>
          <w:iCs/>
        </w:rPr>
        <w:t>)</w:t>
      </w:r>
      <w:r>
        <w:rPr>
          <w:b w:val="0"/>
          <w:iCs/>
        </w:rPr>
        <w:t>.</w:t>
      </w:r>
    </w:p>
    <w:p w14:paraId="4002B329" w14:textId="692073BE" w:rsidR="001C6B82" w:rsidRPr="007D7E49" w:rsidRDefault="001C6B82" w:rsidP="001C6B82">
      <w:pPr>
        <w:pStyle w:val="CAheadingintext"/>
      </w:pPr>
      <w:r w:rsidRPr="007D7E49">
        <w:t>Relevant Biology/Ecology</w:t>
      </w:r>
    </w:p>
    <w:p w14:paraId="45AB41D2" w14:textId="1DC1345E" w:rsidR="00B7196C" w:rsidRDefault="001A1948" w:rsidP="00FC566E">
      <w:pPr>
        <w:spacing w:after="240"/>
        <w:rPr>
          <w:rFonts w:ascii="Arial" w:hAnsi="Arial" w:cs="Arial"/>
          <w:sz w:val="22"/>
          <w:szCs w:val="22"/>
        </w:rPr>
      </w:pPr>
      <w:r>
        <w:rPr>
          <w:rFonts w:ascii="Arial" w:hAnsi="Arial" w:cs="Arial"/>
          <w:iCs/>
          <w:sz w:val="22"/>
          <w:szCs w:val="22"/>
        </w:rPr>
        <w:t xml:space="preserve">Little is known about </w:t>
      </w:r>
      <w:r w:rsidR="00992237" w:rsidRPr="00E07F8C">
        <w:rPr>
          <w:rFonts w:ascii="Arial" w:hAnsi="Arial" w:cs="Arial"/>
          <w:iCs/>
          <w:sz w:val="22"/>
          <w:szCs w:val="22"/>
        </w:rPr>
        <w:t xml:space="preserve">the </w:t>
      </w:r>
      <w:r w:rsidR="00994900" w:rsidRPr="00F91EE8">
        <w:rPr>
          <w:rFonts w:ascii="Arial" w:hAnsi="Arial" w:cs="Arial"/>
          <w:sz w:val="22"/>
          <w:szCs w:val="22"/>
        </w:rPr>
        <w:t>Liverpool Plains Striped Bandicoot</w:t>
      </w:r>
      <w:r w:rsidR="00992237" w:rsidRPr="00E07F8C">
        <w:rPr>
          <w:rFonts w:ascii="Arial" w:hAnsi="Arial" w:cs="Arial"/>
          <w:iCs/>
          <w:sz w:val="22"/>
          <w:szCs w:val="22"/>
        </w:rPr>
        <w:t xml:space="preserve">. </w:t>
      </w:r>
      <w:r w:rsidR="00FC566E">
        <w:rPr>
          <w:rFonts w:ascii="Arial" w:hAnsi="Arial" w:cs="Arial"/>
          <w:iCs/>
          <w:sz w:val="22"/>
          <w:szCs w:val="22"/>
        </w:rPr>
        <w:t>However</w:t>
      </w:r>
      <w:r w:rsidR="00B7196C" w:rsidRPr="00E07F8C">
        <w:rPr>
          <w:rFonts w:ascii="Arial" w:hAnsi="Arial" w:cs="Arial"/>
          <w:iCs/>
          <w:sz w:val="22"/>
          <w:szCs w:val="22"/>
        </w:rPr>
        <w:t xml:space="preserve">, </w:t>
      </w:r>
      <w:r w:rsidR="004E0516">
        <w:rPr>
          <w:rFonts w:ascii="Arial" w:hAnsi="Arial" w:cs="Arial"/>
          <w:iCs/>
          <w:sz w:val="22"/>
          <w:szCs w:val="22"/>
        </w:rPr>
        <w:t xml:space="preserve">its </w:t>
      </w:r>
      <w:r w:rsidR="00B7196C">
        <w:rPr>
          <w:rFonts w:ascii="Arial" w:hAnsi="Arial" w:cs="Arial"/>
          <w:iCs/>
          <w:sz w:val="22"/>
          <w:szCs w:val="22"/>
        </w:rPr>
        <w:t>ecology can be surmised from other known bandicoot species, which</w:t>
      </w:r>
      <w:r w:rsidR="00D3376D">
        <w:rPr>
          <w:rFonts w:ascii="Arial" w:hAnsi="Arial" w:cs="Arial"/>
          <w:iCs/>
          <w:sz w:val="22"/>
          <w:szCs w:val="22"/>
        </w:rPr>
        <w:t xml:space="preserve"> (</w:t>
      </w:r>
      <w:r w:rsidR="00B7196C" w:rsidRPr="00E07F8C">
        <w:rPr>
          <w:rFonts w:ascii="Arial" w:hAnsi="Arial" w:cs="Arial"/>
          <w:iCs/>
          <w:sz w:val="22"/>
          <w:szCs w:val="22"/>
        </w:rPr>
        <w:t>n</w:t>
      </w:r>
      <w:r w:rsidR="00B7196C" w:rsidRPr="00E07F8C">
        <w:rPr>
          <w:rFonts w:ascii="Arial" w:hAnsi="Arial" w:cs="Arial"/>
          <w:sz w:val="22"/>
          <w:szCs w:val="22"/>
        </w:rPr>
        <w:t>otwithstanding their wide range of habitats</w:t>
      </w:r>
      <w:r w:rsidR="00D3376D">
        <w:rPr>
          <w:rFonts w:ascii="Arial" w:hAnsi="Arial" w:cs="Arial"/>
          <w:sz w:val="22"/>
          <w:szCs w:val="22"/>
        </w:rPr>
        <w:t>)</w:t>
      </w:r>
      <w:r w:rsidR="00B7196C" w:rsidRPr="00E07F8C">
        <w:rPr>
          <w:rFonts w:ascii="Arial" w:hAnsi="Arial" w:cs="Arial"/>
          <w:sz w:val="22"/>
          <w:szCs w:val="22"/>
        </w:rPr>
        <w:t xml:space="preserve"> </w:t>
      </w:r>
      <w:r w:rsidR="00B7196C">
        <w:rPr>
          <w:rFonts w:ascii="Arial" w:hAnsi="Arial" w:cs="Arial"/>
          <w:sz w:val="22"/>
          <w:szCs w:val="22"/>
        </w:rPr>
        <w:t>are</w:t>
      </w:r>
      <w:r w:rsidR="00B7196C" w:rsidRPr="00E07F8C">
        <w:rPr>
          <w:rFonts w:ascii="Arial" w:hAnsi="Arial" w:cs="Arial"/>
          <w:sz w:val="22"/>
          <w:szCs w:val="22"/>
        </w:rPr>
        <w:t xml:space="preserve"> </w:t>
      </w:r>
      <w:r w:rsidR="005E7EDF">
        <w:rPr>
          <w:rFonts w:ascii="Arial" w:hAnsi="Arial" w:cs="Arial"/>
          <w:sz w:val="22"/>
          <w:szCs w:val="22"/>
        </w:rPr>
        <w:t>considered an ecologically</w:t>
      </w:r>
      <w:r w:rsidR="00B7196C" w:rsidRPr="00E07F8C">
        <w:rPr>
          <w:rFonts w:ascii="Arial" w:hAnsi="Arial" w:cs="Arial"/>
          <w:sz w:val="22"/>
          <w:szCs w:val="22"/>
        </w:rPr>
        <w:t xml:space="preserve"> fairly uniform group (Stodart 1977)</w:t>
      </w:r>
      <w:r w:rsidR="00B7196C">
        <w:rPr>
          <w:rFonts w:ascii="Arial" w:hAnsi="Arial" w:cs="Arial"/>
          <w:sz w:val="22"/>
          <w:szCs w:val="22"/>
        </w:rPr>
        <w:t xml:space="preserve">. </w:t>
      </w:r>
      <w:r w:rsidR="00582B45">
        <w:rPr>
          <w:rFonts w:ascii="Arial" w:hAnsi="Arial" w:cs="Arial"/>
          <w:sz w:val="22"/>
          <w:szCs w:val="22"/>
        </w:rPr>
        <w:t xml:space="preserve">Behaviours </w:t>
      </w:r>
      <w:r w:rsidR="00B7196C">
        <w:rPr>
          <w:rFonts w:ascii="Arial" w:hAnsi="Arial" w:cs="Arial"/>
          <w:sz w:val="22"/>
          <w:szCs w:val="22"/>
        </w:rPr>
        <w:t xml:space="preserve">are </w:t>
      </w:r>
      <w:r w:rsidR="001869A4">
        <w:rPr>
          <w:rFonts w:ascii="Arial" w:hAnsi="Arial" w:cs="Arial"/>
          <w:sz w:val="22"/>
          <w:szCs w:val="22"/>
        </w:rPr>
        <w:t xml:space="preserve">therefore </w:t>
      </w:r>
      <w:r w:rsidR="00B7196C">
        <w:rPr>
          <w:rFonts w:ascii="Arial" w:hAnsi="Arial" w:cs="Arial"/>
          <w:iCs/>
          <w:sz w:val="22"/>
          <w:szCs w:val="22"/>
        </w:rPr>
        <w:t xml:space="preserve">likely to have been shared with the better known </w:t>
      </w:r>
      <w:r w:rsidR="00BE31CA">
        <w:rPr>
          <w:rFonts w:ascii="Arial" w:hAnsi="Arial" w:cs="Arial"/>
          <w:sz w:val="22"/>
          <w:szCs w:val="22"/>
        </w:rPr>
        <w:t>Shark Bay Bandicoot</w:t>
      </w:r>
      <w:r w:rsidR="00B7196C" w:rsidRPr="00E07F8C">
        <w:rPr>
          <w:rFonts w:ascii="Arial" w:hAnsi="Arial" w:cs="Arial"/>
          <w:sz w:val="22"/>
          <w:szCs w:val="22"/>
        </w:rPr>
        <w:t xml:space="preserve">. </w:t>
      </w:r>
    </w:p>
    <w:p w14:paraId="5608FA97" w14:textId="2ABE5721" w:rsidR="00B7196C" w:rsidRPr="00E07F8C" w:rsidRDefault="00B7196C" w:rsidP="00B7196C">
      <w:pPr>
        <w:spacing w:after="240"/>
        <w:rPr>
          <w:rFonts w:ascii="Arial" w:hAnsi="Arial" w:cs="Arial"/>
          <w:sz w:val="22"/>
          <w:szCs w:val="22"/>
        </w:rPr>
      </w:pPr>
      <w:r w:rsidRPr="00E07F8C">
        <w:rPr>
          <w:rFonts w:ascii="Arial" w:hAnsi="Arial" w:cs="Arial"/>
          <w:sz w:val="22"/>
          <w:szCs w:val="22"/>
        </w:rPr>
        <w:t>Bandicoots are mainly nocturnal and solitary, with males occupying a larger home range than</w:t>
      </w:r>
      <w:r>
        <w:rPr>
          <w:rFonts w:ascii="Arial" w:hAnsi="Arial" w:cs="Arial"/>
          <w:sz w:val="22"/>
          <w:szCs w:val="22"/>
        </w:rPr>
        <w:t xml:space="preserve"> females</w:t>
      </w:r>
      <w:r w:rsidRPr="00E07F8C">
        <w:rPr>
          <w:rFonts w:ascii="Arial" w:hAnsi="Arial" w:cs="Arial"/>
          <w:sz w:val="22"/>
          <w:szCs w:val="22"/>
        </w:rPr>
        <w:t xml:space="preserve">. </w:t>
      </w:r>
      <w:r>
        <w:rPr>
          <w:rFonts w:ascii="Arial" w:hAnsi="Arial" w:cs="Arial"/>
          <w:sz w:val="22"/>
          <w:szCs w:val="22"/>
        </w:rPr>
        <w:t xml:space="preserve">The </w:t>
      </w:r>
      <w:r w:rsidRPr="00E07F8C">
        <w:rPr>
          <w:rFonts w:ascii="Arial" w:hAnsi="Arial" w:cs="Arial"/>
          <w:sz w:val="22"/>
          <w:szCs w:val="22"/>
        </w:rPr>
        <w:t xml:space="preserve">home range </w:t>
      </w:r>
      <w:r>
        <w:rPr>
          <w:rFonts w:ascii="Arial" w:hAnsi="Arial" w:cs="Arial"/>
          <w:sz w:val="22"/>
          <w:szCs w:val="22"/>
        </w:rPr>
        <w:t xml:space="preserve">for the </w:t>
      </w:r>
      <w:r w:rsidR="00BE31CA">
        <w:rPr>
          <w:rFonts w:ascii="Arial" w:hAnsi="Arial" w:cs="Arial"/>
          <w:sz w:val="22"/>
          <w:szCs w:val="22"/>
        </w:rPr>
        <w:t>Shark Bay Bandicoot</w:t>
      </w:r>
      <w:r w:rsidR="00216B22">
        <w:rPr>
          <w:rFonts w:ascii="Arial" w:hAnsi="Arial" w:cs="Arial"/>
          <w:sz w:val="22"/>
          <w:szCs w:val="22"/>
        </w:rPr>
        <w:t xml:space="preserve"> </w:t>
      </w:r>
      <w:r w:rsidRPr="00E07F8C">
        <w:rPr>
          <w:rFonts w:ascii="Arial" w:hAnsi="Arial" w:cs="Arial"/>
          <w:sz w:val="22"/>
          <w:szCs w:val="22"/>
        </w:rPr>
        <w:t>is 2.5</w:t>
      </w:r>
      <w:r>
        <w:rPr>
          <w:rFonts w:ascii="Arial" w:hAnsi="Arial" w:cs="Arial"/>
          <w:sz w:val="22"/>
          <w:szCs w:val="22"/>
        </w:rPr>
        <w:sym w:font="Symbol" w:char="F02D"/>
      </w:r>
      <w:r w:rsidRPr="00E07F8C">
        <w:rPr>
          <w:rFonts w:ascii="Arial" w:hAnsi="Arial" w:cs="Arial"/>
          <w:sz w:val="22"/>
          <w:szCs w:val="22"/>
        </w:rPr>
        <w:t>14.2 ha</w:t>
      </w:r>
      <w:r w:rsidRPr="001B3DA6">
        <w:rPr>
          <w:rFonts w:ascii="Arial" w:hAnsi="Arial" w:cs="Arial"/>
          <w:sz w:val="22"/>
          <w:szCs w:val="22"/>
        </w:rPr>
        <w:t xml:space="preserve"> </w:t>
      </w:r>
      <w:r>
        <w:rPr>
          <w:rFonts w:ascii="Arial" w:hAnsi="Arial" w:cs="Arial"/>
          <w:sz w:val="22"/>
          <w:szCs w:val="22"/>
        </w:rPr>
        <w:t>for males</w:t>
      </w:r>
      <w:r w:rsidRPr="00E07F8C">
        <w:rPr>
          <w:rFonts w:ascii="Arial" w:hAnsi="Arial" w:cs="Arial"/>
          <w:sz w:val="22"/>
          <w:szCs w:val="22"/>
        </w:rPr>
        <w:t xml:space="preserve"> and 1.4</w:t>
      </w:r>
      <w:r>
        <w:rPr>
          <w:rFonts w:ascii="Arial" w:hAnsi="Arial" w:cs="Arial"/>
          <w:sz w:val="22"/>
          <w:szCs w:val="22"/>
        </w:rPr>
        <w:sym w:font="Symbol" w:char="F02D"/>
      </w:r>
      <w:r w:rsidRPr="00E07F8C">
        <w:rPr>
          <w:rFonts w:ascii="Arial" w:hAnsi="Arial" w:cs="Arial"/>
          <w:sz w:val="22"/>
          <w:szCs w:val="22"/>
        </w:rPr>
        <w:t>6.2</w:t>
      </w:r>
      <w:r>
        <w:rPr>
          <w:rFonts w:ascii="Arial" w:hAnsi="Arial" w:cs="Arial"/>
          <w:sz w:val="22"/>
          <w:szCs w:val="22"/>
        </w:rPr>
        <w:t> ha</w:t>
      </w:r>
      <w:r w:rsidRPr="00B33811">
        <w:rPr>
          <w:rFonts w:ascii="Arial" w:hAnsi="Arial" w:cs="Arial"/>
          <w:sz w:val="22"/>
          <w:szCs w:val="22"/>
        </w:rPr>
        <w:t xml:space="preserve"> </w:t>
      </w:r>
      <w:r>
        <w:rPr>
          <w:rFonts w:ascii="Arial" w:hAnsi="Arial" w:cs="Arial"/>
          <w:sz w:val="22"/>
          <w:szCs w:val="22"/>
        </w:rPr>
        <w:t>for females. Bandicoots shelter during the day in concealed nests, constructed from grasses and other vegetation, made in small hollows under shrubs (Richards 2004). Foraging at night, b</w:t>
      </w:r>
      <w:r w:rsidRPr="00E07F8C">
        <w:rPr>
          <w:rFonts w:ascii="Arial" w:hAnsi="Arial" w:cs="Arial"/>
          <w:sz w:val="22"/>
          <w:szCs w:val="22"/>
        </w:rPr>
        <w:t xml:space="preserve">andicoots feed </w:t>
      </w:r>
      <w:r>
        <w:rPr>
          <w:rFonts w:ascii="Arial" w:hAnsi="Arial" w:cs="Arial"/>
          <w:sz w:val="22"/>
          <w:szCs w:val="22"/>
        </w:rPr>
        <w:t>predominantly</w:t>
      </w:r>
      <w:r w:rsidRPr="00E07F8C">
        <w:rPr>
          <w:rFonts w:ascii="Arial" w:hAnsi="Arial" w:cs="Arial"/>
          <w:sz w:val="22"/>
          <w:szCs w:val="22"/>
        </w:rPr>
        <w:t xml:space="preserve"> on </w:t>
      </w:r>
      <w:hyperlink r:id="rId15" w:tooltip="Related articles for'Insects'" w:history="1">
        <w:r w:rsidRPr="00E07F8C">
          <w:rPr>
            <w:rFonts w:ascii="Arial" w:hAnsi="Arial" w:cs="Arial"/>
            <w:sz w:val="22"/>
            <w:szCs w:val="22"/>
          </w:rPr>
          <w:t>insects</w:t>
        </w:r>
      </w:hyperlink>
      <w:r w:rsidRPr="00E07F8C">
        <w:rPr>
          <w:rFonts w:ascii="Arial" w:hAnsi="Arial" w:cs="Arial"/>
          <w:sz w:val="22"/>
          <w:szCs w:val="22"/>
        </w:rPr>
        <w:t xml:space="preserve"> and their larvae</w:t>
      </w:r>
      <w:r>
        <w:rPr>
          <w:rFonts w:ascii="Arial" w:hAnsi="Arial" w:cs="Arial"/>
          <w:sz w:val="22"/>
          <w:szCs w:val="22"/>
        </w:rPr>
        <w:t>,</w:t>
      </w:r>
      <w:r w:rsidRPr="00E07F8C">
        <w:rPr>
          <w:rFonts w:ascii="Arial" w:hAnsi="Arial" w:cs="Arial"/>
          <w:sz w:val="22"/>
          <w:szCs w:val="22"/>
        </w:rPr>
        <w:t xml:space="preserve"> but they are opportunistic feeders and will also consume fruit, berries, seeds, and fungi. Prey is either dug out of the soil or gleaned from the surface</w:t>
      </w:r>
      <w:r>
        <w:rPr>
          <w:rFonts w:ascii="Arial" w:hAnsi="Arial" w:cs="Arial"/>
          <w:sz w:val="22"/>
          <w:szCs w:val="22"/>
        </w:rPr>
        <w:t xml:space="preserve"> (</w:t>
      </w:r>
      <w:r w:rsidRPr="00A42595">
        <w:rPr>
          <w:rFonts w:ascii="Arial" w:hAnsi="Arial" w:cs="Arial"/>
          <w:sz w:val="22"/>
          <w:szCs w:val="22"/>
        </w:rPr>
        <w:t>Lerner &amp; Wilmoth 2014</w:t>
      </w:r>
      <w:r>
        <w:rPr>
          <w:rFonts w:ascii="Arial" w:hAnsi="Arial" w:cs="Arial"/>
          <w:sz w:val="22"/>
          <w:szCs w:val="22"/>
        </w:rPr>
        <w:t>)</w:t>
      </w:r>
      <w:r w:rsidRPr="00E07F8C">
        <w:rPr>
          <w:rFonts w:ascii="Arial" w:hAnsi="Arial" w:cs="Arial"/>
          <w:sz w:val="22"/>
          <w:szCs w:val="22"/>
        </w:rPr>
        <w:t>.</w:t>
      </w:r>
      <w:r>
        <w:rPr>
          <w:rFonts w:ascii="Arial" w:hAnsi="Arial" w:cs="Arial"/>
          <w:sz w:val="22"/>
          <w:szCs w:val="22"/>
        </w:rPr>
        <w:t xml:space="preserve">  </w:t>
      </w:r>
    </w:p>
    <w:p w14:paraId="318262E0" w14:textId="1D577A11" w:rsidR="00B7196C" w:rsidRPr="00A16AAF" w:rsidRDefault="00B7196C" w:rsidP="00B7196C">
      <w:pPr>
        <w:spacing w:after="240"/>
        <w:rPr>
          <w:rFonts w:ascii="Arial" w:hAnsi="Arial" w:cs="Arial"/>
          <w:sz w:val="22"/>
          <w:szCs w:val="22"/>
        </w:rPr>
      </w:pPr>
      <w:r w:rsidRPr="00012317">
        <w:rPr>
          <w:rFonts w:ascii="Arial" w:hAnsi="Arial" w:cs="Arial"/>
          <w:sz w:val="22"/>
          <w:szCs w:val="22"/>
        </w:rPr>
        <w:t>As with all marsupials</w:t>
      </w:r>
      <w:r>
        <w:rPr>
          <w:rFonts w:ascii="Arial" w:hAnsi="Arial" w:cs="Arial"/>
          <w:sz w:val="22"/>
          <w:szCs w:val="22"/>
        </w:rPr>
        <w:t>,</w:t>
      </w:r>
      <w:r w:rsidRPr="00012317">
        <w:rPr>
          <w:rFonts w:ascii="Arial" w:hAnsi="Arial" w:cs="Arial"/>
          <w:sz w:val="22"/>
          <w:szCs w:val="22"/>
        </w:rPr>
        <w:t xml:space="preserve"> </w:t>
      </w:r>
      <w:r>
        <w:rPr>
          <w:rFonts w:ascii="Arial" w:hAnsi="Arial" w:cs="Arial"/>
          <w:sz w:val="22"/>
          <w:szCs w:val="22"/>
        </w:rPr>
        <w:t xml:space="preserve">bandicoot </w:t>
      </w:r>
      <w:r w:rsidRPr="00012317">
        <w:rPr>
          <w:rFonts w:ascii="Arial" w:hAnsi="Arial" w:cs="Arial"/>
          <w:sz w:val="22"/>
          <w:szCs w:val="22"/>
        </w:rPr>
        <w:t>young are born at a very early stage of development, usually after a gestation period of just 12 days</w:t>
      </w:r>
      <w:r>
        <w:rPr>
          <w:rFonts w:ascii="Arial" w:hAnsi="Arial" w:cs="Arial"/>
          <w:sz w:val="22"/>
          <w:szCs w:val="22"/>
        </w:rPr>
        <w:t xml:space="preserve">, which is </w:t>
      </w:r>
      <w:r w:rsidRPr="00012317">
        <w:rPr>
          <w:rFonts w:ascii="Arial" w:hAnsi="Arial" w:cs="Arial"/>
          <w:sz w:val="22"/>
          <w:szCs w:val="22"/>
        </w:rPr>
        <w:t>one of the shortest periods of any mammal. T</w:t>
      </w:r>
      <w:r>
        <w:rPr>
          <w:rFonts w:ascii="Arial" w:hAnsi="Arial" w:cs="Arial"/>
          <w:sz w:val="22"/>
          <w:szCs w:val="22"/>
        </w:rPr>
        <w:t xml:space="preserve">he average litter size for the </w:t>
      </w:r>
      <w:r w:rsidR="00BE31CA">
        <w:rPr>
          <w:rFonts w:ascii="Arial" w:hAnsi="Arial" w:cs="Arial"/>
          <w:sz w:val="22"/>
          <w:szCs w:val="22"/>
        </w:rPr>
        <w:t>Shark Bay Bandicoot</w:t>
      </w:r>
      <w:r w:rsidR="00216B22">
        <w:rPr>
          <w:rFonts w:ascii="Arial" w:hAnsi="Arial" w:cs="Arial"/>
          <w:sz w:val="22"/>
          <w:szCs w:val="22"/>
        </w:rPr>
        <w:t xml:space="preserve"> </w:t>
      </w:r>
      <w:r>
        <w:rPr>
          <w:rFonts w:ascii="Arial" w:hAnsi="Arial" w:cs="Arial"/>
          <w:sz w:val="22"/>
          <w:szCs w:val="22"/>
        </w:rPr>
        <w:t xml:space="preserve">is two but </w:t>
      </w:r>
      <w:r w:rsidRPr="00012317">
        <w:rPr>
          <w:rFonts w:ascii="Arial" w:hAnsi="Arial" w:cs="Arial"/>
          <w:sz w:val="22"/>
          <w:szCs w:val="22"/>
        </w:rPr>
        <w:t xml:space="preserve">litters </w:t>
      </w:r>
      <w:r>
        <w:rPr>
          <w:rFonts w:ascii="Arial" w:hAnsi="Arial" w:cs="Arial"/>
          <w:sz w:val="22"/>
          <w:szCs w:val="22"/>
        </w:rPr>
        <w:t xml:space="preserve">ranging from one to four have been </w:t>
      </w:r>
      <w:r w:rsidRPr="00012317">
        <w:rPr>
          <w:rFonts w:ascii="Arial" w:hAnsi="Arial" w:cs="Arial"/>
          <w:sz w:val="22"/>
          <w:szCs w:val="22"/>
        </w:rPr>
        <w:t>recorded</w:t>
      </w:r>
      <w:r>
        <w:rPr>
          <w:rFonts w:ascii="Arial" w:hAnsi="Arial" w:cs="Arial"/>
          <w:sz w:val="22"/>
          <w:szCs w:val="22"/>
        </w:rPr>
        <w:t xml:space="preserve"> (Richards 2012)</w:t>
      </w:r>
      <w:r w:rsidRPr="00012317">
        <w:rPr>
          <w:rFonts w:ascii="Arial" w:hAnsi="Arial" w:cs="Arial"/>
          <w:sz w:val="22"/>
          <w:szCs w:val="22"/>
        </w:rPr>
        <w:t>. Juveniles remain</w:t>
      </w:r>
      <w:r>
        <w:rPr>
          <w:rFonts w:ascii="Arial" w:hAnsi="Arial" w:cs="Arial"/>
          <w:sz w:val="22"/>
          <w:szCs w:val="22"/>
        </w:rPr>
        <w:t xml:space="preserve"> in the pouch for about 50 days</w:t>
      </w:r>
      <w:r w:rsidRPr="00012317">
        <w:rPr>
          <w:rFonts w:ascii="Arial" w:hAnsi="Arial" w:cs="Arial"/>
          <w:sz w:val="22"/>
          <w:szCs w:val="22"/>
        </w:rPr>
        <w:t xml:space="preserve"> </w:t>
      </w:r>
      <w:r>
        <w:rPr>
          <w:rFonts w:ascii="Arial" w:hAnsi="Arial" w:cs="Arial"/>
          <w:sz w:val="22"/>
          <w:szCs w:val="22"/>
        </w:rPr>
        <w:t>before being weaned by</w:t>
      </w:r>
      <w:r w:rsidRPr="00012317">
        <w:rPr>
          <w:rFonts w:ascii="Arial" w:hAnsi="Arial" w:cs="Arial"/>
          <w:sz w:val="22"/>
          <w:szCs w:val="22"/>
        </w:rPr>
        <w:t xml:space="preserve"> the mother. By the time they are seven weeks old, they are covered with short hair and the eyes are open</w:t>
      </w:r>
      <w:r>
        <w:rPr>
          <w:rFonts w:ascii="Arial" w:hAnsi="Arial" w:cs="Arial"/>
          <w:sz w:val="22"/>
          <w:szCs w:val="22"/>
        </w:rPr>
        <w:t xml:space="preserve"> (</w:t>
      </w:r>
      <w:r w:rsidRPr="00A42595">
        <w:rPr>
          <w:rFonts w:ascii="Arial" w:hAnsi="Arial" w:cs="Arial"/>
          <w:sz w:val="22"/>
          <w:szCs w:val="22"/>
        </w:rPr>
        <w:t xml:space="preserve">Lerner </w:t>
      </w:r>
      <w:r>
        <w:rPr>
          <w:rFonts w:ascii="Arial" w:hAnsi="Arial" w:cs="Arial"/>
          <w:sz w:val="22"/>
          <w:szCs w:val="22"/>
        </w:rPr>
        <w:t>&amp; Wilmoth</w:t>
      </w:r>
      <w:r w:rsidRPr="00A42595">
        <w:rPr>
          <w:rFonts w:ascii="Arial" w:hAnsi="Arial" w:cs="Arial"/>
          <w:sz w:val="22"/>
          <w:szCs w:val="22"/>
        </w:rPr>
        <w:t xml:space="preserve"> 2014)</w:t>
      </w:r>
      <w:r w:rsidRPr="00012317">
        <w:rPr>
          <w:rFonts w:ascii="Arial" w:hAnsi="Arial" w:cs="Arial"/>
          <w:sz w:val="22"/>
          <w:szCs w:val="22"/>
        </w:rPr>
        <w:t>.</w:t>
      </w:r>
      <w:r w:rsidRPr="008F7A98">
        <w:rPr>
          <w:rFonts w:ascii="Arial" w:hAnsi="Arial" w:cs="Arial"/>
          <w:sz w:val="22"/>
          <w:szCs w:val="22"/>
        </w:rPr>
        <w:t xml:space="preserve"> </w:t>
      </w:r>
      <w:r>
        <w:rPr>
          <w:rFonts w:ascii="Arial" w:hAnsi="Arial" w:cs="Arial"/>
          <w:sz w:val="22"/>
          <w:szCs w:val="22"/>
        </w:rPr>
        <w:t xml:space="preserve">Longevity of over four years has been recorded for the </w:t>
      </w:r>
      <w:r w:rsidR="00BE31CA">
        <w:rPr>
          <w:rFonts w:ascii="Arial" w:hAnsi="Arial" w:cs="Arial"/>
          <w:sz w:val="22"/>
          <w:szCs w:val="22"/>
        </w:rPr>
        <w:t>Shark Bay Bandicoot</w:t>
      </w:r>
      <w:r w:rsidR="0094352C">
        <w:rPr>
          <w:rFonts w:ascii="Arial" w:hAnsi="Arial" w:cs="Arial"/>
          <w:sz w:val="22"/>
          <w:szCs w:val="22"/>
        </w:rPr>
        <w:t xml:space="preserve"> </w:t>
      </w:r>
      <w:r>
        <w:rPr>
          <w:rFonts w:ascii="Arial" w:hAnsi="Arial" w:cs="Arial"/>
          <w:sz w:val="22"/>
          <w:szCs w:val="22"/>
        </w:rPr>
        <w:t>(Friend 2008).</w:t>
      </w:r>
    </w:p>
    <w:p w14:paraId="231DD66E" w14:textId="77777777" w:rsidR="00CB7AA9" w:rsidRPr="007D7E49" w:rsidRDefault="00CB7AA9" w:rsidP="00CB7AA9">
      <w:pPr>
        <w:pStyle w:val="CAheadingintext"/>
      </w:pPr>
      <w:r>
        <w:t>Likely Causes of Decline and Extinction</w:t>
      </w:r>
    </w:p>
    <w:p w14:paraId="4AB7EF16" w14:textId="2906CE55" w:rsidR="00CB7AA9" w:rsidRDefault="00CB7AA9" w:rsidP="00CB7AA9">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w:t>
      </w:r>
      <w:r w:rsidR="00AA1E53" w:rsidRPr="00AA1E53">
        <w:rPr>
          <w:rFonts w:ascii="Arial" w:hAnsi="Arial" w:cs="Arial"/>
          <w:iCs/>
          <w:sz w:val="22"/>
          <w:szCs w:val="22"/>
        </w:rPr>
        <w:t>mid-19th</w:t>
      </w:r>
      <w:r w:rsidRPr="00AA1E53">
        <w:rPr>
          <w:rFonts w:ascii="Arial" w:hAnsi="Arial" w:cs="Arial"/>
          <w:iCs/>
          <w:sz w:val="22"/>
          <w:szCs w:val="22"/>
        </w:rPr>
        <w:t xml:space="preserve"> century,</w:t>
      </w:r>
      <w:r>
        <w:rPr>
          <w:rFonts w:ascii="Arial" w:hAnsi="Arial" w:cs="Arial"/>
          <w:iCs/>
          <w:sz w:val="22"/>
          <w:szCs w:val="22"/>
        </w:rPr>
        <w:t xml:space="preserve"> when the </w:t>
      </w:r>
      <w:r w:rsidR="00AA1E53">
        <w:rPr>
          <w:rFonts w:ascii="Arial" w:hAnsi="Arial" w:cs="Arial"/>
          <w:iCs/>
          <w:sz w:val="22"/>
          <w:szCs w:val="22"/>
        </w:rPr>
        <w:t xml:space="preserve">Liverpool Plains Striped </w:t>
      </w:r>
      <w:r w:rsidR="000A0B1C" w:rsidRPr="00DD3782">
        <w:rPr>
          <w:rFonts w:ascii="Arial" w:hAnsi="Arial" w:cs="Arial"/>
          <w:iCs/>
          <w:sz w:val="22"/>
          <w:szCs w:val="22"/>
        </w:rPr>
        <w:t>Bandicoot</w:t>
      </w:r>
      <w:r w:rsidR="000A0B1C">
        <w:rPr>
          <w:rFonts w:ascii="Arial" w:hAnsi="Arial" w:cs="Arial"/>
          <w:iCs/>
          <w:sz w:val="22"/>
          <w:szCs w:val="22"/>
        </w:rPr>
        <w:t xml:space="preserve"> </w:t>
      </w:r>
      <w:r>
        <w:rPr>
          <w:rFonts w:ascii="Arial" w:hAnsi="Arial" w:cs="Arial"/>
          <w:iCs/>
          <w:sz w:val="22"/>
          <w:szCs w:val="22"/>
        </w:rPr>
        <w:t xml:space="preserve">was last known to be </w:t>
      </w:r>
      <w:r w:rsidR="00AA1E53">
        <w:rPr>
          <w:rFonts w:ascii="Arial" w:hAnsi="Arial" w:cs="Arial"/>
          <w:iCs/>
          <w:sz w:val="22"/>
          <w:szCs w:val="22"/>
        </w:rPr>
        <w:t>extant, and a presumption that its</w:t>
      </w:r>
      <w:r>
        <w:rPr>
          <w:rFonts w:ascii="Arial" w:hAnsi="Arial" w:cs="Arial"/>
          <w:iCs/>
          <w:sz w:val="22"/>
          <w:szCs w:val="22"/>
        </w:rPr>
        <w:t xml:space="preserve"> ecology was similar to that of the </w:t>
      </w:r>
      <w:r w:rsidR="00BE31CA">
        <w:rPr>
          <w:rFonts w:ascii="Arial" w:hAnsi="Arial" w:cs="Arial"/>
          <w:sz w:val="22"/>
          <w:szCs w:val="22"/>
        </w:rPr>
        <w:t>Shark Bay Bandicoot</w:t>
      </w:r>
      <w:r>
        <w:rPr>
          <w:rFonts w:ascii="Arial" w:hAnsi="Arial" w:cs="Arial"/>
          <w:iCs/>
          <w:sz w:val="22"/>
          <w:szCs w:val="22"/>
        </w:rPr>
        <w:t xml:space="preserve">.  </w:t>
      </w:r>
    </w:p>
    <w:p w14:paraId="4F578D67" w14:textId="77777777" w:rsidR="00FC07FD" w:rsidRPr="00887280" w:rsidRDefault="00FC07FD" w:rsidP="00FC07FD">
      <w:pPr>
        <w:pStyle w:val="CAtext0"/>
      </w:pPr>
      <w:r w:rsidRPr="00FF602C">
        <w:t>Table 1</w:t>
      </w:r>
      <w:r w:rsidRPr="00887280">
        <w:t xml:space="preserve">: </w:t>
      </w:r>
      <w:r>
        <w:t>Probable causes of decline towards extinction for</w:t>
      </w:r>
      <w:r w:rsidRPr="00167ED0">
        <w:t xml:space="preserve"> the </w:t>
      </w:r>
      <w:r>
        <w:rPr>
          <w:iCs/>
        </w:rPr>
        <w:t xml:space="preserve">Liverpool Plains Striped Bandicoot </w:t>
      </w:r>
      <w:r w:rsidRPr="008837E3">
        <w:t xml:space="preserve">in approximate order of </w:t>
      </w:r>
      <w:r>
        <w:t>impact</w:t>
      </w:r>
      <w:r w:rsidRPr="008837E3">
        <w:t>, based on available evidence</w:t>
      </w:r>
      <w:r>
        <w:t>.</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FC07FD" w:rsidRPr="00481551" w14:paraId="6D15553A" w14:textId="77777777" w:rsidTr="00575BF9">
        <w:trPr>
          <w:cantSplit/>
          <w:trHeight w:val="524"/>
        </w:trPr>
        <w:tc>
          <w:tcPr>
            <w:tcW w:w="1821" w:type="dxa"/>
            <w:shd w:val="clear" w:color="auto" w:fill="D9D9D9" w:themeFill="background1" w:themeFillShade="D9"/>
          </w:tcPr>
          <w:p w14:paraId="6CD875D1" w14:textId="77777777" w:rsidR="00FC07FD" w:rsidRPr="00481551" w:rsidRDefault="00FC07FD" w:rsidP="00575BF9">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472CC51E" w14:textId="77777777" w:rsidR="00FC07FD" w:rsidRPr="00481551" w:rsidRDefault="00FC07FD" w:rsidP="00575BF9">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1B92E2D9" w14:textId="77777777" w:rsidR="00FC07FD" w:rsidRPr="00481551" w:rsidRDefault="00FC07FD" w:rsidP="00575BF9">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FC07FD" w:rsidRPr="00DA6C60" w14:paraId="7A01A1B5" w14:textId="77777777" w:rsidTr="00575BF9">
        <w:tc>
          <w:tcPr>
            <w:tcW w:w="9776" w:type="dxa"/>
            <w:gridSpan w:val="3"/>
          </w:tcPr>
          <w:p w14:paraId="66738D53" w14:textId="77777777" w:rsidR="00FC07FD" w:rsidRPr="00DA6C60" w:rsidRDefault="00FC07FD" w:rsidP="00575BF9">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FC07FD" w:rsidRPr="00DA6C60" w14:paraId="23BF9E10" w14:textId="77777777" w:rsidTr="008A154B">
        <w:tc>
          <w:tcPr>
            <w:tcW w:w="1821" w:type="dxa"/>
          </w:tcPr>
          <w:p w14:paraId="2BA5A6EC" w14:textId="77777777" w:rsidR="00FC07FD" w:rsidRPr="00DA6C60" w:rsidRDefault="00FC07FD" w:rsidP="00575BF9">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r w:rsidRPr="002A336F">
              <w:rPr>
                <w:rFonts w:ascii="Arial" w:hAnsi="Arial" w:cs="Arial"/>
                <w:i/>
                <w:sz w:val="22"/>
                <w:szCs w:val="22"/>
              </w:rPr>
              <w:t>Felis catus</w:t>
            </w:r>
            <w:r w:rsidRPr="002A336F">
              <w:rPr>
                <w:rFonts w:ascii="Arial" w:hAnsi="Arial" w:cs="Arial"/>
                <w:sz w:val="22"/>
                <w:szCs w:val="22"/>
              </w:rPr>
              <w:t>)</w:t>
            </w:r>
          </w:p>
        </w:tc>
        <w:tc>
          <w:tcPr>
            <w:tcW w:w="2852" w:type="dxa"/>
            <w:shd w:val="clear" w:color="auto" w:fill="auto"/>
          </w:tcPr>
          <w:p w14:paraId="0D01837B" w14:textId="77777777" w:rsidR="00FC07FD" w:rsidRPr="00AF6185" w:rsidRDefault="00FC07FD" w:rsidP="00575BF9">
            <w:pPr>
              <w:pStyle w:val="CAtabledot"/>
              <w:rPr>
                <w:color w:val="auto"/>
              </w:rPr>
            </w:pPr>
            <w:r w:rsidRPr="00AF6185">
              <w:rPr>
                <w:color w:val="auto"/>
              </w:rPr>
              <w:t>Status: Historical</w:t>
            </w:r>
          </w:p>
          <w:p w14:paraId="0E1DADB3" w14:textId="77777777" w:rsidR="00FC07FD" w:rsidRPr="00AF6185" w:rsidRDefault="00FC07FD" w:rsidP="00575BF9">
            <w:pPr>
              <w:pStyle w:val="CAtabledot"/>
              <w:rPr>
                <w:color w:val="auto"/>
              </w:rPr>
            </w:pPr>
            <w:r w:rsidRPr="00AF6185">
              <w:rPr>
                <w:color w:val="auto"/>
              </w:rPr>
              <w:t>Confidence: Suspected</w:t>
            </w:r>
          </w:p>
          <w:p w14:paraId="239D5F5B" w14:textId="77777777" w:rsidR="00FC07FD" w:rsidRPr="00AF6185" w:rsidRDefault="00FC07FD" w:rsidP="00575BF9">
            <w:pPr>
              <w:pStyle w:val="CAtabledot"/>
              <w:rPr>
                <w:color w:val="auto"/>
              </w:rPr>
            </w:pPr>
            <w:r w:rsidRPr="00AF6185">
              <w:rPr>
                <w:color w:val="auto"/>
              </w:rPr>
              <w:t>Consequence: Severe</w:t>
            </w:r>
          </w:p>
          <w:p w14:paraId="675FE9CB" w14:textId="77777777" w:rsidR="00FC07FD" w:rsidRPr="00DA6C60" w:rsidRDefault="00FC07FD" w:rsidP="00575BF9">
            <w:pPr>
              <w:pStyle w:val="CAtabledot"/>
              <w:rPr>
                <w:color w:val="0000FF"/>
              </w:rPr>
            </w:pPr>
            <w:r w:rsidRPr="00AF6185">
              <w:rPr>
                <w:color w:val="auto"/>
              </w:rPr>
              <w:t>Extent: Across the entire range</w:t>
            </w:r>
          </w:p>
        </w:tc>
        <w:tc>
          <w:tcPr>
            <w:tcW w:w="5103" w:type="dxa"/>
          </w:tcPr>
          <w:p w14:paraId="6598F260" w14:textId="77777777" w:rsidR="00FC07FD" w:rsidRDefault="00FC07FD" w:rsidP="00575BF9">
            <w:pPr>
              <w:rPr>
                <w:rFonts w:ascii="Arial" w:hAnsi="Arial" w:cs="Arial"/>
                <w:sz w:val="22"/>
                <w:szCs w:val="22"/>
              </w:rPr>
            </w:pPr>
            <w:r w:rsidRPr="003F4ED0">
              <w:rPr>
                <w:rFonts w:ascii="Arial" w:hAnsi="Arial" w:cs="Arial"/>
                <w:sz w:val="22"/>
                <w:szCs w:val="22"/>
              </w:rPr>
              <w:t xml:space="preserve">Feral </w:t>
            </w:r>
            <w:r>
              <w:rPr>
                <w:rFonts w:ascii="Arial" w:hAnsi="Arial" w:cs="Arial"/>
                <w:sz w:val="22"/>
                <w:szCs w:val="22"/>
              </w:rPr>
              <w:t>c</w:t>
            </w:r>
            <w:r w:rsidRPr="003F4ED0">
              <w:rPr>
                <w:rFonts w:ascii="Arial" w:hAnsi="Arial" w:cs="Arial"/>
                <w:sz w:val="22"/>
                <w:szCs w:val="22"/>
              </w:rPr>
              <w:t>ats are thought to have been present throughout eastern NSW by the mid</w:t>
            </w:r>
            <w:r w:rsidRPr="003F4ED0">
              <w:rPr>
                <w:rFonts w:ascii="Arial" w:hAnsi="Arial" w:cs="Arial"/>
                <w:sz w:val="22"/>
                <w:szCs w:val="22"/>
              </w:rPr>
              <w:noBreakHyphen/>
              <w:t>19th century (Abbott 2008)</w:t>
            </w:r>
            <w:r>
              <w:rPr>
                <w:rFonts w:ascii="Arial" w:hAnsi="Arial" w:cs="Arial"/>
                <w:sz w:val="22"/>
                <w:szCs w:val="22"/>
              </w:rPr>
              <w:t xml:space="preserve"> and have been observed to greatly impact native mammals on the Liverpool Plains, with the magnitude of the threat increasing as the habitat became fragmented (Paull &amp; Date1999).</w:t>
            </w:r>
          </w:p>
          <w:p w14:paraId="379740B7" w14:textId="77777777" w:rsidR="00FC07FD" w:rsidRDefault="00FC07FD" w:rsidP="00575BF9">
            <w:pPr>
              <w:rPr>
                <w:rFonts w:ascii="Arial" w:hAnsi="Arial" w:cs="Arial"/>
                <w:sz w:val="22"/>
                <w:szCs w:val="22"/>
              </w:rPr>
            </w:pPr>
          </w:p>
          <w:p w14:paraId="409A7F47" w14:textId="77777777" w:rsidR="00FC07FD" w:rsidRDefault="00FC07FD" w:rsidP="00575BF9">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 xml:space="preserve">has been implicated in the extinction and ongoing decline of many terrestrial, </w:t>
            </w:r>
            <w:r>
              <w:rPr>
                <w:rFonts w:ascii="Arial" w:hAnsi="Arial" w:cs="Arial"/>
                <w:sz w:val="22"/>
                <w:szCs w:val="22"/>
              </w:rPr>
              <w:lastRenderedPageBreak/>
              <w:t xml:space="preserve">non-volant, mammal species (Dickman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r w:rsidRPr="00656A0A">
              <w:rPr>
                <w:rFonts w:ascii="Arial" w:hAnsi="Arial" w:cs="Arial"/>
                <w:sz w:val="22"/>
                <w:szCs w:val="22"/>
              </w:rPr>
              <w:t>Woinarski et al. 2014</w:t>
            </w:r>
            <w:r>
              <w:rPr>
                <w:rFonts w:ascii="Arial" w:hAnsi="Arial" w:cs="Arial"/>
                <w:sz w:val="22"/>
                <w:szCs w:val="22"/>
              </w:rPr>
              <w:t>c</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al. 2018; Woolley et al. 2019),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Woinarski et al. (2014c) considered predation by feral cats to be the most critical factor in the decline and extirpation of Australia’s mammal fauna. McKenzie et al. (2007</w:t>
            </w:r>
            <w:r w:rsidRPr="008853FD">
              <w:rPr>
                <w:rFonts w:ascii="Arial" w:hAnsi="Arial" w:cs="Arial"/>
                <w:sz w:val="22"/>
                <w:szCs w:val="22"/>
              </w:rPr>
              <w:t>) observed that bandicoots are particularly prone to predation</w:t>
            </w:r>
            <w:r>
              <w:rPr>
                <w:rFonts w:ascii="Arial" w:hAnsi="Arial" w:cs="Arial"/>
                <w:sz w:val="22"/>
                <w:szCs w:val="22"/>
              </w:rPr>
              <w:t>,</w:t>
            </w:r>
            <w:r w:rsidRPr="008853FD">
              <w:rPr>
                <w:rFonts w:ascii="Arial" w:hAnsi="Arial" w:cs="Arial"/>
                <w:sz w:val="22"/>
                <w:szCs w:val="22"/>
              </w:rPr>
              <w:t xml:space="preserve"> as they dwell on the ground’s surface and don’t utilise shelter like arboreal, rock</w:t>
            </w:r>
            <w:r>
              <w:rPr>
                <w:rFonts w:ascii="Arial" w:hAnsi="Arial" w:cs="Arial"/>
                <w:sz w:val="22"/>
                <w:szCs w:val="22"/>
              </w:rPr>
              <w:noBreakHyphen/>
            </w:r>
            <w:r w:rsidRPr="008853FD">
              <w:rPr>
                <w:rFonts w:ascii="Arial" w:hAnsi="Arial" w:cs="Arial"/>
                <w:sz w:val="22"/>
                <w:szCs w:val="22"/>
              </w:rPr>
              <w:t>dwelling or burrowing mammals.</w:t>
            </w:r>
            <w:r>
              <w:rPr>
                <w:rFonts w:ascii="Arial" w:hAnsi="Arial" w:cs="Arial"/>
                <w:sz w:val="22"/>
                <w:szCs w:val="22"/>
              </w:rPr>
              <w:t xml:space="preserve"> </w:t>
            </w:r>
          </w:p>
          <w:p w14:paraId="0211959F" w14:textId="77777777" w:rsidR="00FC07FD" w:rsidRDefault="00FC07FD" w:rsidP="00575BF9">
            <w:pPr>
              <w:rPr>
                <w:rFonts w:ascii="Arial" w:hAnsi="Arial" w:cs="Arial"/>
                <w:sz w:val="22"/>
                <w:szCs w:val="22"/>
              </w:rPr>
            </w:pPr>
          </w:p>
          <w:p w14:paraId="77A5AB88" w14:textId="77777777" w:rsidR="00FC07FD" w:rsidRDefault="00FC07FD" w:rsidP="00575BF9">
            <w:pPr>
              <w:rPr>
                <w:rFonts w:ascii="Arial" w:hAnsi="Arial" w:cs="Arial"/>
                <w:sz w:val="22"/>
                <w:szCs w:val="22"/>
              </w:rPr>
            </w:pPr>
            <w:r>
              <w:rPr>
                <w:rFonts w:ascii="Arial" w:hAnsi="Arial" w:cs="Arial"/>
                <w:iCs/>
                <w:sz w:val="22"/>
                <w:szCs w:val="22"/>
              </w:rPr>
              <w:t xml:space="preserve">The likely impact from predation can be deduced from conservation efforts for the </w:t>
            </w:r>
            <w:r>
              <w:rPr>
                <w:rFonts w:ascii="Arial" w:hAnsi="Arial" w:cs="Arial"/>
                <w:sz w:val="22"/>
                <w:szCs w:val="22"/>
              </w:rPr>
              <w:t>Shark Bay Bandicoot</w:t>
            </w:r>
            <w:r>
              <w:rPr>
                <w:rFonts w:ascii="Arial" w:hAnsi="Arial" w:cs="Arial"/>
                <w:iCs/>
                <w:sz w:val="22"/>
                <w:szCs w:val="22"/>
              </w:rPr>
              <w:t xml:space="preserve">. This species is identified as being extremely susceptible to predation and needs to be completely (or almost completely) separated from the feral cat and the </w:t>
            </w:r>
            <w:r w:rsidRPr="00A76629">
              <w:rPr>
                <w:rFonts w:ascii="Arial" w:hAnsi="Arial" w:cs="Arial"/>
                <w:iCs/>
                <w:sz w:val="22"/>
                <w:szCs w:val="22"/>
              </w:rPr>
              <w:t xml:space="preserve">European </w:t>
            </w:r>
            <w:r>
              <w:rPr>
                <w:rFonts w:ascii="Arial" w:hAnsi="Arial" w:cs="Arial"/>
                <w:iCs/>
                <w:sz w:val="22"/>
                <w:szCs w:val="22"/>
              </w:rPr>
              <w:t>r</w:t>
            </w:r>
            <w:r w:rsidRPr="00A76629">
              <w:rPr>
                <w:rFonts w:ascii="Arial" w:hAnsi="Arial" w:cs="Arial"/>
                <w:iCs/>
                <w:sz w:val="22"/>
                <w:szCs w:val="22"/>
              </w:rPr>
              <w:t xml:space="preserve">ed </w:t>
            </w:r>
            <w:r>
              <w:rPr>
                <w:rFonts w:ascii="Arial" w:hAnsi="Arial" w:cs="Arial"/>
                <w:iCs/>
                <w:sz w:val="22"/>
                <w:szCs w:val="22"/>
              </w:rPr>
              <w:t>f</w:t>
            </w:r>
            <w:r w:rsidRPr="00A76629">
              <w:rPr>
                <w:rFonts w:ascii="Arial" w:hAnsi="Arial" w:cs="Arial"/>
                <w:iCs/>
                <w:sz w:val="22"/>
                <w:szCs w:val="22"/>
              </w:rPr>
              <w:t>ox</w:t>
            </w:r>
            <w:r>
              <w:rPr>
                <w:rFonts w:ascii="Arial" w:hAnsi="Arial" w:cs="Arial"/>
                <w:iCs/>
                <w:sz w:val="22"/>
                <w:szCs w:val="22"/>
              </w:rPr>
              <w:t xml:space="preserve"> (</w:t>
            </w:r>
            <w:r w:rsidRPr="00A76629">
              <w:rPr>
                <w:rFonts w:ascii="Arial" w:hAnsi="Arial" w:cs="Arial"/>
                <w:i/>
                <w:iCs/>
                <w:sz w:val="22"/>
                <w:szCs w:val="22"/>
              </w:rPr>
              <w:t>Vulpes vulpes</w:t>
            </w:r>
            <w:r>
              <w:rPr>
                <w:rFonts w:ascii="Arial" w:hAnsi="Arial" w:cs="Arial"/>
                <w:iCs/>
                <w:sz w:val="22"/>
                <w:szCs w:val="22"/>
              </w:rPr>
              <w:t xml:space="preserve">) to avoid extinction (Legge et al. 2018). </w:t>
            </w:r>
            <w:r>
              <w:rPr>
                <w:rFonts w:ascii="Arial" w:hAnsi="Arial" w:cs="Arial"/>
                <w:sz w:val="22"/>
                <w:szCs w:val="22"/>
              </w:rPr>
              <w:t xml:space="preserve">The feral cat was identified as </w:t>
            </w:r>
            <w:r w:rsidRPr="00107963">
              <w:rPr>
                <w:rFonts w:ascii="Arial" w:hAnsi="Arial" w:cs="Arial"/>
                <w:sz w:val="22"/>
                <w:szCs w:val="22"/>
              </w:rPr>
              <w:t xml:space="preserve">influential in the extinction of </w:t>
            </w:r>
            <w:r>
              <w:rPr>
                <w:rFonts w:ascii="Arial" w:hAnsi="Arial" w:cs="Arial"/>
                <w:sz w:val="22"/>
                <w:szCs w:val="22"/>
              </w:rPr>
              <w:t xml:space="preserve">the Shark Bay Bandicoot </w:t>
            </w:r>
            <w:r w:rsidRPr="00107963">
              <w:rPr>
                <w:rFonts w:ascii="Arial" w:hAnsi="Arial" w:cs="Arial"/>
                <w:sz w:val="22"/>
                <w:szCs w:val="22"/>
              </w:rPr>
              <w:t>on mainland Australia in the 1930s</w:t>
            </w:r>
            <w:r>
              <w:rPr>
                <w:rFonts w:ascii="Arial" w:hAnsi="Arial" w:cs="Arial"/>
                <w:sz w:val="22"/>
                <w:szCs w:val="22"/>
              </w:rPr>
              <w:t xml:space="preserve"> (Richards 2004), and following an attempt to reintroduce the species to the mainland (1995-1996), predation </w:t>
            </w:r>
            <w:r>
              <w:rPr>
                <w:rFonts w:ascii="Arial" w:hAnsi="Arial" w:cs="Arial"/>
                <w:iCs/>
                <w:sz w:val="22"/>
                <w:szCs w:val="22"/>
              </w:rPr>
              <w:t xml:space="preserve">was identified as the primary cause of the population’s extirpation (Short 2016). The </w:t>
            </w:r>
            <w:r>
              <w:rPr>
                <w:rFonts w:ascii="Arial" w:hAnsi="Arial" w:cs="Arial"/>
                <w:sz w:val="22"/>
                <w:szCs w:val="22"/>
              </w:rPr>
              <w:t>Shark Bay Bandicoot</w:t>
            </w:r>
            <w:r>
              <w:rPr>
                <w:rFonts w:ascii="Arial" w:hAnsi="Arial" w:cs="Arial"/>
                <w:iCs/>
                <w:sz w:val="22"/>
                <w:szCs w:val="22"/>
              </w:rPr>
              <w:t xml:space="preserve"> is now restricted to feral cat and red fox free islands and mainland fenced enclosures (Legge et al. 2018).</w:t>
            </w:r>
          </w:p>
          <w:p w14:paraId="29B27825" w14:textId="77777777" w:rsidR="00FC07FD" w:rsidRDefault="00FC07FD" w:rsidP="00575BF9">
            <w:pPr>
              <w:rPr>
                <w:rFonts w:ascii="Arial" w:hAnsi="Arial" w:cs="Arial"/>
                <w:sz w:val="22"/>
                <w:szCs w:val="22"/>
              </w:rPr>
            </w:pPr>
          </w:p>
          <w:p w14:paraId="3EB7F809" w14:textId="77777777" w:rsidR="00FC07FD" w:rsidRDefault="00FC07FD" w:rsidP="00575BF9">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xml:space="preserve">; Leahy et al. 2015). The number of predators attracted to the burnt area (Hradsky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32B34DE2" w14:textId="77777777" w:rsidR="00FC07FD" w:rsidRPr="00921C08" w:rsidRDefault="00FC07FD" w:rsidP="00575BF9">
            <w:pPr>
              <w:rPr>
                <w:rFonts w:ascii="Arial" w:hAnsi="Arial" w:cs="Arial"/>
                <w:sz w:val="22"/>
                <w:szCs w:val="22"/>
              </w:rPr>
            </w:pPr>
          </w:p>
        </w:tc>
      </w:tr>
      <w:tr w:rsidR="00FC07FD" w:rsidRPr="00481551" w14:paraId="6CD6A6E8" w14:textId="77777777" w:rsidTr="008A154B">
        <w:tc>
          <w:tcPr>
            <w:tcW w:w="1821" w:type="dxa"/>
          </w:tcPr>
          <w:p w14:paraId="091F7FD1" w14:textId="77777777" w:rsidR="00FC07FD" w:rsidRPr="00481551" w:rsidRDefault="00FC07FD" w:rsidP="00575BF9">
            <w:pPr>
              <w:rPr>
                <w:rFonts w:ascii="Arial" w:hAnsi="Arial" w:cs="Arial"/>
                <w:color w:val="000000" w:themeColor="text1"/>
                <w:sz w:val="22"/>
                <w:szCs w:val="22"/>
              </w:rPr>
            </w:pPr>
            <w:r w:rsidRPr="00C263A9">
              <w:rPr>
                <w:rFonts w:ascii="Arial" w:hAnsi="Arial" w:cs="Arial"/>
                <w:sz w:val="22"/>
                <w:szCs w:val="22"/>
              </w:rPr>
              <w:lastRenderedPageBreak/>
              <w:t xml:space="preserve">Predation by </w:t>
            </w:r>
            <w:r>
              <w:rPr>
                <w:rFonts w:ascii="Arial" w:hAnsi="Arial" w:cs="Arial"/>
                <w:sz w:val="22"/>
                <w:szCs w:val="22"/>
              </w:rPr>
              <w:t>European red fox (</w:t>
            </w:r>
            <w:r w:rsidRPr="002A336F">
              <w:rPr>
                <w:rFonts w:ascii="Arial" w:hAnsi="Arial" w:cs="Arial"/>
                <w:i/>
                <w:sz w:val="22"/>
                <w:szCs w:val="22"/>
              </w:rPr>
              <w:t>Vulpes vulpes</w:t>
            </w:r>
            <w:r>
              <w:rPr>
                <w:rFonts w:ascii="Arial" w:hAnsi="Arial" w:cs="Arial"/>
                <w:sz w:val="22"/>
                <w:szCs w:val="22"/>
              </w:rPr>
              <w:t>)</w:t>
            </w:r>
          </w:p>
        </w:tc>
        <w:tc>
          <w:tcPr>
            <w:tcW w:w="2852" w:type="dxa"/>
            <w:shd w:val="clear" w:color="auto" w:fill="auto"/>
          </w:tcPr>
          <w:p w14:paraId="18772AA7" w14:textId="77777777" w:rsidR="00FC07FD" w:rsidRPr="00AF6185" w:rsidRDefault="00FC07FD" w:rsidP="00575BF9">
            <w:pPr>
              <w:pStyle w:val="CAtabledot"/>
              <w:rPr>
                <w:color w:val="auto"/>
              </w:rPr>
            </w:pPr>
            <w:r w:rsidRPr="00AF6185">
              <w:rPr>
                <w:color w:val="auto"/>
              </w:rPr>
              <w:t>Status: Historical</w:t>
            </w:r>
          </w:p>
          <w:p w14:paraId="2EAC0536" w14:textId="77777777" w:rsidR="00FC07FD" w:rsidRPr="00AF6185" w:rsidRDefault="00FC07FD" w:rsidP="00575BF9">
            <w:pPr>
              <w:pStyle w:val="CAtabledot"/>
              <w:rPr>
                <w:color w:val="auto"/>
              </w:rPr>
            </w:pPr>
            <w:r w:rsidRPr="00AF6185">
              <w:rPr>
                <w:color w:val="auto"/>
              </w:rPr>
              <w:t>Confidence: Suspected</w:t>
            </w:r>
          </w:p>
          <w:p w14:paraId="1850B978" w14:textId="77777777" w:rsidR="00FC07FD" w:rsidRPr="00AF6185" w:rsidRDefault="00FC07FD" w:rsidP="00575BF9">
            <w:pPr>
              <w:pStyle w:val="CAtabledot"/>
              <w:rPr>
                <w:color w:val="auto"/>
              </w:rPr>
            </w:pPr>
            <w:r w:rsidRPr="00AF6185">
              <w:rPr>
                <w:color w:val="auto"/>
              </w:rPr>
              <w:t>Consequence: Severe</w:t>
            </w:r>
          </w:p>
          <w:p w14:paraId="6BE7E3B1" w14:textId="77777777" w:rsidR="00FC07FD" w:rsidRPr="00FF602C" w:rsidRDefault="00FC07FD" w:rsidP="00575BF9">
            <w:pPr>
              <w:pStyle w:val="CAtabledot"/>
            </w:pPr>
            <w:r w:rsidRPr="00AF6185">
              <w:rPr>
                <w:color w:val="auto"/>
              </w:rPr>
              <w:t>Extent: Across the entire range</w:t>
            </w:r>
          </w:p>
        </w:tc>
        <w:tc>
          <w:tcPr>
            <w:tcW w:w="5103" w:type="dxa"/>
          </w:tcPr>
          <w:p w14:paraId="3A16F8DC" w14:textId="77777777" w:rsidR="00FC07FD" w:rsidRDefault="00FC07FD" w:rsidP="00575BF9">
            <w:pPr>
              <w:rPr>
                <w:rFonts w:ascii="Arial" w:hAnsi="Arial" w:cs="Arial"/>
                <w:sz w:val="22"/>
                <w:szCs w:val="22"/>
              </w:rPr>
            </w:pPr>
            <w:r w:rsidRPr="00604613">
              <w:rPr>
                <w:rFonts w:ascii="Arial" w:hAnsi="Arial" w:cs="Arial"/>
                <w:sz w:val="22"/>
                <w:szCs w:val="22"/>
              </w:rPr>
              <w:t xml:space="preserve">The </w:t>
            </w:r>
            <w:r>
              <w:rPr>
                <w:rFonts w:ascii="Arial" w:hAnsi="Arial" w:cs="Arial"/>
                <w:sz w:val="22"/>
                <w:szCs w:val="22"/>
              </w:rPr>
              <w:t>European r</w:t>
            </w:r>
            <w:r w:rsidRPr="00604613">
              <w:rPr>
                <w:rFonts w:ascii="Arial" w:hAnsi="Arial" w:cs="Arial"/>
                <w:sz w:val="22"/>
                <w:szCs w:val="22"/>
              </w:rPr>
              <w:t xml:space="preserve">ed </w:t>
            </w:r>
            <w:r>
              <w:rPr>
                <w:rFonts w:ascii="Arial" w:hAnsi="Arial" w:cs="Arial"/>
                <w:sz w:val="22"/>
                <w:szCs w:val="22"/>
              </w:rPr>
              <w:t>f</w:t>
            </w:r>
            <w:r w:rsidRPr="00604613">
              <w:rPr>
                <w:rFonts w:ascii="Arial" w:hAnsi="Arial" w:cs="Arial"/>
                <w:sz w:val="22"/>
                <w:szCs w:val="22"/>
              </w:rPr>
              <w:t>ox crossed into NSW in 1893 and reached the Queensland border early in the 20th century (Saunder</w:t>
            </w:r>
            <w:r>
              <w:rPr>
                <w:rFonts w:ascii="Arial" w:hAnsi="Arial" w:cs="Arial"/>
                <w:sz w:val="22"/>
                <w:szCs w:val="22"/>
              </w:rPr>
              <w:t>s</w:t>
            </w:r>
            <w:r w:rsidRPr="00604613">
              <w:rPr>
                <w:rFonts w:ascii="Arial" w:hAnsi="Arial" w:cs="Arial"/>
                <w:sz w:val="22"/>
                <w:szCs w:val="22"/>
              </w:rPr>
              <w:t xml:space="preserve"> et al. 2010). </w:t>
            </w:r>
          </w:p>
          <w:p w14:paraId="1E55D7A1" w14:textId="77777777" w:rsidR="00FC07FD" w:rsidRDefault="00FC07FD" w:rsidP="00575BF9">
            <w:pPr>
              <w:rPr>
                <w:rFonts w:ascii="Arial" w:hAnsi="Arial" w:cs="Arial"/>
                <w:sz w:val="22"/>
                <w:szCs w:val="22"/>
              </w:rPr>
            </w:pPr>
          </w:p>
          <w:p w14:paraId="5E3E0ECF" w14:textId="77777777" w:rsidR="00FC07FD" w:rsidRDefault="00FC07FD" w:rsidP="00575BF9">
            <w:pPr>
              <w:rPr>
                <w:rFonts w:ascii="Arial" w:hAnsi="Arial" w:cs="Arial"/>
                <w:sz w:val="22"/>
                <w:szCs w:val="22"/>
              </w:rPr>
            </w:pPr>
            <w:r>
              <w:rPr>
                <w:rFonts w:ascii="Arial" w:hAnsi="Arial" w:cs="Arial"/>
                <w:sz w:val="22"/>
                <w:szCs w:val="22"/>
              </w:rPr>
              <w:t xml:space="preserve">The presumed extinction date of the </w:t>
            </w:r>
            <w:r>
              <w:rPr>
                <w:rFonts w:ascii="Arial" w:hAnsi="Arial" w:cs="Arial"/>
                <w:iCs/>
                <w:sz w:val="22"/>
                <w:szCs w:val="22"/>
              </w:rPr>
              <w:t>Liverpool Plains</w:t>
            </w:r>
            <w:r w:rsidRPr="00182D28">
              <w:rPr>
                <w:rFonts w:ascii="Arial" w:hAnsi="Arial" w:cs="Arial"/>
                <w:iCs/>
                <w:sz w:val="22"/>
                <w:szCs w:val="22"/>
              </w:rPr>
              <w:t xml:space="preserve"> Striped Bandicoot</w:t>
            </w:r>
            <w:r>
              <w:rPr>
                <w:rFonts w:ascii="Arial" w:hAnsi="Arial" w:cs="Arial"/>
                <w:sz w:val="22"/>
                <w:szCs w:val="22"/>
              </w:rPr>
              <w:t xml:space="preserve"> pre</w:t>
            </w:r>
            <w:r>
              <w:rPr>
                <w:rFonts w:ascii="Arial" w:hAnsi="Arial" w:cs="Arial"/>
                <w:sz w:val="22"/>
                <w:szCs w:val="22"/>
              </w:rPr>
              <w:noBreakHyphen/>
              <w:t>dates the arrival of the red fox. However, if remnant populations were still extant at that time, the arrival of foxes would have impacted their survival. Predation by the red fox has been implicated in the extinction and decline of many terrestrial, non</w:t>
            </w:r>
            <w:r>
              <w:rPr>
                <w:rFonts w:ascii="Arial" w:hAnsi="Arial" w:cs="Arial"/>
                <w:sz w:val="22"/>
                <w:szCs w:val="22"/>
              </w:rPr>
              <w:noBreakHyphen/>
              <w:t>volant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 xml:space="preserve">DEWHA </w:t>
            </w:r>
            <w:r w:rsidRPr="00010E87">
              <w:rPr>
                <w:rFonts w:ascii="Arial" w:hAnsi="Arial" w:cs="Arial"/>
                <w:sz w:val="22"/>
                <w:szCs w:val="22"/>
              </w:rPr>
              <w:lastRenderedPageBreak/>
              <w:t>2008</w:t>
            </w:r>
            <w:r>
              <w:rPr>
                <w:rFonts w:ascii="Arial" w:hAnsi="Arial" w:cs="Arial"/>
                <w:sz w:val="22"/>
                <w:szCs w:val="22"/>
              </w:rPr>
              <w:t xml:space="preserve">; </w:t>
            </w:r>
            <w:r w:rsidRPr="006B5BD5">
              <w:rPr>
                <w:rFonts w:ascii="Arial" w:hAnsi="Arial" w:cs="Arial"/>
                <w:sz w:val="22"/>
                <w:szCs w:val="22"/>
              </w:rPr>
              <w:t>Woinarski et al. 2014</w:t>
            </w:r>
            <w:r>
              <w:rPr>
                <w:rFonts w:ascii="Arial" w:hAnsi="Arial" w:cs="Arial"/>
                <w:sz w:val="22"/>
                <w:szCs w:val="22"/>
              </w:rPr>
              <w:t xml:space="preserve">c;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0DCAF471" w14:textId="77777777" w:rsidR="00FC07FD" w:rsidRDefault="00FC07FD" w:rsidP="00575BF9">
            <w:pPr>
              <w:rPr>
                <w:rFonts w:ascii="Arial" w:hAnsi="Arial" w:cs="Arial"/>
                <w:sz w:val="22"/>
                <w:szCs w:val="22"/>
              </w:rPr>
            </w:pPr>
          </w:p>
          <w:p w14:paraId="3E105357" w14:textId="77777777" w:rsidR="00FC07FD" w:rsidRDefault="00FC07FD" w:rsidP="00575BF9">
            <w:pPr>
              <w:rPr>
                <w:rFonts w:ascii="Arial" w:hAnsi="Arial" w:cs="Arial"/>
                <w:iCs/>
                <w:sz w:val="22"/>
                <w:szCs w:val="22"/>
              </w:rPr>
            </w:pPr>
            <w:r>
              <w:rPr>
                <w:rFonts w:ascii="Arial" w:hAnsi="Arial" w:cs="Arial"/>
                <w:iCs/>
                <w:sz w:val="22"/>
                <w:szCs w:val="22"/>
              </w:rPr>
              <w:t xml:space="preserve">As identified above, the likely impact from predation by foxes can be deduced from conservation efforts for the </w:t>
            </w:r>
            <w:r>
              <w:rPr>
                <w:rFonts w:ascii="Arial" w:hAnsi="Arial" w:cs="Arial"/>
                <w:sz w:val="22"/>
                <w:szCs w:val="22"/>
              </w:rPr>
              <w:t>Shark Bay Bandicoot</w:t>
            </w:r>
            <w:r>
              <w:rPr>
                <w:rFonts w:ascii="Arial" w:hAnsi="Arial" w:cs="Arial"/>
                <w:iCs/>
                <w:sz w:val="22"/>
                <w:szCs w:val="22"/>
              </w:rPr>
              <w:t>.</w:t>
            </w:r>
          </w:p>
          <w:p w14:paraId="135A049A" w14:textId="77777777" w:rsidR="00FC07FD" w:rsidRDefault="00FC07FD" w:rsidP="00575BF9">
            <w:pPr>
              <w:rPr>
                <w:rFonts w:ascii="Arial" w:hAnsi="Arial" w:cs="Arial"/>
                <w:sz w:val="22"/>
                <w:szCs w:val="22"/>
              </w:rPr>
            </w:pPr>
          </w:p>
          <w:p w14:paraId="7F6F532B" w14:textId="77777777" w:rsidR="00FC07FD" w:rsidRPr="002B5001" w:rsidRDefault="00FC07FD" w:rsidP="00575BF9">
            <w:pPr>
              <w:spacing w:after="120"/>
              <w:rPr>
                <w:rFonts w:ascii="Arial" w:hAnsi="Arial" w:cs="Arial"/>
                <w:sz w:val="22"/>
                <w:szCs w:val="22"/>
              </w:rPr>
            </w:pPr>
            <w:r>
              <w:rPr>
                <w:rFonts w:ascii="Arial" w:hAnsi="Arial" w:cs="Arial"/>
                <w:sz w:val="22"/>
                <w:szCs w:val="22"/>
              </w:rPr>
              <w:t xml:space="preserve">As </w:t>
            </w:r>
            <w:r>
              <w:rPr>
                <w:rFonts w:ascii="Arial" w:hAnsi="Arial" w:cs="Arial"/>
                <w:iCs/>
                <w:sz w:val="22"/>
                <w:szCs w:val="22"/>
              </w:rPr>
              <w:t>identified above</w:t>
            </w:r>
            <w:r>
              <w:rPr>
                <w:rFonts w:ascii="Arial" w:hAnsi="Arial" w:cs="Arial"/>
                <w:sz w:val="22"/>
                <w:szCs w:val="22"/>
              </w:rPr>
              <w:t>,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xml:space="preserve">; Hradsky et al. 2017). </w:t>
            </w:r>
          </w:p>
        </w:tc>
      </w:tr>
      <w:tr w:rsidR="00FC07FD" w:rsidRPr="00481551" w14:paraId="594BF4EE" w14:textId="77777777" w:rsidTr="00575BF9">
        <w:tc>
          <w:tcPr>
            <w:tcW w:w="9776" w:type="dxa"/>
            <w:gridSpan w:val="3"/>
          </w:tcPr>
          <w:p w14:paraId="01CE1017" w14:textId="77777777" w:rsidR="00FC07FD" w:rsidRDefault="00FC07FD" w:rsidP="00575BF9">
            <w:pPr>
              <w:rPr>
                <w:rFonts w:ascii="Arial" w:hAnsi="Arial" w:cs="Arial"/>
                <w:sz w:val="22"/>
                <w:szCs w:val="22"/>
              </w:rPr>
            </w:pPr>
            <w:r w:rsidRPr="00FB1AAD">
              <w:rPr>
                <w:rFonts w:ascii="Arial" w:hAnsi="Arial" w:cs="Arial"/>
                <w:sz w:val="22"/>
                <w:szCs w:val="22"/>
              </w:rPr>
              <w:lastRenderedPageBreak/>
              <w:t>Habitat loss and fragmentation</w:t>
            </w:r>
          </w:p>
        </w:tc>
      </w:tr>
      <w:tr w:rsidR="00FC07FD" w:rsidRPr="00481551" w14:paraId="6B3273ED" w14:textId="77777777" w:rsidTr="00575BF9">
        <w:tc>
          <w:tcPr>
            <w:tcW w:w="1821" w:type="dxa"/>
          </w:tcPr>
          <w:p w14:paraId="52003F9B" w14:textId="77777777" w:rsidR="00FC07FD" w:rsidRPr="00481551" w:rsidRDefault="00FC07FD" w:rsidP="00575BF9">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6E94F26D" w14:textId="77777777" w:rsidR="00FC07FD" w:rsidRPr="00AF6185" w:rsidRDefault="00FC07FD" w:rsidP="00575BF9">
            <w:pPr>
              <w:pStyle w:val="CAtabledot"/>
              <w:rPr>
                <w:color w:val="auto"/>
              </w:rPr>
            </w:pPr>
            <w:r w:rsidRPr="00AF6185">
              <w:rPr>
                <w:color w:val="auto"/>
              </w:rPr>
              <w:t>Status: Historical</w:t>
            </w:r>
          </w:p>
          <w:p w14:paraId="6325269F" w14:textId="77777777" w:rsidR="00FC07FD" w:rsidRPr="00AF6185" w:rsidRDefault="00FC07FD" w:rsidP="00575BF9">
            <w:pPr>
              <w:pStyle w:val="CAtabledot"/>
              <w:rPr>
                <w:color w:val="auto"/>
              </w:rPr>
            </w:pPr>
            <w:r w:rsidRPr="00AF6185">
              <w:rPr>
                <w:color w:val="auto"/>
              </w:rPr>
              <w:t>Confidence: Suspected</w:t>
            </w:r>
          </w:p>
          <w:p w14:paraId="234798AD" w14:textId="77777777" w:rsidR="00FC07FD" w:rsidRPr="00AF6185" w:rsidRDefault="00FC07FD" w:rsidP="00575BF9">
            <w:pPr>
              <w:pStyle w:val="CAtabledot"/>
              <w:rPr>
                <w:color w:val="auto"/>
              </w:rPr>
            </w:pPr>
            <w:r w:rsidRPr="00AF6185">
              <w:rPr>
                <w:color w:val="auto"/>
              </w:rPr>
              <w:t>Consequence: Severe</w:t>
            </w:r>
          </w:p>
          <w:p w14:paraId="0CB8E271" w14:textId="77777777" w:rsidR="00FC07FD" w:rsidRPr="00FF602C" w:rsidRDefault="00FC07FD" w:rsidP="00575BF9">
            <w:pPr>
              <w:pStyle w:val="CAtabledot"/>
            </w:pPr>
            <w:r w:rsidRPr="00AF6185">
              <w:rPr>
                <w:color w:val="auto"/>
              </w:rPr>
              <w:t>Extent: Across the entire range</w:t>
            </w:r>
          </w:p>
        </w:tc>
        <w:tc>
          <w:tcPr>
            <w:tcW w:w="5103" w:type="dxa"/>
          </w:tcPr>
          <w:p w14:paraId="2BD3C85E" w14:textId="77777777" w:rsidR="00FC07FD" w:rsidRPr="007F4F82" w:rsidRDefault="00FC07FD" w:rsidP="00575BF9">
            <w:pPr>
              <w:autoSpaceDE w:val="0"/>
              <w:autoSpaceDN w:val="0"/>
              <w:adjustRightInd w:val="0"/>
              <w:rPr>
                <w:rFonts w:ascii="Arial" w:hAnsi="Arial" w:cs="Arial"/>
                <w:sz w:val="22"/>
                <w:szCs w:val="22"/>
              </w:rPr>
            </w:pPr>
            <w:r>
              <w:rPr>
                <w:rFonts w:ascii="Arial" w:hAnsi="Arial" w:cs="Arial"/>
                <w:sz w:val="22"/>
                <w:szCs w:val="22"/>
              </w:rPr>
              <w:t xml:space="preserve">The Liverpool Plains have been under pastoral lease since the mid-19th century, from which time they have been an important agricultural region under </w:t>
            </w:r>
            <w:r w:rsidRPr="007F4F82">
              <w:rPr>
                <w:rFonts w:ascii="Arial" w:hAnsi="Arial" w:cs="Arial"/>
                <w:sz w:val="22"/>
                <w:szCs w:val="22"/>
              </w:rPr>
              <w:t>heavy and continuous grazing by stock (Lang 2008)</w:t>
            </w:r>
            <w:r>
              <w:rPr>
                <w:rFonts w:ascii="Arial" w:hAnsi="Arial" w:cs="Arial"/>
                <w:sz w:val="22"/>
                <w:szCs w:val="22"/>
              </w:rPr>
              <w:t>.</w:t>
            </w:r>
          </w:p>
          <w:p w14:paraId="76BA8447" w14:textId="77777777" w:rsidR="00FC07FD" w:rsidRDefault="00FC07FD" w:rsidP="00575BF9">
            <w:pPr>
              <w:rPr>
                <w:rFonts w:ascii="Arial" w:hAnsi="Arial" w:cs="Arial"/>
                <w:sz w:val="22"/>
                <w:szCs w:val="22"/>
              </w:rPr>
            </w:pPr>
          </w:p>
          <w:p w14:paraId="6C719898" w14:textId="77777777" w:rsidR="00FC07FD" w:rsidRPr="00425AE4" w:rsidRDefault="00FC07FD" w:rsidP="00575BF9">
            <w:pPr>
              <w:autoSpaceDE w:val="0"/>
              <w:autoSpaceDN w:val="0"/>
              <w:adjustRightInd w:val="0"/>
              <w:rPr>
                <w:rFonts w:ascii="Arial" w:hAnsi="Arial" w:cs="Arial"/>
                <w:sz w:val="22"/>
                <w:szCs w:val="22"/>
              </w:rPr>
            </w:pPr>
            <w:r>
              <w:rPr>
                <w:rFonts w:ascii="Arial" w:hAnsi="Arial" w:cs="Arial"/>
                <w:sz w:val="22"/>
                <w:szCs w:val="22"/>
              </w:rPr>
              <w:t>I</w:t>
            </w:r>
            <w:r w:rsidRPr="00425AE4">
              <w:rPr>
                <w:rFonts w:ascii="Arial" w:hAnsi="Arial" w:cs="Arial"/>
                <w:sz w:val="22"/>
                <w:szCs w:val="22"/>
              </w:rPr>
              <w:t>ntensive grazing and</w:t>
            </w:r>
            <w:r>
              <w:rPr>
                <w:rFonts w:ascii="Arial" w:hAnsi="Arial" w:cs="Arial"/>
                <w:sz w:val="22"/>
                <w:szCs w:val="22"/>
              </w:rPr>
              <w:t xml:space="preserve"> </w:t>
            </w:r>
            <w:r w:rsidRPr="00425AE4">
              <w:rPr>
                <w:rFonts w:ascii="Arial" w:hAnsi="Arial" w:cs="Arial"/>
                <w:sz w:val="22"/>
                <w:szCs w:val="22"/>
              </w:rPr>
              <w:t xml:space="preserve">cultivation, together with </w:t>
            </w:r>
            <w:r>
              <w:rPr>
                <w:rFonts w:ascii="Arial" w:hAnsi="Arial" w:cs="Arial"/>
                <w:sz w:val="22"/>
                <w:szCs w:val="22"/>
              </w:rPr>
              <w:t xml:space="preserve">the </w:t>
            </w:r>
            <w:r w:rsidRPr="00425AE4">
              <w:rPr>
                <w:rFonts w:ascii="Arial" w:hAnsi="Arial" w:cs="Arial"/>
                <w:sz w:val="22"/>
                <w:szCs w:val="22"/>
              </w:rPr>
              <w:t>clearing of adjacent woodlands,</w:t>
            </w:r>
            <w:r>
              <w:rPr>
                <w:rFonts w:ascii="Arial" w:hAnsi="Arial" w:cs="Arial"/>
                <w:sz w:val="22"/>
                <w:szCs w:val="22"/>
              </w:rPr>
              <w:t xml:space="preserve"> </w:t>
            </w:r>
            <w:r w:rsidRPr="00425AE4">
              <w:rPr>
                <w:rFonts w:ascii="Arial" w:hAnsi="Arial" w:cs="Arial"/>
                <w:sz w:val="22"/>
                <w:szCs w:val="22"/>
              </w:rPr>
              <w:t>h</w:t>
            </w:r>
            <w:r>
              <w:rPr>
                <w:rFonts w:ascii="Arial" w:hAnsi="Arial" w:cs="Arial"/>
                <w:sz w:val="22"/>
                <w:szCs w:val="22"/>
              </w:rPr>
              <w:t>ave impacted on the naturally occurring grasslands of the Liverpool Plains, with less than</w:t>
            </w:r>
            <w:r w:rsidRPr="003056EE">
              <w:rPr>
                <w:rFonts w:ascii="Arial" w:hAnsi="Arial" w:cs="Arial"/>
                <w:sz w:val="22"/>
                <w:szCs w:val="22"/>
              </w:rPr>
              <w:t xml:space="preserve"> 10 percent of the pre</w:t>
            </w:r>
            <w:r>
              <w:rPr>
                <w:rFonts w:ascii="Arial" w:hAnsi="Arial" w:cs="Arial"/>
                <w:sz w:val="22"/>
                <w:szCs w:val="22"/>
              </w:rPr>
              <w:noBreakHyphen/>
            </w:r>
            <w:r w:rsidRPr="003056EE">
              <w:rPr>
                <w:rFonts w:ascii="Arial" w:hAnsi="Arial" w:cs="Arial"/>
                <w:sz w:val="22"/>
                <w:szCs w:val="22"/>
              </w:rPr>
              <w:t>European extent remain</w:t>
            </w:r>
            <w:r>
              <w:rPr>
                <w:rFonts w:ascii="Arial" w:hAnsi="Arial" w:cs="Arial"/>
                <w:sz w:val="22"/>
                <w:szCs w:val="22"/>
              </w:rPr>
              <w:t>ing (Lang 2008).</w:t>
            </w:r>
          </w:p>
          <w:p w14:paraId="5CF7E259" w14:textId="77777777" w:rsidR="00FC07FD" w:rsidRDefault="00FC07FD" w:rsidP="00575BF9">
            <w:pPr>
              <w:rPr>
                <w:rFonts w:ascii="Arial" w:hAnsi="Arial" w:cs="Arial"/>
                <w:sz w:val="22"/>
                <w:szCs w:val="22"/>
              </w:rPr>
            </w:pPr>
            <w:r w:rsidRPr="00E077F8">
              <w:rPr>
                <w:rFonts w:ascii="Arial" w:hAnsi="Arial" w:cs="Arial"/>
                <w:sz w:val="22"/>
                <w:szCs w:val="22"/>
              </w:rPr>
              <w:t>Grazing by stock</w:t>
            </w:r>
            <w:r>
              <w:rPr>
                <w:rFonts w:ascii="Arial" w:hAnsi="Arial" w:cs="Arial"/>
                <w:sz w:val="22"/>
                <w:szCs w:val="22"/>
              </w:rPr>
              <w:t xml:space="preserve"> removes shrub cover</w:t>
            </w:r>
            <w:r w:rsidRPr="00107963">
              <w:rPr>
                <w:rFonts w:ascii="Arial" w:hAnsi="Arial" w:cs="Arial"/>
                <w:sz w:val="22"/>
                <w:szCs w:val="22"/>
              </w:rPr>
              <w:t xml:space="preserve"> </w:t>
            </w:r>
            <w:r>
              <w:rPr>
                <w:rFonts w:ascii="Arial" w:hAnsi="Arial" w:cs="Arial"/>
                <w:sz w:val="22"/>
                <w:szCs w:val="22"/>
              </w:rPr>
              <w:t>(</w:t>
            </w:r>
            <w:r>
              <w:rPr>
                <w:rFonts w:ascii="Arial" w:hAnsi="Arial" w:cs="Arial"/>
                <w:iCs/>
                <w:sz w:val="22"/>
                <w:szCs w:val="22"/>
              </w:rPr>
              <w:t xml:space="preserve">Dennis 2001; McDowell et al. 2015) that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the ability of </w:t>
            </w:r>
            <w:r>
              <w:rPr>
                <w:rFonts w:ascii="Arial" w:hAnsi="Arial" w:cs="Arial"/>
                <w:sz w:val="22"/>
                <w:szCs w:val="22"/>
              </w:rPr>
              <w:t>the Liverpool Plains Striped Bandicoot</w:t>
            </w:r>
            <w:r w:rsidRPr="00107963">
              <w:rPr>
                <w:rFonts w:ascii="Arial" w:hAnsi="Arial" w:cs="Arial"/>
                <w:sz w:val="22"/>
                <w:szCs w:val="22"/>
              </w:rPr>
              <w:t xml:space="preserve"> to</w:t>
            </w:r>
            <w:r>
              <w:rPr>
                <w:rFonts w:ascii="Arial" w:hAnsi="Arial" w:cs="Arial"/>
                <w:sz w:val="22"/>
                <w:szCs w:val="22"/>
              </w:rPr>
              <w:t xml:space="preserve"> construct nests and f</w:t>
            </w:r>
            <w:r w:rsidRPr="00107963">
              <w:rPr>
                <w:rFonts w:ascii="Arial" w:hAnsi="Arial" w:cs="Arial"/>
                <w:sz w:val="22"/>
                <w:szCs w:val="22"/>
              </w:rPr>
              <w:t>orag</w:t>
            </w:r>
            <w:r>
              <w:rPr>
                <w:rFonts w:ascii="Arial" w:hAnsi="Arial" w:cs="Arial"/>
                <w:sz w:val="22"/>
                <w:szCs w:val="22"/>
              </w:rPr>
              <w:t>e</w:t>
            </w:r>
            <w:r w:rsidRPr="00107963">
              <w:rPr>
                <w:rFonts w:ascii="Arial" w:hAnsi="Arial" w:cs="Arial"/>
                <w:sz w:val="22"/>
                <w:szCs w:val="22"/>
              </w:rPr>
              <w:t xml:space="preserve"> for invertebrate food</w:t>
            </w:r>
            <w:r>
              <w:rPr>
                <w:rFonts w:ascii="Arial" w:hAnsi="Arial" w:cs="Arial"/>
                <w:sz w:val="22"/>
                <w:szCs w:val="22"/>
              </w:rPr>
              <w:t xml:space="preserve"> </w:t>
            </w:r>
            <w:r w:rsidRPr="00E077F8">
              <w:rPr>
                <w:rFonts w:ascii="Arial" w:hAnsi="Arial" w:cs="Arial"/>
                <w:sz w:val="22"/>
                <w:szCs w:val="22"/>
              </w:rPr>
              <w:t xml:space="preserve">and </w:t>
            </w:r>
            <w:r>
              <w:rPr>
                <w:rFonts w:ascii="Arial" w:hAnsi="Arial" w:cs="Arial"/>
                <w:sz w:val="22"/>
                <w:szCs w:val="22"/>
              </w:rPr>
              <w:t xml:space="preserve">may have degraded or destroyed potential refuges during times of drought </w:t>
            </w:r>
            <w:r w:rsidRPr="00E077F8">
              <w:rPr>
                <w:rFonts w:ascii="Arial" w:hAnsi="Arial" w:cs="Arial"/>
                <w:sz w:val="22"/>
                <w:szCs w:val="22"/>
              </w:rPr>
              <w:t>(</w:t>
            </w:r>
            <w:r>
              <w:rPr>
                <w:rFonts w:ascii="Arial" w:hAnsi="Arial" w:cs="Arial"/>
                <w:sz w:val="22"/>
                <w:szCs w:val="22"/>
              </w:rPr>
              <w:t xml:space="preserve">Richards 2004; </w:t>
            </w:r>
            <w:r w:rsidRPr="00E077F8">
              <w:rPr>
                <w:rFonts w:ascii="Arial" w:hAnsi="Arial" w:cs="Arial"/>
                <w:sz w:val="22"/>
                <w:szCs w:val="22"/>
              </w:rPr>
              <w:t xml:space="preserve">Tunbridge 1993; Morton et al. 1995). </w:t>
            </w:r>
          </w:p>
          <w:p w14:paraId="2CB35629" w14:textId="77777777" w:rsidR="00FC07FD" w:rsidRDefault="00FC07FD" w:rsidP="00575BF9">
            <w:pPr>
              <w:rPr>
                <w:rFonts w:ascii="Arial" w:hAnsi="Arial" w:cs="Arial"/>
                <w:color w:val="FF0000"/>
                <w:sz w:val="22"/>
                <w:szCs w:val="22"/>
              </w:rPr>
            </w:pPr>
          </w:p>
          <w:p w14:paraId="76FD36F6" w14:textId="77777777" w:rsidR="00FC07FD" w:rsidRPr="002B5001" w:rsidRDefault="00FC07FD" w:rsidP="00575BF9">
            <w:pPr>
              <w:spacing w:after="120"/>
              <w:rPr>
                <w:rFonts w:ascii="Arial" w:hAnsi="Arial" w:cs="Arial"/>
                <w:sz w:val="22"/>
                <w:szCs w:val="22"/>
              </w:rPr>
            </w:pPr>
            <w:r w:rsidRPr="00E077F8">
              <w:rPr>
                <w:rFonts w:ascii="Arial" w:hAnsi="Arial" w:cs="Arial"/>
                <w:sz w:val="22"/>
                <w:szCs w:val="22"/>
              </w:rPr>
              <w:t xml:space="preserve">Trampling by stock compacts and powders topsoil, renders soil too loose for digging (Dickman 1993). </w:t>
            </w:r>
            <w:r>
              <w:rPr>
                <w:rFonts w:ascii="Arial" w:hAnsi="Arial" w:cs="Arial"/>
                <w:sz w:val="22"/>
                <w:szCs w:val="22"/>
              </w:rPr>
              <w:t>T</w:t>
            </w:r>
            <w:r w:rsidRPr="00E077F8">
              <w:rPr>
                <w:rFonts w:ascii="Arial" w:hAnsi="Arial" w:cs="Arial"/>
                <w:sz w:val="22"/>
                <w:szCs w:val="22"/>
              </w:rPr>
              <w:t xml:space="preserve">he </w:t>
            </w:r>
            <w:r>
              <w:rPr>
                <w:rFonts w:ascii="Arial" w:hAnsi="Arial" w:cs="Arial"/>
                <w:sz w:val="22"/>
                <w:szCs w:val="22"/>
              </w:rPr>
              <w:t xml:space="preserve">Liverpool Plains Striped Bandicoot, like other bandicoot species, likely </w:t>
            </w:r>
            <w:r w:rsidRPr="00C2710A">
              <w:rPr>
                <w:rFonts w:ascii="Arial" w:hAnsi="Arial" w:cs="Arial"/>
                <w:iCs/>
                <w:sz w:val="22"/>
                <w:szCs w:val="22"/>
              </w:rPr>
              <w:t>excavated much of its food</w:t>
            </w:r>
            <w:r>
              <w:rPr>
                <w:rFonts w:ascii="Arial" w:hAnsi="Arial" w:cs="Arial"/>
                <w:iCs/>
                <w:sz w:val="22"/>
                <w:szCs w:val="22"/>
              </w:rPr>
              <w:t xml:space="preserve">, which would have been more difficult following the arrival of stock. </w:t>
            </w:r>
          </w:p>
        </w:tc>
      </w:tr>
      <w:tr w:rsidR="00FC07FD" w:rsidRPr="00481551" w14:paraId="66B63AEE" w14:textId="77777777" w:rsidTr="00575BF9">
        <w:tc>
          <w:tcPr>
            <w:tcW w:w="1821" w:type="dxa"/>
          </w:tcPr>
          <w:p w14:paraId="09962EFB" w14:textId="77777777" w:rsidR="00FC07FD" w:rsidRDefault="00FC07FD" w:rsidP="00575BF9">
            <w:pPr>
              <w:rPr>
                <w:rFonts w:ascii="Arial" w:hAnsi="Arial" w:cs="Arial"/>
                <w:sz w:val="22"/>
                <w:szCs w:val="22"/>
              </w:rPr>
            </w:pPr>
            <w:r>
              <w:rPr>
                <w:rFonts w:ascii="Arial" w:hAnsi="Arial" w:cs="Arial"/>
                <w:sz w:val="22"/>
                <w:szCs w:val="22"/>
              </w:rPr>
              <w:t>Habitat degradation and resource depletion by introduced European rabbits (</w:t>
            </w:r>
            <w:r w:rsidRPr="00651FC0">
              <w:rPr>
                <w:rFonts w:ascii="Arial" w:hAnsi="Arial" w:cs="Arial"/>
                <w:i/>
                <w:sz w:val="22"/>
                <w:szCs w:val="22"/>
              </w:rPr>
              <w:t>Oryctolagus cuniculus</w:t>
            </w:r>
            <w:r>
              <w:rPr>
                <w:rFonts w:ascii="Arial" w:hAnsi="Arial" w:cs="Arial"/>
                <w:sz w:val="22"/>
                <w:szCs w:val="22"/>
              </w:rPr>
              <w:t>)</w:t>
            </w:r>
          </w:p>
        </w:tc>
        <w:tc>
          <w:tcPr>
            <w:tcW w:w="2852" w:type="dxa"/>
            <w:shd w:val="clear" w:color="auto" w:fill="auto"/>
          </w:tcPr>
          <w:p w14:paraId="61950B9A" w14:textId="77777777" w:rsidR="00FC07FD" w:rsidRPr="00AF6185" w:rsidRDefault="00FC07FD" w:rsidP="00575BF9">
            <w:pPr>
              <w:pStyle w:val="CAtabledot"/>
              <w:rPr>
                <w:color w:val="auto"/>
              </w:rPr>
            </w:pPr>
            <w:r w:rsidRPr="00AF6185">
              <w:rPr>
                <w:color w:val="auto"/>
              </w:rPr>
              <w:t>Status: Historical</w:t>
            </w:r>
          </w:p>
          <w:p w14:paraId="2DEB0A88" w14:textId="77777777" w:rsidR="00FC07FD" w:rsidRPr="00AF6185" w:rsidRDefault="00FC07FD" w:rsidP="00575BF9">
            <w:pPr>
              <w:pStyle w:val="CAtabledot"/>
              <w:rPr>
                <w:color w:val="auto"/>
              </w:rPr>
            </w:pPr>
            <w:r w:rsidRPr="00AF6185">
              <w:rPr>
                <w:color w:val="auto"/>
              </w:rPr>
              <w:t>Confidence: Suspected</w:t>
            </w:r>
          </w:p>
          <w:p w14:paraId="2CFFD95A" w14:textId="77777777" w:rsidR="00FC07FD" w:rsidRPr="00AF6185" w:rsidRDefault="00FC07FD" w:rsidP="00575BF9">
            <w:pPr>
              <w:pStyle w:val="CAtabledot"/>
              <w:rPr>
                <w:color w:val="auto"/>
              </w:rPr>
            </w:pPr>
            <w:r w:rsidRPr="00AF6185">
              <w:rPr>
                <w:color w:val="auto"/>
              </w:rPr>
              <w:t>Consequence: Severe</w:t>
            </w:r>
          </w:p>
          <w:p w14:paraId="6E421248" w14:textId="77777777" w:rsidR="00FC07FD" w:rsidRPr="00AF6185" w:rsidRDefault="00FC07FD" w:rsidP="00575BF9">
            <w:pPr>
              <w:pStyle w:val="CAtabledot"/>
              <w:rPr>
                <w:color w:val="auto"/>
              </w:rPr>
            </w:pPr>
            <w:r w:rsidRPr="00AF6185">
              <w:rPr>
                <w:color w:val="auto"/>
              </w:rPr>
              <w:t>Extent: Across the entire range</w:t>
            </w:r>
          </w:p>
        </w:tc>
        <w:tc>
          <w:tcPr>
            <w:tcW w:w="5103" w:type="dxa"/>
          </w:tcPr>
          <w:p w14:paraId="77C44405" w14:textId="77777777" w:rsidR="00FC07FD" w:rsidRDefault="00FC07FD" w:rsidP="00575BF9">
            <w:pPr>
              <w:rPr>
                <w:rFonts w:ascii="Arial" w:hAnsi="Arial" w:cs="Arial"/>
                <w:sz w:val="22"/>
                <w:szCs w:val="22"/>
              </w:rPr>
            </w:pPr>
            <w:r>
              <w:rPr>
                <w:rFonts w:ascii="Arial" w:hAnsi="Arial" w:cs="Arial"/>
                <w:sz w:val="22"/>
                <w:szCs w:val="22"/>
              </w:rPr>
              <w:t xml:space="preserve">By the late-19th to early-20th century, European rabbits had spread throughout NSW and were recorded in high population densities (Lang 2008; Fenner 2010). </w:t>
            </w:r>
          </w:p>
          <w:p w14:paraId="3F727B5D" w14:textId="77777777" w:rsidR="00FC07FD" w:rsidRDefault="00FC07FD" w:rsidP="00575BF9">
            <w:pPr>
              <w:rPr>
                <w:rFonts w:ascii="Arial" w:hAnsi="Arial" w:cs="Arial"/>
                <w:sz w:val="22"/>
                <w:szCs w:val="22"/>
              </w:rPr>
            </w:pPr>
          </w:p>
          <w:p w14:paraId="25F368E4" w14:textId="77777777" w:rsidR="00FC07FD" w:rsidRDefault="00FC07FD" w:rsidP="00575BF9">
            <w:pPr>
              <w:rPr>
                <w:rFonts w:ascii="Arial" w:hAnsi="Arial" w:cs="Arial"/>
                <w:sz w:val="22"/>
                <w:szCs w:val="22"/>
              </w:rPr>
            </w:pPr>
            <w:r>
              <w:rPr>
                <w:rFonts w:ascii="Arial" w:hAnsi="Arial" w:cs="Arial"/>
                <w:sz w:val="22"/>
                <w:szCs w:val="22"/>
              </w:rPr>
              <w:t xml:space="preserve">The presumed extinction date of the </w:t>
            </w:r>
            <w:r>
              <w:rPr>
                <w:rFonts w:ascii="Arial" w:hAnsi="Arial" w:cs="Arial"/>
                <w:iCs/>
                <w:sz w:val="22"/>
                <w:szCs w:val="22"/>
              </w:rPr>
              <w:t>Liverpool Plains</w:t>
            </w:r>
            <w:r w:rsidRPr="00182D28">
              <w:rPr>
                <w:rFonts w:ascii="Arial" w:hAnsi="Arial" w:cs="Arial"/>
                <w:iCs/>
                <w:sz w:val="22"/>
                <w:szCs w:val="22"/>
              </w:rPr>
              <w:t xml:space="preserve"> Striped Bandicoot</w:t>
            </w:r>
            <w:r>
              <w:rPr>
                <w:rFonts w:ascii="Arial" w:hAnsi="Arial" w:cs="Arial"/>
                <w:sz w:val="22"/>
                <w:szCs w:val="22"/>
              </w:rPr>
              <w:t xml:space="preserve"> pre</w:t>
            </w:r>
            <w:r>
              <w:rPr>
                <w:rFonts w:ascii="Arial" w:hAnsi="Arial" w:cs="Arial"/>
                <w:sz w:val="22"/>
                <w:szCs w:val="22"/>
              </w:rPr>
              <w:noBreakHyphen/>
              <w:t>dates the arrival of the rabbit. However, if remnant populations were still extant at that time, the introduction of the rabbit would have impacted their survival.</w:t>
            </w:r>
          </w:p>
          <w:p w14:paraId="060BBEF6" w14:textId="77777777" w:rsidR="00FC07FD" w:rsidRDefault="00FC07FD" w:rsidP="00575BF9">
            <w:pPr>
              <w:rPr>
                <w:rFonts w:ascii="Arial" w:hAnsi="Arial" w:cs="Arial"/>
                <w:sz w:val="22"/>
                <w:szCs w:val="22"/>
              </w:rPr>
            </w:pPr>
          </w:p>
          <w:p w14:paraId="0BA98577" w14:textId="77777777" w:rsidR="00FC07FD" w:rsidRDefault="00FC07FD" w:rsidP="00575BF9">
            <w:pPr>
              <w:rPr>
                <w:rFonts w:ascii="Arial" w:hAnsi="Arial" w:cs="Arial"/>
                <w:sz w:val="22"/>
                <w:szCs w:val="22"/>
              </w:rPr>
            </w:pPr>
            <w:r>
              <w:rPr>
                <w:rFonts w:ascii="Arial" w:hAnsi="Arial" w:cs="Arial"/>
                <w:sz w:val="22"/>
                <w:szCs w:val="22"/>
              </w:rPr>
              <w:t xml:space="preserve">Rabbits compete with native fauna for food and degrade the habitat by intensively grazing on native vegetation and ringbarking trees (Richards </w:t>
            </w:r>
            <w:r>
              <w:rPr>
                <w:rFonts w:ascii="Arial" w:hAnsi="Arial" w:cs="Arial"/>
                <w:sz w:val="22"/>
                <w:szCs w:val="22"/>
              </w:rPr>
              <w:lastRenderedPageBreak/>
              <w:t>2004)</w:t>
            </w:r>
            <w:r w:rsidRPr="00A90101">
              <w:rPr>
                <w:rFonts w:ascii="Arial" w:hAnsi="Arial" w:cs="Arial"/>
                <w:sz w:val="22"/>
                <w:szCs w:val="22"/>
              </w:rPr>
              <w:t xml:space="preserve">. </w:t>
            </w:r>
            <w:r>
              <w:rPr>
                <w:rFonts w:ascii="Arial" w:hAnsi="Arial" w:cs="Arial"/>
                <w:sz w:val="22"/>
                <w:szCs w:val="22"/>
              </w:rPr>
              <w:t>In large numbers, rabbits turn areas of productive, well-vegetated country into a virtual desert, greatly impacting sympatric mammals (</w:t>
            </w:r>
            <w:r w:rsidRPr="004C74A5">
              <w:rPr>
                <w:rFonts w:ascii="Arial" w:hAnsi="Arial" w:cs="Arial"/>
                <w:sz w:val="22"/>
                <w:szCs w:val="22"/>
              </w:rPr>
              <w:t>Johnson 2006</w:t>
            </w:r>
            <w:r>
              <w:rPr>
                <w:rFonts w:ascii="Arial" w:hAnsi="Arial" w:cs="Arial"/>
                <w:sz w:val="22"/>
                <w:szCs w:val="22"/>
              </w:rPr>
              <w:t>). A reduction in shrub cover</w:t>
            </w:r>
            <w:r w:rsidRPr="00107963">
              <w:rPr>
                <w:rFonts w:ascii="Arial" w:hAnsi="Arial" w:cs="Arial"/>
                <w:sz w:val="22"/>
                <w:szCs w:val="22"/>
              </w:rPr>
              <w:t xml:space="preserve">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the ability of </w:t>
            </w:r>
            <w:r>
              <w:rPr>
                <w:rFonts w:ascii="Arial" w:hAnsi="Arial" w:cs="Arial"/>
                <w:sz w:val="22"/>
                <w:szCs w:val="22"/>
              </w:rPr>
              <w:t xml:space="preserve">the bandicoot </w:t>
            </w:r>
            <w:r w:rsidRPr="00107963">
              <w:rPr>
                <w:rFonts w:ascii="Arial" w:hAnsi="Arial" w:cs="Arial"/>
                <w:sz w:val="22"/>
                <w:szCs w:val="22"/>
              </w:rPr>
              <w:t>to</w:t>
            </w:r>
            <w:r>
              <w:rPr>
                <w:rFonts w:ascii="Arial" w:hAnsi="Arial" w:cs="Arial"/>
                <w:sz w:val="22"/>
                <w:szCs w:val="22"/>
              </w:rPr>
              <w:t xml:space="preserve"> </w:t>
            </w:r>
            <w:r w:rsidRPr="00107963">
              <w:rPr>
                <w:rFonts w:ascii="Arial" w:hAnsi="Arial" w:cs="Arial"/>
                <w:sz w:val="22"/>
                <w:szCs w:val="22"/>
              </w:rPr>
              <w:t xml:space="preserve">construct nests </w:t>
            </w:r>
            <w:r>
              <w:rPr>
                <w:rFonts w:ascii="Arial" w:hAnsi="Arial" w:cs="Arial"/>
                <w:sz w:val="22"/>
                <w:szCs w:val="22"/>
              </w:rPr>
              <w:t xml:space="preserve">for protection </w:t>
            </w:r>
            <w:r w:rsidRPr="00107963">
              <w:rPr>
                <w:rFonts w:ascii="Arial" w:hAnsi="Arial" w:cs="Arial"/>
                <w:sz w:val="22"/>
                <w:szCs w:val="22"/>
              </w:rPr>
              <w:t xml:space="preserve">from predators </w:t>
            </w:r>
            <w:r>
              <w:rPr>
                <w:rFonts w:ascii="Arial" w:hAnsi="Arial" w:cs="Arial"/>
                <w:sz w:val="22"/>
                <w:szCs w:val="22"/>
              </w:rPr>
              <w:t xml:space="preserve">and </w:t>
            </w:r>
            <w:r w:rsidRPr="00107963">
              <w:rPr>
                <w:rFonts w:ascii="Arial" w:hAnsi="Arial" w:cs="Arial"/>
                <w:sz w:val="22"/>
                <w:szCs w:val="22"/>
              </w:rPr>
              <w:t>extremes of temperature</w:t>
            </w:r>
            <w:r>
              <w:rPr>
                <w:rFonts w:ascii="Arial" w:hAnsi="Arial" w:cs="Arial"/>
                <w:sz w:val="22"/>
                <w:szCs w:val="22"/>
              </w:rPr>
              <w:t>,</w:t>
            </w:r>
            <w:r w:rsidRPr="00107963">
              <w:rPr>
                <w:rFonts w:ascii="Arial" w:hAnsi="Arial" w:cs="Arial"/>
                <w:sz w:val="22"/>
                <w:szCs w:val="22"/>
              </w:rPr>
              <w:t xml:space="preserve"> and </w:t>
            </w:r>
            <w:r>
              <w:rPr>
                <w:rFonts w:ascii="Arial" w:hAnsi="Arial" w:cs="Arial"/>
                <w:sz w:val="22"/>
                <w:szCs w:val="22"/>
              </w:rPr>
              <w:t>limited f</w:t>
            </w:r>
            <w:r w:rsidRPr="00107963">
              <w:rPr>
                <w:rFonts w:ascii="Arial" w:hAnsi="Arial" w:cs="Arial"/>
                <w:sz w:val="22"/>
                <w:szCs w:val="22"/>
              </w:rPr>
              <w:t>oraging site</w:t>
            </w:r>
            <w:r>
              <w:rPr>
                <w:rFonts w:ascii="Arial" w:hAnsi="Arial" w:cs="Arial"/>
                <w:sz w:val="22"/>
                <w:szCs w:val="22"/>
              </w:rPr>
              <w:t>s</w:t>
            </w:r>
            <w:r w:rsidRPr="00107963">
              <w:rPr>
                <w:rFonts w:ascii="Arial" w:hAnsi="Arial" w:cs="Arial"/>
                <w:sz w:val="22"/>
                <w:szCs w:val="22"/>
              </w:rPr>
              <w:t xml:space="preserve"> for </w:t>
            </w:r>
            <w:r>
              <w:rPr>
                <w:rFonts w:ascii="Arial" w:hAnsi="Arial" w:cs="Arial"/>
                <w:sz w:val="22"/>
                <w:szCs w:val="22"/>
              </w:rPr>
              <w:t xml:space="preserve">their </w:t>
            </w:r>
            <w:r w:rsidRPr="00107963">
              <w:rPr>
                <w:rFonts w:ascii="Arial" w:hAnsi="Arial" w:cs="Arial"/>
                <w:sz w:val="22"/>
                <w:szCs w:val="22"/>
              </w:rPr>
              <w:t xml:space="preserve">invertebrate </w:t>
            </w:r>
            <w:r>
              <w:rPr>
                <w:rFonts w:ascii="Arial" w:hAnsi="Arial" w:cs="Arial"/>
                <w:sz w:val="22"/>
                <w:szCs w:val="22"/>
              </w:rPr>
              <w:t>diet (Richards 2004).</w:t>
            </w:r>
          </w:p>
          <w:p w14:paraId="0171CC26" w14:textId="77777777" w:rsidR="00FC07FD" w:rsidRDefault="00FC07FD" w:rsidP="00575BF9">
            <w:pPr>
              <w:rPr>
                <w:rFonts w:ascii="Arial" w:hAnsi="Arial" w:cs="Arial"/>
                <w:sz w:val="22"/>
                <w:szCs w:val="22"/>
              </w:rPr>
            </w:pPr>
          </w:p>
          <w:p w14:paraId="05B17DD6" w14:textId="77777777" w:rsidR="00FC07FD" w:rsidRDefault="00FC07FD" w:rsidP="00575BF9">
            <w:pPr>
              <w:rPr>
                <w:rFonts w:ascii="Arial" w:hAnsi="Arial" w:cs="Arial"/>
                <w:sz w:val="22"/>
                <w:szCs w:val="22"/>
              </w:rPr>
            </w:pPr>
            <w:r>
              <w:rPr>
                <w:rFonts w:ascii="Arial" w:hAnsi="Arial" w:cs="Arial"/>
                <w:sz w:val="22"/>
                <w:szCs w:val="22"/>
              </w:rPr>
              <w:t>Rabbits, with high standing biomass and high rate of increase, provide abundant prey for predators as native species decline. Therefore, rabbit presence supports elevated predator populations and predation pressures on native mammalian species. Also, native species are easier to catch, being without the behavioural or morphological defences to avoid detection or capture (Richards 2004; Pedler et al. 2016; Radford et al. 2018).</w:t>
            </w:r>
          </w:p>
          <w:p w14:paraId="05353EC8" w14:textId="77777777" w:rsidR="00FC07FD" w:rsidRDefault="00FC07FD" w:rsidP="00575BF9">
            <w:pPr>
              <w:autoSpaceDE w:val="0"/>
              <w:autoSpaceDN w:val="0"/>
              <w:adjustRightInd w:val="0"/>
              <w:rPr>
                <w:rFonts w:ascii="Arial" w:hAnsi="Arial" w:cs="Arial"/>
                <w:sz w:val="22"/>
                <w:szCs w:val="22"/>
              </w:rPr>
            </w:pPr>
          </w:p>
        </w:tc>
      </w:tr>
      <w:tr w:rsidR="00FC07FD" w:rsidRPr="00481551" w14:paraId="25B0371C" w14:textId="77777777" w:rsidTr="00575BF9">
        <w:tc>
          <w:tcPr>
            <w:tcW w:w="9776" w:type="dxa"/>
            <w:gridSpan w:val="3"/>
          </w:tcPr>
          <w:p w14:paraId="77FFA6D5" w14:textId="77777777" w:rsidR="00FC07FD" w:rsidRDefault="00FC07FD" w:rsidP="00575BF9">
            <w:pPr>
              <w:rPr>
                <w:rFonts w:ascii="Arial" w:hAnsi="Arial" w:cs="Arial"/>
                <w:sz w:val="22"/>
                <w:szCs w:val="22"/>
              </w:rPr>
            </w:pPr>
            <w:r>
              <w:rPr>
                <w:rFonts w:ascii="Arial" w:hAnsi="Arial" w:cs="Arial"/>
                <w:sz w:val="22"/>
                <w:szCs w:val="22"/>
              </w:rPr>
              <w:lastRenderedPageBreak/>
              <w:t>Fire</w:t>
            </w:r>
          </w:p>
        </w:tc>
      </w:tr>
      <w:tr w:rsidR="00FC07FD" w:rsidRPr="00481551" w14:paraId="537A5D5A" w14:textId="77777777" w:rsidTr="00575BF9">
        <w:tc>
          <w:tcPr>
            <w:tcW w:w="1821" w:type="dxa"/>
          </w:tcPr>
          <w:p w14:paraId="743EFF37" w14:textId="77777777" w:rsidR="00FC07FD" w:rsidRDefault="00FC07FD" w:rsidP="00575BF9">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2FD1DD37" w14:textId="77777777" w:rsidR="00FC07FD" w:rsidRPr="00AF6185" w:rsidRDefault="00FC07FD" w:rsidP="00575BF9">
            <w:pPr>
              <w:pStyle w:val="CAtabledot"/>
              <w:rPr>
                <w:color w:val="auto"/>
              </w:rPr>
            </w:pPr>
            <w:r w:rsidRPr="00AF6185">
              <w:rPr>
                <w:color w:val="auto"/>
              </w:rPr>
              <w:t>Status: Historical</w:t>
            </w:r>
          </w:p>
          <w:p w14:paraId="212040C1" w14:textId="77777777" w:rsidR="00FC07FD" w:rsidRPr="00AF6185" w:rsidRDefault="00FC07FD" w:rsidP="00575BF9">
            <w:pPr>
              <w:pStyle w:val="CAtabledot"/>
              <w:rPr>
                <w:color w:val="auto"/>
              </w:rPr>
            </w:pPr>
            <w:r w:rsidRPr="00AF6185">
              <w:rPr>
                <w:color w:val="auto"/>
              </w:rPr>
              <w:t>Confidence: Suspected</w:t>
            </w:r>
          </w:p>
          <w:p w14:paraId="6D60E14F" w14:textId="77777777" w:rsidR="00FC07FD" w:rsidRPr="00AF6185" w:rsidRDefault="00FC07FD" w:rsidP="00575BF9">
            <w:pPr>
              <w:pStyle w:val="CAtabledot"/>
              <w:rPr>
                <w:color w:val="auto"/>
              </w:rPr>
            </w:pPr>
            <w:r w:rsidRPr="00AF6185">
              <w:rPr>
                <w:color w:val="auto"/>
              </w:rPr>
              <w:t xml:space="preserve">Consequence: </w:t>
            </w:r>
            <w:r w:rsidRPr="0047672E">
              <w:rPr>
                <w:color w:val="auto"/>
              </w:rPr>
              <w:t>Unknown</w:t>
            </w:r>
          </w:p>
          <w:p w14:paraId="38B0928E" w14:textId="77777777" w:rsidR="00FC07FD" w:rsidRPr="00AF6185" w:rsidRDefault="00FC07FD" w:rsidP="00575BF9">
            <w:pPr>
              <w:pStyle w:val="CAtabledot"/>
              <w:rPr>
                <w:color w:val="auto"/>
              </w:rPr>
            </w:pPr>
            <w:r w:rsidRPr="00AF6185">
              <w:rPr>
                <w:color w:val="auto"/>
              </w:rPr>
              <w:t>Extent: Across the entire range</w:t>
            </w:r>
          </w:p>
        </w:tc>
        <w:tc>
          <w:tcPr>
            <w:tcW w:w="5103" w:type="dxa"/>
          </w:tcPr>
          <w:p w14:paraId="68F318FE" w14:textId="77777777" w:rsidR="00FC07FD" w:rsidRDefault="00FC07FD" w:rsidP="00575BF9">
            <w:pPr>
              <w:rPr>
                <w:rFonts w:ascii="Arial" w:hAnsi="Arial" w:cs="Arial"/>
                <w:sz w:val="22"/>
                <w:szCs w:val="22"/>
              </w:rPr>
            </w:pPr>
            <w:r>
              <w:rPr>
                <w:rFonts w:ascii="Arial" w:hAnsi="Arial" w:cs="Arial"/>
                <w:sz w:val="22"/>
                <w:szCs w:val="22"/>
              </w:rPr>
              <w:t xml:space="preserve">The degree to which a change in fire regime impacted the </w:t>
            </w:r>
            <w:r>
              <w:rPr>
                <w:rFonts w:ascii="Arial" w:hAnsi="Arial" w:cs="Arial"/>
                <w:iCs/>
                <w:sz w:val="22"/>
                <w:szCs w:val="22"/>
              </w:rPr>
              <w:t>Liverpool Plains</w:t>
            </w:r>
            <w:r w:rsidRPr="00182D28">
              <w:rPr>
                <w:rFonts w:ascii="Arial" w:hAnsi="Arial" w:cs="Arial"/>
                <w:iCs/>
                <w:sz w:val="22"/>
                <w:szCs w:val="22"/>
              </w:rPr>
              <w:t xml:space="preserve"> Striped Bandicoot</w:t>
            </w:r>
            <w:r>
              <w:rPr>
                <w:rFonts w:ascii="Arial" w:hAnsi="Arial" w:cs="Arial"/>
                <w:sz w:val="22"/>
                <w:szCs w:val="22"/>
              </w:rPr>
              <w:t xml:space="preserve"> is unknown. Johnson (2006) believed that a change in fire regime made little direct contribution to mammal extinctions, with declines related to increased predator activity after fire and not the fire itself (Leahy et al. 2015; McGregor et al. 2015; </w:t>
            </w:r>
            <w:r w:rsidRPr="00CC73B2">
              <w:rPr>
                <w:rFonts w:ascii="Arial" w:hAnsi="Arial" w:cs="Arial"/>
                <w:sz w:val="22"/>
                <w:szCs w:val="22"/>
                <w:shd w:val="clear" w:color="auto" w:fill="FFFFFF" w:themeFill="background1"/>
              </w:rPr>
              <w:t>Hradsky</w:t>
            </w:r>
            <w:r>
              <w:rPr>
                <w:rFonts w:ascii="Arial" w:hAnsi="Arial" w:cs="Arial"/>
                <w:sz w:val="22"/>
                <w:szCs w:val="22"/>
              </w:rPr>
              <w:t xml:space="preserve"> et al. 2017). </w:t>
            </w:r>
          </w:p>
          <w:p w14:paraId="5112A615" w14:textId="77777777" w:rsidR="00FC07FD" w:rsidRDefault="00FC07FD" w:rsidP="00575BF9">
            <w:pPr>
              <w:rPr>
                <w:rFonts w:ascii="Arial" w:hAnsi="Arial" w:cs="Arial"/>
                <w:sz w:val="22"/>
                <w:szCs w:val="22"/>
              </w:rPr>
            </w:pPr>
          </w:p>
        </w:tc>
      </w:tr>
    </w:tbl>
    <w:p w14:paraId="185C2ADA" w14:textId="77777777" w:rsidR="00FC07FD" w:rsidRDefault="00FC07FD" w:rsidP="00FC07FD">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22E4A8EA" w14:textId="77777777" w:rsidR="00FC07FD" w:rsidRDefault="00FC07FD" w:rsidP="00FC07FD">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3930E9EE" w14:textId="77777777" w:rsidR="00FC07FD" w:rsidRDefault="00FC07FD" w:rsidP="00FC07FD">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248B2FE5" w14:textId="77777777" w:rsidR="00FC07FD" w:rsidRDefault="00FC07FD" w:rsidP="00FC07FD">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0AB93544" w14:textId="77777777" w:rsidR="00FC07FD" w:rsidRDefault="00FC07FD" w:rsidP="00FC07FD">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7E3D39B5" w14:textId="77777777" w:rsidR="00FC07FD" w:rsidRPr="00866BC1" w:rsidRDefault="00FC07FD" w:rsidP="00FC07FD">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6FCF5359" w14:textId="77777777" w:rsidR="0069169C" w:rsidRDefault="0069169C" w:rsidP="0069169C">
      <w:pPr>
        <w:pStyle w:val="CAmajorheading"/>
      </w:pPr>
    </w:p>
    <w:p w14:paraId="71590D89" w14:textId="5001CAD6" w:rsidR="00F328C0" w:rsidRDefault="002939A8" w:rsidP="0069169C">
      <w:pPr>
        <w:pStyle w:val="CAmajorheading"/>
      </w:pPr>
      <w:r w:rsidRPr="003F4D21">
        <w:t>Assessment of available information</w:t>
      </w:r>
      <w:r w:rsidR="0009403D" w:rsidRPr="003F4D21">
        <w:t xml:space="preserve"> in relation to the EPBC Act C</w:t>
      </w:r>
      <w:r w:rsidR="003445DF" w:rsidRPr="003F4D21">
        <w:t>riteria and Regulations</w:t>
      </w:r>
    </w:p>
    <w:p w14:paraId="5078C283" w14:textId="77777777" w:rsidR="005613B6" w:rsidRDefault="005613B6" w:rsidP="0069169C"/>
    <w:p w14:paraId="349322B6" w14:textId="7AF696CA" w:rsidR="00716363" w:rsidRDefault="00716363" w:rsidP="0069169C">
      <w:pPr>
        <w:rPr>
          <w:rFonts w:ascii="Arial" w:hAnsi="Arial" w:cs="Arial"/>
          <w:iCs/>
          <w:sz w:val="22"/>
          <w:szCs w:val="22"/>
        </w:rPr>
      </w:pPr>
      <w:r>
        <w:rPr>
          <w:rFonts w:ascii="Arial" w:hAnsi="Arial" w:cs="Arial"/>
          <w:iCs/>
          <w:sz w:val="22"/>
          <w:szCs w:val="22"/>
        </w:rPr>
        <w:t xml:space="preserve">The </w:t>
      </w:r>
      <w:r w:rsidR="002E54D1">
        <w:rPr>
          <w:rFonts w:ascii="Arial" w:hAnsi="Arial" w:cs="Arial"/>
          <w:sz w:val="22"/>
          <w:szCs w:val="22"/>
        </w:rPr>
        <w:t xml:space="preserve">Liverpool Plains Striped Bandicoot </w:t>
      </w:r>
      <w:r>
        <w:rPr>
          <w:rFonts w:ascii="Arial" w:hAnsi="Arial" w:cs="Arial"/>
          <w:iCs/>
          <w:sz w:val="22"/>
          <w:szCs w:val="22"/>
        </w:rPr>
        <w:t>is k</w:t>
      </w:r>
      <w:r w:rsidRPr="008F6FA2">
        <w:rPr>
          <w:rFonts w:ascii="Arial" w:hAnsi="Arial" w:cs="Arial"/>
          <w:iCs/>
          <w:sz w:val="22"/>
          <w:szCs w:val="22"/>
        </w:rPr>
        <w:t>now</w:t>
      </w:r>
      <w:r>
        <w:rPr>
          <w:rFonts w:ascii="Arial" w:hAnsi="Arial" w:cs="Arial"/>
          <w:iCs/>
          <w:sz w:val="22"/>
          <w:szCs w:val="22"/>
        </w:rPr>
        <w:t xml:space="preserve">n </w:t>
      </w:r>
      <w:r w:rsidR="002E54D1">
        <w:rPr>
          <w:rFonts w:ascii="Arial" w:hAnsi="Arial" w:cs="Arial"/>
          <w:iCs/>
          <w:sz w:val="22"/>
          <w:szCs w:val="22"/>
        </w:rPr>
        <w:t>only from</w:t>
      </w:r>
      <w:r>
        <w:rPr>
          <w:rFonts w:ascii="Arial" w:hAnsi="Arial" w:cs="Arial"/>
          <w:iCs/>
          <w:sz w:val="22"/>
          <w:szCs w:val="22"/>
        </w:rPr>
        <w:t xml:space="preserve"> specimens</w:t>
      </w:r>
      <w:r w:rsidR="002E54D1">
        <w:rPr>
          <w:rFonts w:ascii="Arial" w:hAnsi="Arial" w:cs="Arial"/>
          <w:iCs/>
          <w:sz w:val="22"/>
          <w:szCs w:val="22"/>
        </w:rPr>
        <w:t xml:space="preserve"> collected from</w:t>
      </w:r>
      <w:r w:rsidR="00901501">
        <w:rPr>
          <w:rFonts w:ascii="Arial" w:hAnsi="Arial" w:cs="Arial"/>
          <w:iCs/>
          <w:sz w:val="22"/>
          <w:szCs w:val="22"/>
        </w:rPr>
        <w:t xml:space="preserve"> the Liverpool Plains,</w:t>
      </w:r>
      <w:r w:rsidR="002E54D1">
        <w:rPr>
          <w:rFonts w:ascii="Arial" w:hAnsi="Arial" w:cs="Arial"/>
          <w:iCs/>
          <w:sz w:val="22"/>
          <w:szCs w:val="22"/>
        </w:rPr>
        <w:t xml:space="preserve"> </w:t>
      </w:r>
      <w:r>
        <w:rPr>
          <w:rFonts w:ascii="Arial" w:hAnsi="Arial" w:cs="Arial"/>
          <w:sz w:val="22"/>
          <w:szCs w:val="22"/>
        </w:rPr>
        <w:t xml:space="preserve">inland </w:t>
      </w:r>
      <w:r w:rsidR="002E54D1">
        <w:rPr>
          <w:rFonts w:ascii="Arial" w:hAnsi="Arial" w:cs="Arial"/>
          <w:sz w:val="22"/>
          <w:szCs w:val="22"/>
        </w:rPr>
        <w:t>eastern</w:t>
      </w:r>
      <w:r>
        <w:rPr>
          <w:rFonts w:ascii="Arial" w:hAnsi="Arial" w:cs="Arial"/>
          <w:sz w:val="22"/>
          <w:szCs w:val="22"/>
        </w:rPr>
        <w:t xml:space="preserve"> </w:t>
      </w:r>
      <w:r w:rsidR="001A71DA">
        <w:rPr>
          <w:rFonts w:ascii="Arial" w:hAnsi="Arial" w:cs="Arial"/>
          <w:iCs/>
          <w:sz w:val="22"/>
          <w:szCs w:val="22"/>
        </w:rPr>
        <w:t>NSW</w:t>
      </w:r>
      <w:r w:rsidR="00901501">
        <w:rPr>
          <w:rFonts w:ascii="Arial" w:hAnsi="Arial" w:cs="Arial"/>
          <w:iCs/>
          <w:sz w:val="22"/>
          <w:szCs w:val="22"/>
        </w:rPr>
        <w:t>,</w:t>
      </w:r>
      <w:r w:rsidR="002E54D1">
        <w:rPr>
          <w:rFonts w:ascii="Arial" w:hAnsi="Arial" w:cs="Arial"/>
          <w:iCs/>
          <w:sz w:val="22"/>
          <w:szCs w:val="22"/>
        </w:rPr>
        <w:t xml:space="preserve"> </w:t>
      </w:r>
      <w:r w:rsidR="009C4EC2">
        <w:rPr>
          <w:rFonts w:ascii="Arial" w:hAnsi="Arial" w:cs="Arial"/>
          <w:iCs/>
          <w:sz w:val="22"/>
          <w:szCs w:val="22"/>
        </w:rPr>
        <w:t>with the last known collection in 1846</w:t>
      </w:r>
      <w:r>
        <w:rPr>
          <w:rFonts w:ascii="Arial" w:hAnsi="Arial" w:cs="Arial"/>
          <w:sz w:val="22"/>
          <w:szCs w:val="22"/>
        </w:rPr>
        <w:t xml:space="preserve">. Given the </w:t>
      </w:r>
      <w:r w:rsidR="00901501">
        <w:rPr>
          <w:rFonts w:ascii="Arial" w:hAnsi="Arial" w:cs="Arial"/>
          <w:sz w:val="22"/>
          <w:szCs w:val="22"/>
        </w:rPr>
        <w:t xml:space="preserve">taxonomic uncertainty and </w:t>
      </w:r>
      <w:r>
        <w:rPr>
          <w:rFonts w:ascii="Arial" w:hAnsi="Arial" w:cs="Arial"/>
          <w:sz w:val="22"/>
          <w:szCs w:val="22"/>
        </w:rPr>
        <w:t xml:space="preserve">poor collection data, </w:t>
      </w:r>
      <w:r>
        <w:rPr>
          <w:rFonts w:ascii="Arial" w:hAnsi="Arial" w:cs="Arial"/>
          <w:iCs/>
          <w:sz w:val="22"/>
          <w:szCs w:val="22"/>
        </w:rPr>
        <w:t xml:space="preserve">a likely decade of extinction </w:t>
      </w:r>
      <w:r w:rsidR="002E54D1">
        <w:rPr>
          <w:rFonts w:ascii="Arial" w:hAnsi="Arial" w:cs="Arial"/>
          <w:iCs/>
          <w:sz w:val="22"/>
          <w:szCs w:val="22"/>
        </w:rPr>
        <w:t>is unknown</w:t>
      </w:r>
      <w:r>
        <w:rPr>
          <w:rFonts w:ascii="Arial" w:hAnsi="Arial" w:cs="Arial"/>
          <w:iCs/>
          <w:sz w:val="22"/>
          <w:szCs w:val="22"/>
        </w:rPr>
        <w:t xml:space="preserve"> for this </w:t>
      </w:r>
      <w:r w:rsidR="00760E34">
        <w:rPr>
          <w:rFonts w:ascii="Arial" w:hAnsi="Arial" w:cs="Arial"/>
          <w:iCs/>
          <w:sz w:val="22"/>
          <w:szCs w:val="22"/>
        </w:rPr>
        <w:t>species but</w:t>
      </w:r>
      <w:r w:rsidR="00901501">
        <w:rPr>
          <w:rFonts w:ascii="Arial" w:hAnsi="Arial" w:cs="Arial"/>
          <w:iCs/>
          <w:sz w:val="22"/>
          <w:szCs w:val="22"/>
        </w:rPr>
        <w:t xml:space="preserve"> has been estimated to be </w:t>
      </w:r>
      <w:r w:rsidR="002E54D1">
        <w:rPr>
          <w:rFonts w:ascii="Arial" w:hAnsi="Arial" w:cs="Arial"/>
          <w:iCs/>
          <w:sz w:val="22"/>
          <w:szCs w:val="22"/>
        </w:rPr>
        <w:t xml:space="preserve">mid-19th century </w:t>
      </w:r>
      <w:r w:rsidR="002E54D1">
        <w:rPr>
          <w:rFonts w:ascii="Arial" w:hAnsi="Arial" w:cs="Arial"/>
          <w:sz w:val="22"/>
          <w:szCs w:val="22"/>
        </w:rPr>
        <w:t>(Woinarski et al. 2014</w:t>
      </w:r>
      <w:r w:rsidR="00A514AE">
        <w:rPr>
          <w:rFonts w:ascii="Arial" w:hAnsi="Arial" w:cs="Arial"/>
          <w:sz w:val="22"/>
          <w:szCs w:val="22"/>
        </w:rPr>
        <w:t>a</w:t>
      </w:r>
      <w:r w:rsidR="002E54D1">
        <w:rPr>
          <w:rFonts w:ascii="Arial" w:hAnsi="Arial" w:cs="Arial"/>
          <w:sz w:val="22"/>
          <w:szCs w:val="22"/>
        </w:rPr>
        <w:t>).</w:t>
      </w:r>
    </w:p>
    <w:p w14:paraId="0BA7631B" w14:textId="77777777" w:rsidR="00716363" w:rsidRDefault="00716363" w:rsidP="0069169C">
      <w:pPr>
        <w:rPr>
          <w:rFonts w:ascii="Arial" w:hAnsi="Arial" w:cs="Arial"/>
          <w:iCs/>
          <w:sz w:val="22"/>
          <w:szCs w:val="22"/>
        </w:rPr>
      </w:pPr>
    </w:p>
    <w:p w14:paraId="331429AA" w14:textId="6103AE9A" w:rsidR="002E54D1" w:rsidRPr="00CA0C28" w:rsidRDefault="002E54D1" w:rsidP="0069169C">
      <w:pPr>
        <w:autoSpaceDE w:val="0"/>
        <w:autoSpaceDN w:val="0"/>
        <w:adjustRightInd w:val="0"/>
        <w:rPr>
          <w:rFonts w:ascii="Arial" w:hAnsi="Arial" w:cs="Arial"/>
          <w:sz w:val="22"/>
          <w:szCs w:val="22"/>
        </w:rPr>
      </w:pPr>
      <w:r w:rsidRPr="00656490">
        <w:rPr>
          <w:rFonts w:ascii="Arial" w:hAnsi="Arial" w:cs="Arial"/>
          <w:sz w:val="22"/>
          <w:szCs w:val="22"/>
        </w:rPr>
        <w:t>T</w:t>
      </w:r>
      <w:r w:rsidR="00A45829" w:rsidRPr="00656490">
        <w:rPr>
          <w:rFonts w:ascii="Arial" w:hAnsi="Arial" w:cs="Arial"/>
          <w:sz w:val="22"/>
          <w:szCs w:val="22"/>
        </w:rPr>
        <w:t xml:space="preserve">he Liverpool Plains Striped Bandicoot is </w:t>
      </w:r>
      <w:r w:rsidR="00061668" w:rsidRPr="00656490">
        <w:rPr>
          <w:rFonts w:ascii="Arial" w:hAnsi="Arial" w:cs="Arial"/>
          <w:sz w:val="22"/>
          <w:szCs w:val="22"/>
        </w:rPr>
        <w:t>listed</w:t>
      </w:r>
      <w:r w:rsidR="00D14417" w:rsidRPr="00656490">
        <w:rPr>
          <w:rFonts w:ascii="Arial" w:hAnsi="Arial" w:cs="Arial"/>
          <w:sz w:val="22"/>
          <w:szCs w:val="22"/>
        </w:rPr>
        <w:t xml:space="preserve"> </w:t>
      </w:r>
      <w:r w:rsidR="00716363" w:rsidRPr="00656490">
        <w:rPr>
          <w:rFonts w:ascii="Arial" w:hAnsi="Arial" w:cs="Arial"/>
          <w:sz w:val="22"/>
          <w:szCs w:val="22"/>
        </w:rPr>
        <w:t xml:space="preserve">Extinct under the </w:t>
      </w:r>
      <w:r w:rsidRPr="00656490">
        <w:rPr>
          <w:rFonts w:ascii="Arial" w:hAnsi="Arial" w:cs="Arial"/>
          <w:i/>
          <w:sz w:val="22"/>
          <w:szCs w:val="22"/>
        </w:rPr>
        <w:t>EPBC Act</w:t>
      </w:r>
      <w:r w:rsidRPr="00656490">
        <w:rPr>
          <w:rFonts w:ascii="Arial" w:hAnsi="Arial" w:cs="Arial"/>
          <w:sz w:val="22"/>
          <w:szCs w:val="22"/>
        </w:rPr>
        <w:t xml:space="preserve"> and </w:t>
      </w:r>
      <w:r w:rsidR="00656490" w:rsidRPr="00656490">
        <w:rPr>
          <w:rFonts w:ascii="Arial" w:hAnsi="Arial" w:cs="Arial"/>
          <w:sz w:val="22"/>
          <w:szCs w:val="22"/>
        </w:rPr>
        <w:t xml:space="preserve">Presumed Extinct under </w:t>
      </w:r>
      <w:r w:rsidRPr="00656490">
        <w:rPr>
          <w:rFonts w:ascii="Arial" w:hAnsi="Arial" w:cs="Arial"/>
          <w:sz w:val="22"/>
          <w:szCs w:val="22"/>
        </w:rPr>
        <w:t xml:space="preserve">the </w:t>
      </w:r>
      <w:r w:rsidR="001A71DA">
        <w:rPr>
          <w:rFonts w:ascii="Arial" w:hAnsi="Arial" w:cs="Arial"/>
          <w:sz w:val="22"/>
          <w:szCs w:val="22"/>
        </w:rPr>
        <w:t>NSW</w:t>
      </w:r>
      <w:r w:rsidR="00716363" w:rsidRPr="00656490">
        <w:rPr>
          <w:rFonts w:ascii="Arial" w:hAnsi="Arial" w:cs="Arial"/>
          <w:sz w:val="22"/>
          <w:szCs w:val="22"/>
        </w:rPr>
        <w:t xml:space="preserve"> </w:t>
      </w:r>
      <w:r w:rsidR="00716363" w:rsidRPr="00656490">
        <w:rPr>
          <w:rFonts w:ascii="Arial" w:hAnsi="Arial" w:cs="Arial"/>
          <w:i/>
          <w:sz w:val="22"/>
          <w:szCs w:val="22"/>
        </w:rPr>
        <w:t>Biodiversity Conservation Act 2016</w:t>
      </w:r>
      <w:r w:rsidRPr="00656490">
        <w:rPr>
          <w:rFonts w:ascii="Arial" w:hAnsi="Arial" w:cs="Arial"/>
          <w:sz w:val="22"/>
          <w:szCs w:val="22"/>
        </w:rPr>
        <w:t xml:space="preserve">, </w:t>
      </w:r>
      <w:r w:rsidR="00D14417" w:rsidRPr="00656490">
        <w:rPr>
          <w:rFonts w:ascii="Arial" w:hAnsi="Arial" w:cs="Arial"/>
          <w:sz w:val="22"/>
          <w:szCs w:val="22"/>
        </w:rPr>
        <w:t>with</w:t>
      </w:r>
      <w:r w:rsidR="00D14417">
        <w:rPr>
          <w:rFonts w:ascii="Arial" w:hAnsi="Arial" w:cs="Arial"/>
          <w:sz w:val="22"/>
          <w:szCs w:val="22"/>
        </w:rPr>
        <w:t xml:space="preserve"> NSW </w:t>
      </w:r>
      <w:r w:rsidR="004A284D">
        <w:rPr>
          <w:rFonts w:ascii="Arial" w:hAnsi="Arial" w:cs="Arial"/>
          <w:sz w:val="22"/>
          <w:szCs w:val="22"/>
        </w:rPr>
        <w:t xml:space="preserve">being </w:t>
      </w:r>
      <w:r w:rsidR="00D14417">
        <w:rPr>
          <w:rFonts w:ascii="Arial" w:hAnsi="Arial" w:cs="Arial"/>
          <w:sz w:val="22"/>
          <w:szCs w:val="22"/>
        </w:rPr>
        <w:t>the</w:t>
      </w:r>
      <w:r>
        <w:rPr>
          <w:rFonts w:ascii="Arial" w:hAnsi="Arial" w:cs="Arial"/>
          <w:sz w:val="22"/>
          <w:szCs w:val="22"/>
        </w:rPr>
        <w:t xml:space="preserve"> only state the species is known to have inhabited</w:t>
      </w:r>
      <w:r w:rsidRPr="00CA0C28">
        <w:rPr>
          <w:rFonts w:ascii="Arial" w:hAnsi="Arial" w:cs="Arial"/>
          <w:sz w:val="22"/>
          <w:szCs w:val="22"/>
        </w:rPr>
        <w:t xml:space="preserve">. The </w:t>
      </w:r>
      <w:r>
        <w:rPr>
          <w:rFonts w:ascii="Arial" w:hAnsi="Arial" w:cs="Arial"/>
          <w:sz w:val="22"/>
          <w:szCs w:val="22"/>
        </w:rPr>
        <w:t>Liverpool Plains Striped</w:t>
      </w:r>
      <w:r>
        <w:rPr>
          <w:rFonts w:ascii="Arial" w:hAnsi="Arial" w:cs="Arial"/>
          <w:iCs/>
          <w:sz w:val="22"/>
          <w:szCs w:val="22"/>
        </w:rPr>
        <w:t xml:space="preserve"> B</w:t>
      </w:r>
      <w:r w:rsidRPr="005457D8">
        <w:rPr>
          <w:rFonts w:ascii="Arial" w:hAnsi="Arial" w:cs="Arial"/>
          <w:iCs/>
          <w:sz w:val="22"/>
          <w:szCs w:val="22"/>
        </w:rPr>
        <w:t>andicoot</w:t>
      </w:r>
      <w:r>
        <w:rPr>
          <w:rFonts w:ascii="Arial" w:hAnsi="Arial" w:cs="Arial"/>
          <w:sz w:val="22"/>
          <w:szCs w:val="22"/>
        </w:rPr>
        <w:t xml:space="preserve"> is listed Extinct under the Action Plan for Australian Mammals (</w:t>
      </w:r>
      <w:r w:rsidRPr="00DD6409">
        <w:rPr>
          <w:rFonts w:ascii="Arial" w:hAnsi="Arial" w:cs="Arial"/>
          <w:sz w:val="22"/>
          <w:szCs w:val="22"/>
        </w:rPr>
        <w:t>W</w:t>
      </w:r>
      <w:r>
        <w:rPr>
          <w:rFonts w:ascii="Arial" w:hAnsi="Arial" w:cs="Arial"/>
          <w:sz w:val="22"/>
          <w:szCs w:val="22"/>
        </w:rPr>
        <w:t xml:space="preserve">oinarski et al. </w:t>
      </w:r>
      <w:r w:rsidRPr="00DD6409">
        <w:rPr>
          <w:rFonts w:ascii="Arial" w:hAnsi="Arial" w:cs="Arial"/>
          <w:sz w:val="22"/>
          <w:szCs w:val="22"/>
        </w:rPr>
        <w:t>2014</w:t>
      </w:r>
      <w:r w:rsidR="00A514AE">
        <w:rPr>
          <w:rFonts w:ascii="Arial" w:hAnsi="Arial" w:cs="Arial"/>
          <w:sz w:val="22"/>
          <w:szCs w:val="22"/>
        </w:rPr>
        <w:t>a</w:t>
      </w:r>
      <w:r w:rsidRPr="00DD6409">
        <w:rPr>
          <w:rFonts w:ascii="Arial" w:hAnsi="Arial" w:cs="Arial"/>
          <w:sz w:val="22"/>
          <w:szCs w:val="22"/>
        </w:rPr>
        <w:t>)</w:t>
      </w:r>
      <w:r>
        <w:rPr>
          <w:rFonts w:ascii="Arial" w:hAnsi="Arial" w:cs="Arial"/>
          <w:sz w:val="22"/>
          <w:szCs w:val="22"/>
        </w:rPr>
        <w:t xml:space="preserve"> but has yet to be evaluated under the IUCN Red List.</w:t>
      </w:r>
    </w:p>
    <w:p w14:paraId="06B5E431" w14:textId="77777777" w:rsidR="005848D9" w:rsidRDefault="005848D9" w:rsidP="0069169C">
      <w:pPr>
        <w:autoSpaceDE w:val="0"/>
        <w:autoSpaceDN w:val="0"/>
        <w:adjustRightInd w:val="0"/>
        <w:rPr>
          <w:rFonts w:ascii="Arial" w:hAnsi="Arial" w:cs="Arial"/>
          <w:sz w:val="22"/>
          <w:szCs w:val="22"/>
        </w:rPr>
      </w:pPr>
    </w:p>
    <w:p w14:paraId="04DF778B" w14:textId="2AED74E0" w:rsidR="00A46E76" w:rsidRDefault="00A46E76" w:rsidP="0069169C">
      <w:pPr>
        <w:autoSpaceDE w:val="0"/>
        <w:autoSpaceDN w:val="0"/>
        <w:adjustRightInd w:val="0"/>
        <w:rPr>
          <w:rFonts w:ascii="Arial" w:hAnsi="Arial" w:cs="Arial"/>
          <w:sz w:val="22"/>
          <w:szCs w:val="22"/>
        </w:rPr>
      </w:pPr>
      <w:r>
        <w:rPr>
          <w:rFonts w:ascii="Arial" w:hAnsi="Arial" w:cs="Arial"/>
          <w:sz w:val="22"/>
          <w:szCs w:val="22"/>
        </w:rPr>
        <w:t xml:space="preserve">Biological surveys </w:t>
      </w:r>
      <w:r w:rsidR="001D21D5">
        <w:rPr>
          <w:rFonts w:ascii="Arial" w:hAnsi="Arial" w:cs="Arial"/>
          <w:sz w:val="22"/>
          <w:szCs w:val="22"/>
        </w:rPr>
        <w:t>encompassing the Liverpool Plain</w:t>
      </w:r>
      <w:r w:rsidR="00256449">
        <w:rPr>
          <w:rFonts w:ascii="Arial" w:hAnsi="Arial" w:cs="Arial"/>
          <w:sz w:val="22"/>
          <w:szCs w:val="22"/>
        </w:rPr>
        <w:t>s</w:t>
      </w:r>
      <w:r>
        <w:rPr>
          <w:rFonts w:ascii="Arial" w:hAnsi="Arial" w:cs="Arial"/>
          <w:sz w:val="22"/>
          <w:szCs w:val="22"/>
        </w:rPr>
        <w:t xml:space="preserve">, including </w:t>
      </w:r>
      <w:r w:rsidR="005425E5">
        <w:rPr>
          <w:rFonts w:ascii="Arial" w:hAnsi="Arial" w:cs="Arial"/>
          <w:sz w:val="22"/>
          <w:szCs w:val="22"/>
        </w:rPr>
        <w:t xml:space="preserve">Marlow </w:t>
      </w:r>
      <w:r w:rsidR="00E24F73">
        <w:rPr>
          <w:rFonts w:ascii="Arial" w:hAnsi="Arial" w:cs="Arial"/>
          <w:sz w:val="22"/>
          <w:szCs w:val="22"/>
        </w:rPr>
        <w:t>(</w:t>
      </w:r>
      <w:r w:rsidR="005425E5">
        <w:rPr>
          <w:rFonts w:ascii="Arial" w:hAnsi="Arial" w:cs="Arial"/>
          <w:sz w:val="22"/>
          <w:szCs w:val="22"/>
        </w:rPr>
        <w:t>1958</w:t>
      </w:r>
      <w:r w:rsidR="00E24F73">
        <w:rPr>
          <w:rFonts w:ascii="Arial" w:hAnsi="Arial" w:cs="Arial"/>
          <w:sz w:val="22"/>
          <w:szCs w:val="22"/>
        </w:rPr>
        <w:t>) and</w:t>
      </w:r>
      <w:r w:rsidR="005425E5">
        <w:rPr>
          <w:rFonts w:ascii="Arial" w:hAnsi="Arial" w:cs="Arial"/>
          <w:sz w:val="22"/>
          <w:szCs w:val="22"/>
        </w:rPr>
        <w:t xml:space="preserve"> </w:t>
      </w:r>
      <w:r>
        <w:rPr>
          <w:rFonts w:ascii="Arial" w:hAnsi="Arial" w:cs="Arial"/>
          <w:sz w:val="22"/>
          <w:szCs w:val="22"/>
        </w:rPr>
        <w:t>Paull &amp; Date (1999)</w:t>
      </w:r>
      <w:r w:rsidR="00256449">
        <w:rPr>
          <w:rFonts w:ascii="Arial" w:hAnsi="Arial" w:cs="Arial"/>
          <w:sz w:val="22"/>
          <w:szCs w:val="22"/>
        </w:rPr>
        <w:t>,</w:t>
      </w:r>
      <w:r w:rsidR="00C860CA">
        <w:rPr>
          <w:rFonts w:ascii="Arial" w:hAnsi="Arial" w:cs="Arial"/>
          <w:sz w:val="22"/>
          <w:szCs w:val="22"/>
        </w:rPr>
        <w:t xml:space="preserve"> did not detect the Liverpool Plains Striped Bandicoot.</w:t>
      </w:r>
      <w:r w:rsidR="001D21D5">
        <w:rPr>
          <w:rFonts w:ascii="Arial" w:hAnsi="Arial" w:cs="Arial"/>
          <w:sz w:val="22"/>
          <w:szCs w:val="22"/>
        </w:rPr>
        <w:t xml:space="preserve"> In addition, mammal studies in the broader </w:t>
      </w:r>
      <w:r w:rsidR="001A71DA">
        <w:rPr>
          <w:rFonts w:ascii="Arial" w:hAnsi="Arial" w:cs="Arial"/>
          <w:sz w:val="22"/>
          <w:szCs w:val="22"/>
        </w:rPr>
        <w:t>NSW</w:t>
      </w:r>
      <w:r w:rsidR="001D21D5">
        <w:rPr>
          <w:rFonts w:ascii="Arial" w:hAnsi="Arial" w:cs="Arial"/>
          <w:sz w:val="22"/>
          <w:szCs w:val="22"/>
        </w:rPr>
        <w:t xml:space="preserve"> region have not detected the Liverpool Plains Striped Bandicoot. These include surveys in arid and semi-arid western NSW (Dickman et al. 1993) and the forests </w:t>
      </w:r>
      <w:r w:rsidR="00F667A3">
        <w:rPr>
          <w:rFonts w:ascii="Arial" w:hAnsi="Arial" w:cs="Arial"/>
          <w:sz w:val="22"/>
          <w:szCs w:val="22"/>
        </w:rPr>
        <w:t>of the south-western slopes</w:t>
      </w:r>
      <w:r w:rsidR="00ED1522">
        <w:rPr>
          <w:rFonts w:ascii="Arial" w:hAnsi="Arial" w:cs="Arial"/>
          <w:sz w:val="22"/>
          <w:szCs w:val="22"/>
        </w:rPr>
        <w:t>,</w:t>
      </w:r>
      <w:r w:rsidR="00F667A3">
        <w:rPr>
          <w:rFonts w:ascii="Arial" w:hAnsi="Arial" w:cs="Arial"/>
          <w:sz w:val="22"/>
          <w:szCs w:val="22"/>
        </w:rPr>
        <w:t xml:space="preserve"> to the south of the known distribution </w:t>
      </w:r>
      <w:r w:rsidR="00ED1522">
        <w:rPr>
          <w:rFonts w:ascii="Arial" w:hAnsi="Arial" w:cs="Arial"/>
          <w:sz w:val="22"/>
          <w:szCs w:val="22"/>
        </w:rPr>
        <w:t xml:space="preserve">range </w:t>
      </w:r>
      <w:r w:rsidR="001D21D5">
        <w:rPr>
          <w:rFonts w:ascii="Arial" w:hAnsi="Arial" w:cs="Arial"/>
          <w:sz w:val="22"/>
          <w:szCs w:val="22"/>
        </w:rPr>
        <w:t>(Stanton &amp; Anderson</w:t>
      </w:r>
      <w:r w:rsidR="003E39C8">
        <w:rPr>
          <w:rFonts w:ascii="Arial" w:hAnsi="Arial" w:cs="Arial"/>
          <w:sz w:val="22"/>
          <w:szCs w:val="22"/>
        </w:rPr>
        <w:t xml:space="preserve"> 1998</w:t>
      </w:r>
      <w:r w:rsidR="001D21D5">
        <w:rPr>
          <w:rFonts w:ascii="Arial" w:hAnsi="Arial" w:cs="Arial"/>
          <w:sz w:val="22"/>
          <w:szCs w:val="22"/>
        </w:rPr>
        <w:t>).</w:t>
      </w:r>
    </w:p>
    <w:p w14:paraId="4249F077" w14:textId="77777777" w:rsidR="00A46E76" w:rsidRDefault="00A46E76" w:rsidP="0069169C">
      <w:pPr>
        <w:autoSpaceDE w:val="0"/>
        <w:autoSpaceDN w:val="0"/>
        <w:adjustRightInd w:val="0"/>
        <w:rPr>
          <w:rFonts w:ascii="Arial" w:hAnsi="Arial" w:cs="Arial"/>
          <w:sz w:val="22"/>
          <w:szCs w:val="22"/>
        </w:rPr>
      </w:pPr>
    </w:p>
    <w:p w14:paraId="36618293" w14:textId="32D2B119" w:rsidR="00CD1026" w:rsidRPr="007B6523" w:rsidRDefault="00CD1026" w:rsidP="00CD1026">
      <w:pPr>
        <w:autoSpaceDE w:val="0"/>
        <w:autoSpaceDN w:val="0"/>
        <w:adjustRightInd w:val="0"/>
        <w:rPr>
          <w:rFonts w:ascii="Arial" w:hAnsi="Arial" w:cs="Arial"/>
          <w:sz w:val="22"/>
          <w:szCs w:val="22"/>
        </w:rPr>
      </w:pPr>
      <w:r w:rsidRPr="000F2A91">
        <w:rPr>
          <w:rFonts w:ascii="Arial" w:hAnsi="Arial" w:cs="Arial"/>
          <w:sz w:val="22"/>
          <w:szCs w:val="22"/>
        </w:rPr>
        <w:lastRenderedPageBreak/>
        <w:t>Small to medium</w:t>
      </w:r>
      <w:r>
        <w:rPr>
          <w:rFonts w:ascii="Arial" w:hAnsi="Arial" w:cs="Arial"/>
          <w:sz w:val="22"/>
          <w:szCs w:val="22"/>
        </w:rPr>
        <w:t>-</w:t>
      </w:r>
      <w:r w:rsidRPr="000F2A91">
        <w:rPr>
          <w:rFonts w:ascii="Arial" w:hAnsi="Arial" w:cs="Arial"/>
          <w:sz w:val="22"/>
          <w:szCs w:val="22"/>
        </w:rPr>
        <w:t xml:space="preserve">sized grass-dependent mammals have been </w:t>
      </w:r>
      <w:r>
        <w:rPr>
          <w:rFonts w:ascii="Arial" w:hAnsi="Arial" w:cs="Arial"/>
          <w:sz w:val="22"/>
          <w:szCs w:val="22"/>
        </w:rPr>
        <w:t xml:space="preserve">the </w:t>
      </w:r>
      <w:r w:rsidRPr="000F2A91">
        <w:rPr>
          <w:rFonts w:ascii="Arial" w:hAnsi="Arial" w:cs="Arial"/>
          <w:sz w:val="22"/>
          <w:szCs w:val="22"/>
        </w:rPr>
        <w:t>most impacted in the Liverpool Plains region, with more species in decline for a longer period, largely as a result of agricultural impacts since European settlement (Marlow</w:t>
      </w:r>
      <w:r>
        <w:rPr>
          <w:rFonts w:ascii="Arial" w:hAnsi="Arial" w:cs="Arial"/>
          <w:sz w:val="22"/>
          <w:szCs w:val="22"/>
        </w:rPr>
        <w:t xml:space="preserve"> 1958; Paull &amp; Date 1999). In addition, bandicoots and bilbies are identified as having suffered the greatest decline of all native mammals, with nearly half (eight out of 18 species) thought to be extinct (Ride &amp; Wilson, cited in Richards 2004; DAWE 2020). </w:t>
      </w:r>
      <w:r w:rsidRPr="007B6523">
        <w:rPr>
          <w:rFonts w:ascii="Arial" w:hAnsi="Arial" w:cs="Arial"/>
          <w:sz w:val="22"/>
          <w:szCs w:val="22"/>
        </w:rPr>
        <w:t xml:space="preserve">Of the four subspecies of </w:t>
      </w:r>
      <w:r w:rsidRPr="007B6523">
        <w:rPr>
          <w:rFonts w:ascii="Arial" w:hAnsi="Arial" w:cs="Arial"/>
          <w:i/>
          <w:sz w:val="22"/>
          <w:szCs w:val="22"/>
        </w:rPr>
        <w:t>P</w:t>
      </w:r>
      <w:r w:rsidR="008C15CE">
        <w:rPr>
          <w:rFonts w:ascii="Arial" w:hAnsi="Arial" w:cs="Arial"/>
          <w:i/>
          <w:sz w:val="22"/>
          <w:szCs w:val="22"/>
        </w:rPr>
        <w:t xml:space="preserve">. </w:t>
      </w:r>
      <w:r w:rsidRPr="007B6523">
        <w:rPr>
          <w:rFonts w:ascii="Arial" w:hAnsi="Arial" w:cs="Arial"/>
          <w:i/>
          <w:sz w:val="22"/>
          <w:szCs w:val="22"/>
        </w:rPr>
        <w:t>bougainville</w:t>
      </w:r>
      <w:r w:rsidRPr="007B6523">
        <w:rPr>
          <w:rFonts w:ascii="Arial" w:hAnsi="Arial" w:cs="Arial"/>
          <w:sz w:val="22"/>
          <w:szCs w:val="22"/>
        </w:rPr>
        <w:t xml:space="preserve"> that have been described, only the Shark Bay Bandicoot  is known to be extant</w:t>
      </w:r>
      <w:r w:rsidRPr="00BF3F20">
        <w:rPr>
          <w:rFonts w:ascii="Arial" w:hAnsi="Arial" w:cs="Arial"/>
          <w:sz w:val="22"/>
          <w:szCs w:val="22"/>
        </w:rPr>
        <w:t>,</w:t>
      </w:r>
      <w:r w:rsidRPr="007B6523">
        <w:rPr>
          <w:rFonts w:ascii="Arial" w:hAnsi="Arial" w:cs="Arial"/>
          <w:sz w:val="22"/>
          <w:szCs w:val="22"/>
        </w:rPr>
        <w:t xml:space="preserve"> and is now restricted to predator</w:t>
      </w:r>
      <w:r w:rsidRPr="007B6523">
        <w:rPr>
          <w:rFonts w:ascii="Arial" w:hAnsi="Arial" w:cs="Arial"/>
          <w:sz w:val="22"/>
          <w:szCs w:val="22"/>
        </w:rPr>
        <w:noBreakHyphen/>
        <w:t>free, off</w:t>
      </w:r>
      <w:r w:rsidRPr="007B6523">
        <w:rPr>
          <w:rFonts w:ascii="Arial" w:hAnsi="Arial" w:cs="Arial"/>
          <w:sz w:val="22"/>
          <w:szCs w:val="22"/>
        </w:rPr>
        <w:noBreakHyphen/>
        <w:t>shore islands and mainland fenced enclosures (Woinarski et al. 2014b; Legge et al. 2018).</w:t>
      </w:r>
    </w:p>
    <w:p w14:paraId="0A4EBE41" w14:textId="52E2194C" w:rsidR="00E87D37" w:rsidRDefault="00E87D37" w:rsidP="0069169C">
      <w:pPr>
        <w:autoSpaceDE w:val="0"/>
        <w:autoSpaceDN w:val="0"/>
        <w:adjustRightInd w:val="0"/>
        <w:rPr>
          <w:rFonts w:ascii="Arial" w:hAnsi="Arial" w:cs="Arial"/>
          <w:sz w:val="22"/>
          <w:szCs w:val="22"/>
        </w:rPr>
      </w:pPr>
    </w:p>
    <w:p w14:paraId="4D394A79" w14:textId="1B63B625" w:rsidR="00E36BB9" w:rsidRDefault="0069688F" w:rsidP="0069169C">
      <w:pPr>
        <w:spacing w:after="240"/>
        <w:rPr>
          <w:rFonts w:ascii="Arial" w:hAnsi="Arial" w:cs="Arial"/>
          <w:sz w:val="22"/>
          <w:szCs w:val="22"/>
        </w:rPr>
      </w:pPr>
      <w:r w:rsidRPr="003659B1">
        <w:rPr>
          <w:rFonts w:ascii="Arial" w:hAnsi="Arial" w:cs="Arial"/>
          <w:sz w:val="22"/>
          <w:szCs w:val="22"/>
        </w:rPr>
        <w:t xml:space="preserve">The data presented above appear to demonstrate that the </w:t>
      </w:r>
      <w:r w:rsidRPr="001833DB">
        <w:rPr>
          <w:rFonts w:ascii="Arial" w:hAnsi="Arial" w:cs="Arial"/>
          <w:sz w:val="22"/>
          <w:szCs w:val="22"/>
        </w:rPr>
        <w:t xml:space="preserve">species is </w:t>
      </w:r>
      <w:r w:rsidRPr="001833DB">
        <w:rPr>
          <w:rFonts w:ascii="Arial" w:hAnsi="Arial" w:cs="Arial"/>
          <w:b/>
          <w:bCs/>
          <w:sz w:val="22"/>
          <w:szCs w:val="22"/>
        </w:rPr>
        <w:t xml:space="preserve">eligible </w:t>
      </w:r>
      <w:r w:rsidR="001833DB" w:rsidRPr="001833DB">
        <w:rPr>
          <w:rFonts w:ascii="Arial" w:hAnsi="Arial" w:cs="Arial"/>
          <w:b/>
          <w:bCs/>
          <w:sz w:val="22"/>
          <w:szCs w:val="22"/>
        </w:rPr>
        <w:t xml:space="preserve">to retain its current </w:t>
      </w:r>
      <w:r w:rsidRPr="001833DB">
        <w:rPr>
          <w:rFonts w:ascii="Arial" w:hAnsi="Arial" w:cs="Arial"/>
          <w:b/>
          <w:bCs/>
          <w:sz w:val="22"/>
          <w:szCs w:val="22"/>
        </w:rPr>
        <w:t>listing as Extinct</w:t>
      </w:r>
      <w:r w:rsidRPr="001833DB">
        <w:rPr>
          <w:rFonts w:ascii="Arial" w:hAnsi="Arial" w:cs="Arial"/>
          <w:sz w:val="22"/>
          <w:szCs w:val="22"/>
        </w:rPr>
        <w:t>. However, the purpose of this consult</w:t>
      </w:r>
      <w:r w:rsidRPr="003659B1">
        <w:rPr>
          <w:rFonts w:ascii="Arial" w:hAnsi="Arial" w:cs="Arial"/>
          <w:sz w:val="22"/>
          <w:szCs w:val="22"/>
        </w:rPr>
        <w:t xml:space="preserve">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CC" w14:textId="77777777" w:rsidR="00121E1E" w:rsidRDefault="005830B7" w:rsidP="0069169C">
      <w:pPr>
        <w:pStyle w:val="Normal12ptCharCharCharCharCharChar"/>
        <w:spacing w:before="240"/>
        <w:rPr>
          <w:rFonts w:ascii="Arial" w:hAnsi="Arial" w:cs="Arial"/>
          <w:b/>
          <w:sz w:val="22"/>
          <w:szCs w:val="22"/>
          <w:u w:val="single"/>
        </w:rPr>
      </w:pPr>
      <w:bookmarkStart w:id="4" w:name="Collective_List"/>
      <w:r w:rsidRPr="005830B7">
        <w:rPr>
          <w:rFonts w:ascii="Arial" w:hAnsi="Arial" w:cs="Arial"/>
          <w:b/>
          <w:sz w:val="22"/>
          <w:szCs w:val="22"/>
          <w:u w:val="single"/>
        </w:rPr>
        <w:t>Collective list of questions – your views</w:t>
      </w:r>
      <w:bookmarkEnd w:id="4"/>
    </w:p>
    <w:p w14:paraId="7ED02898" w14:textId="01288010" w:rsidR="00DE4ADC" w:rsidRDefault="00DE4ADC" w:rsidP="0069169C">
      <w:pPr>
        <w:pStyle w:val="Default"/>
        <w:rPr>
          <w:rFonts w:ascii="Arial" w:hAnsi="Arial" w:cs="Arial"/>
          <w:sz w:val="22"/>
          <w:szCs w:val="22"/>
        </w:rPr>
      </w:pPr>
    </w:p>
    <w:p w14:paraId="442499E0" w14:textId="6BEA2133" w:rsidR="00DD05E7" w:rsidRPr="00DD05E7" w:rsidRDefault="00DD05E7" w:rsidP="0069169C">
      <w:pPr>
        <w:pStyle w:val="Default"/>
        <w:rPr>
          <w:rFonts w:ascii="Arial" w:hAnsi="Arial" w:cs="Arial"/>
          <w:b/>
          <w:sz w:val="22"/>
          <w:szCs w:val="22"/>
        </w:rPr>
      </w:pPr>
      <w:r w:rsidRPr="00DD05E7">
        <w:rPr>
          <w:rFonts w:ascii="Arial" w:hAnsi="Arial" w:cs="Arial"/>
          <w:b/>
          <w:sz w:val="22"/>
          <w:szCs w:val="22"/>
        </w:rPr>
        <w:t>Information to aid listing assessment</w:t>
      </w:r>
    </w:p>
    <w:p w14:paraId="12B259C4" w14:textId="77777777" w:rsidR="00DE4ADC" w:rsidRDefault="00DE4ADC" w:rsidP="0069169C">
      <w:pPr>
        <w:pStyle w:val="Default"/>
        <w:rPr>
          <w:rFonts w:ascii="Arial" w:hAnsi="Arial" w:cs="Arial"/>
          <w:sz w:val="22"/>
          <w:szCs w:val="22"/>
        </w:rPr>
      </w:pPr>
    </w:p>
    <w:p w14:paraId="59D122AE" w14:textId="58B58F9E" w:rsidR="00AD1256" w:rsidRDefault="00AD1256" w:rsidP="0069169C">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bookmarkStart w:id="5" w:name="_Hlk42065336"/>
      <w:bookmarkStart w:id="6" w:name="References"/>
      <w:r>
        <w:rPr>
          <w:rFonts w:ascii="Arial" w:hAnsi="Arial" w:cs="Arial"/>
          <w:color w:val="000000"/>
          <w:sz w:val="22"/>
          <w:szCs w:val="22"/>
          <w:lang w:eastAsia="en-AU"/>
        </w:rPr>
        <w:t>Do you have further information on past</w:t>
      </w:r>
      <w:r w:rsidRPr="00DD05E7">
        <w:rPr>
          <w:rFonts w:ascii="Arial" w:hAnsi="Arial" w:cs="Arial"/>
          <w:color w:val="000000"/>
          <w:sz w:val="22"/>
          <w:szCs w:val="22"/>
          <w:lang w:eastAsia="en-AU"/>
        </w:rPr>
        <w:t xml:space="preserve"> or potential </w:t>
      </w:r>
      <w:r>
        <w:rPr>
          <w:rFonts w:ascii="Arial" w:hAnsi="Arial" w:cs="Arial"/>
          <w:color w:val="000000"/>
          <w:sz w:val="22"/>
          <w:szCs w:val="22"/>
          <w:lang w:eastAsia="en-AU"/>
        </w:rPr>
        <w:t>searches</w:t>
      </w:r>
      <w:r w:rsidRPr="00DD05E7">
        <w:rPr>
          <w:rFonts w:ascii="Arial" w:hAnsi="Arial" w:cs="Arial"/>
          <w:color w:val="000000"/>
          <w:sz w:val="22"/>
          <w:szCs w:val="22"/>
          <w:lang w:eastAsia="en-AU"/>
        </w:rPr>
        <w:t xml:space="preserve"> or research activities for the species? </w:t>
      </w:r>
    </w:p>
    <w:p w14:paraId="48538AF2" w14:textId="77777777" w:rsidR="00AD1256" w:rsidRDefault="00AD1256" w:rsidP="0069169C">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11F034A5" w14:textId="77777777" w:rsidR="002B3C62" w:rsidRPr="005B143E" w:rsidRDefault="002B3C62" w:rsidP="0069169C">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 xml:space="preserve">Can you provide information on specimen records, including collection </w:t>
      </w:r>
      <w:r w:rsidRPr="00D75EC9">
        <w:rPr>
          <w:rFonts w:ascii="Arial" w:hAnsi="Arial" w:cs="Arial"/>
          <w:bCs/>
          <w:sz w:val="22"/>
          <w:szCs w:val="22"/>
          <w:lang w:eastAsia="en-AU"/>
        </w:rPr>
        <w:t>location and date</w:t>
      </w:r>
      <w:r w:rsidRPr="00D75EC9">
        <w:rPr>
          <w:rFonts w:ascii="Arial" w:hAnsi="Arial" w:cs="Arial"/>
          <w:sz w:val="22"/>
          <w:szCs w:val="22"/>
          <w:lang w:eastAsia="en-AU"/>
        </w:rPr>
        <w:t>?</w:t>
      </w:r>
    </w:p>
    <w:p w14:paraId="47205889" w14:textId="77777777" w:rsidR="002B3C62" w:rsidRPr="00D75EC9" w:rsidRDefault="002B3C62" w:rsidP="0069169C">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3EF15B42" w14:textId="77777777" w:rsidR="002B3C62" w:rsidRPr="005B143E" w:rsidRDefault="002B3C62" w:rsidP="0069169C">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4C46C480" w14:textId="77777777" w:rsidR="002B3C62" w:rsidRPr="00D75EC9" w:rsidRDefault="002B3C62" w:rsidP="0069169C">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51ED2DF4" w14:textId="77777777" w:rsidR="002B3C62" w:rsidRDefault="002B3C62" w:rsidP="0069169C">
      <w:pPr>
        <w:pStyle w:val="ListNumber"/>
        <w:tabs>
          <w:tab w:val="clear" w:pos="360"/>
          <w:tab w:val="num" w:pos="-489"/>
        </w:tabs>
        <w:autoSpaceDE w:val="0"/>
        <w:autoSpaceDN w:val="0"/>
        <w:adjustRightInd w:val="0"/>
        <w:spacing w:after="240"/>
        <w:ind w:left="295" w:hanging="295"/>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1FAE9F43" w14:textId="77777777" w:rsidR="0069169C" w:rsidRPr="00D75EC9" w:rsidRDefault="0069169C" w:rsidP="0069169C">
      <w:pPr>
        <w:pStyle w:val="ListNumber"/>
        <w:numPr>
          <w:ilvl w:val="0"/>
          <w:numId w:val="0"/>
        </w:numPr>
        <w:autoSpaceDE w:val="0"/>
        <w:autoSpaceDN w:val="0"/>
        <w:adjustRightInd w:val="0"/>
        <w:spacing w:after="240"/>
        <w:rPr>
          <w:rFonts w:ascii="Arial" w:hAnsi="Arial" w:cs="Arial"/>
          <w:sz w:val="22"/>
          <w:szCs w:val="22"/>
          <w:lang w:eastAsia="en-AU"/>
        </w:rPr>
      </w:pPr>
    </w:p>
    <w:p w14:paraId="5C080BE0" w14:textId="77777777" w:rsidR="002B3C62" w:rsidRDefault="002B3C62" w:rsidP="0069169C">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69169C">
        <w:rPr>
          <w:rFonts w:ascii="Arial" w:hAnsi="Arial" w:cs="Arial"/>
          <w:sz w:val="22"/>
          <w:szCs w:val="22"/>
          <w:lang w:eastAsia="en-AU"/>
        </w:rPr>
        <w:t>Do</w:t>
      </w:r>
      <w:r w:rsidRPr="00D75EC9">
        <w:rPr>
          <w:rFonts w:ascii="Arial" w:hAnsi="Arial" w:cs="Arial"/>
          <w:color w:val="000000"/>
          <w:sz w:val="22"/>
          <w:szCs w:val="22"/>
          <w:lang w:eastAsia="en-AU"/>
        </w:rPr>
        <w:t xml:space="preserve"> you further information on the historic </w:t>
      </w:r>
      <w:r w:rsidRPr="00D75EC9">
        <w:rPr>
          <w:rFonts w:ascii="Arial" w:hAnsi="Arial" w:cs="Arial"/>
          <w:bCs/>
          <w:color w:val="000000"/>
          <w:sz w:val="22"/>
          <w:szCs w:val="22"/>
          <w:lang w:eastAsia="en-AU"/>
        </w:rPr>
        <w:t xml:space="preserve">threats that </w:t>
      </w:r>
      <w:r w:rsidRPr="00D75EC9">
        <w:rPr>
          <w:rFonts w:ascii="Arial" w:hAnsi="Arial" w:cs="Arial"/>
          <w:color w:val="000000"/>
          <w:sz w:val="22"/>
          <w:szCs w:val="22"/>
          <w:lang w:eastAsia="en-AU"/>
        </w:rPr>
        <w:t xml:space="preserve">faced the species? </w:t>
      </w:r>
    </w:p>
    <w:p w14:paraId="16C3484F" w14:textId="77777777" w:rsidR="002B3C62" w:rsidRPr="00DD05E7" w:rsidRDefault="002B3C62" w:rsidP="0069169C">
      <w:pPr>
        <w:pStyle w:val="ListNumber"/>
        <w:numPr>
          <w:ilvl w:val="0"/>
          <w:numId w:val="0"/>
        </w:numPr>
        <w:autoSpaceDE w:val="0"/>
        <w:autoSpaceDN w:val="0"/>
        <w:adjustRightInd w:val="0"/>
        <w:spacing w:after="240"/>
        <w:rPr>
          <w:rFonts w:ascii="Arial" w:hAnsi="Arial" w:cs="Arial"/>
          <w:color w:val="000000"/>
          <w:sz w:val="22"/>
          <w:szCs w:val="22"/>
          <w:lang w:eastAsia="en-AU"/>
        </w:rPr>
      </w:pPr>
    </w:p>
    <w:p w14:paraId="5CB9C5F4" w14:textId="0A9491BD" w:rsidR="002B3C62" w:rsidRDefault="002B3C62" w:rsidP="0069169C">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other knowledge (e.g</w:t>
      </w:r>
      <w:r>
        <w:rPr>
          <w:rFonts w:ascii="Arial" w:hAnsi="Arial" w:cs="Arial"/>
          <w:color w:val="000000"/>
          <w:sz w:val="22"/>
          <w:szCs w:val="22"/>
          <w:lang w:eastAsia="en-AU"/>
        </w:rPr>
        <w:t xml:space="preserve">. </w:t>
      </w:r>
      <w:r w:rsidR="00614CCB">
        <w:rPr>
          <w:rFonts w:ascii="Arial" w:hAnsi="Arial" w:cs="Arial"/>
          <w:color w:val="000000"/>
          <w:sz w:val="22"/>
          <w:szCs w:val="22"/>
          <w:lang w:eastAsia="en-AU"/>
        </w:rPr>
        <w:t>indigenous</w:t>
      </w:r>
      <w:r>
        <w:rPr>
          <w:rFonts w:ascii="Arial" w:hAnsi="Arial" w:cs="Arial"/>
          <w:color w:val="000000"/>
          <w:sz w:val="22"/>
          <w:szCs w:val="22"/>
          <w:lang w:eastAsia="en-AU"/>
        </w:rPr>
        <w:t xml:space="preserve"> ecological knowledge) that may help better understand the species? </w:t>
      </w:r>
    </w:p>
    <w:p w14:paraId="5DEC17E0" w14:textId="77777777" w:rsidR="002B3C62" w:rsidRDefault="002B3C62" w:rsidP="0069169C">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455CDE57" w14:textId="77777777" w:rsidR="002B3C62" w:rsidRDefault="002B3C62" w:rsidP="0069169C">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any cultural importance or use</w:t>
      </w:r>
      <w:r>
        <w:rPr>
          <w:rFonts w:ascii="Arial" w:hAnsi="Arial" w:cs="Arial"/>
          <w:color w:val="000000"/>
          <w:sz w:val="22"/>
          <w:szCs w:val="22"/>
          <w:lang w:eastAsia="en-AU"/>
        </w:rPr>
        <w:t xml:space="preserve"> that the species had? </w:t>
      </w:r>
    </w:p>
    <w:bookmarkEnd w:id="5"/>
    <w:p w14:paraId="0D4A9B14" w14:textId="77777777" w:rsidR="00760E34" w:rsidRPr="00DD05E7" w:rsidRDefault="00760E34" w:rsidP="00760E34">
      <w:pPr>
        <w:autoSpaceDE w:val="0"/>
        <w:autoSpaceDN w:val="0"/>
        <w:adjustRightInd w:val="0"/>
        <w:spacing w:after="233"/>
        <w:rPr>
          <w:rFonts w:ascii="Arial" w:hAnsi="Arial" w:cs="Arial"/>
          <w:b/>
          <w:color w:val="000000"/>
          <w:sz w:val="22"/>
          <w:szCs w:val="22"/>
          <w:lang w:eastAsia="en-AU"/>
        </w:rPr>
      </w:pPr>
      <w:r w:rsidRPr="00DD05E7">
        <w:rPr>
          <w:rFonts w:ascii="Arial" w:hAnsi="Arial" w:cs="Arial"/>
          <w:b/>
          <w:color w:val="000000"/>
          <w:sz w:val="22"/>
          <w:szCs w:val="22"/>
          <w:lang w:eastAsia="en-AU"/>
        </w:rPr>
        <w:t>Any other information</w:t>
      </w:r>
    </w:p>
    <w:p w14:paraId="022BF8D4" w14:textId="77777777" w:rsidR="00760E34" w:rsidRDefault="00760E34" w:rsidP="00E10639">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Do you have comments on any other matters relevant to the assessment of this species?</w:t>
      </w:r>
    </w:p>
    <w:p w14:paraId="5295A6A9" w14:textId="572CDC1F" w:rsidR="001C6B82" w:rsidRPr="00760E34" w:rsidRDefault="001C6B82" w:rsidP="00760E34">
      <w:pPr>
        <w:autoSpaceDE w:val="0"/>
        <w:autoSpaceDN w:val="0"/>
        <w:adjustRightInd w:val="0"/>
        <w:spacing w:after="233"/>
        <w:rPr>
          <w:rFonts w:ascii="Arial" w:hAnsi="Arial" w:cs="Arial"/>
          <w:b/>
          <w:u w:val="single"/>
        </w:rPr>
      </w:pPr>
      <w:r w:rsidRPr="00760E34">
        <w:rPr>
          <w:rFonts w:ascii="Arial" w:hAnsi="Arial" w:cs="Arial"/>
          <w:b/>
          <w:u w:val="single"/>
        </w:rPr>
        <w:t>References cited in the advice</w:t>
      </w:r>
      <w:r w:rsidR="00760E34">
        <w:rPr>
          <w:rFonts w:ascii="Arial" w:hAnsi="Arial" w:cs="Arial"/>
          <w:b/>
          <w:u w:val="single"/>
        </w:rPr>
        <w:br/>
      </w:r>
    </w:p>
    <w:bookmarkEnd w:id="6"/>
    <w:p w14:paraId="0477ABBD" w14:textId="40F08A61" w:rsidR="0019230B" w:rsidRDefault="0019230B" w:rsidP="0019230B">
      <w:pPr>
        <w:pStyle w:val="CAreference"/>
      </w:pPr>
      <w:r w:rsidRPr="00F65D8C">
        <w:t xml:space="preserve">Abbott I (2008). The spread of the cat, </w:t>
      </w:r>
      <w:r w:rsidRPr="00F65D8C">
        <w:rPr>
          <w:i/>
        </w:rPr>
        <w:t>Felis catus</w:t>
      </w:r>
      <w:r w:rsidRPr="00F65D8C">
        <w:t>, in Australia: re-examination of the current conceptual model with additional information</w:t>
      </w:r>
      <w:r w:rsidRPr="00F65D8C">
        <w:rPr>
          <w:i/>
        </w:rPr>
        <w:t>.</w:t>
      </w:r>
      <w:r w:rsidRPr="00F65D8C">
        <w:t xml:space="preserve"> </w:t>
      </w:r>
      <w:r w:rsidRPr="00F65D8C">
        <w:rPr>
          <w:i/>
        </w:rPr>
        <w:t xml:space="preserve">Conservation Science Western Australia </w:t>
      </w:r>
      <w:r w:rsidRPr="00C3418A">
        <w:t>7</w:t>
      </w:r>
      <w:r>
        <w:t>(1),</w:t>
      </w:r>
      <w:r w:rsidRPr="00F65D8C">
        <w:t xml:space="preserve"> 1</w:t>
      </w:r>
      <w:r w:rsidRPr="00F65D8C">
        <w:sym w:font="Symbol" w:char="F02D"/>
      </w:r>
      <w:r w:rsidRPr="00F65D8C">
        <w:t xml:space="preserve">17. </w:t>
      </w:r>
    </w:p>
    <w:p w14:paraId="33EAE2E5" w14:textId="77777777" w:rsidR="004E2BE7" w:rsidRPr="003C4679" w:rsidRDefault="004E2BE7" w:rsidP="004E2BE7">
      <w:pPr>
        <w:pStyle w:val="CAreference"/>
        <w:rPr>
          <w:rFonts w:ascii="Helvetica" w:hAnsi="Helvetica" w:cs="Helvetica"/>
          <w:color w:val="080100"/>
        </w:rPr>
      </w:pPr>
      <w:r w:rsidRPr="003C4679">
        <w:t xml:space="preserve">Davies HF, McCarthy MA, Firth RSC, Woinarski JCZ, Gillespie GR, Andersen AN, Geyle HM, Nicholson E, &amp; Murphy BP (2017). Top-down control of species distributions: feral cats driving the regional extinction of a threatened rodent in northern Australia. </w:t>
      </w:r>
      <w:r w:rsidRPr="003C4679">
        <w:rPr>
          <w:i/>
        </w:rPr>
        <w:t xml:space="preserve">Diversity and Distributions </w:t>
      </w:r>
      <w:r w:rsidRPr="003C4679">
        <w:t>23, 272-283.</w:t>
      </w:r>
    </w:p>
    <w:p w14:paraId="5166D4DF" w14:textId="77777777" w:rsidR="009C3DD3" w:rsidRPr="00960500" w:rsidRDefault="009C3DD3" w:rsidP="009C3DD3">
      <w:pPr>
        <w:pStyle w:val="CAreference"/>
      </w:pPr>
      <w:r w:rsidRPr="00960500">
        <w:t xml:space="preserve">Dennis AJ (2001). Recovery plan for the northern bettong, </w:t>
      </w:r>
      <w:r w:rsidRPr="00960500">
        <w:rPr>
          <w:i/>
          <w:iCs/>
        </w:rPr>
        <w:t xml:space="preserve">Bettongia tropica </w:t>
      </w:r>
      <w:r w:rsidRPr="00960500">
        <w:t>2000–2004. Report to Environment Australia, Canberra. Queensland Parks and Wildlife Service, Brisbane.</w:t>
      </w:r>
    </w:p>
    <w:p w14:paraId="4DC35379" w14:textId="25D2F895" w:rsidR="00906FC0" w:rsidRPr="005E45D3" w:rsidRDefault="00906FC0" w:rsidP="00906FC0">
      <w:pPr>
        <w:pStyle w:val="CAreference"/>
      </w:pPr>
      <w:r w:rsidRPr="005E45D3">
        <w:lastRenderedPageBreak/>
        <w:t xml:space="preserve">Dickman CR (1993). </w:t>
      </w:r>
      <w:r w:rsidRPr="005E45D3">
        <w:rPr>
          <w:i/>
        </w:rPr>
        <w:t>The biology and management of native rodents of the arid zone in NSW</w:t>
      </w:r>
      <w:r w:rsidRPr="005E45D3">
        <w:t xml:space="preserve">. </w:t>
      </w:r>
      <w:r w:rsidR="001E7986" w:rsidRPr="005E45D3">
        <w:t xml:space="preserve">Species management report 12. </w:t>
      </w:r>
      <w:r w:rsidRPr="005E45D3">
        <w:t>NSW National Parks and Wildlife Service</w:t>
      </w:r>
      <w:r w:rsidR="00FF1627" w:rsidRPr="005E45D3">
        <w:t>, Hurstville</w:t>
      </w:r>
      <w:r w:rsidRPr="005E45D3">
        <w:t xml:space="preserve">. </w:t>
      </w:r>
    </w:p>
    <w:p w14:paraId="3E344DD5" w14:textId="2500312F" w:rsidR="000677F7" w:rsidRDefault="000677F7" w:rsidP="000677F7">
      <w:pPr>
        <w:pStyle w:val="CAreference"/>
      </w:pPr>
      <w:r w:rsidRPr="005E45D3">
        <w:t>Dickman CR, Pressey RL, Lim L &amp; Parnaby HE (1993). Mammals</w:t>
      </w:r>
      <w:r>
        <w:t xml:space="preserve"> of particular conservation concern in the Western Division of New South Wales. </w:t>
      </w:r>
      <w:r w:rsidRPr="000677F7">
        <w:rPr>
          <w:i/>
        </w:rPr>
        <w:t>Biological Conservation</w:t>
      </w:r>
      <w:r>
        <w:t xml:space="preserve"> 65, 219-248. </w:t>
      </w:r>
    </w:p>
    <w:p w14:paraId="630B33C1" w14:textId="77777777" w:rsidR="009C7A4C" w:rsidRPr="003C4679" w:rsidRDefault="009C7A4C" w:rsidP="009C7A4C">
      <w:pPr>
        <w:pStyle w:val="CAreference"/>
      </w:pPr>
      <w:r w:rsidRPr="003C4679">
        <w:t xml:space="preserve">Fenner F (2010). Deliberate introduction of the European rabbit, </w:t>
      </w:r>
      <w:r w:rsidRPr="003C4679">
        <w:rPr>
          <w:i/>
        </w:rPr>
        <w:t>Oryctolagus cuniculus</w:t>
      </w:r>
      <w:r w:rsidRPr="003C4679">
        <w:t xml:space="preserve">, into Australia. </w:t>
      </w:r>
      <w:r w:rsidRPr="003C4679">
        <w:rPr>
          <w:i/>
        </w:rPr>
        <w:t>Revue scientifique et technique (International Office of Epizootics)</w:t>
      </w:r>
      <w:r w:rsidRPr="003C4679">
        <w:rPr>
          <w:rStyle w:val="st1"/>
          <w:color w:val="545454"/>
        </w:rPr>
        <w:t xml:space="preserve"> </w:t>
      </w:r>
      <w:r w:rsidRPr="003C4679">
        <w:t>29(1), 103</w:t>
      </w:r>
      <w:r w:rsidRPr="003C4679">
        <w:sym w:font="Symbol" w:char="F02D"/>
      </w:r>
      <w:r w:rsidRPr="003C4679">
        <w:t xml:space="preserve">111.  </w:t>
      </w:r>
    </w:p>
    <w:p w14:paraId="14529025" w14:textId="2B4C8A04" w:rsidR="00B235B2" w:rsidRDefault="00B235B2" w:rsidP="002241D5">
      <w:pPr>
        <w:pStyle w:val="CAreference"/>
      </w:pPr>
      <w:r w:rsidRPr="009F6E7C">
        <w:t xml:space="preserve">Friend JA (2008). Western Barred Bandicoot. In S Van Dyck &amp; R Strahan (eds.) </w:t>
      </w:r>
      <w:r w:rsidRPr="009F6E7C">
        <w:rPr>
          <w:i/>
        </w:rPr>
        <w:t>The Mammals of Australia</w:t>
      </w:r>
      <w:r w:rsidRPr="009F6E7C">
        <w:t>. Reed New Holland. Sydney.</w:t>
      </w:r>
      <w:r w:rsidR="008F7A98" w:rsidRPr="009F6E7C">
        <w:t xml:space="preserve"> pp 182</w:t>
      </w:r>
      <w:r w:rsidR="008F7A98" w:rsidRPr="009F6E7C">
        <w:sym w:font="Symbol" w:char="F02D"/>
      </w:r>
      <w:r w:rsidR="008F7A98" w:rsidRPr="009F6E7C">
        <w:t>184.</w:t>
      </w:r>
    </w:p>
    <w:p w14:paraId="6568EB85" w14:textId="77777777" w:rsidR="00AC77DA" w:rsidRPr="003C4679" w:rsidRDefault="00AC77DA" w:rsidP="00AC77DA">
      <w:pPr>
        <w:pStyle w:val="CAreference"/>
        <w:rPr>
          <w:rFonts w:ascii="Helvetica" w:hAnsi="Helvetica" w:cs="Helvetica"/>
          <w:color w:val="080100"/>
        </w:rPr>
      </w:pPr>
      <w:r w:rsidRPr="003C4679">
        <w:rPr>
          <w:rFonts w:ascii="Helvetica" w:hAnsi="Helvetica" w:cs="Helvetica"/>
          <w:color w:val="080100"/>
        </w:rPr>
        <w:t xml:space="preserve">Gould J (1863). </w:t>
      </w:r>
      <w:r w:rsidRPr="003C4679">
        <w:rPr>
          <w:rFonts w:ascii="Helvetica" w:hAnsi="Helvetica" w:cs="Helvetica"/>
          <w:i/>
          <w:color w:val="080100"/>
        </w:rPr>
        <w:t xml:space="preserve">Perameles </w:t>
      </w:r>
      <w:r w:rsidRPr="003C4679">
        <w:rPr>
          <w:i/>
          <w:iCs/>
        </w:rPr>
        <w:t>fasciata</w:t>
      </w:r>
      <w:r w:rsidRPr="003C4679">
        <w:rPr>
          <w:rFonts w:ascii="Helvetica" w:hAnsi="Helvetica" w:cs="Helvetica"/>
          <w:color w:val="080100"/>
        </w:rPr>
        <w:t xml:space="preserve">. In </w:t>
      </w:r>
      <w:r w:rsidRPr="003C4679">
        <w:rPr>
          <w:rFonts w:ascii="Helvetica" w:hAnsi="Helvetica" w:cs="Helvetica"/>
          <w:i/>
          <w:color w:val="080100"/>
        </w:rPr>
        <w:t>The Mammals of Australia</w:t>
      </w:r>
      <w:r w:rsidRPr="003C4679">
        <w:rPr>
          <w:rFonts w:ascii="Helvetica" w:hAnsi="Helvetica" w:cs="Helvetica"/>
          <w:color w:val="080100"/>
        </w:rPr>
        <w:t xml:space="preserve">. John Gould. London. vol. I pp 14. Viewed: 04 October 2019 Available at: </w:t>
      </w:r>
      <w:hyperlink r:id="rId16" w:anchor="page/n71/mode/1up" w:history="1">
        <w:r w:rsidRPr="003C4679">
          <w:rPr>
            <w:rStyle w:val="Hyperlink"/>
          </w:rPr>
          <w:t>http://nla.gov.au/nla.obj-55392920/view?partId=nla.obj-55412807#page/n71/mode/1up</w:t>
        </w:r>
      </w:hyperlink>
    </w:p>
    <w:p w14:paraId="1DD29395" w14:textId="77777777" w:rsidR="004E2BE7" w:rsidRPr="003C4679" w:rsidRDefault="004E2BE7" w:rsidP="004E2BE7">
      <w:pPr>
        <w:pStyle w:val="CAreference"/>
      </w:pPr>
      <w:r w:rsidRPr="003C4679">
        <w:t xml:space="preserve">Hardman B, Moro D, &amp; Calver M (2016). Direct evidence implicates feral cat predation as the primary cause of failure of a mammal reintroduction programme. </w:t>
      </w:r>
      <w:r w:rsidRPr="003C4679">
        <w:rPr>
          <w:i/>
        </w:rPr>
        <w:t>Ecological Management &amp; Restoration</w:t>
      </w:r>
      <w:r w:rsidRPr="003C4679">
        <w:t xml:space="preserve"> 17(2), 152-158. </w:t>
      </w:r>
    </w:p>
    <w:p w14:paraId="6816FEA1" w14:textId="00239B4E" w:rsidR="004E2BE7" w:rsidRPr="003C4679" w:rsidRDefault="004E2BE7" w:rsidP="004E2BE7">
      <w:pPr>
        <w:pStyle w:val="CAreference"/>
      </w:pPr>
      <w:r w:rsidRPr="003C4679">
        <w:t xml:space="preserve">Hradsky BA, Mildwaters C, Ritchie EG, Christie F, &amp; Di Stefano J (2017). Responses of invasive predators and native prey to prescribed forest fire. </w:t>
      </w:r>
      <w:r w:rsidRPr="003C4679">
        <w:rPr>
          <w:i/>
        </w:rPr>
        <w:t>Journal of Mammalogy</w:t>
      </w:r>
      <w:r w:rsidRPr="003C4679">
        <w:t xml:space="preserve"> 98(3), 835-847.</w:t>
      </w:r>
    </w:p>
    <w:p w14:paraId="37F4F4FC" w14:textId="79B5366C" w:rsidR="00A2076E" w:rsidRDefault="00A2076E" w:rsidP="002241D5">
      <w:pPr>
        <w:pStyle w:val="CAreference"/>
      </w:pPr>
      <w:r w:rsidRPr="00875845">
        <w:t>Johnson</w:t>
      </w:r>
      <w:r w:rsidR="00875845">
        <w:t xml:space="preserve"> C (2006). </w:t>
      </w:r>
      <w:r w:rsidR="00875845" w:rsidRPr="00B47624">
        <w:rPr>
          <w:i/>
        </w:rPr>
        <w:t>Australia’</w:t>
      </w:r>
      <w:r w:rsidR="00F11531" w:rsidRPr="00B47624">
        <w:rPr>
          <w:i/>
        </w:rPr>
        <w:t>s Mammal Extinctions: A</w:t>
      </w:r>
      <w:r w:rsidR="00875845" w:rsidRPr="00B47624">
        <w:rPr>
          <w:i/>
        </w:rPr>
        <w:t xml:space="preserve"> 50 000 year histor</w:t>
      </w:r>
      <w:r w:rsidR="00B47624" w:rsidRPr="00B47624">
        <w:rPr>
          <w:i/>
        </w:rPr>
        <w:t>y</w:t>
      </w:r>
      <w:r w:rsidR="00B47624">
        <w:t>. Cambridge University Press, Melbourne.</w:t>
      </w:r>
    </w:p>
    <w:p w14:paraId="7BF23B99" w14:textId="54D905CC" w:rsidR="00A74A04" w:rsidRDefault="00A74A04" w:rsidP="002241D5">
      <w:pPr>
        <w:pStyle w:val="CAreference"/>
      </w:pPr>
      <w:r>
        <w:t xml:space="preserve">Lang RD (2008). Defining the original extent and floristic composition of the naturally-treeless grasslands of the Liverpool Plains, North Western Slopes, New South Wales. </w:t>
      </w:r>
      <w:r w:rsidRPr="00794942">
        <w:rPr>
          <w:i/>
        </w:rPr>
        <w:t>Cunninghamia</w:t>
      </w:r>
      <w:r>
        <w:t xml:space="preserve"> 10(3)</w:t>
      </w:r>
      <w:r w:rsidR="00794942">
        <w:t>, 407-421.</w:t>
      </w:r>
    </w:p>
    <w:p w14:paraId="003C4D71" w14:textId="77777777" w:rsidR="00A1308D" w:rsidRPr="003C4679" w:rsidRDefault="00A1308D" w:rsidP="00A1308D">
      <w:pPr>
        <w:pStyle w:val="CAreference"/>
      </w:pPr>
      <w:r w:rsidRPr="003C4679">
        <w:t xml:space="preserve">Leahy L, Legge SM, Tuft K, McGregor HW, Barmuta LA, Jones ME, &amp; Johnson CN (2015). Amplified predation after fire suppresses rodent populations in Australia’s tropical savannas. </w:t>
      </w:r>
      <w:r w:rsidRPr="003C4679">
        <w:rPr>
          <w:i/>
        </w:rPr>
        <w:t>Wildlife Research</w:t>
      </w:r>
      <w:r w:rsidRPr="003C4679">
        <w:t xml:space="preserve"> 42, 705-716.</w:t>
      </w:r>
    </w:p>
    <w:p w14:paraId="0380B2C4" w14:textId="00A7BFBA" w:rsidR="003B7E0D" w:rsidRPr="00832FC8" w:rsidRDefault="003B7E0D" w:rsidP="003B7E0D">
      <w:pPr>
        <w:pStyle w:val="CAreference"/>
        <w:rPr>
          <w:iCs/>
        </w:rPr>
      </w:pPr>
      <w:r w:rsidRPr="00832FC8">
        <w:rPr>
          <w:iCs/>
        </w:rPr>
        <w:t>Legge S, Woinarski JCZ, Burbidge AA, Palmer R, Ringma J</w:t>
      </w:r>
      <w:r w:rsidR="00832FC8" w:rsidRPr="00832FC8">
        <w:rPr>
          <w:iCs/>
        </w:rPr>
        <w:t xml:space="preserve">, </w:t>
      </w:r>
      <w:r w:rsidRPr="00832FC8">
        <w:rPr>
          <w:iCs/>
        </w:rPr>
        <w:t>Radford</w:t>
      </w:r>
      <w:r w:rsidR="00832FC8" w:rsidRPr="00832FC8">
        <w:rPr>
          <w:iCs/>
        </w:rPr>
        <w:t xml:space="preserve"> JQ,</w:t>
      </w:r>
      <w:r w:rsidRPr="00832FC8">
        <w:rPr>
          <w:iCs/>
        </w:rPr>
        <w:t xml:space="preserve"> Mitchell </w:t>
      </w:r>
      <w:r w:rsidR="00832FC8" w:rsidRPr="00832FC8">
        <w:rPr>
          <w:iCs/>
        </w:rPr>
        <w:t>N</w:t>
      </w:r>
      <w:r w:rsidRPr="00832FC8">
        <w:rPr>
          <w:iCs/>
        </w:rPr>
        <w:t xml:space="preserve">, Bode </w:t>
      </w:r>
      <w:r w:rsidR="00832FC8" w:rsidRPr="00832FC8">
        <w:rPr>
          <w:iCs/>
        </w:rPr>
        <w:t>M</w:t>
      </w:r>
      <w:r w:rsidRPr="00832FC8">
        <w:rPr>
          <w:iCs/>
        </w:rPr>
        <w:t>,</w:t>
      </w:r>
      <w:r w:rsidR="00832FC8" w:rsidRPr="00832FC8">
        <w:rPr>
          <w:iCs/>
        </w:rPr>
        <w:t xml:space="preserve"> </w:t>
      </w:r>
      <w:proofErr w:type="spellStart"/>
      <w:r w:rsidRPr="00832FC8">
        <w:rPr>
          <w:iCs/>
        </w:rPr>
        <w:t>Wintle</w:t>
      </w:r>
      <w:proofErr w:type="spellEnd"/>
      <w:r w:rsidR="00832FC8" w:rsidRPr="00832FC8">
        <w:rPr>
          <w:iCs/>
        </w:rPr>
        <w:t xml:space="preserve"> B</w:t>
      </w:r>
      <w:r w:rsidRPr="00832FC8">
        <w:rPr>
          <w:iCs/>
        </w:rPr>
        <w:t xml:space="preserve">, </w:t>
      </w:r>
      <w:proofErr w:type="spellStart"/>
      <w:r w:rsidRPr="00832FC8">
        <w:rPr>
          <w:iCs/>
        </w:rPr>
        <w:t>Baseler</w:t>
      </w:r>
      <w:proofErr w:type="spellEnd"/>
      <w:r w:rsidRPr="00832FC8">
        <w:rPr>
          <w:iCs/>
        </w:rPr>
        <w:t xml:space="preserve"> </w:t>
      </w:r>
      <w:r w:rsidR="00832FC8" w:rsidRPr="00832FC8">
        <w:rPr>
          <w:iCs/>
        </w:rPr>
        <w:t>M</w:t>
      </w:r>
      <w:r w:rsidRPr="00832FC8">
        <w:rPr>
          <w:iCs/>
        </w:rPr>
        <w:t>, Bentley</w:t>
      </w:r>
      <w:r w:rsidR="00832FC8" w:rsidRPr="00832FC8">
        <w:rPr>
          <w:iCs/>
        </w:rPr>
        <w:t xml:space="preserve"> J</w:t>
      </w:r>
      <w:r w:rsidRPr="00832FC8">
        <w:rPr>
          <w:iCs/>
        </w:rPr>
        <w:t>, Copley</w:t>
      </w:r>
      <w:r w:rsidR="00832FC8" w:rsidRPr="00832FC8">
        <w:rPr>
          <w:iCs/>
        </w:rPr>
        <w:t xml:space="preserve"> P</w:t>
      </w:r>
      <w:r w:rsidRPr="00832FC8">
        <w:rPr>
          <w:iCs/>
        </w:rPr>
        <w:t>, Dexter</w:t>
      </w:r>
      <w:r w:rsidR="00832FC8" w:rsidRPr="00832FC8">
        <w:rPr>
          <w:iCs/>
        </w:rPr>
        <w:t xml:space="preserve"> N,</w:t>
      </w:r>
      <w:r w:rsidRPr="00832FC8">
        <w:rPr>
          <w:iCs/>
        </w:rPr>
        <w:t xml:space="preserve"> Dickman</w:t>
      </w:r>
      <w:r w:rsidR="00832FC8" w:rsidRPr="00832FC8">
        <w:rPr>
          <w:iCs/>
        </w:rPr>
        <w:t xml:space="preserve"> CR</w:t>
      </w:r>
      <w:r w:rsidRPr="00832FC8">
        <w:rPr>
          <w:iCs/>
        </w:rPr>
        <w:t>, Gillespie</w:t>
      </w:r>
      <w:r w:rsidR="00832FC8" w:rsidRPr="00832FC8">
        <w:rPr>
          <w:iCs/>
        </w:rPr>
        <w:t xml:space="preserve"> GR</w:t>
      </w:r>
      <w:r w:rsidRPr="00832FC8">
        <w:rPr>
          <w:iCs/>
        </w:rPr>
        <w:t>, Hill</w:t>
      </w:r>
      <w:r w:rsidR="00832FC8" w:rsidRPr="00832FC8">
        <w:rPr>
          <w:iCs/>
        </w:rPr>
        <w:t xml:space="preserve"> B</w:t>
      </w:r>
      <w:r w:rsidRPr="00832FC8">
        <w:rPr>
          <w:iCs/>
        </w:rPr>
        <w:t>, Johnson</w:t>
      </w:r>
      <w:r w:rsidR="00832FC8" w:rsidRPr="00832FC8">
        <w:rPr>
          <w:iCs/>
        </w:rPr>
        <w:t xml:space="preserve"> CN</w:t>
      </w:r>
      <w:r w:rsidRPr="00832FC8">
        <w:rPr>
          <w:iCs/>
        </w:rPr>
        <w:t>, Latch</w:t>
      </w:r>
      <w:r w:rsidR="00832FC8" w:rsidRPr="00832FC8">
        <w:rPr>
          <w:iCs/>
        </w:rPr>
        <w:t xml:space="preserve"> P</w:t>
      </w:r>
      <w:r w:rsidRPr="00832FC8">
        <w:rPr>
          <w:iCs/>
        </w:rPr>
        <w:t>,</w:t>
      </w:r>
      <w:r w:rsidR="00832FC8" w:rsidRPr="00832FC8">
        <w:rPr>
          <w:iCs/>
        </w:rPr>
        <w:t xml:space="preserve"> </w:t>
      </w:r>
      <w:proofErr w:type="spellStart"/>
      <w:r w:rsidRPr="00832FC8">
        <w:rPr>
          <w:iCs/>
        </w:rPr>
        <w:t>Letnic</w:t>
      </w:r>
      <w:proofErr w:type="spellEnd"/>
      <w:r w:rsidR="00832FC8" w:rsidRPr="00832FC8">
        <w:rPr>
          <w:iCs/>
        </w:rPr>
        <w:t xml:space="preserve"> M</w:t>
      </w:r>
      <w:r w:rsidRPr="00832FC8">
        <w:rPr>
          <w:iCs/>
        </w:rPr>
        <w:t>, Manning</w:t>
      </w:r>
      <w:r w:rsidR="00832FC8" w:rsidRPr="00832FC8">
        <w:rPr>
          <w:iCs/>
        </w:rPr>
        <w:t xml:space="preserve"> A</w:t>
      </w:r>
      <w:r w:rsidRPr="00832FC8">
        <w:rPr>
          <w:iCs/>
        </w:rPr>
        <w:t xml:space="preserve">, </w:t>
      </w:r>
      <w:proofErr w:type="spellStart"/>
      <w:r w:rsidRPr="00832FC8">
        <w:rPr>
          <w:iCs/>
        </w:rPr>
        <w:t>McCreless</w:t>
      </w:r>
      <w:proofErr w:type="spellEnd"/>
      <w:r w:rsidR="00832FC8" w:rsidRPr="00832FC8">
        <w:rPr>
          <w:iCs/>
        </w:rPr>
        <w:t xml:space="preserve"> EE</w:t>
      </w:r>
      <w:r w:rsidRPr="00832FC8">
        <w:rPr>
          <w:iCs/>
        </w:rPr>
        <w:t xml:space="preserve">, </w:t>
      </w:r>
      <w:proofErr w:type="spellStart"/>
      <w:r w:rsidRPr="00832FC8">
        <w:rPr>
          <w:iCs/>
        </w:rPr>
        <w:t>Menkhorst</w:t>
      </w:r>
      <w:proofErr w:type="spellEnd"/>
      <w:r w:rsidR="00832FC8" w:rsidRPr="00832FC8">
        <w:rPr>
          <w:iCs/>
        </w:rPr>
        <w:t xml:space="preserve"> P</w:t>
      </w:r>
      <w:r w:rsidRPr="00832FC8">
        <w:rPr>
          <w:iCs/>
        </w:rPr>
        <w:t>, Morris</w:t>
      </w:r>
      <w:r w:rsidR="00832FC8" w:rsidRPr="00832FC8">
        <w:rPr>
          <w:iCs/>
        </w:rPr>
        <w:t xml:space="preserve"> K</w:t>
      </w:r>
      <w:r w:rsidRPr="00832FC8">
        <w:rPr>
          <w:iCs/>
        </w:rPr>
        <w:t>,</w:t>
      </w:r>
      <w:r w:rsidR="00832FC8" w:rsidRPr="00832FC8">
        <w:rPr>
          <w:iCs/>
        </w:rPr>
        <w:t xml:space="preserve"> </w:t>
      </w:r>
      <w:r w:rsidRPr="00832FC8">
        <w:rPr>
          <w:iCs/>
        </w:rPr>
        <w:t>Moseby</w:t>
      </w:r>
      <w:r w:rsidR="00832FC8" w:rsidRPr="00832FC8">
        <w:rPr>
          <w:iCs/>
        </w:rPr>
        <w:t xml:space="preserve"> K</w:t>
      </w:r>
      <w:r w:rsidRPr="00832FC8">
        <w:rPr>
          <w:iCs/>
        </w:rPr>
        <w:t>, Page</w:t>
      </w:r>
      <w:r w:rsidR="00832FC8" w:rsidRPr="00832FC8">
        <w:rPr>
          <w:iCs/>
        </w:rPr>
        <w:t xml:space="preserve"> </w:t>
      </w:r>
      <w:r w:rsidRPr="00832FC8">
        <w:rPr>
          <w:iCs/>
        </w:rPr>
        <w:t>Pannell</w:t>
      </w:r>
      <w:r w:rsidR="00832FC8" w:rsidRPr="00832FC8">
        <w:rPr>
          <w:iCs/>
        </w:rPr>
        <w:t xml:space="preserve"> D, &amp; </w:t>
      </w:r>
      <w:r w:rsidRPr="00832FC8">
        <w:rPr>
          <w:iCs/>
        </w:rPr>
        <w:t>Tuft</w:t>
      </w:r>
      <w:r w:rsidR="00832FC8" w:rsidRPr="00832FC8">
        <w:rPr>
          <w:iCs/>
        </w:rPr>
        <w:t xml:space="preserve"> K (2018). Havens for threatened Australian mammals: the contributions of fenced areas and offshore islands to the </w:t>
      </w:r>
      <w:r w:rsidR="002401E6">
        <w:rPr>
          <w:iCs/>
        </w:rPr>
        <w:t>p</w:t>
      </w:r>
      <w:r w:rsidR="00832FC8" w:rsidRPr="00832FC8">
        <w:rPr>
          <w:iCs/>
        </w:rPr>
        <w:t>rotection of mammal species susceptible to introduced predators. Wildlife Research 45, 627-644</w:t>
      </w:r>
    </w:p>
    <w:p w14:paraId="247A97ED" w14:textId="77777777" w:rsidR="0019230B" w:rsidRDefault="0019230B" w:rsidP="0019230B">
      <w:pPr>
        <w:pStyle w:val="CAreference"/>
      </w:pPr>
      <w:r>
        <w:t xml:space="preserve">McDowell MC, </w:t>
      </w:r>
      <w:proofErr w:type="spellStart"/>
      <w:r>
        <w:t>Haouchar</w:t>
      </w:r>
      <w:proofErr w:type="spellEnd"/>
      <w:r>
        <w:t xml:space="preserve"> D, </w:t>
      </w:r>
      <w:proofErr w:type="spellStart"/>
      <w:r>
        <w:t>Aplin</w:t>
      </w:r>
      <w:proofErr w:type="spellEnd"/>
      <w:r>
        <w:t xml:space="preserve"> KP, Bunce M, Baynes A &amp; Prideaux GJ (2015). Morphological and molecular evidence supports specific recognition of the recently extinct </w:t>
      </w:r>
      <w:proofErr w:type="spellStart"/>
      <w:r>
        <w:t>Bettongia</w:t>
      </w:r>
      <w:proofErr w:type="spellEnd"/>
      <w:r>
        <w:t xml:space="preserve"> </w:t>
      </w:r>
      <w:proofErr w:type="spellStart"/>
      <w:r>
        <w:t>anhydra</w:t>
      </w:r>
      <w:proofErr w:type="spellEnd"/>
      <w:r>
        <w:t xml:space="preserve"> (</w:t>
      </w:r>
      <w:proofErr w:type="spellStart"/>
      <w:r>
        <w:t>Marsupialia</w:t>
      </w:r>
      <w:proofErr w:type="spellEnd"/>
      <w:r>
        <w:t xml:space="preserve">: </w:t>
      </w:r>
      <w:proofErr w:type="spellStart"/>
      <w:r>
        <w:t>Macropodidae</w:t>
      </w:r>
      <w:proofErr w:type="spellEnd"/>
      <w:r>
        <w:t xml:space="preserve">). </w:t>
      </w:r>
      <w:r w:rsidRPr="005138E6">
        <w:rPr>
          <w:i/>
        </w:rPr>
        <w:t>Journal of Mammalogy</w:t>
      </w:r>
      <w:r>
        <w:t xml:space="preserve"> 96(2), 287-296</w:t>
      </w:r>
    </w:p>
    <w:p w14:paraId="3F0FDBB4" w14:textId="77777777" w:rsidR="00CF2748" w:rsidRPr="003C4679" w:rsidRDefault="00CF2748" w:rsidP="00CF2748">
      <w:pPr>
        <w:autoSpaceDE w:val="0"/>
        <w:autoSpaceDN w:val="0"/>
        <w:adjustRightInd w:val="0"/>
        <w:spacing w:after="160"/>
        <w:ind w:left="720" w:hanging="720"/>
        <w:rPr>
          <w:rFonts w:ascii="Arial" w:hAnsi="Arial" w:cs="Arial"/>
          <w:sz w:val="22"/>
          <w:szCs w:val="22"/>
          <w:lang w:eastAsia="en-AU"/>
        </w:rPr>
      </w:pPr>
      <w:r w:rsidRPr="003C4679">
        <w:rPr>
          <w:rFonts w:ascii="Arial" w:hAnsi="Arial" w:cs="Arial"/>
          <w:sz w:val="22"/>
          <w:szCs w:val="22"/>
          <w:lang w:eastAsia="en-AU"/>
        </w:rPr>
        <w:t xml:space="preserve">McGregor H, Legge S, Jones ME, &amp; Johnson CN (2015) Feral cats are better killers in open </w:t>
      </w:r>
    </w:p>
    <w:p w14:paraId="5E6C62D4" w14:textId="77777777" w:rsidR="00CF2748" w:rsidRPr="003C4679" w:rsidRDefault="00CF2748" w:rsidP="00CF2748">
      <w:pPr>
        <w:autoSpaceDE w:val="0"/>
        <w:autoSpaceDN w:val="0"/>
        <w:adjustRightInd w:val="0"/>
        <w:spacing w:after="160"/>
        <w:ind w:left="720" w:hanging="363"/>
        <w:rPr>
          <w:rFonts w:ascii="Arial" w:hAnsi="Arial" w:cs="Arial"/>
          <w:sz w:val="22"/>
          <w:szCs w:val="22"/>
          <w:lang w:eastAsia="en-AU"/>
        </w:rPr>
      </w:pPr>
      <w:r w:rsidRPr="003C4679">
        <w:rPr>
          <w:rFonts w:ascii="Arial" w:hAnsi="Arial" w:cs="Arial"/>
          <w:sz w:val="22"/>
          <w:szCs w:val="22"/>
          <w:lang w:eastAsia="en-AU"/>
        </w:rPr>
        <w:t xml:space="preserve">habitats, revealed by animal-borne video. </w:t>
      </w:r>
      <w:proofErr w:type="spellStart"/>
      <w:r w:rsidRPr="003C4679">
        <w:rPr>
          <w:rFonts w:ascii="Arial" w:hAnsi="Arial" w:cs="Arial"/>
          <w:i/>
          <w:sz w:val="22"/>
          <w:szCs w:val="22"/>
          <w:lang w:eastAsia="en-AU"/>
        </w:rPr>
        <w:t>PLoS</w:t>
      </w:r>
      <w:proofErr w:type="spellEnd"/>
      <w:r w:rsidRPr="003C4679">
        <w:rPr>
          <w:rFonts w:ascii="Arial" w:hAnsi="Arial" w:cs="Arial"/>
          <w:i/>
          <w:sz w:val="22"/>
          <w:szCs w:val="22"/>
          <w:lang w:eastAsia="en-AU"/>
        </w:rPr>
        <w:t xml:space="preserve"> ONE</w:t>
      </w:r>
      <w:r w:rsidRPr="003C4679">
        <w:rPr>
          <w:rFonts w:ascii="Arial" w:hAnsi="Arial" w:cs="Arial"/>
          <w:sz w:val="22"/>
          <w:szCs w:val="22"/>
          <w:lang w:eastAsia="en-AU"/>
        </w:rPr>
        <w:t xml:space="preserve"> 10, e0133915.</w:t>
      </w:r>
    </w:p>
    <w:p w14:paraId="0C51EFA0" w14:textId="3E9EC47C" w:rsidR="000938DC" w:rsidRDefault="000938DC" w:rsidP="000938DC">
      <w:pPr>
        <w:pStyle w:val="CAreference"/>
      </w:pPr>
      <w:r w:rsidRPr="009F6E7C">
        <w:lastRenderedPageBreak/>
        <w:t>McKenzie NL, Burbidge AA, Baynes A, Brereton RN, Dickman CR, Gordon G, Gibson LA, Menkhorst PW, Robinson</w:t>
      </w:r>
      <w:r>
        <w:t xml:space="preserve"> AC, Williams MR &amp; Woinarski JCA (2007). Analysis of factors implicated in the recent decline of Australia’s mammal fauna. </w:t>
      </w:r>
      <w:r w:rsidRPr="00794D5B">
        <w:rPr>
          <w:i/>
        </w:rPr>
        <w:t>Journal of Biogeography</w:t>
      </w:r>
      <w:r>
        <w:t xml:space="preserve"> 34, 597-611.</w:t>
      </w:r>
    </w:p>
    <w:p w14:paraId="20A35B51" w14:textId="6F0495E3" w:rsidR="00270026" w:rsidRDefault="0019230B" w:rsidP="0019230B">
      <w:pPr>
        <w:pStyle w:val="CAreference"/>
      </w:pPr>
      <w:r w:rsidRPr="00960500">
        <w:t xml:space="preserve">Morton SR, Stafford Smith DM, Friedel MH, Griffin GF &amp; Pickup G (1995). The Stewardship of arid Australia: ecology and land management. </w:t>
      </w:r>
      <w:r w:rsidRPr="00960500">
        <w:rPr>
          <w:i/>
        </w:rPr>
        <w:t>Journal of Environmental Management</w:t>
      </w:r>
      <w:r w:rsidRPr="00960500">
        <w:t xml:space="preserve"> </w:t>
      </w:r>
      <w:r w:rsidRPr="00AB7810">
        <w:t>43</w:t>
      </w:r>
      <w:r>
        <w:t>,</w:t>
      </w:r>
      <w:r w:rsidRPr="00960500">
        <w:t xml:space="preserve"> 195</w:t>
      </w:r>
      <w:r w:rsidRPr="00960500">
        <w:sym w:font="Symbol" w:char="F02D"/>
      </w:r>
      <w:r w:rsidRPr="00960500">
        <w:t>217</w:t>
      </w:r>
      <w:r>
        <w:t>.</w:t>
      </w:r>
    </w:p>
    <w:p w14:paraId="0A52B6F8" w14:textId="3524B12A" w:rsidR="00A46E76" w:rsidRDefault="00A46E76" w:rsidP="0019230B">
      <w:pPr>
        <w:pStyle w:val="CAreference"/>
      </w:pPr>
      <w:r w:rsidRPr="005E45D3">
        <w:t>Paull DC, Date EM (1999).</w:t>
      </w:r>
      <w:r>
        <w:t xml:space="preserve"> Patterns of decline in the native mammal fauna of the north-west slopes of New South Wales. </w:t>
      </w:r>
      <w:r w:rsidRPr="00A46E76">
        <w:rPr>
          <w:i/>
        </w:rPr>
        <w:t>Australian Zoologist</w:t>
      </w:r>
      <w:r>
        <w:t xml:space="preserve"> 31(1), 210-224 </w:t>
      </w:r>
    </w:p>
    <w:p w14:paraId="31D66B1A" w14:textId="77777777" w:rsidR="00DE6417" w:rsidRPr="003C4679" w:rsidRDefault="00DE6417" w:rsidP="00DE6417">
      <w:pPr>
        <w:pStyle w:val="CAreference"/>
      </w:pPr>
      <w:proofErr w:type="spellStart"/>
      <w:r w:rsidRPr="003C4679">
        <w:t>Pedler</w:t>
      </w:r>
      <w:proofErr w:type="spellEnd"/>
      <w:r w:rsidRPr="003C4679">
        <w:t xml:space="preserve"> RD, </w:t>
      </w:r>
      <w:proofErr w:type="spellStart"/>
      <w:r w:rsidRPr="003C4679">
        <w:t>Brandle</w:t>
      </w:r>
      <w:proofErr w:type="spellEnd"/>
      <w:r w:rsidRPr="003C4679">
        <w:t xml:space="preserve"> R, Read JL, Southgate R, Bird P, &amp; Moseby KE (2016). Rabbit biocontrol and landscape-scale recovery of threatened desert mammals. </w:t>
      </w:r>
      <w:r w:rsidRPr="003C4679">
        <w:rPr>
          <w:i/>
        </w:rPr>
        <w:t>Conservation Biology</w:t>
      </w:r>
      <w:r w:rsidRPr="003C4679">
        <w:t xml:space="preserve"> 30(4), 774-482.</w:t>
      </w:r>
    </w:p>
    <w:p w14:paraId="5BA4BD10" w14:textId="77777777" w:rsidR="009060DF" w:rsidRDefault="009060DF" w:rsidP="00F11531">
      <w:pPr>
        <w:pStyle w:val="CAreference"/>
      </w:pPr>
      <w:r w:rsidRPr="003C4679">
        <w:t xml:space="preserve">Radford JQ, Woinarski JCZ, </w:t>
      </w:r>
      <w:proofErr w:type="spellStart"/>
      <w:r w:rsidRPr="003C4679">
        <w:t>Legge</w:t>
      </w:r>
      <w:proofErr w:type="spellEnd"/>
      <w:r w:rsidRPr="003C4679">
        <w:t xml:space="preserve"> S, </w:t>
      </w:r>
      <w:proofErr w:type="spellStart"/>
      <w:r w:rsidRPr="003C4679">
        <w:t>Baseler</w:t>
      </w:r>
      <w:proofErr w:type="spellEnd"/>
      <w:r w:rsidRPr="003C4679">
        <w:t xml:space="preserve"> M, Bentley J, Burbidge AA, Bode M, Copley P, Dexter N, Dickman CR, Gillespie G, Hill B, Johnson CN, </w:t>
      </w:r>
      <w:proofErr w:type="spellStart"/>
      <w:r w:rsidRPr="003C4679">
        <w:t>Kanowski</w:t>
      </w:r>
      <w:proofErr w:type="spellEnd"/>
      <w:r w:rsidRPr="003C4679">
        <w:t xml:space="preserve"> J, Latch P, </w:t>
      </w:r>
      <w:proofErr w:type="spellStart"/>
      <w:r w:rsidRPr="003C4679">
        <w:t>Letnic</w:t>
      </w:r>
      <w:proofErr w:type="spellEnd"/>
      <w:r w:rsidRPr="003C4679">
        <w:t xml:space="preserve"> M, Manning A, Menkhorst P, Mitchell N, Morris K, Moseby K, Page M, &amp; Ringma J (2018). Degrees of population-level susceptibility of Australian terrestrial non-volant mammal species to predation by the introduced red fox (Vulpes vulpes) and feral cat (Felis cats). </w:t>
      </w:r>
      <w:r w:rsidRPr="003C4679">
        <w:rPr>
          <w:i/>
        </w:rPr>
        <w:t>Wildlife Research</w:t>
      </w:r>
      <w:r w:rsidRPr="003C4679">
        <w:t xml:space="preserve"> 45, 645-657.</w:t>
      </w:r>
    </w:p>
    <w:p w14:paraId="0BFA164C" w14:textId="6F138A12" w:rsidR="00BF10FC" w:rsidRDefault="00BA41BB" w:rsidP="00F11531">
      <w:pPr>
        <w:pStyle w:val="CAreference"/>
      </w:pPr>
      <w:r>
        <w:t xml:space="preserve">Richards JD (2004). </w:t>
      </w:r>
      <w:r w:rsidRPr="00BA41BB">
        <w:t>The first reintroduction of the western barred bandicoot (</w:t>
      </w:r>
      <w:r w:rsidRPr="00BA41BB">
        <w:rPr>
          <w:i/>
        </w:rPr>
        <w:t>Perameles bougainville</w:t>
      </w:r>
      <w:r w:rsidRPr="00BA41BB">
        <w:t>) to mainland Australia.</w:t>
      </w:r>
      <w:r>
        <w:t xml:space="preserve"> University of Sydney, Biological Sciences. </w:t>
      </w:r>
    </w:p>
    <w:p w14:paraId="53A4C581" w14:textId="3E8E38AF" w:rsidR="00223A7D" w:rsidRDefault="00223A7D" w:rsidP="00223A7D">
      <w:pPr>
        <w:pStyle w:val="CAreference"/>
      </w:pPr>
      <w:r w:rsidRPr="009F6E7C">
        <w:t xml:space="preserve">Smith AP &amp; Quin DG (1996). Patterns and causes of extinction and decline in Australian conilurine rodents. </w:t>
      </w:r>
      <w:r w:rsidRPr="009F6E7C">
        <w:rPr>
          <w:i/>
        </w:rPr>
        <w:t>Biological Conservation</w:t>
      </w:r>
      <w:r w:rsidRPr="009F6E7C">
        <w:t xml:space="preserve"> 77</w:t>
      </w:r>
      <w:r w:rsidR="00B47624" w:rsidRPr="009F6E7C">
        <w:t>,</w:t>
      </w:r>
      <w:r w:rsidRPr="009F6E7C">
        <w:t xml:space="preserve"> 243-267.</w:t>
      </w:r>
    </w:p>
    <w:p w14:paraId="4DF3EB67" w14:textId="5FD388B7" w:rsidR="003E39C8" w:rsidRDefault="003E39C8" w:rsidP="00223A7D">
      <w:pPr>
        <w:pStyle w:val="CAreference"/>
      </w:pPr>
      <w:r w:rsidRPr="005E45D3">
        <w:t>Stanton MA &amp; Anderson JA (1998). A survey</w:t>
      </w:r>
      <w:r>
        <w:t xml:space="preserve"> of ground-dwelling mammals inhabiting forests of the southwestern slopes, New South Wales. </w:t>
      </w:r>
      <w:r w:rsidRPr="003E39C8">
        <w:rPr>
          <w:i/>
        </w:rPr>
        <w:t>Australian Zoologist</w:t>
      </w:r>
      <w:r>
        <w:t xml:space="preserve">  30(4), 480-491.</w:t>
      </w:r>
    </w:p>
    <w:p w14:paraId="65C72B90" w14:textId="01DC24EA" w:rsidR="00AA1C3B" w:rsidRPr="009F6E7C" w:rsidRDefault="00AA1C3B" w:rsidP="00223A7D">
      <w:pPr>
        <w:pStyle w:val="CAreference"/>
      </w:pPr>
      <w:r w:rsidRPr="005E45D3">
        <w:t>Saunders GR, Gentle MN</w:t>
      </w:r>
      <w:r>
        <w:t xml:space="preserve"> &amp; Dickman CR (2010). The impacts and management of foxes </w:t>
      </w:r>
      <w:proofErr w:type="spellStart"/>
      <w:r w:rsidRPr="00AA1C3B">
        <w:rPr>
          <w:i/>
        </w:rPr>
        <w:t>Vulpes</w:t>
      </w:r>
      <w:proofErr w:type="spellEnd"/>
      <w:r w:rsidRPr="00AA1C3B">
        <w:rPr>
          <w:i/>
        </w:rPr>
        <w:t xml:space="preserve"> </w:t>
      </w:r>
      <w:proofErr w:type="spellStart"/>
      <w:r w:rsidRPr="00AA1C3B">
        <w:rPr>
          <w:i/>
        </w:rPr>
        <w:t>vulpes</w:t>
      </w:r>
      <w:proofErr w:type="spellEnd"/>
      <w:r>
        <w:t xml:space="preserve"> in Australia. </w:t>
      </w:r>
      <w:r w:rsidRPr="00AA1C3B">
        <w:rPr>
          <w:i/>
        </w:rPr>
        <w:t>Mammal Review</w:t>
      </w:r>
      <w:r>
        <w:t xml:space="preserve"> 40(3), 181-211.</w:t>
      </w:r>
    </w:p>
    <w:p w14:paraId="7295421E" w14:textId="5F45AAD5" w:rsidR="000530CB" w:rsidRPr="009F6E7C" w:rsidRDefault="000530CB" w:rsidP="000530CB">
      <w:pPr>
        <w:pStyle w:val="CAreference"/>
      </w:pPr>
      <w:r w:rsidRPr="009F6E7C">
        <w:t xml:space="preserve">Stodart E (1977). Breeding and behaviour of Australian Bandicoots in B Stonehouse B &amp; D Gilmore (eds), </w:t>
      </w:r>
      <w:r w:rsidRPr="009F6E7C">
        <w:rPr>
          <w:i/>
        </w:rPr>
        <w:t>The Biology of Marsupials</w:t>
      </w:r>
      <w:r w:rsidRPr="009F6E7C">
        <w:t>. Studies in Biology, Economy and Society, Palgrave, London. pp. 179-180.</w:t>
      </w:r>
    </w:p>
    <w:p w14:paraId="49A34D41" w14:textId="0EB78D71" w:rsidR="00CB2F07" w:rsidRDefault="00CB2F07" w:rsidP="00CB2F07">
      <w:pPr>
        <w:pStyle w:val="CAreference"/>
      </w:pPr>
      <w:r w:rsidRPr="009F6E7C">
        <w:t>Travouillon KJ, Phillips MJ (2018). Total evidence analysis of the phylogenetic relationships of bandicoots and bilbies (</w:t>
      </w:r>
      <w:proofErr w:type="spellStart"/>
      <w:r w:rsidRPr="009F6E7C">
        <w:t>Marsupialia</w:t>
      </w:r>
      <w:proofErr w:type="spellEnd"/>
      <w:r w:rsidRPr="009F6E7C">
        <w:t xml:space="preserve">: </w:t>
      </w:r>
      <w:proofErr w:type="spellStart"/>
      <w:r w:rsidRPr="009F6E7C">
        <w:t>Peramelemorphia</w:t>
      </w:r>
      <w:proofErr w:type="spellEnd"/>
      <w:r w:rsidRPr="009F6E7C">
        <w:t xml:space="preserve">): reassessment of two species and description of a new species. </w:t>
      </w:r>
      <w:proofErr w:type="spellStart"/>
      <w:r w:rsidRPr="009F6E7C">
        <w:rPr>
          <w:i/>
        </w:rPr>
        <w:t>Zootaxa</w:t>
      </w:r>
      <w:proofErr w:type="spellEnd"/>
      <w:r w:rsidRPr="009F6E7C">
        <w:t xml:space="preserve"> 4378(2), 224-256</w:t>
      </w:r>
      <w:r w:rsidR="000530CB" w:rsidRPr="009F6E7C">
        <w:t>.</w:t>
      </w:r>
    </w:p>
    <w:p w14:paraId="19535DE7" w14:textId="77777777" w:rsidR="0019230B" w:rsidRDefault="0019230B" w:rsidP="0019230B">
      <w:pPr>
        <w:pStyle w:val="CAreference"/>
      </w:pPr>
      <w:r w:rsidRPr="00F65D8C">
        <w:t xml:space="preserve">Tunbridge D (1993). </w:t>
      </w:r>
      <w:r w:rsidRPr="00C3418A">
        <w:rPr>
          <w:i/>
        </w:rPr>
        <w:t>The story of the Flinders Ranges Mammals</w:t>
      </w:r>
      <w:r w:rsidRPr="00F65D8C">
        <w:t>. Kangaroo Press Pty Ltd.</w:t>
      </w:r>
    </w:p>
    <w:p w14:paraId="5D4B82EE" w14:textId="7A8F1F21" w:rsidR="00DF42F6" w:rsidRPr="00F65D8C" w:rsidRDefault="00DF42F6" w:rsidP="0019230B">
      <w:pPr>
        <w:pStyle w:val="CAreference"/>
      </w:pPr>
      <w:r w:rsidRPr="009F6E7C">
        <w:t>Woinarski JCZ, Burbidge AA &amp; Harrison PL (2014</w:t>
      </w:r>
      <w:r>
        <w:t>a</w:t>
      </w:r>
      <w:r w:rsidRPr="009F6E7C">
        <w:t xml:space="preserve">). </w:t>
      </w:r>
      <w:r w:rsidR="001B3909">
        <w:t>Liverpool Plains</w:t>
      </w:r>
      <w:r w:rsidRPr="009F6E7C">
        <w:t xml:space="preserve"> Bandicoot in </w:t>
      </w:r>
      <w:r w:rsidRPr="009F6E7C">
        <w:rPr>
          <w:i/>
        </w:rPr>
        <w:t>The action plan for Australian Mammals 2012</w:t>
      </w:r>
      <w:r w:rsidRPr="009F6E7C">
        <w:t>,</w:t>
      </w:r>
      <w:r w:rsidRPr="009F6E7C">
        <w:rPr>
          <w:i/>
        </w:rPr>
        <w:t xml:space="preserve"> </w:t>
      </w:r>
      <w:r w:rsidRPr="009F6E7C">
        <w:t xml:space="preserve">Conservation Summaries for newly-described taxa. </w:t>
      </w:r>
      <w:r w:rsidRPr="009F6E7C">
        <w:lastRenderedPageBreak/>
        <w:t>Viewed: 4 September 2019 Available at:</w:t>
      </w:r>
      <w:r>
        <w:t xml:space="preserve"> </w:t>
      </w:r>
      <w:hyperlink r:id="rId17" w:history="1">
        <w:r w:rsidRPr="00991C95">
          <w:rPr>
            <w:rStyle w:val="Hyperlink"/>
          </w:rPr>
          <w:t>http://members.iinet.net.au/~amburbidge@westnet.com.au/</w:t>
        </w:r>
      </w:hyperlink>
    </w:p>
    <w:p w14:paraId="0B2FC4A9" w14:textId="74901ABC" w:rsidR="00D44366" w:rsidRDefault="00A92EF8" w:rsidP="00A92EF8">
      <w:pPr>
        <w:pStyle w:val="CAreference"/>
      </w:pPr>
      <w:r w:rsidRPr="009F6E7C">
        <w:t>Woinarski JCZ, Burbidge AA &amp; Harrison PL (2014</w:t>
      </w:r>
      <w:r w:rsidR="00DF42F6">
        <w:t>b</w:t>
      </w:r>
      <w:r w:rsidRPr="009F6E7C">
        <w:t xml:space="preserve">). </w:t>
      </w:r>
      <w:r w:rsidR="00CE422D" w:rsidRPr="009F6E7C">
        <w:t>Western Barred Bandicoot</w:t>
      </w:r>
      <w:r w:rsidRPr="009F6E7C">
        <w:rPr>
          <w:color w:val="FF0000"/>
        </w:rPr>
        <w:t xml:space="preserve"> </w:t>
      </w:r>
      <w:r w:rsidRPr="009F6E7C">
        <w:t xml:space="preserve">in </w:t>
      </w:r>
      <w:r w:rsidRPr="009F6E7C">
        <w:rPr>
          <w:i/>
        </w:rPr>
        <w:t>The action plan for Australian Mammals 2012</w:t>
      </w:r>
      <w:r w:rsidRPr="009F6E7C">
        <w:t>, CSIRO publishing, Collingwood</w:t>
      </w:r>
      <w:r w:rsidR="00B47624" w:rsidRPr="009F6E7C">
        <w:t>. pp</w:t>
      </w:r>
      <w:r w:rsidRPr="009F6E7C">
        <w:t xml:space="preserve"> </w:t>
      </w:r>
      <w:r w:rsidR="00CE422D" w:rsidRPr="009F6E7C">
        <w:t>185</w:t>
      </w:r>
      <w:r w:rsidRPr="009F6E7C">
        <w:t>–</w:t>
      </w:r>
      <w:r w:rsidR="00CE422D" w:rsidRPr="009F6E7C">
        <w:t>189</w:t>
      </w:r>
      <w:r w:rsidR="00E37873" w:rsidRPr="009F6E7C">
        <w:t>.</w:t>
      </w:r>
    </w:p>
    <w:p w14:paraId="575E9355" w14:textId="5B11318B" w:rsidR="00E0173B" w:rsidRDefault="00E0173B" w:rsidP="00E0173B">
      <w:pPr>
        <w:pStyle w:val="CAreference"/>
      </w:pPr>
      <w:r w:rsidRPr="00CB43AB">
        <w:t>Woinarski JCZ, Burbidge AA &amp; Harrison PL (2014c). Threats</w:t>
      </w:r>
      <w:r w:rsidRPr="00CB43AB">
        <w:rPr>
          <w:color w:val="FF0000"/>
        </w:rPr>
        <w:t xml:space="preserve"> </w:t>
      </w:r>
      <w:r w:rsidRPr="00CB43AB">
        <w:t xml:space="preserve">in </w:t>
      </w:r>
      <w:r w:rsidRPr="00CB43AB">
        <w:rPr>
          <w:i/>
        </w:rPr>
        <w:t>The action plan for Australian Mammals 2012</w:t>
      </w:r>
      <w:r w:rsidRPr="00CB43AB">
        <w:t>, CSIRO publishing, Collingwood. pp 867–879.</w:t>
      </w:r>
    </w:p>
    <w:p w14:paraId="74CD499F" w14:textId="77777777" w:rsidR="00171625" w:rsidRPr="003C4679" w:rsidRDefault="00171625" w:rsidP="00171625">
      <w:pPr>
        <w:pStyle w:val="CAreference"/>
      </w:pPr>
      <w:r w:rsidRPr="003C4679">
        <w:t xml:space="preserve">Woolley LA, Geyle HM, Murphy BP, Legge SM, Palmer R, </w:t>
      </w:r>
      <w:proofErr w:type="spellStart"/>
      <w:r w:rsidRPr="003C4679">
        <w:t>Dickman</w:t>
      </w:r>
      <w:proofErr w:type="spellEnd"/>
      <w:r w:rsidRPr="003C4679">
        <w:t xml:space="preserve"> CR, </w:t>
      </w:r>
      <w:proofErr w:type="spellStart"/>
      <w:r w:rsidRPr="003C4679">
        <w:t>Augusteyne</w:t>
      </w:r>
      <w:proofErr w:type="spellEnd"/>
      <w:r w:rsidRPr="003C4679">
        <w:t xml:space="preserve"> J, Comer S, Doherty TS, Eager C, Edwards G, Harley D, Leiper I, McDonald PJ, McGregor H, Moseby K, Myers C, Read J, </w:t>
      </w:r>
      <w:proofErr w:type="spellStart"/>
      <w:r w:rsidRPr="003C4679">
        <w:t>Stokeld</w:t>
      </w:r>
      <w:proofErr w:type="spellEnd"/>
      <w:r w:rsidRPr="003C4679">
        <w:t xml:space="preserve"> D, &amp; </w:t>
      </w:r>
      <w:proofErr w:type="spellStart"/>
      <w:r w:rsidRPr="003C4679">
        <w:t>Woinarski</w:t>
      </w:r>
      <w:proofErr w:type="spellEnd"/>
      <w:r w:rsidRPr="003C4679">
        <w:t xml:space="preserve"> JCZ (2019). Introduced cats (</w:t>
      </w:r>
      <w:r w:rsidRPr="003C4679">
        <w:rPr>
          <w:i/>
        </w:rPr>
        <w:t>Felis catus</w:t>
      </w:r>
      <w:r w:rsidRPr="003C4679">
        <w:t>) eating a continental fauna: inventory and traits of Australian mammal species killed. Mammal Review In press.</w:t>
      </w:r>
    </w:p>
    <w:p w14:paraId="50397843" w14:textId="77777777" w:rsidR="001C6B82" w:rsidRDefault="001C6B82" w:rsidP="001C6B82">
      <w:pPr>
        <w:pStyle w:val="CAmajorheading"/>
      </w:pPr>
      <w:r>
        <w:t>Other sources cited in the advice</w:t>
      </w:r>
    </w:p>
    <w:p w14:paraId="3146F1BF" w14:textId="77777777" w:rsidR="003E4CBD" w:rsidRPr="006C3869" w:rsidRDefault="003E4CBD" w:rsidP="001C6B82">
      <w:pPr>
        <w:pStyle w:val="CAmajorheading"/>
        <w:rPr>
          <w:b w:val="0"/>
          <w:sz w:val="22"/>
          <w:u w:val="none"/>
        </w:rPr>
      </w:pPr>
    </w:p>
    <w:p w14:paraId="60D400A4" w14:textId="77777777" w:rsidR="00C36748" w:rsidRPr="00CB43AB" w:rsidRDefault="00C36748" w:rsidP="00C36748">
      <w:pPr>
        <w:pStyle w:val="CAreference"/>
      </w:pPr>
      <w:r>
        <w:t xml:space="preserve">DAWE (Department of Agriculture, Water and the Environment). Species profile and threat database. Viewed: 05 March 2020 Available at: </w:t>
      </w:r>
      <w:hyperlink r:id="rId18" w:history="1">
        <w:r>
          <w:rPr>
            <w:rStyle w:val="Hyperlink"/>
          </w:rPr>
          <w:t>http://www.environment.gov.au/cgi-bin/sprat/public/sprat.pl</w:t>
        </w:r>
      </w:hyperlink>
    </w:p>
    <w:p w14:paraId="5B689510" w14:textId="2385BDBC" w:rsidR="006C3869" w:rsidRDefault="006C3869" w:rsidP="006C3869">
      <w:pPr>
        <w:pStyle w:val="CAreference"/>
      </w:pPr>
      <w:r w:rsidRPr="006C3869">
        <w:t>DoE (Commonwealth Department of the Env</w:t>
      </w:r>
      <w:r w:rsidR="002401E6">
        <w:t>i</w:t>
      </w:r>
      <w:r w:rsidRPr="006C3869">
        <w:t xml:space="preserve">ronment) (2015). Threat Abatement Plan for predation by Feral Cats. Commonwealth of Australia. Viewed: 5 September 2019 Available at: </w:t>
      </w:r>
      <w:hyperlink r:id="rId19" w:history="1">
        <w:r w:rsidRPr="006C3869">
          <w:rPr>
            <w:rStyle w:val="Hyperlink"/>
          </w:rPr>
          <w:t>http://www.environment.gov.au/biodiversity/threatened/publications/tap/threat-abatement-plan-feral-cats</w:t>
        </w:r>
      </w:hyperlink>
    </w:p>
    <w:p w14:paraId="4AC70BCD" w14:textId="45A7E119" w:rsidR="00FB03C5" w:rsidRPr="009F6E7C" w:rsidRDefault="00FB03C5" w:rsidP="002222DF">
      <w:pPr>
        <w:pStyle w:val="CAreference"/>
        <w:rPr>
          <w:rStyle w:val="Hyperlink"/>
        </w:rPr>
      </w:pPr>
      <w:r w:rsidRPr="009F6E7C">
        <w:t xml:space="preserve">DEWHA (Department of the Environment, Water, Heritage and the Arts) (2008). Threat Abatement Plan for predation by the European Red Fox. Commonwealth of Australia. Viewed: 5 September 2019 Available at: </w:t>
      </w:r>
      <w:hyperlink r:id="rId20" w:history="1">
        <w:r w:rsidRPr="009F6E7C">
          <w:rPr>
            <w:rStyle w:val="Hyperlink"/>
          </w:rPr>
          <w:t>http://www.environment.gov.au/system/files/resources/1846b741-4f68-4bda-a663-94418438d4e6/files/tap-fox-report.pdf</w:t>
        </w:r>
      </w:hyperlink>
    </w:p>
    <w:p w14:paraId="2A706C1E" w14:textId="77777777" w:rsidR="008773E2" w:rsidRDefault="008773E2" w:rsidP="008773E2">
      <w:pPr>
        <w:pStyle w:val="CAreference"/>
      </w:pPr>
      <w:r w:rsidRPr="009F6E7C">
        <w:t xml:space="preserve">Lerner KL &amp; Wilmoth B (2014). Bandicoots in the </w:t>
      </w:r>
      <w:r w:rsidRPr="009F6E7C">
        <w:rPr>
          <w:i/>
        </w:rPr>
        <w:t xml:space="preserve">Gale Encyclopedia of Science </w:t>
      </w:r>
      <w:r w:rsidRPr="009F6E7C">
        <w:t>5(1), 477-478. Viewed: 02 September 2019 Available at</w:t>
      </w:r>
      <w:r>
        <w:t xml:space="preserve">: </w:t>
      </w:r>
      <w:hyperlink r:id="rId21" w:history="1">
        <w:r w:rsidRPr="00992F7D">
          <w:rPr>
            <w:rStyle w:val="Hyperlink"/>
          </w:rPr>
          <w:t>https://link.gale.com/apps/doc/CX3727800260/AONE?u=flinders&amp;sid=AONE&amp;xid=9f1ecada</w:t>
        </w:r>
      </w:hyperlink>
      <w:r w:rsidRPr="00992F7D">
        <w:t xml:space="preserve">. </w:t>
      </w:r>
    </w:p>
    <w:p w14:paraId="368856C4" w14:textId="77777777" w:rsidR="00A10D17" w:rsidRPr="00A10D17" w:rsidRDefault="00A10D17" w:rsidP="00A10D17">
      <w:pPr>
        <w:pStyle w:val="CAreference"/>
      </w:pPr>
      <w:r w:rsidRPr="00A10D17">
        <w:t>NSW Scientific Committee (2001). Native vegetation on cracking clay soils of the Liverpool Plains</w:t>
      </w:r>
      <w:r w:rsidRPr="00A10D17">
        <w:rPr>
          <w:sz w:val="23"/>
          <w:szCs w:val="23"/>
        </w:rPr>
        <w:t xml:space="preserve"> - Endangered ecological community determination - final. DEC (NSW), Sydney</w:t>
      </w:r>
    </w:p>
    <w:p w14:paraId="47548A8D" w14:textId="702A77BD" w:rsidR="003A1361" w:rsidRDefault="003A1361" w:rsidP="00756051">
      <w:pPr>
        <w:pStyle w:val="CAreference"/>
        <w:rPr>
          <w:rStyle w:val="Hyperlink"/>
        </w:rPr>
      </w:pPr>
      <w:r w:rsidRPr="00CB54B3">
        <w:t>OEH (NSW Office of</w:t>
      </w:r>
      <w:r>
        <w:t xml:space="preserve"> Environment &amp; Heritage) (2017). Native vegetation on cracking clay soils of the Liverpool Plains – profile. Viewed 10 September Available at: </w:t>
      </w:r>
      <w:hyperlink r:id="rId22" w:history="1">
        <w:r w:rsidRPr="00B01400">
          <w:rPr>
            <w:rStyle w:val="Hyperlink"/>
          </w:rPr>
          <w:t>https://www.environment.nsw.gov.au/threatenedSpeciesApp/profile.aspx?id=10550</w:t>
        </w:r>
      </w:hyperlink>
    </w:p>
    <w:p w14:paraId="54FD1C61" w14:textId="77777777" w:rsidR="001267CA" w:rsidRPr="008C1409" w:rsidRDefault="001267CA" w:rsidP="009617C9">
      <w:pPr>
        <w:pStyle w:val="CAreference"/>
      </w:pPr>
    </w:p>
    <w:sectPr w:rsidR="001267CA" w:rsidRPr="008C1409" w:rsidSect="003F5EA3">
      <w:headerReference w:type="even" r:id="rId23"/>
      <w:headerReference w:type="default" r:id="rId24"/>
      <w:footerReference w:type="even" r:id="rId25"/>
      <w:footerReference w:type="default" r:id="rId26"/>
      <w:headerReference w:type="first" r:id="rId27"/>
      <w:footerReference w:type="first" r:id="rId28"/>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093E79" w:rsidRDefault="00093E79">
      <w:r>
        <w:separator/>
      </w:r>
    </w:p>
  </w:endnote>
  <w:endnote w:type="continuationSeparator" w:id="0">
    <w:p w14:paraId="71590EE5" w14:textId="77777777" w:rsidR="00093E79" w:rsidRDefault="0009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JHFEE P+ T T 57o 00">
    <w:altName w:val="T T 57o"/>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093E79" w:rsidRDefault="00093E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093E79" w:rsidRDefault="00093E79">
    <w:pPr>
      <w:pStyle w:val="Footer"/>
      <w:ind w:right="360"/>
    </w:pPr>
  </w:p>
  <w:p w14:paraId="22F64B84" w14:textId="77777777" w:rsidR="00EA36A7" w:rsidRDefault="00EA36A7"/>
  <w:p w14:paraId="6D6167F8" w14:textId="77777777" w:rsidR="00EA36A7" w:rsidRDefault="00EA36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5BE787BA" w:rsidR="00093E79" w:rsidRDefault="00487B6D" w:rsidP="00F33606">
    <w:pPr>
      <w:jc w:val="center"/>
      <w:rPr>
        <w:rStyle w:val="Heading1Char"/>
        <w:rFonts w:ascii="Arial" w:hAnsi="Arial" w:cs="Arial"/>
        <w:sz w:val="18"/>
        <w:szCs w:val="18"/>
        <w:u w:val="none"/>
      </w:rPr>
    </w:pPr>
    <w:r w:rsidRPr="005457D8">
      <w:rPr>
        <w:rFonts w:ascii="Arial" w:hAnsi="Arial" w:cs="Arial"/>
        <w:i/>
        <w:iCs/>
        <w:sz w:val="18"/>
        <w:szCs w:val="18"/>
      </w:rPr>
      <w:t>P</w:t>
    </w:r>
    <w:r>
      <w:rPr>
        <w:rFonts w:ascii="Arial" w:hAnsi="Arial" w:cs="Arial"/>
        <w:i/>
        <w:iCs/>
        <w:sz w:val="18"/>
        <w:szCs w:val="18"/>
      </w:rPr>
      <w:t xml:space="preserve">erameles </w:t>
    </w:r>
    <w:r w:rsidR="00B240A0">
      <w:rPr>
        <w:rFonts w:ascii="Arial" w:hAnsi="Arial" w:cs="Arial"/>
        <w:i/>
        <w:iCs/>
        <w:sz w:val="18"/>
        <w:szCs w:val="18"/>
      </w:rPr>
      <w:t xml:space="preserve">bougainville </w:t>
    </w:r>
    <w:r>
      <w:rPr>
        <w:rFonts w:ascii="Arial" w:hAnsi="Arial" w:cs="Arial"/>
        <w:i/>
        <w:iCs/>
        <w:sz w:val="18"/>
        <w:szCs w:val="18"/>
      </w:rPr>
      <w:t>fasciata</w:t>
    </w:r>
    <w:r w:rsidRPr="005457D8">
      <w:rPr>
        <w:rFonts w:ascii="Arial" w:hAnsi="Arial" w:cs="Arial"/>
        <w:i/>
        <w:iCs/>
        <w:sz w:val="18"/>
        <w:szCs w:val="18"/>
      </w:rPr>
      <w:t xml:space="preserve"> </w:t>
    </w:r>
    <w:r>
      <w:rPr>
        <w:rFonts w:ascii="Arial" w:hAnsi="Arial" w:cs="Arial"/>
        <w:iCs/>
        <w:sz w:val="18"/>
        <w:szCs w:val="18"/>
      </w:rPr>
      <w:t>(Liverpool Plains Striped B</w:t>
    </w:r>
    <w:r w:rsidRPr="005457D8">
      <w:rPr>
        <w:rFonts w:ascii="Arial" w:hAnsi="Arial" w:cs="Arial"/>
        <w:iCs/>
        <w:sz w:val="18"/>
        <w:szCs w:val="18"/>
      </w:rPr>
      <w:t>andicoot</w:t>
    </w:r>
    <w:r w:rsidR="005457D8" w:rsidRPr="005457D8">
      <w:rPr>
        <w:rFonts w:ascii="Arial" w:hAnsi="Arial" w:cs="Arial"/>
        <w:iCs/>
        <w:sz w:val="18"/>
        <w:szCs w:val="18"/>
      </w:rPr>
      <w:t>)</w:t>
    </w:r>
    <w:r w:rsidR="005457D8">
      <w:rPr>
        <w:rFonts w:ascii="Arial" w:hAnsi="Arial" w:cs="Arial"/>
        <w:iCs/>
      </w:rPr>
      <w:t xml:space="preserve"> </w:t>
    </w:r>
    <w:r w:rsidR="00093E79">
      <w:rPr>
        <w:rStyle w:val="Heading1Char"/>
        <w:rFonts w:ascii="Arial" w:hAnsi="Arial" w:cs="Arial"/>
        <w:sz w:val="18"/>
        <w:szCs w:val="18"/>
        <w:u w:val="none"/>
      </w:rPr>
      <w:t>consultation</w:t>
    </w:r>
  </w:p>
  <w:p w14:paraId="71590EEA" w14:textId="77777777" w:rsidR="00093E79" w:rsidRPr="00F33606" w:rsidRDefault="00093E79"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AC639F">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AC639F">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0FE63689" w:rsidR="00093E79" w:rsidRDefault="005457D8" w:rsidP="00D040E8">
    <w:pPr>
      <w:jc w:val="center"/>
      <w:rPr>
        <w:rStyle w:val="Heading1Char"/>
        <w:rFonts w:ascii="Arial" w:hAnsi="Arial" w:cs="Arial"/>
        <w:sz w:val="18"/>
        <w:szCs w:val="18"/>
        <w:u w:val="none"/>
      </w:rPr>
    </w:pPr>
    <w:r w:rsidRPr="005457D8">
      <w:rPr>
        <w:rFonts w:ascii="Arial" w:hAnsi="Arial" w:cs="Arial"/>
        <w:i/>
        <w:iCs/>
        <w:sz w:val="18"/>
        <w:szCs w:val="18"/>
      </w:rPr>
      <w:t>P</w:t>
    </w:r>
    <w:r w:rsidR="001A48C3">
      <w:rPr>
        <w:rFonts w:ascii="Arial" w:hAnsi="Arial" w:cs="Arial"/>
        <w:i/>
        <w:iCs/>
        <w:sz w:val="18"/>
        <w:szCs w:val="18"/>
      </w:rPr>
      <w:t xml:space="preserve">erameles </w:t>
    </w:r>
    <w:r w:rsidR="00B240A0">
      <w:rPr>
        <w:rFonts w:ascii="Arial" w:hAnsi="Arial" w:cs="Arial"/>
        <w:i/>
        <w:iCs/>
        <w:sz w:val="18"/>
        <w:szCs w:val="18"/>
      </w:rPr>
      <w:t xml:space="preserve">bougainville </w:t>
    </w:r>
    <w:r w:rsidR="00487B6D">
      <w:rPr>
        <w:rFonts w:ascii="Arial" w:hAnsi="Arial" w:cs="Arial"/>
        <w:i/>
        <w:iCs/>
        <w:sz w:val="18"/>
        <w:szCs w:val="18"/>
      </w:rPr>
      <w:t>fasciata</w:t>
    </w:r>
    <w:r w:rsidRPr="005457D8">
      <w:rPr>
        <w:rFonts w:ascii="Arial" w:hAnsi="Arial" w:cs="Arial"/>
        <w:i/>
        <w:iCs/>
        <w:sz w:val="18"/>
        <w:szCs w:val="18"/>
      </w:rPr>
      <w:t xml:space="preserve"> </w:t>
    </w:r>
    <w:r w:rsidR="00FC0DF9">
      <w:rPr>
        <w:rFonts w:ascii="Arial" w:hAnsi="Arial" w:cs="Arial"/>
        <w:iCs/>
        <w:sz w:val="18"/>
        <w:szCs w:val="18"/>
      </w:rPr>
      <w:t>(</w:t>
    </w:r>
    <w:r w:rsidR="00487B6D">
      <w:rPr>
        <w:rFonts w:ascii="Arial" w:hAnsi="Arial" w:cs="Arial"/>
        <w:iCs/>
        <w:sz w:val="18"/>
        <w:szCs w:val="18"/>
      </w:rPr>
      <w:t xml:space="preserve">Liverpool Plains Striped </w:t>
    </w:r>
    <w:r w:rsidR="00FC0DF9">
      <w:rPr>
        <w:rFonts w:ascii="Arial" w:hAnsi="Arial" w:cs="Arial"/>
        <w:iCs/>
        <w:sz w:val="18"/>
        <w:szCs w:val="18"/>
      </w:rPr>
      <w:t>B</w:t>
    </w:r>
    <w:r w:rsidRPr="005457D8">
      <w:rPr>
        <w:rFonts w:ascii="Arial" w:hAnsi="Arial" w:cs="Arial"/>
        <w:iCs/>
        <w:sz w:val="18"/>
        <w:szCs w:val="18"/>
      </w:rPr>
      <w:t>andicoot)</w:t>
    </w:r>
    <w:r>
      <w:rPr>
        <w:rFonts w:ascii="Arial" w:hAnsi="Arial" w:cs="Arial"/>
        <w:iCs/>
      </w:rPr>
      <w:t xml:space="preserve"> </w:t>
    </w:r>
    <w:r w:rsidR="00093E79">
      <w:rPr>
        <w:rStyle w:val="Heading1Char"/>
        <w:rFonts w:ascii="Arial" w:hAnsi="Arial" w:cs="Arial"/>
        <w:sz w:val="18"/>
        <w:szCs w:val="18"/>
        <w:u w:val="none"/>
      </w:rPr>
      <w:t>consultation document</w:t>
    </w:r>
  </w:p>
  <w:p w14:paraId="71590EED" w14:textId="77777777" w:rsidR="00093E79" w:rsidRDefault="00093E79"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AC639F">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AC639F">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093E79" w:rsidRDefault="00093E79">
      <w:r>
        <w:separator/>
      </w:r>
    </w:p>
  </w:footnote>
  <w:footnote w:type="continuationSeparator" w:id="0">
    <w:p w14:paraId="71590EE3" w14:textId="77777777" w:rsidR="00093E79" w:rsidRDefault="00093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DFF8B" w14:textId="77777777" w:rsidR="00AC639F" w:rsidRDefault="00AC63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093E79" w:rsidRPr="006115F8" w:rsidRDefault="00093E79" w:rsidP="00F33606">
    <w:pPr>
      <w:tabs>
        <w:tab w:val="center" w:pos="4320"/>
        <w:tab w:val="right" w:pos="8640"/>
      </w:tabs>
      <w:jc w:val="center"/>
      <w:rPr>
        <w:rFonts w:ascii="Arial" w:hAnsi="Arial" w:cs="Arial"/>
        <w:i/>
        <w:sz w:val="18"/>
        <w:szCs w:val="18"/>
      </w:rPr>
    </w:pPr>
  </w:p>
  <w:p w14:paraId="40A4E6B0" w14:textId="77777777" w:rsidR="00EA36A7" w:rsidRDefault="00EA36A7"/>
  <w:p w14:paraId="1DA168FB" w14:textId="77777777" w:rsidR="00EA36A7" w:rsidRDefault="00EA36A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03C3BC3B" w:rsidR="00093E79" w:rsidRDefault="004E061B">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0718CE39" wp14:editId="5DAC0951">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
  </w:num>
  <w:num w:numId="35">
    <w:abstractNumId w:val="1"/>
  </w:num>
  <w:num w:numId="3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1C6D"/>
    <w:rsid w:val="00002E28"/>
    <w:rsid w:val="00006A54"/>
    <w:rsid w:val="00010E87"/>
    <w:rsid w:val="00012317"/>
    <w:rsid w:val="0001336F"/>
    <w:rsid w:val="0002139B"/>
    <w:rsid w:val="00022D84"/>
    <w:rsid w:val="0002505E"/>
    <w:rsid w:val="000279C3"/>
    <w:rsid w:val="00031C27"/>
    <w:rsid w:val="00034A51"/>
    <w:rsid w:val="00035056"/>
    <w:rsid w:val="00036E06"/>
    <w:rsid w:val="0003739D"/>
    <w:rsid w:val="00041235"/>
    <w:rsid w:val="000435C1"/>
    <w:rsid w:val="00050A88"/>
    <w:rsid w:val="0005187C"/>
    <w:rsid w:val="000530CB"/>
    <w:rsid w:val="00053AF7"/>
    <w:rsid w:val="00055CB2"/>
    <w:rsid w:val="00056EBF"/>
    <w:rsid w:val="00057925"/>
    <w:rsid w:val="0006017F"/>
    <w:rsid w:val="00060365"/>
    <w:rsid w:val="00061668"/>
    <w:rsid w:val="00062E62"/>
    <w:rsid w:val="00063273"/>
    <w:rsid w:val="00063298"/>
    <w:rsid w:val="000637EF"/>
    <w:rsid w:val="00063D8D"/>
    <w:rsid w:val="00064A65"/>
    <w:rsid w:val="00066389"/>
    <w:rsid w:val="00066717"/>
    <w:rsid w:val="000677F7"/>
    <w:rsid w:val="000678BE"/>
    <w:rsid w:val="00070249"/>
    <w:rsid w:val="00072605"/>
    <w:rsid w:val="00072E91"/>
    <w:rsid w:val="000733D6"/>
    <w:rsid w:val="00075A57"/>
    <w:rsid w:val="00075D5E"/>
    <w:rsid w:val="00076108"/>
    <w:rsid w:val="00076AE8"/>
    <w:rsid w:val="00077C41"/>
    <w:rsid w:val="00081BEB"/>
    <w:rsid w:val="00081D81"/>
    <w:rsid w:val="000862E5"/>
    <w:rsid w:val="00087940"/>
    <w:rsid w:val="00087FD1"/>
    <w:rsid w:val="000920F6"/>
    <w:rsid w:val="000938DC"/>
    <w:rsid w:val="00093E79"/>
    <w:rsid w:val="0009403D"/>
    <w:rsid w:val="000954EC"/>
    <w:rsid w:val="000A0B1C"/>
    <w:rsid w:val="000A277F"/>
    <w:rsid w:val="000A37D2"/>
    <w:rsid w:val="000A43A5"/>
    <w:rsid w:val="000A6330"/>
    <w:rsid w:val="000A69FD"/>
    <w:rsid w:val="000B105F"/>
    <w:rsid w:val="000C0EB0"/>
    <w:rsid w:val="000C2D2C"/>
    <w:rsid w:val="000C6A43"/>
    <w:rsid w:val="000D14F8"/>
    <w:rsid w:val="000D3322"/>
    <w:rsid w:val="000D4CFF"/>
    <w:rsid w:val="000D534A"/>
    <w:rsid w:val="000E59E6"/>
    <w:rsid w:val="000E6C19"/>
    <w:rsid w:val="000E7DD5"/>
    <w:rsid w:val="000F0708"/>
    <w:rsid w:val="000F158D"/>
    <w:rsid w:val="000F2A91"/>
    <w:rsid w:val="000F2BCC"/>
    <w:rsid w:val="000F710E"/>
    <w:rsid w:val="000F783C"/>
    <w:rsid w:val="001024DD"/>
    <w:rsid w:val="001035E7"/>
    <w:rsid w:val="00103765"/>
    <w:rsid w:val="00104CF2"/>
    <w:rsid w:val="0010502E"/>
    <w:rsid w:val="00107756"/>
    <w:rsid w:val="00107963"/>
    <w:rsid w:val="001111B2"/>
    <w:rsid w:val="00111B65"/>
    <w:rsid w:val="00115212"/>
    <w:rsid w:val="00116F45"/>
    <w:rsid w:val="00121E1E"/>
    <w:rsid w:val="001267CA"/>
    <w:rsid w:val="00134DC8"/>
    <w:rsid w:val="00137631"/>
    <w:rsid w:val="00137655"/>
    <w:rsid w:val="001404C2"/>
    <w:rsid w:val="00141CAB"/>
    <w:rsid w:val="00141E23"/>
    <w:rsid w:val="0014457D"/>
    <w:rsid w:val="00147598"/>
    <w:rsid w:val="00156DBE"/>
    <w:rsid w:val="001613E3"/>
    <w:rsid w:val="001655AE"/>
    <w:rsid w:val="00170E33"/>
    <w:rsid w:val="00171625"/>
    <w:rsid w:val="00171A75"/>
    <w:rsid w:val="00172BD0"/>
    <w:rsid w:val="0017358C"/>
    <w:rsid w:val="00175138"/>
    <w:rsid w:val="001803F5"/>
    <w:rsid w:val="001806C7"/>
    <w:rsid w:val="0018077B"/>
    <w:rsid w:val="001833DB"/>
    <w:rsid w:val="00184E23"/>
    <w:rsid w:val="00186932"/>
    <w:rsid w:val="001869A4"/>
    <w:rsid w:val="001914D9"/>
    <w:rsid w:val="001918A9"/>
    <w:rsid w:val="0019230B"/>
    <w:rsid w:val="00194847"/>
    <w:rsid w:val="001972B2"/>
    <w:rsid w:val="001973B5"/>
    <w:rsid w:val="00197631"/>
    <w:rsid w:val="001A0A23"/>
    <w:rsid w:val="001A1948"/>
    <w:rsid w:val="001A2FEA"/>
    <w:rsid w:val="001A33BE"/>
    <w:rsid w:val="001A3431"/>
    <w:rsid w:val="001A48C3"/>
    <w:rsid w:val="001A67B4"/>
    <w:rsid w:val="001A71DA"/>
    <w:rsid w:val="001B2487"/>
    <w:rsid w:val="001B2AF9"/>
    <w:rsid w:val="001B3909"/>
    <w:rsid w:val="001B396C"/>
    <w:rsid w:val="001B6AE5"/>
    <w:rsid w:val="001C220B"/>
    <w:rsid w:val="001C4BEB"/>
    <w:rsid w:val="001C52E2"/>
    <w:rsid w:val="001C6B82"/>
    <w:rsid w:val="001C770D"/>
    <w:rsid w:val="001C78A0"/>
    <w:rsid w:val="001D05BF"/>
    <w:rsid w:val="001D1E68"/>
    <w:rsid w:val="001D21D5"/>
    <w:rsid w:val="001D2385"/>
    <w:rsid w:val="001D3703"/>
    <w:rsid w:val="001D3D6A"/>
    <w:rsid w:val="001D450C"/>
    <w:rsid w:val="001D49A1"/>
    <w:rsid w:val="001D4F8E"/>
    <w:rsid w:val="001D7C54"/>
    <w:rsid w:val="001E192F"/>
    <w:rsid w:val="001E3522"/>
    <w:rsid w:val="001E7986"/>
    <w:rsid w:val="001F1AF6"/>
    <w:rsid w:val="001F248C"/>
    <w:rsid w:val="001F2B3B"/>
    <w:rsid w:val="001F5A08"/>
    <w:rsid w:val="001F68F9"/>
    <w:rsid w:val="001F77B0"/>
    <w:rsid w:val="00201615"/>
    <w:rsid w:val="00204320"/>
    <w:rsid w:val="00204BFF"/>
    <w:rsid w:val="00205C7F"/>
    <w:rsid w:val="002067F2"/>
    <w:rsid w:val="0021094F"/>
    <w:rsid w:val="00213CC4"/>
    <w:rsid w:val="00216073"/>
    <w:rsid w:val="00216B22"/>
    <w:rsid w:val="002174A3"/>
    <w:rsid w:val="002222DF"/>
    <w:rsid w:val="00223A7D"/>
    <w:rsid w:val="002241D5"/>
    <w:rsid w:val="00226B51"/>
    <w:rsid w:val="00226E45"/>
    <w:rsid w:val="002272ED"/>
    <w:rsid w:val="002277A5"/>
    <w:rsid w:val="00231292"/>
    <w:rsid w:val="00233F1B"/>
    <w:rsid w:val="002346EE"/>
    <w:rsid w:val="00235928"/>
    <w:rsid w:val="002401E6"/>
    <w:rsid w:val="00240F7D"/>
    <w:rsid w:val="00241FA1"/>
    <w:rsid w:val="0024399C"/>
    <w:rsid w:val="0024527F"/>
    <w:rsid w:val="002454A8"/>
    <w:rsid w:val="00245946"/>
    <w:rsid w:val="00245A8B"/>
    <w:rsid w:val="002465AF"/>
    <w:rsid w:val="0024710E"/>
    <w:rsid w:val="0025039E"/>
    <w:rsid w:val="002510E4"/>
    <w:rsid w:val="00252CFE"/>
    <w:rsid w:val="00254CE0"/>
    <w:rsid w:val="00254E78"/>
    <w:rsid w:val="00256449"/>
    <w:rsid w:val="00256894"/>
    <w:rsid w:val="00257B4D"/>
    <w:rsid w:val="00257F72"/>
    <w:rsid w:val="00260405"/>
    <w:rsid w:val="0026047A"/>
    <w:rsid w:val="0026103D"/>
    <w:rsid w:val="002678A8"/>
    <w:rsid w:val="00267C6A"/>
    <w:rsid w:val="00270026"/>
    <w:rsid w:val="00270CE5"/>
    <w:rsid w:val="00271D64"/>
    <w:rsid w:val="0027258F"/>
    <w:rsid w:val="00276E44"/>
    <w:rsid w:val="00277259"/>
    <w:rsid w:val="0028003E"/>
    <w:rsid w:val="0028018D"/>
    <w:rsid w:val="00280BDC"/>
    <w:rsid w:val="00281171"/>
    <w:rsid w:val="002816EB"/>
    <w:rsid w:val="00291478"/>
    <w:rsid w:val="00293164"/>
    <w:rsid w:val="002939A8"/>
    <w:rsid w:val="00295EA8"/>
    <w:rsid w:val="002A02C8"/>
    <w:rsid w:val="002A1D25"/>
    <w:rsid w:val="002A2B15"/>
    <w:rsid w:val="002A385F"/>
    <w:rsid w:val="002A4088"/>
    <w:rsid w:val="002A4B85"/>
    <w:rsid w:val="002A4DAE"/>
    <w:rsid w:val="002A5804"/>
    <w:rsid w:val="002A760C"/>
    <w:rsid w:val="002B1013"/>
    <w:rsid w:val="002B2B88"/>
    <w:rsid w:val="002B2ECA"/>
    <w:rsid w:val="002B3392"/>
    <w:rsid w:val="002B3C62"/>
    <w:rsid w:val="002B574B"/>
    <w:rsid w:val="002B7EA2"/>
    <w:rsid w:val="002C0879"/>
    <w:rsid w:val="002C62D9"/>
    <w:rsid w:val="002C796E"/>
    <w:rsid w:val="002D0D3A"/>
    <w:rsid w:val="002D5313"/>
    <w:rsid w:val="002D6BA1"/>
    <w:rsid w:val="002D6F98"/>
    <w:rsid w:val="002D746E"/>
    <w:rsid w:val="002E0081"/>
    <w:rsid w:val="002E214D"/>
    <w:rsid w:val="002E342E"/>
    <w:rsid w:val="002E454D"/>
    <w:rsid w:val="002E527F"/>
    <w:rsid w:val="002E54D1"/>
    <w:rsid w:val="002E7836"/>
    <w:rsid w:val="002E7DDE"/>
    <w:rsid w:val="002E7F8F"/>
    <w:rsid w:val="002F0A52"/>
    <w:rsid w:val="002F0DC6"/>
    <w:rsid w:val="002F6008"/>
    <w:rsid w:val="002F6B80"/>
    <w:rsid w:val="002F70CB"/>
    <w:rsid w:val="00302BDB"/>
    <w:rsid w:val="00303ECD"/>
    <w:rsid w:val="003044A1"/>
    <w:rsid w:val="00305165"/>
    <w:rsid w:val="003056EE"/>
    <w:rsid w:val="00311224"/>
    <w:rsid w:val="00315366"/>
    <w:rsid w:val="00315516"/>
    <w:rsid w:val="00316460"/>
    <w:rsid w:val="00323730"/>
    <w:rsid w:val="00324AE0"/>
    <w:rsid w:val="00324E9B"/>
    <w:rsid w:val="00330BB2"/>
    <w:rsid w:val="00333C82"/>
    <w:rsid w:val="0033412A"/>
    <w:rsid w:val="003351E0"/>
    <w:rsid w:val="00335E31"/>
    <w:rsid w:val="00343936"/>
    <w:rsid w:val="00343FD2"/>
    <w:rsid w:val="003445DF"/>
    <w:rsid w:val="0034720F"/>
    <w:rsid w:val="00347982"/>
    <w:rsid w:val="003504C4"/>
    <w:rsid w:val="003517C6"/>
    <w:rsid w:val="00352F7D"/>
    <w:rsid w:val="0035614B"/>
    <w:rsid w:val="003609F1"/>
    <w:rsid w:val="00360B63"/>
    <w:rsid w:val="003613D2"/>
    <w:rsid w:val="00364B76"/>
    <w:rsid w:val="003659B1"/>
    <w:rsid w:val="00367F1B"/>
    <w:rsid w:val="003704F4"/>
    <w:rsid w:val="00373110"/>
    <w:rsid w:val="003737AB"/>
    <w:rsid w:val="00382287"/>
    <w:rsid w:val="003828C6"/>
    <w:rsid w:val="003828CB"/>
    <w:rsid w:val="003876FB"/>
    <w:rsid w:val="00390ABC"/>
    <w:rsid w:val="00395ED9"/>
    <w:rsid w:val="00396855"/>
    <w:rsid w:val="0039708C"/>
    <w:rsid w:val="003A021F"/>
    <w:rsid w:val="003A1361"/>
    <w:rsid w:val="003A28F6"/>
    <w:rsid w:val="003A6E1F"/>
    <w:rsid w:val="003B2720"/>
    <w:rsid w:val="003B2A07"/>
    <w:rsid w:val="003B3080"/>
    <w:rsid w:val="003B4E72"/>
    <w:rsid w:val="003B5A9E"/>
    <w:rsid w:val="003B5B4E"/>
    <w:rsid w:val="003B7E0D"/>
    <w:rsid w:val="003C2E69"/>
    <w:rsid w:val="003C3061"/>
    <w:rsid w:val="003C3152"/>
    <w:rsid w:val="003C5B76"/>
    <w:rsid w:val="003C6972"/>
    <w:rsid w:val="003C768A"/>
    <w:rsid w:val="003D27B8"/>
    <w:rsid w:val="003E2E2A"/>
    <w:rsid w:val="003E39C8"/>
    <w:rsid w:val="003E4CBD"/>
    <w:rsid w:val="003E5600"/>
    <w:rsid w:val="003E72E7"/>
    <w:rsid w:val="003E7D4D"/>
    <w:rsid w:val="003F119A"/>
    <w:rsid w:val="003F282F"/>
    <w:rsid w:val="003F2E39"/>
    <w:rsid w:val="003F4463"/>
    <w:rsid w:val="003F4D21"/>
    <w:rsid w:val="003F4EB9"/>
    <w:rsid w:val="003F4ED0"/>
    <w:rsid w:val="003F579B"/>
    <w:rsid w:val="003F5C8B"/>
    <w:rsid w:val="003F5EA3"/>
    <w:rsid w:val="003F72E3"/>
    <w:rsid w:val="003F7EA5"/>
    <w:rsid w:val="00401195"/>
    <w:rsid w:val="0040242E"/>
    <w:rsid w:val="004039E4"/>
    <w:rsid w:val="00405362"/>
    <w:rsid w:val="00405C09"/>
    <w:rsid w:val="00407CAE"/>
    <w:rsid w:val="004109D9"/>
    <w:rsid w:val="004121E7"/>
    <w:rsid w:val="004147BB"/>
    <w:rsid w:val="004148AC"/>
    <w:rsid w:val="0041513E"/>
    <w:rsid w:val="00420228"/>
    <w:rsid w:val="00420CB1"/>
    <w:rsid w:val="00424584"/>
    <w:rsid w:val="004251C0"/>
    <w:rsid w:val="00425AE4"/>
    <w:rsid w:val="00426B66"/>
    <w:rsid w:val="00444FDB"/>
    <w:rsid w:val="0044620A"/>
    <w:rsid w:val="0044681C"/>
    <w:rsid w:val="00450121"/>
    <w:rsid w:val="00450739"/>
    <w:rsid w:val="004563ED"/>
    <w:rsid w:val="004565CB"/>
    <w:rsid w:val="00460DC9"/>
    <w:rsid w:val="00462486"/>
    <w:rsid w:val="00462509"/>
    <w:rsid w:val="00462CB6"/>
    <w:rsid w:val="004632A5"/>
    <w:rsid w:val="0046410E"/>
    <w:rsid w:val="00465C67"/>
    <w:rsid w:val="0046608A"/>
    <w:rsid w:val="004665F8"/>
    <w:rsid w:val="00466889"/>
    <w:rsid w:val="0047119D"/>
    <w:rsid w:val="00471798"/>
    <w:rsid w:val="004749D3"/>
    <w:rsid w:val="00474C15"/>
    <w:rsid w:val="004759EE"/>
    <w:rsid w:val="004803E7"/>
    <w:rsid w:val="00487B6D"/>
    <w:rsid w:val="0049041D"/>
    <w:rsid w:val="00490C47"/>
    <w:rsid w:val="00491D0A"/>
    <w:rsid w:val="004928B1"/>
    <w:rsid w:val="00492906"/>
    <w:rsid w:val="004A0FDE"/>
    <w:rsid w:val="004A284D"/>
    <w:rsid w:val="004A2CBA"/>
    <w:rsid w:val="004A4160"/>
    <w:rsid w:val="004A53BD"/>
    <w:rsid w:val="004A620E"/>
    <w:rsid w:val="004A78B2"/>
    <w:rsid w:val="004B003F"/>
    <w:rsid w:val="004B107B"/>
    <w:rsid w:val="004B1D49"/>
    <w:rsid w:val="004B1F15"/>
    <w:rsid w:val="004B2FA2"/>
    <w:rsid w:val="004C0C1D"/>
    <w:rsid w:val="004C128D"/>
    <w:rsid w:val="004C1A90"/>
    <w:rsid w:val="004C2C75"/>
    <w:rsid w:val="004C35F9"/>
    <w:rsid w:val="004C3C82"/>
    <w:rsid w:val="004C5904"/>
    <w:rsid w:val="004C6C33"/>
    <w:rsid w:val="004C74A5"/>
    <w:rsid w:val="004D2C55"/>
    <w:rsid w:val="004D5765"/>
    <w:rsid w:val="004E0516"/>
    <w:rsid w:val="004E061B"/>
    <w:rsid w:val="004E0BCE"/>
    <w:rsid w:val="004E1118"/>
    <w:rsid w:val="004E19C3"/>
    <w:rsid w:val="004E1BAA"/>
    <w:rsid w:val="004E22E0"/>
    <w:rsid w:val="004E2BE7"/>
    <w:rsid w:val="004E4BA0"/>
    <w:rsid w:val="004F0A16"/>
    <w:rsid w:val="004F1322"/>
    <w:rsid w:val="004F18E3"/>
    <w:rsid w:val="004F2ADB"/>
    <w:rsid w:val="004F2DD1"/>
    <w:rsid w:val="004F64E7"/>
    <w:rsid w:val="004F69BC"/>
    <w:rsid w:val="004F6E9D"/>
    <w:rsid w:val="005013BD"/>
    <w:rsid w:val="005015AE"/>
    <w:rsid w:val="00505446"/>
    <w:rsid w:val="005058B0"/>
    <w:rsid w:val="0050742F"/>
    <w:rsid w:val="00511029"/>
    <w:rsid w:val="00512A6F"/>
    <w:rsid w:val="005138E9"/>
    <w:rsid w:val="005146E6"/>
    <w:rsid w:val="00517C96"/>
    <w:rsid w:val="00521E9E"/>
    <w:rsid w:val="0052340E"/>
    <w:rsid w:val="00524543"/>
    <w:rsid w:val="0052457B"/>
    <w:rsid w:val="005255E2"/>
    <w:rsid w:val="00525871"/>
    <w:rsid w:val="00530252"/>
    <w:rsid w:val="00530F12"/>
    <w:rsid w:val="005341E6"/>
    <w:rsid w:val="00536214"/>
    <w:rsid w:val="00536AFA"/>
    <w:rsid w:val="005413DF"/>
    <w:rsid w:val="005416F2"/>
    <w:rsid w:val="005425E5"/>
    <w:rsid w:val="00544478"/>
    <w:rsid w:val="005457D8"/>
    <w:rsid w:val="00546363"/>
    <w:rsid w:val="00546F8E"/>
    <w:rsid w:val="005501BC"/>
    <w:rsid w:val="00553661"/>
    <w:rsid w:val="005544A2"/>
    <w:rsid w:val="00556F0D"/>
    <w:rsid w:val="00557732"/>
    <w:rsid w:val="005613B6"/>
    <w:rsid w:val="00562F52"/>
    <w:rsid w:val="00564861"/>
    <w:rsid w:val="005677F8"/>
    <w:rsid w:val="005707D6"/>
    <w:rsid w:val="00570F9A"/>
    <w:rsid w:val="0057102F"/>
    <w:rsid w:val="005718D1"/>
    <w:rsid w:val="005736C1"/>
    <w:rsid w:val="005800EF"/>
    <w:rsid w:val="00581425"/>
    <w:rsid w:val="00582B45"/>
    <w:rsid w:val="00582C01"/>
    <w:rsid w:val="005830B7"/>
    <w:rsid w:val="0058399B"/>
    <w:rsid w:val="00583E14"/>
    <w:rsid w:val="005848D9"/>
    <w:rsid w:val="00591525"/>
    <w:rsid w:val="0059233B"/>
    <w:rsid w:val="00594DA5"/>
    <w:rsid w:val="00595F0D"/>
    <w:rsid w:val="005969C3"/>
    <w:rsid w:val="00596B2B"/>
    <w:rsid w:val="0059749C"/>
    <w:rsid w:val="005A07EF"/>
    <w:rsid w:val="005A1AF0"/>
    <w:rsid w:val="005A39DF"/>
    <w:rsid w:val="005A3CE1"/>
    <w:rsid w:val="005A53C2"/>
    <w:rsid w:val="005A6C9A"/>
    <w:rsid w:val="005A7196"/>
    <w:rsid w:val="005B0190"/>
    <w:rsid w:val="005B4224"/>
    <w:rsid w:val="005B4B18"/>
    <w:rsid w:val="005B6DD1"/>
    <w:rsid w:val="005C3623"/>
    <w:rsid w:val="005C3F74"/>
    <w:rsid w:val="005C5BD6"/>
    <w:rsid w:val="005C7D6D"/>
    <w:rsid w:val="005D3E41"/>
    <w:rsid w:val="005D3FD8"/>
    <w:rsid w:val="005D4B90"/>
    <w:rsid w:val="005E45D3"/>
    <w:rsid w:val="005E7430"/>
    <w:rsid w:val="005E7EDF"/>
    <w:rsid w:val="005F35EE"/>
    <w:rsid w:val="005F37B3"/>
    <w:rsid w:val="005F5B02"/>
    <w:rsid w:val="00601C06"/>
    <w:rsid w:val="0060264C"/>
    <w:rsid w:val="00602944"/>
    <w:rsid w:val="00602F2A"/>
    <w:rsid w:val="00603059"/>
    <w:rsid w:val="00604613"/>
    <w:rsid w:val="006058D8"/>
    <w:rsid w:val="00606AD1"/>
    <w:rsid w:val="0060766E"/>
    <w:rsid w:val="00607F23"/>
    <w:rsid w:val="006115F8"/>
    <w:rsid w:val="0061253B"/>
    <w:rsid w:val="00614CCB"/>
    <w:rsid w:val="00615CF6"/>
    <w:rsid w:val="00615DEF"/>
    <w:rsid w:val="0062043A"/>
    <w:rsid w:val="00620979"/>
    <w:rsid w:val="00620D97"/>
    <w:rsid w:val="00623077"/>
    <w:rsid w:val="006268D5"/>
    <w:rsid w:val="006270E7"/>
    <w:rsid w:val="006308C1"/>
    <w:rsid w:val="006308F6"/>
    <w:rsid w:val="00630BA9"/>
    <w:rsid w:val="00631AA1"/>
    <w:rsid w:val="0063245B"/>
    <w:rsid w:val="006324C4"/>
    <w:rsid w:val="00637944"/>
    <w:rsid w:val="0064067C"/>
    <w:rsid w:val="006411D2"/>
    <w:rsid w:val="00642FC6"/>
    <w:rsid w:val="00643911"/>
    <w:rsid w:val="0064488C"/>
    <w:rsid w:val="0064497A"/>
    <w:rsid w:val="00644CB5"/>
    <w:rsid w:val="00650536"/>
    <w:rsid w:val="00650806"/>
    <w:rsid w:val="00651FC0"/>
    <w:rsid w:val="00654339"/>
    <w:rsid w:val="00656490"/>
    <w:rsid w:val="00661E62"/>
    <w:rsid w:val="00661FF3"/>
    <w:rsid w:val="00664966"/>
    <w:rsid w:val="00664B77"/>
    <w:rsid w:val="006658AC"/>
    <w:rsid w:val="00667DEE"/>
    <w:rsid w:val="00667EAB"/>
    <w:rsid w:val="006708B6"/>
    <w:rsid w:val="00671C05"/>
    <w:rsid w:val="00672AF9"/>
    <w:rsid w:val="00674EA1"/>
    <w:rsid w:val="00675861"/>
    <w:rsid w:val="00680A09"/>
    <w:rsid w:val="0068145D"/>
    <w:rsid w:val="006826F6"/>
    <w:rsid w:val="006854AE"/>
    <w:rsid w:val="00686741"/>
    <w:rsid w:val="0069169C"/>
    <w:rsid w:val="006929FE"/>
    <w:rsid w:val="00694509"/>
    <w:rsid w:val="006959DF"/>
    <w:rsid w:val="00696806"/>
    <w:rsid w:val="0069688F"/>
    <w:rsid w:val="0069720B"/>
    <w:rsid w:val="006A02AF"/>
    <w:rsid w:val="006A2E6A"/>
    <w:rsid w:val="006A554C"/>
    <w:rsid w:val="006A6661"/>
    <w:rsid w:val="006B0939"/>
    <w:rsid w:val="006B169F"/>
    <w:rsid w:val="006B3066"/>
    <w:rsid w:val="006B6A6D"/>
    <w:rsid w:val="006B6CF2"/>
    <w:rsid w:val="006C2087"/>
    <w:rsid w:val="006C3869"/>
    <w:rsid w:val="006C427E"/>
    <w:rsid w:val="006C6378"/>
    <w:rsid w:val="006C755C"/>
    <w:rsid w:val="006C7C12"/>
    <w:rsid w:val="006D1EF2"/>
    <w:rsid w:val="006E156B"/>
    <w:rsid w:val="006E26BA"/>
    <w:rsid w:val="006E7387"/>
    <w:rsid w:val="006F00A2"/>
    <w:rsid w:val="006F042D"/>
    <w:rsid w:val="006F1394"/>
    <w:rsid w:val="006F1A26"/>
    <w:rsid w:val="006F2A49"/>
    <w:rsid w:val="006F3E4B"/>
    <w:rsid w:val="006F41E9"/>
    <w:rsid w:val="006F543E"/>
    <w:rsid w:val="006F7DB1"/>
    <w:rsid w:val="00700299"/>
    <w:rsid w:val="00700490"/>
    <w:rsid w:val="0070072F"/>
    <w:rsid w:val="0070172F"/>
    <w:rsid w:val="00701ED4"/>
    <w:rsid w:val="00702231"/>
    <w:rsid w:val="00702EE4"/>
    <w:rsid w:val="00703CF9"/>
    <w:rsid w:val="007053DA"/>
    <w:rsid w:val="00705F8A"/>
    <w:rsid w:val="007102C7"/>
    <w:rsid w:val="007107AD"/>
    <w:rsid w:val="00711A0B"/>
    <w:rsid w:val="00715B5A"/>
    <w:rsid w:val="00716363"/>
    <w:rsid w:val="00723D08"/>
    <w:rsid w:val="00731AC2"/>
    <w:rsid w:val="00732CF6"/>
    <w:rsid w:val="007355C9"/>
    <w:rsid w:val="007365DE"/>
    <w:rsid w:val="00742742"/>
    <w:rsid w:val="00745005"/>
    <w:rsid w:val="007459C0"/>
    <w:rsid w:val="007473BC"/>
    <w:rsid w:val="00755BC6"/>
    <w:rsid w:val="00756051"/>
    <w:rsid w:val="007570DC"/>
    <w:rsid w:val="00757C10"/>
    <w:rsid w:val="00757F2A"/>
    <w:rsid w:val="00760E34"/>
    <w:rsid w:val="00764CC3"/>
    <w:rsid w:val="00767523"/>
    <w:rsid w:val="00767CCC"/>
    <w:rsid w:val="007703B4"/>
    <w:rsid w:val="00770655"/>
    <w:rsid w:val="00771C0A"/>
    <w:rsid w:val="007738B2"/>
    <w:rsid w:val="007761D8"/>
    <w:rsid w:val="00782FD5"/>
    <w:rsid w:val="00790DAA"/>
    <w:rsid w:val="00792C8C"/>
    <w:rsid w:val="0079448D"/>
    <w:rsid w:val="00794942"/>
    <w:rsid w:val="00794A13"/>
    <w:rsid w:val="00794D5B"/>
    <w:rsid w:val="00796134"/>
    <w:rsid w:val="00797489"/>
    <w:rsid w:val="007A0A0F"/>
    <w:rsid w:val="007A4DF1"/>
    <w:rsid w:val="007A68F7"/>
    <w:rsid w:val="007B0C24"/>
    <w:rsid w:val="007B2118"/>
    <w:rsid w:val="007B2587"/>
    <w:rsid w:val="007B2F7F"/>
    <w:rsid w:val="007B5ADD"/>
    <w:rsid w:val="007B65AE"/>
    <w:rsid w:val="007B727E"/>
    <w:rsid w:val="007C3141"/>
    <w:rsid w:val="007C67A5"/>
    <w:rsid w:val="007D4247"/>
    <w:rsid w:val="007D5CBC"/>
    <w:rsid w:val="007D6F60"/>
    <w:rsid w:val="007D7E49"/>
    <w:rsid w:val="007E146B"/>
    <w:rsid w:val="007E458F"/>
    <w:rsid w:val="007E63E9"/>
    <w:rsid w:val="007E66E8"/>
    <w:rsid w:val="007F3109"/>
    <w:rsid w:val="007F45DA"/>
    <w:rsid w:val="007F4AE1"/>
    <w:rsid w:val="007F4F82"/>
    <w:rsid w:val="007F5865"/>
    <w:rsid w:val="00800AFC"/>
    <w:rsid w:val="008011B8"/>
    <w:rsid w:val="008040B8"/>
    <w:rsid w:val="00804CD5"/>
    <w:rsid w:val="008052A5"/>
    <w:rsid w:val="008057A1"/>
    <w:rsid w:val="008060EB"/>
    <w:rsid w:val="0080639E"/>
    <w:rsid w:val="00806BD3"/>
    <w:rsid w:val="00807949"/>
    <w:rsid w:val="00807A0A"/>
    <w:rsid w:val="00810AA1"/>
    <w:rsid w:val="00810B23"/>
    <w:rsid w:val="00810C63"/>
    <w:rsid w:val="00810FAC"/>
    <w:rsid w:val="00811E98"/>
    <w:rsid w:val="008216CB"/>
    <w:rsid w:val="00822D2B"/>
    <w:rsid w:val="00823561"/>
    <w:rsid w:val="00823CEB"/>
    <w:rsid w:val="00824BEE"/>
    <w:rsid w:val="00825EDD"/>
    <w:rsid w:val="00826BF5"/>
    <w:rsid w:val="00827E05"/>
    <w:rsid w:val="00832FC8"/>
    <w:rsid w:val="00833506"/>
    <w:rsid w:val="00835348"/>
    <w:rsid w:val="00840EDC"/>
    <w:rsid w:val="00842A55"/>
    <w:rsid w:val="00843AEE"/>
    <w:rsid w:val="0084491E"/>
    <w:rsid w:val="00847084"/>
    <w:rsid w:val="0085001C"/>
    <w:rsid w:val="0085016E"/>
    <w:rsid w:val="00852E53"/>
    <w:rsid w:val="00855525"/>
    <w:rsid w:val="00857D0E"/>
    <w:rsid w:val="00860E65"/>
    <w:rsid w:val="00861BA4"/>
    <w:rsid w:val="00862161"/>
    <w:rsid w:val="00864840"/>
    <w:rsid w:val="00870AA8"/>
    <w:rsid w:val="00871AD6"/>
    <w:rsid w:val="00872211"/>
    <w:rsid w:val="008727A6"/>
    <w:rsid w:val="00875845"/>
    <w:rsid w:val="008773E2"/>
    <w:rsid w:val="008871B9"/>
    <w:rsid w:val="0089013A"/>
    <w:rsid w:val="00894E5E"/>
    <w:rsid w:val="00897FA8"/>
    <w:rsid w:val="008A0076"/>
    <w:rsid w:val="008A154B"/>
    <w:rsid w:val="008A2676"/>
    <w:rsid w:val="008A333A"/>
    <w:rsid w:val="008A3A14"/>
    <w:rsid w:val="008A3B13"/>
    <w:rsid w:val="008A3E6D"/>
    <w:rsid w:val="008A4A1A"/>
    <w:rsid w:val="008A6D3E"/>
    <w:rsid w:val="008B1251"/>
    <w:rsid w:val="008B130F"/>
    <w:rsid w:val="008B41C8"/>
    <w:rsid w:val="008B5D5A"/>
    <w:rsid w:val="008B6150"/>
    <w:rsid w:val="008B615F"/>
    <w:rsid w:val="008C0E53"/>
    <w:rsid w:val="008C1409"/>
    <w:rsid w:val="008C15CE"/>
    <w:rsid w:val="008C30C7"/>
    <w:rsid w:val="008C70B3"/>
    <w:rsid w:val="008D087C"/>
    <w:rsid w:val="008D30D1"/>
    <w:rsid w:val="008D4B23"/>
    <w:rsid w:val="008E057A"/>
    <w:rsid w:val="008E05C5"/>
    <w:rsid w:val="008E4188"/>
    <w:rsid w:val="008E559A"/>
    <w:rsid w:val="008E5BC6"/>
    <w:rsid w:val="008F0697"/>
    <w:rsid w:val="008F2C71"/>
    <w:rsid w:val="008F30A3"/>
    <w:rsid w:val="008F6FA2"/>
    <w:rsid w:val="008F7178"/>
    <w:rsid w:val="008F7A98"/>
    <w:rsid w:val="00901501"/>
    <w:rsid w:val="00901649"/>
    <w:rsid w:val="00901750"/>
    <w:rsid w:val="00901AD7"/>
    <w:rsid w:val="00902C26"/>
    <w:rsid w:val="009060DF"/>
    <w:rsid w:val="00906FC0"/>
    <w:rsid w:val="0091021B"/>
    <w:rsid w:val="00911116"/>
    <w:rsid w:val="009124A9"/>
    <w:rsid w:val="00913AA5"/>
    <w:rsid w:val="0092516E"/>
    <w:rsid w:val="00925427"/>
    <w:rsid w:val="009276F4"/>
    <w:rsid w:val="00927DAA"/>
    <w:rsid w:val="009304AA"/>
    <w:rsid w:val="00933C35"/>
    <w:rsid w:val="009343EB"/>
    <w:rsid w:val="00937754"/>
    <w:rsid w:val="0094073E"/>
    <w:rsid w:val="0094352C"/>
    <w:rsid w:val="00944C65"/>
    <w:rsid w:val="009454D5"/>
    <w:rsid w:val="009460E4"/>
    <w:rsid w:val="00946719"/>
    <w:rsid w:val="0094696A"/>
    <w:rsid w:val="009530D5"/>
    <w:rsid w:val="00953407"/>
    <w:rsid w:val="009545DC"/>
    <w:rsid w:val="00955A09"/>
    <w:rsid w:val="009617C9"/>
    <w:rsid w:val="00962913"/>
    <w:rsid w:val="00964A7C"/>
    <w:rsid w:val="0096796F"/>
    <w:rsid w:val="00970680"/>
    <w:rsid w:val="009772B5"/>
    <w:rsid w:val="00980E67"/>
    <w:rsid w:val="00981805"/>
    <w:rsid w:val="00984C33"/>
    <w:rsid w:val="00984D01"/>
    <w:rsid w:val="00985186"/>
    <w:rsid w:val="00986559"/>
    <w:rsid w:val="009909CE"/>
    <w:rsid w:val="00992237"/>
    <w:rsid w:val="00992F7D"/>
    <w:rsid w:val="00994712"/>
    <w:rsid w:val="00994900"/>
    <w:rsid w:val="0099504B"/>
    <w:rsid w:val="00997230"/>
    <w:rsid w:val="009975EA"/>
    <w:rsid w:val="009A0E99"/>
    <w:rsid w:val="009A17DD"/>
    <w:rsid w:val="009A47CD"/>
    <w:rsid w:val="009A7A2C"/>
    <w:rsid w:val="009B05D7"/>
    <w:rsid w:val="009B12C8"/>
    <w:rsid w:val="009B1A32"/>
    <w:rsid w:val="009B2674"/>
    <w:rsid w:val="009B2C89"/>
    <w:rsid w:val="009B718A"/>
    <w:rsid w:val="009B7B64"/>
    <w:rsid w:val="009C1534"/>
    <w:rsid w:val="009C2CAA"/>
    <w:rsid w:val="009C31E3"/>
    <w:rsid w:val="009C3DD3"/>
    <w:rsid w:val="009C4CE7"/>
    <w:rsid w:val="009C4EC2"/>
    <w:rsid w:val="009C5B7E"/>
    <w:rsid w:val="009C65B7"/>
    <w:rsid w:val="009C701A"/>
    <w:rsid w:val="009C74A6"/>
    <w:rsid w:val="009C7A4C"/>
    <w:rsid w:val="009D051F"/>
    <w:rsid w:val="009D0942"/>
    <w:rsid w:val="009D39D5"/>
    <w:rsid w:val="009D423E"/>
    <w:rsid w:val="009D45F6"/>
    <w:rsid w:val="009D4715"/>
    <w:rsid w:val="009E1A45"/>
    <w:rsid w:val="009E1AD7"/>
    <w:rsid w:val="009E4CE1"/>
    <w:rsid w:val="009E5E7D"/>
    <w:rsid w:val="009E7EF6"/>
    <w:rsid w:val="009F1B46"/>
    <w:rsid w:val="009F2129"/>
    <w:rsid w:val="009F41C9"/>
    <w:rsid w:val="009F6E7C"/>
    <w:rsid w:val="00A00F30"/>
    <w:rsid w:val="00A02B9A"/>
    <w:rsid w:val="00A0347D"/>
    <w:rsid w:val="00A10D17"/>
    <w:rsid w:val="00A1308D"/>
    <w:rsid w:val="00A1626A"/>
    <w:rsid w:val="00A16AAF"/>
    <w:rsid w:val="00A1769A"/>
    <w:rsid w:val="00A2076E"/>
    <w:rsid w:val="00A22DC8"/>
    <w:rsid w:val="00A230F3"/>
    <w:rsid w:val="00A2313B"/>
    <w:rsid w:val="00A24358"/>
    <w:rsid w:val="00A256C7"/>
    <w:rsid w:val="00A30637"/>
    <w:rsid w:val="00A30B0A"/>
    <w:rsid w:val="00A30F0D"/>
    <w:rsid w:val="00A41B41"/>
    <w:rsid w:val="00A42595"/>
    <w:rsid w:val="00A44897"/>
    <w:rsid w:val="00A45829"/>
    <w:rsid w:val="00A46591"/>
    <w:rsid w:val="00A46E76"/>
    <w:rsid w:val="00A471FC"/>
    <w:rsid w:val="00A5057A"/>
    <w:rsid w:val="00A5090A"/>
    <w:rsid w:val="00A514AE"/>
    <w:rsid w:val="00A5369E"/>
    <w:rsid w:val="00A5591C"/>
    <w:rsid w:val="00A57783"/>
    <w:rsid w:val="00A62B01"/>
    <w:rsid w:val="00A64B58"/>
    <w:rsid w:val="00A65099"/>
    <w:rsid w:val="00A6774C"/>
    <w:rsid w:val="00A73CCF"/>
    <w:rsid w:val="00A74A04"/>
    <w:rsid w:val="00A74E1F"/>
    <w:rsid w:val="00A7780A"/>
    <w:rsid w:val="00A81861"/>
    <w:rsid w:val="00A8195E"/>
    <w:rsid w:val="00A82690"/>
    <w:rsid w:val="00A92EF8"/>
    <w:rsid w:val="00A97CF4"/>
    <w:rsid w:val="00AA04B9"/>
    <w:rsid w:val="00AA0F9C"/>
    <w:rsid w:val="00AA13F0"/>
    <w:rsid w:val="00AA1AFA"/>
    <w:rsid w:val="00AA1B0A"/>
    <w:rsid w:val="00AA1C3B"/>
    <w:rsid w:val="00AA1E53"/>
    <w:rsid w:val="00AA204A"/>
    <w:rsid w:val="00AA5591"/>
    <w:rsid w:val="00AB3F63"/>
    <w:rsid w:val="00AB638E"/>
    <w:rsid w:val="00AB7200"/>
    <w:rsid w:val="00AC1790"/>
    <w:rsid w:val="00AC3F81"/>
    <w:rsid w:val="00AC639F"/>
    <w:rsid w:val="00AC77DA"/>
    <w:rsid w:val="00AC7DAF"/>
    <w:rsid w:val="00AC7FF3"/>
    <w:rsid w:val="00AD0AF7"/>
    <w:rsid w:val="00AD1256"/>
    <w:rsid w:val="00AD4B47"/>
    <w:rsid w:val="00AD6163"/>
    <w:rsid w:val="00AD7147"/>
    <w:rsid w:val="00AD7D68"/>
    <w:rsid w:val="00AE04B9"/>
    <w:rsid w:val="00AE2D18"/>
    <w:rsid w:val="00AE3B24"/>
    <w:rsid w:val="00AE707E"/>
    <w:rsid w:val="00AF01DB"/>
    <w:rsid w:val="00AF1FE2"/>
    <w:rsid w:val="00AF3978"/>
    <w:rsid w:val="00AF7E4D"/>
    <w:rsid w:val="00AF7E5E"/>
    <w:rsid w:val="00B005EF"/>
    <w:rsid w:val="00B010DA"/>
    <w:rsid w:val="00B01B1D"/>
    <w:rsid w:val="00B0401A"/>
    <w:rsid w:val="00B046CA"/>
    <w:rsid w:val="00B04BE4"/>
    <w:rsid w:val="00B06352"/>
    <w:rsid w:val="00B11181"/>
    <w:rsid w:val="00B158D5"/>
    <w:rsid w:val="00B15DB9"/>
    <w:rsid w:val="00B1796A"/>
    <w:rsid w:val="00B179BC"/>
    <w:rsid w:val="00B235B2"/>
    <w:rsid w:val="00B240A0"/>
    <w:rsid w:val="00B2521F"/>
    <w:rsid w:val="00B26262"/>
    <w:rsid w:val="00B26C15"/>
    <w:rsid w:val="00B2795F"/>
    <w:rsid w:val="00B32539"/>
    <w:rsid w:val="00B37C37"/>
    <w:rsid w:val="00B40386"/>
    <w:rsid w:val="00B43EF2"/>
    <w:rsid w:val="00B47624"/>
    <w:rsid w:val="00B47B6F"/>
    <w:rsid w:val="00B47E02"/>
    <w:rsid w:val="00B51177"/>
    <w:rsid w:val="00B54BFC"/>
    <w:rsid w:val="00B55B62"/>
    <w:rsid w:val="00B62F37"/>
    <w:rsid w:val="00B67828"/>
    <w:rsid w:val="00B70207"/>
    <w:rsid w:val="00B7110A"/>
    <w:rsid w:val="00B7196C"/>
    <w:rsid w:val="00B735BE"/>
    <w:rsid w:val="00B7378A"/>
    <w:rsid w:val="00B744F8"/>
    <w:rsid w:val="00B75278"/>
    <w:rsid w:val="00B77BB9"/>
    <w:rsid w:val="00B77D59"/>
    <w:rsid w:val="00B80310"/>
    <w:rsid w:val="00B81848"/>
    <w:rsid w:val="00B81EB8"/>
    <w:rsid w:val="00B83C81"/>
    <w:rsid w:val="00B906A4"/>
    <w:rsid w:val="00B90BED"/>
    <w:rsid w:val="00B91D23"/>
    <w:rsid w:val="00B91D83"/>
    <w:rsid w:val="00B93275"/>
    <w:rsid w:val="00B965EA"/>
    <w:rsid w:val="00BA18A6"/>
    <w:rsid w:val="00BA41BB"/>
    <w:rsid w:val="00BA64C8"/>
    <w:rsid w:val="00BB0349"/>
    <w:rsid w:val="00BB073E"/>
    <w:rsid w:val="00BC4482"/>
    <w:rsid w:val="00BC44E9"/>
    <w:rsid w:val="00BC6138"/>
    <w:rsid w:val="00BC6356"/>
    <w:rsid w:val="00BD0ABA"/>
    <w:rsid w:val="00BD5396"/>
    <w:rsid w:val="00BE1758"/>
    <w:rsid w:val="00BE2E4B"/>
    <w:rsid w:val="00BE31CA"/>
    <w:rsid w:val="00BE774E"/>
    <w:rsid w:val="00BF051E"/>
    <w:rsid w:val="00BF07E7"/>
    <w:rsid w:val="00BF0865"/>
    <w:rsid w:val="00BF10FC"/>
    <w:rsid w:val="00C00857"/>
    <w:rsid w:val="00C00F02"/>
    <w:rsid w:val="00C04D0C"/>
    <w:rsid w:val="00C06205"/>
    <w:rsid w:val="00C06231"/>
    <w:rsid w:val="00C117A7"/>
    <w:rsid w:val="00C143DC"/>
    <w:rsid w:val="00C14C53"/>
    <w:rsid w:val="00C17C77"/>
    <w:rsid w:val="00C218EF"/>
    <w:rsid w:val="00C22F7A"/>
    <w:rsid w:val="00C26205"/>
    <w:rsid w:val="00C263A9"/>
    <w:rsid w:val="00C31151"/>
    <w:rsid w:val="00C31FA8"/>
    <w:rsid w:val="00C326F5"/>
    <w:rsid w:val="00C33C23"/>
    <w:rsid w:val="00C345CA"/>
    <w:rsid w:val="00C35421"/>
    <w:rsid w:val="00C35D98"/>
    <w:rsid w:val="00C36748"/>
    <w:rsid w:val="00C44973"/>
    <w:rsid w:val="00C45E1D"/>
    <w:rsid w:val="00C45E75"/>
    <w:rsid w:val="00C503A8"/>
    <w:rsid w:val="00C522F0"/>
    <w:rsid w:val="00C5333A"/>
    <w:rsid w:val="00C5412E"/>
    <w:rsid w:val="00C55755"/>
    <w:rsid w:val="00C55DF1"/>
    <w:rsid w:val="00C60C8A"/>
    <w:rsid w:val="00C620D9"/>
    <w:rsid w:val="00C64075"/>
    <w:rsid w:val="00C64884"/>
    <w:rsid w:val="00C64E58"/>
    <w:rsid w:val="00C64FA8"/>
    <w:rsid w:val="00C65235"/>
    <w:rsid w:val="00C70E73"/>
    <w:rsid w:val="00C7156D"/>
    <w:rsid w:val="00C72B1A"/>
    <w:rsid w:val="00C73C28"/>
    <w:rsid w:val="00C77AC3"/>
    <w:rsid w:val="00C8016F"/>
    <w:rsid w:val="00C8069E"/>
    <w:rsid w:val="00C814B1"/>
    <w:rsid w:val="00C81910"/>
    <w:rsid w:val="00C82BE5"/>
    <w:rsid w:val="00C83B6B"/>
    <w:rsid w:val="00C860CA"/>
    <w:rsid w:val="00C86417"/>
    <w:rsid w:val="00C867C8"/>
    <w:rsid w:val="00C86C3C"/>
    <w:rsid w:val="00C870C5"/>
    <w:rsid w:val="00C87F20"/>
    <w:rsid w:val="00C90335"/>
    <w:rsid w:val="00C91984"/>
    <w:rsid w:val="00C9244D"/>
    <w:rsid w:val="00CA1192"/>
    <w:rsid w:val="00CA3394"/>
    <w:rsid w:val="00CA450E"/>
    <w:rsid w:val="00CA4E38"/>
    <w:rsid w:val="00CB2F07"/>
    <w:rsid w:val="00CB4514"/>
    <w:rsid w:val="00CB4A31"/>
    <w:rsid w:val="00CB54B3"/>
    <w:rsid w:val="00CB7AA9"/>
    <w:rsid w:val="00CB7F26"/>
    <w:rsid w:val="00CC4497"/>
    <w:rsid w:val="00CC466C"/>
    <w:rsid w:val="00CC49E7"/>
    <w:rsid w:val="00CD1026"/>
    <w:rsid w:val="00CD4D00"/>
    <w:rsid w:val="00CD5DDE"/>
    <w:rsid w:val="00CE273F"/>
    <w:rsid w:val="00CE422D"/>
    <w:rsid w:val="00CE4D4B"/>
    <w:rsid w:val="00CE4E24"/>
    <w:rsid w:val="00CE508C"/>
    <w:rsid w:val="00CE6B12"/>
    <w:rsid w:val="00CE7BD8"/>
    <w:rsid w:val="00CF2748"/>
    <w:rsid w:val="00CF2A42"/>
    <w:rsid w:val="00CF31F4"/>
    <w:rsid w:val="00CF3952"/>
    <w:rsid w:val="00CF49B7"/>
    <w:rsid w:val="00CF5E39"/>
    <w:rsid w:val="00CF6D81"/>
    <w:rsid w:val="00D02CC1"/>
    <w:rsid w:val="00D034DA"/>
    <w:rsid w:val="00D040E8"/>
    <w:rsid w:val="00D04A4C"/>
    <w:rsid w:val="00D07416"/>
    <w:rsid w:val="00D1400D"/>
    <w:rsid w:val="00D14417"/>
    <w:rsid w:val="00D145BE"/>
    <w:rsid w:val="00D14928"/>
    <w:rsid w:val="00D14A94"/>
    <w:rsid w:val="00D160D8"/>
    <w:rsid w:val="00D160EF"/>
    <w:rsid w:val="00D17E90"/>
    <w:rsid w:val="00D24361"/>
    <w:rsid w:val="00D2693C"/>
    <w:rsid w:val="00D271B4"/>
    <w:rsid w:val="00D3098D"/>
    <w:rsid w:val="00D3376D"/>
    <w:rsid w:val="00D339A3"/>
    <w:rsid w:val="00D34FAF"/>
    <w:rsid w:val="00D35D22"/>
    <w:rsid w:val="00D41164"/>
    <w:rsid w:val="00D44366"/>
    <w:rsid w:val="00D45A2A"/>
    <w:rsid w:val="00D46669"/>
    <w:rsid w:val="00D47341"/>
    <w:rsid w:val="00D4742A"/>
    <w:rsid w:val="00D50B8C"/>
    <w:rsid w:val="00D52BA2"/>
    <w:rsid w:val="00D52BD1"/>
    <w:rsid w:val="00D52C35"/>
    <w:rsid w:val="00D55479"/>
    <w:rsid w:val="00D55799"/>
    <w:rsid w:val="00D5579B"/>
    <w:rsid w:val="00D57182"/>
    <w:rsid w:val="00D574DB"/>
    <w:rsid w:val="00D60F48"/>
    <w:rsid w:val="00D636FC"/>
    <w:rsid w:val="00D67926"/>
    <w:rsid w:val="00D708DA"/>
    <w:rsid w:val="00D71619"/>
    <w:rsid w:val="00D74540"/>
    <w:rsid w:val="00D766D7"/>
    <w:rsid w:val="00D76DAD"/>
    <w:rsid w:val="00D81C4C"/>
    <w:rsid w:val="00D826DB"/>
    <w:rsid w:val="00D828BB"/>
    <w:rsid w:val="00D83382"/>
    <w:rsid w:val="00D839D2"/>
    <w:rsid w:val="00D84EA9"/>
    <w:rsid w:val="00D8524B"/>
    <w:rsid w:val="00D855B1"/>
    <w:rsid w:val="00D85BBE"/>
    <w:rsid w:val="00D905E5"/>
    <w:rsid w:val="00D92936"/>
    <w:rsid w:val="00DA1554"/>
    <w:rsid w:val="00DA5667"/>
    <w:rsid w:val="00DB31D4"/>
    <w:rsid w:val="00DB32F2"/>
    <w:rsid w:val="00DB3547"/>
    <w:rsid w:val="00DB3687"/>
    <w:rsid w:val="00DC1482"/>
    <w:rsid w:val="00DC2351"/>
    <w:rsid w:val="00DD05E7"/>
    <w:rsid w:val="00DD108A"/>
    <w:rsid w:val="00DD1672"/>
    <w:rsid w:val="00DD2A02"/>
    <w:rsid w:val="00DD3782"/>
    <w:rsid w:val="00DD6409"/>
    <w:rsid w:val="00DE22F1"/>
    <w:rsid w:val="00DE29A0"/>
    <w:rsid w:val="00DE4ADC"/>
    <w:rsid w:val="00DE6417"/>
    <w:rsid w:val="00DE6D5C"/>
    <w:rsid w:val="00DE7A3B"/>
    <w:rsid w:val="00DF2307"/>
    <w:rsid w:val="00DF42F6"/>
    <w:rsid w:val="00DF4B5B"/>
    <w:rsid w:val="00E0173B"/>
    <w:rsid w:val="00E04357"/>
    <w:rsid w:val="00E0602C"/>
    <w:rsid w:val="00E0799C"/>
    <w:rsid w:val="00E07F8C"/>
    <w:rsid w:val="00E10639"/>
    <w:rsid w:val="00E12AB7"/>
    <w:rsid w:val="00E13B62"/>
    <w:rsid w:val="00E15DE0"/>
    <w:rsid w:val="00E22F89"/>
    <w:rsid w:val="00E23E0B"/>
    <w:rsid w:val="00E24F73"/>
    <w:rsid w:val="00E268B6"/>
    <w:rsid w:val="00E30451"/>
    <w:rsid w:val="00E30A51"/>
    <w:rsid w:val="00E358F1"/>
    <w:rsid w:val="00E36BB9"/>
    <w:rsid w:val="00E37873"/>
    <w:rsid w:val="00E40251"/>
    <w:rsid w:val="00E406F9"/>
    <w:rsid w:val="00E40993"/>
    <w:rsid w:val="00E43912"/>
    <w:rsid w:val="00E57688"/>
    <w:rsid w:val="00E6083B"/>
    <w:rsid w:val="00E701C3"/>
    <w:rsid w:val="00E71963"/>
    <w:rsid w:val="00E71E6D"/>
    <w:rsid w:val="00E73840"/>
    <w:rsid w:val="00E76704"/>
    <w:rsid w:val="00E80F89"/>
    <w:rsid w:val="00E81A56"/>
    <w:rsid w:val="00E81BB9"/>
    <w:rsid w:val="00E847FF"/>
    <w:rsid w:val="00E84DBF"/>
    <w:rsid w:val="00E869C6"/>
    <w:rsid w:val="00E87D37"/>
    <w:rsid w:val="00E9719A"/>
    <w:rsid w:val="00E973A1"/>
    <w:rsid w:val="00E97DE0"/>
    <w:rsid w:val="00E97F39"/>
    <w:rsid w:val="00EA23DA"/>
    <w:rsid w:val="00EA36A7"/>
    <w:rsid w:val="00EB1B44"/>
    <w:rsid w:val="00EC1305"/>
    <w:rsid w:val="00EC17D4"/>
    <w:rsid w:val="00EC6161"/>
    <w:rsid w:val="00EC68C9"/>
    <w:rsid w:val="00ED0F86"/>
    <w:rsid w:val="00ED1205"/>
    <w:rsid w:val="00ED1522"/>
    <w:rsid w:val="00ED31A7"/>
    <w:rsid w:val="00ED528F"/>
    <w:rsid w:val="00ED5E11"/>
    <w:rsid w:val="00ED72FC"/>
    <w:rsid w:val="00ED7945"/>
    <w:rsid w:val="00ED7EEE"/>
    <w:rsid w:val="00EE114C"/>
    <w:rsid w:val="00EE12AE"/>
    <w:rsid w:val="00EE4C43"/>
    <w:rsid w:val="00EE54F4"/>
    <w:rsid w:val="00EF024E"/>
    <w:rsid w:val="00EF074B"/>
    <w:rsid w:val="00EF0FA7"/>
    <w:rsid w:val="00F00D85"/>
    <w:rsid w:val="00F01B6F"/>
    <w:rsid w:val="00F0287D"/>
    <w:rsid w:val="00F052EF"/>
    <w:rsid w:val="00F105C5"/>
    <w:rsid w:val="00F10A6E"/>
    <w:rsid w:val="00F113FA"/>
    <w:rsid w:val="00F11531"/>
    <w:rsid w:val="00F11AF9"/>
    <w:rsid w:val="00F12EC0"/>
    <w:rsid w:val="00F16B95"/>
    <w:rsid w:val="00F2187E"/>
    <w:rsid w:val="00F2253B"/>
    <w:rsid w:val="00F250C6"/>
    <w:rsid w:val="00F25C37"/>
    <w:rsid w:val="00F262EE"/>
    <w:rsid w:val="00F269CB"/>
    <w:rsid w:val="00F328C0"/>
    <w:rsid w:val="00F32BC1"/>
    <w:rsid w:val="00F33606"/>
    <w:rsid w:val="00F33C34"/>
    <w:rsid w:val="00F3567F"/>
    <w:rsid w:val="00F35F2A"/>
    <w:rsid w:val="00F36311"/>
    <w:rsid w:val="00F40A48"/>
    <w:rsid w:val="00F42923"/>
    <w:rsid w:val="00F42C3C"/>
    <w:rsid w:val="00F44241"/>
    <w:rsid w:val="00F451F4"/>
    <w:rsid w:val="00F45510"/>
    <w:rsid w:val="00F502CC"/>
    <w:rsid w:val="00F65892"/>
    <w:rsid w:val="00F65A8C"/>
    <w:rsid w:val="00F667A3"/>
    <w:rsid w:val="00F67A17"/>
    <w:rsid w:val="00F71B61"/>
    <w:rsid w:val="00F72F60"/>
    <w:rsid w:val="00F7462F"/>
    <w:rsid w:val="00F76D14"/>
    <w:rsid w:val="00F81EA0"/>
    <w:rsid w:val="00F82812"/>
    <w:rsid w:val="00F82D76"/>
    <w:rsid w:val="00F871E2"/>
    <w:rsid w:val="00F91EE8"/>
    <w:rsid w:val="00F93147"/>
    <w:rsid w:val="00F931AE"/>
    <w:rsid w:val="00F97CEC"/>
    <w:rsid w:val="00FA23A9"/>
    <w:rsid w:val="00FA3A56"/>
    <w:rsid w:val="00FA4767"/>
    <w:rsid w:val="00FA5228"/>
    <w:rsid w:val="00FA62DD"/>
    <w:rsid w:val="00FA7A2B"/>
    <w:rsid w:val="00FB0094"/>
    <w:rsid w:val="00FB03C5"/>
    <w:rsid w:val="00FB0B76"/>
    <w:rsid w:val="00FB149E"/>
    <w:rsid w:val="00FB1AAD"/>
    <w:rsid w:val="00FB2913"/>
    <w:rsid w:val="00FB2C14"/>
    <w:rsid w:val="00FB3A60"/>
    <w:rsid w:val="00FC06DF"/>
    <w:rsid w:val="00FC07FD"/>
    <w:rsid w:val="00FC0DF9"/>
    <w:rsid w:val="00FC32E5"/>
    <w:rsid w:val="00FC4BFB"/>
    <w:rsid w:val="00FC557E"/>
    <w:rsid w:val="00FC566E"/>
    <w:rsid w:val="00FC7019"/>
    <w:rsid w:val="00FD0916"/>
    <w:rsid w:val="00FD1B36"/>
    <w:rsid w:val="00FD2D19"/>
    <w:rsid w:val="00FD3B72"/>
    <w:rsid w:val="00FD4DF7"/>
    <w:rsid w:val="00FD6422"/>
    <w:rsid w:val="00FD6587"/>
    <w:rsid w:val="00FD7809"/>
    <w:rsid w:val="00FE069D"/>
    <w:rsid w:val="00FE2630"/>
    <w:rsid w:val="00FE2A76"/>
    <w:rsid w:val="00FF0370"/>
    <w:rsid w:val="00FF0F45"/>
    <w:rsid w:val="00FF0FD9"/>
    <w:rsid w:val="00FF1627"/>
    <w:rsid w:val="00FF39B6"/>
    <w:rsid w:val="00FF4656"/>
    <w:rsid w:val="00FF48A3"/>
    <w:rsid w:val="00FF59AA"/>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71590D08"/>
  <w15:docId w15:val="{EAB2D8C6-C650-40BF-8B3C-4C569A5A7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SP86032">
    <w:name w:val="SP86032"/>
    <w:basedOn w:val="Default"/>
    <w:next w:val="Default"/>
    <w:uiPriority w:val="99"/>
    <w:rsid w:val="00CB2F07"/>
    <w:rPr>
      <w:rFonts w:ascii="JHFEE P+ T T 57o 00" w:hAnsi="JHFEE P+ T T 57o 00" w:cs="Times New Roman"/>
      <w:color w:val="auto"/>
    </w:rPr>
  </w:style>
  <w:style w:type="paragraph" w:customStyle="1" w:styleId="SP86041">
    <w:name w:val="SP86041"/>
    <w:basedOn w:val="Default"/>
    <w:next w:val="Default"/>
    <w:uiPriority w:val="99"/>
    <w:rsid w:val="00CB2F07"/>
    <w:rPr>
      <w:rFonts w:ascii="JHFEE P+ T T 57o 00" w:hAnsi="JHFEE P+ T T 57o 00" w:cs="Times New Roman"/>
      <w:color w:val="auto"/>
    </w:rPr>
  </w:style>
  <w:style w:type="character" w:customStyle="1" w:styleId="SC1657">
    <w:name w:val="SC1657"/>
    <w:uiPriority w:val="99"/>
    <w:rsid w:val="00CB2F07"/>
    <w:rPr>
      <w:rFonts w:cs="JHFEE P+ T T 57o 00"/>
      <w:color w:val="000000"/>
      <w:sz w:val="28"/>
      <w:szCs w:val="28"/>
    </w:rPr>
  </w:style>
  <w:style w:type="character" w:customStyle="1" w:styleId="small">
    <w:name w:val="small"/>
    <w:basedOn w:val="DefaultParagraphFont"/>
    <w:rsid w:val="00992F7D"/>
  </w:style>
  <w:style w:type="character" w:customStyle="1" w:styleId="citation">
    <w:name w:val="citation"/>
    <w:basedOn w:val="DefaultParagraphFont"/>
    <w:rsid w:val="00992F7D"/>
  </w:style>
  <w:style w:type="character" w:customStyle="1" w:styleId="docurl">
    <w:name w:val="docurl"/>
    <w:basedOn w:val="DefaultParagraphFont"/>
    <w:rsid w:val="00992F7D"/>
  </w:style>
  <w:style w:type="character" w:customStyle="1" w:styleId="e24kjd">
    <w:name w:val="e24kjd"/>
    <w:basedOn w:val="DefaultParagraphFont"/>
    <w:rsid w:val="003F4EB9"/>
  </w:style>
  <w:style w:type="character" w:customStyle="1" w:styleId="lrzxr">
    <w:name w:val="lrzxr"/>
    <w:basedOn w:val="DefaultParagraphFont"/>
    <w:rsid w:val="00107963"/>
  </w:style>
  <w:style w:type="character" w:customStyle="1" w:styleId="st1">
    <w:name w:val="st1"/>
    <w:basedOn w:val="DefaultParagraphFont"/>
    <w:rsid w:val="00B93275"/>
  </w:style>
  <w:style w:type="character" w:customStyle="1" w:styleId="UnresolvedMention">
    <w:name w:val="Unresolved Mention"/>
    <w:basedOn w:val="DefaultParagraphFont"/>
    <w:uiPriority w:val="99"/>
    <w:semiHidden/>
    <w:unhideWhenUsed/>
    <w:rsid w:val="001E192F"/>
    <w:rPr>
      <w:color w:val="605E5C"/>
      <w:shd w:val="clear" w:color="auto" w:fill="E1DFDD"/>
    </w:rPr>
  </w:style>
  <w:style w:type="paragraph" w:customStyle="1" w:styleId="CAtabledot">
    <w:name w:val="CA table dot"/>
    <w:basedOn w:val="CAtext0"/>
    <w:qFormat/>
    <w:rsid w:val="00FC07FD"/>
    <w:pPr>
      <w:numPr>
        <w:numId w:val="36"/>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57305251">
      <w:bodyDiv w:val="1"/>
      <w:marLeft w:val="0"/>
      <w:marRight w:val="750"/>
      <w:marTop w:val="0"/>
      <w:marBottom w:val="0"/>
      <w:divBdr>
        <w:top w:val="none" w:sz="0" w:space="0" w:color="auto"/>
        <w:left w:val="none" w:sz="0" w:space="0" w:color="auto"/>
        <w:bottom w:val="none" w:sz="0" w:space="0" w:color="auto"/>
        <w:right w:val="none" w:sz="0" w:space="0" w:color="auto"/>
      </w:divBdr>
      <w:divsChild>
        <w:div w:id="933513798">
          <w:marLeft w:val="0"/>
          <w:marRight w:val="0"/>
          <w:marTop w:val="0"/>
          <w:marBottom w:val="0"/>
          <w:divBdr>
            <w:top w:val="none" w:sz="0" w:space="0" w:color="auto"/>
            <w:left w:val="none" w:sz="0" w:space="0" w:color="auto"/>
            <w:bottom w:val="none" w:sz="0" w:space="0" w:color="auto"/>
            <w:right w:val="none" w:sz="0" w:space="0" w:color="auto"/>
          </w:divBdr>
          <w:divsChild>
            <w:div w:id="380712308">
              <w:marLeft w:val="0"/>
              <w:marRight w:val="0"/>
              <w:marTop w:val="0"/>
              <w:marBottom w:val="0"/>
              <w:divBdr>
                <w:top w:val="none" w:sz="0" w:space="0" w:color="auto"/>
                <w:left w:val="none" w:sz="0" w:space="0" w:color="auto"/>
                <w:bottom w:val="none" w:sz="0" w:space="0" w:color="auto"/>
                <w:right w:val="none" w:sz="0" w:space="0" w:color="auto"/>
              </w:divBdr>
              <w:divsChild>
                <w:div w:id="2069448793">
                  <w:marLeft w:val="0"/>
                  <w:marRight w:val="0"/>
                  <w:marTop w:val="0"/>
                  <w:marBottom w:val="0"/>
                  <w:divBdr>
                    <w:top w:val="none" w:sz="0" w:space="0" w:color="auto"/>
                    <w:left w:val="none" w:sz="0" w:space="0" w:color="auto"/>
                    <w:bottom w:val="none" w:sz="0" w:space="0" w:color="auto"/>
                    <w:right w:val="none" w:sz="0" w:space="0" w:color="auto"/>
                  </w:divBdr>
                  <w:divsChild>
                    <w:div w:id="1180504986">
                      <w:marLeft w:val="-225"/>
                      <w:marRight w:val="-225"/>
                      <w:marTop w:val="0"/>
                      <w:marBottom w:val="0"/>
                      <w:divBdr>
                        <w:top w:val="none" w:sz="0" w:space="0" w:color="auto"/>
                        <w:left w:val="none" w:sz="0" w:space="0" w:color="auto"/>
                        <w:bottom w:val="none" w:sz="0" w:space="0" w:color="auto"/>
                        <w:right w:val="none" w:sz="0" w:space="0" w:color="auto"/>
                      </w:divBdr>
                      <w:divsChild>
                        <w:div w:id="1088623069">
                          <w:marLeft w:val="0"/>
                          <w:marRight w:val="0"/>
                          <w:marTop w:val="0"/>
                          <w:marBottom w:val="0"/>
                          <w:divBdr>
                            <w:top w:val="none" w:sz="0" w:space="0" w:color="auto"/>
                            <w:left w:val="none" w:sz="0" w:space="0" w:color="auto"/>
                            <w:bottom w:val="none" w:sz="0" w:space="0" w:color="auto"/>
                            <w:right w:val="none" w:sz="0" w:space="0" w:color="auto"/>
                          </w:divBdr>
                          <w:divsChild>
                            <w:div w:id="118035546">
                              <w:marLeft w:val="0"/>
                              <w:marRight w:val="0"/>
                              <w:marTop w:val="0"/>
                              <w:marBottom w:val="0"/>
                              <w:divBdr>
                                <w:top w:val="none" w:sz="0" w:space="0" w:color="auto"/>
                                <w:left w:val="none" w:sz="0" w:space="0" w:color="auto"/>
                                <w:bottom w:val="none" w:sz="0" w:space="0" w:color="auto"/>
                                <w:right w:val="none" w:sz="0" w:space="0" w:color="auto"/>
                              </w:divBdr>
                              <w:divsChild>
                                <w:div w:id="300888481">
                                  <w:marLeft w:val="0"/>
                                  <w:marRight w:val="0"/>
                                  <w:marTop w:val="0"/>
                                  <w:marBottom w:val="0"/>
                                  <w:divBdr>
                                    <w:top w:val="none" w:sz="0" w:space="0" w:color="auto"/>
                                    <w:left w:val="none" w:sz="0" w:space="0" w:color="auto"/>
                                    <w:bottom w:val="none" w:sz="0" w:space="0" w:color="auto"/>
                                    <w:right w:val="none" w:sz="0" w:space="0" w:color="auto"/>
                                  </w:divBdr>
                                  <w:divsChild>
                                    <w:div w:id="1324553194">
                                      <w:marLeft w:val="0"/>
                                      <w:marRight w:val="0"/>
                                      <w:marTop w:val="0"/>
                                      <w:marBottom w:val="0"/>
                                      <w:divBdr>
                                        <w:top w:val="none" w:sz="0" w:space="0" w:color="auto"/>
                                        <w:left w:val="none" w:sz="0" w:space="0" w:color="auto"/>
                                        <w:bottom w:val="none" w:sz="0" w:space="0" w:color="auto"/>
                                        <w:right w:val="none" w:sz="0" w:space="0" w:color="auto"/>
                                      </w:divBdr>
                                      <w:divsChild>
                                        <w:div w:id="876745561">
                                          <w:marLeft w:val="0"/>
                                          <w:marRight w:val="0"/>
                                          <w:marTop w:val="0"/>
                                          <w:marBottom w:val="0"/>
                                          <w:divBdr>
                                            <w:top w:val="none" w:sz="0" w:space="0" w:color="auto"/>
                                            <w:left w:val="none" w:sz="0" w:space="0" w:color="auto"/>
                                            <w:bottom w:val="none" w:sz="0" w:space="0" w:color="auto"/>
                                            <w:right w:val="none" w:sz="0" w:space="0" w:color="auto"/>
                                          </w:divBdr>
                                          <w:divsChild>
                                            <w:div w:id="1415586726">
                                              <w:marLeft w:val="0"/>
                                              <w:marRight w:val="0"/>
                                              <w:marTop w:val="0"/>
                                              <w:marBottom w:val="0"/>
                                              <w:divBdr>
                                                <w:top w:val="none" w:sz="0" w:space="0" w:color="auto"/>
                                                <w:left w:val="none" w:sz="0" w:space="0" w:color="auto"/>
                                                <w:bottom w:val="none" w:sz="0" w:space="0" w:color="auto"/>
                                                <w:right w:val="none" w:sz="0" w:space="0" w:color="auto"/>
                                              </w:divBdr>
                                              <w:divsChild>
                                                <w:div w:id="42219192">
                                                  <w:marLeft w:val="0"/>
                                                  <w:marRight w:val="0"/>
                                                  <w:marTop w:val="0"/>
                                                  <w:marBottom w:val="0"/>
                                                  <w:divBdr>
                                                    <w:top w:val="none" w:sz="0" w:space="0" w:color="auto"/>
                                                    <w:left w:val="none" w:sz="0" w:space="0" w:color="auto"/>
                                                    <w:bottom w:val="none" w:sz="0" w:space="0" w:color="auto"/>
                                                    <w:right w:val="none" w:sz="0" w:space="0" w:color="auto"/>
                                                  </w:divBdr>
                                                  <w:divsChild>
                                                    <w:div w:id="809131735">
                                                      <w:marLeft w:val="0"/>
                                                      <w:marRight w:val="0"/>
                                                      <w:marTop w:val="0"/>
                                                      <w:marBottom w:val="0"/>
                                                      <w:divBdr>
                                                        <w:top w:val="none" w:sz="0" w:space="0" w:color="auto"/>
                                                        <w:left w:val="none" w:sz="0" w:space="0" w:color="auto"/>
                                                        <w:bottom w:val="none" w:sz="0" w:space="0" w:color="auto"/>
                                                        <w:right w:val="none" w:sz="0" w:space="0" w:color="auto"/>
                                                      </w:divBdr>
                                                      <w:divsChild>
                                                        <w:div w:id="1893737422">
                                                          <w:marLeft w:val="0"/>
                                                          <w:marRight w:val="0"/>
                                                          <w:marTop w:val="0"/>
                                                          <w:marBottom w:val="0"/>
                                                          <w:divBdr>
                                                            <w:top w:val="none" w:sz="0" w:space="0" w:color="auto"/>
                                                            <w:left w:val="none" w:sz="0" w:space="0" w:color="auto"/>
                                                            <w:bottom w:val="none" w:sz="0" w:space="0" w:color="auto"/>
                                                            <w:right w:val="none" w:sz="0" w:space="0" w:color="auto"/>
                                                          </w:divBdr>
                                                          <w:divsChild>
                                                            <w:div w:id="1292858695">
                                                              <w:marLeft w:val="0"/>
                                                              <w:marRight w:val="0"/>
                                                              <w:marTop w:val="0"/>
                                                              <w:marBottom w:val="0"/>
                                                              <w:divBdr>
                                                                <w:top w:val="none" w:sz="0" w:space="0" w:color="auto"/>
                                                                <w:left w:val="none" w:sz="0" w:space="0" w:color="auto"/>
                                                                <w:bottom w:val="none" w:sz="0" w:space="0" w:color="auto"/>
                                                                <w:right w:val="none" w:sz="0" w:space="0" w:color="auto"/>
                                                              </w:divBdr>
                                                            </w:div>
                                                            <w:div w:id="107243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951667374">
      <w:bodyDiv w:val="1"/>
      <w:marLeft w:val="0"/>
      <w:marRight w:val="0"/>
      <w:marTop w:val="0"/>
      <w:marBottom w:val="0"/>
      <w:divBdr>
        <w:top w:val="none" w:sz="0" w:space="0" w:color="auto"/>
        <w:left w:val="none" w:sz="0" w:space="0" w:color="auto"/>
        <w:bottom w:val="none" w:sz="0" w:space="0" w:color="auto"/>
        <w:right w:val="none" w:sz="0" w:space="0" w:color="auto"/>
      </w:divBdr>
      <w:divsChild>
        <w:div w:id="2016959746">
          <w:marLeft w:val="0"/>
          <w:marRight w:val="0"/>
          <w:marTop w:val="0"/>
          <w:marBottom w:val="0"/>
          <w:divBdr>
            <w:top w:val="none" w:sz="0" w:space="0" w:color="auto"/>
            <w:left w:val="none" w:sz="0" w:space="0" w:color="auto"/>
            <w:bottom w:val="none" w:sz="0" w:space="0" w:color="auto"/>
            <w:right w:val="none" w:sz="0" w:space="0" w:color="auto"/>
          </w:divBdr>
          <w:divsChild>
            <w:div w:id="2113043094">
              <w:marLeft w:val="0"/>
              <w:marRight w:val="0"/>
              <w:marTop w:val="0"/>
              <w:marBottom w:val="0"/>
              <w:divBdr>
                <w:top w:val="none" w:sz="0" w:space="0" w:color="auto"/>
                <w:left w:val="none" w:sz="0" w:space="0" w:color="auto"/>
                <w:bottom w:val="none" w:sz="0" w:space="0" w:color="auto"/>
                <w:right w:val="none" w:sz="0" w:space="0" w:color="auto"/>
              </w:divBdr>
              <w:divsChild>
                <w:div w:id="2054692896">
                  <w:marLeft w:val="0"/>
                  <w:marRight w:val="0"/>
                  <w:marTop w:val="0"/>
                  <w:marBottom w:val="0"/>
                  <w:divBdr>
                    <w:top w:val="none" w:sz="0" w:space="0" w:color="auto"/>
                    <w:left w:val="none" w:sz="0" w:space="0" w:color="auto"/>
                    <w:bottom w:val="none" w:sz="0" w:space="0" w:color="auto"/>
                    <w:right w:val="none" w:sz="0" w:space="0" w:color="auto"/>
                  </w:divBdr>
                  <w:divsChild>
                    <w:div w:id="1848520013">
                      <w:marLeft w:val="0"/>
                      <w:marRight w:val="0"/>
                      <w:marTop w:val="0"/>
                      <w:marBottom w:val="0"/>
                      <w:divBdr>
                        <w:top w:val="none" w:sz="0" w:space="0" w:color="auto"/>
                        <w:left w:val="none" w:sz="0" w:space="0" w:color="auto"/>
                        <w:bottom w:val="none" w:sz="0" w:space="0" w:color="auto"/>
                        <w:right w:val="none" w:sz="0" w:space="0" w:color="auto"/>
                      </w:divBdr>
                      <w:divsChild>
                        <w:div w:id="1141725763">
                          <w:marLeft w:val="0"/>
                          <w:marRight w:val="0"/>
                          <w:marTop w:val="0"/>
                          <w:marBottom w:val="0"/>
                          <w:divBdr>
                            <w:top w:val="none" w:sz="0" w:space="0" w:color="auto"/>
                            <w:left w:val="none" w:sz="0" w:space="0" w:color="auto"/>
                            <w:bottom w:val="none" w:sz="0" w:space="0" w:color="auto"/>
                            <w:right w:val="none" w:sz="0" w:space="0" w:color="auto"/>
                          </w:divBdr>
                          <w:divsChild>
                            <w:div w:id="22133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19255727">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environment.gov.au/cgi-bin/sprat/public/sprat.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ink.gale.com/apps/doc/CX3727800260/AONE?u=flinders&amp;sid=AONE&amp;xid=9f1ecada" TargetMode="Externa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members.iinet.net.au/~amburbidge@westnet.com.a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nla.gov.au/nla.obj-55392920/view?partId=nla.obj-55412807" TargetMode="External"/><Relationship Id="rId20" Type="http://schemas.openxmlformats.org/officeDocument/2006/relationships/hyperlink" Target="http://www.environment.gov.au/system/files/resources/1846b741-4f68-4bda-a663-94418438d4e6/files/tap-fox-report.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go-gale-com.ezproxy.flinders.edu.au/ps/i.do?p=AONE&amp;u=flinders&amp;id=GALE|CX3727800260&amp;v=2.1&amp;it=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www.environment.gov.au/biodiversity/threatened/publications/tap/threat-abatement-plan-feral-cats"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www.environment.nsw.gov.au/threatenedSpeciesApp/profile.aspx?id=10550"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6126A-DBBC-4A55-8473-244C49745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97266B1F.dotm</Template>
  <TotalTime>1</TotalTime>
  <Pages>12</Pages>
  <Words>4794</Words>
  <Characters>29345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Consultation Document on Listing Eligibility Perameles bougainville fasciata (Liverpool Plains Striped Bandicoot)</vt:lpstr>
    </vt:vector>
  </TitlesOfParts>
  <Company/>
  <LinksUpToDate>false</LinksUpToDate>
  <CharactersWithSpaces>34071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Perameles bougainville fasciata (Liverpool Plains Striped Bandicoot)</dc:title>
  <dc:creator>Department of Agriculture, Water and the Environment</dc:creator>
  <cp:lastModifiedBy>Lien Nguyen</cp:lastModifiedBy>
  <cp:revision>2</cp:revision>
  <dcterms:created xsi:type="dcterms:W3CDTF">2020-07-30T04:41:00Z</dcterms:created>
  <dcterms:modified xsi:type="dcterms:W3CDTF">2020-07-30T04:42:00Z</dcterms:modified>
</cp:coreProperties>
</file>