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F2BD" w14:textId="02BA15D4" w:rsidR="00194619" w:rsidRDefault="00194619" w:rsidP="00194619">
      <w:pPr>
        <w:pStyle w:val="TSSC"/>
        <w:keepNext/>
        <w:numPr>
          <w:ilvl w:val="0"/>
          <w:numId w:val="0"/>
        </w:numPr>
        <w:tabs>
          <w:tab w:val="clear" w:pos="567"/>
          <w:tab w:val="left" w:pos="720"/>
        </w:tabs>
        <w:ind w:left="1559" w:hanging="1559"/>
        <w:jc w:val="center"/>
        <w:rPr>
          <w:rFonts w:ascii="Arial" w:hAnsi="Arial" w:cs="Arial"/>
          <w:b/>
          <w:sz w:val="22"/>
          <w:szCs w:val="22"/>
          <w:u w:val="single"/>
        </w:rPr>
      </w:pPr>
      <w:r>
        <w:rPr>
          <w:noProof/>
          <w:lang w:eastAsia="en-AU"/>
        </w:rPr>
        <w:drawing>
          <wp:inline distT="0" distB="0" distL="0" distR="0" wp14:anchorId="37E41F56" wp14:editId="4A4C9C8D">
            <wp:extent cx="3143250" cy="940500"/>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195103" cy="956015"/>
                    </a:xfrm>
                    <a:prstGeom prst="rect">
                      <a:avLst/>
                    </a:prstGeom>
                    <a:noFill/>
                    <a:ln>
                      <a:noFill/>
                    </a:ln>
                  </pic:spPr>
                </pic:pic>
              </a:graphicData>
            </a:graphic>
          </wp:inline>
        </w:drawing>
      </w:r>
    </w:p>
    <w:p w14:paraId="4381C4CD" w14:textId="43AC3FFB" w:rsidR="0031639E" w:rsidRDefault="0031639E" w:rsidP="0031639E">
      <w:pPr>
        <w:pStyle w:val="TSSC"/>
        <w:numPr>
          <w:ilvl w:val="0"/>
          <w:numId w:val="0"/>
        </w:numPr>
        <w:tabs>
          <w:tab w:val="clear" w:pos="567"/>
          <w:tab w:val="left" w:pos="720"/>
        </w:tabs>
        <w:jc w:val="center"/>
        <w:rPr>
          <w:rFonts w:ascii="Arial" w:hAnsi="Arial" w:cs="Arial"/>
          <w:b/>
          <w:sz w:val="22"/>
          <w:szCs w:val="22"/>
          <w:u w:val="single"/>
        </w:rPr>
      </w:pPr>
      <w:bookmarkStart w:id="0" w:name="_GoBack"/>
      <w:r>
        <w:rPr>
          <w:rFonts w:ascii="Arial" w:hAnsi="Arial" w:cs="Arial"/>
          <w:b/>
          <w:sz w:val="28"/>
          <w:szCs w:val="28"/>
        </w:rPr>
        <w:t xml:space="preserve">Consultation Document on Listing Eligibility and Conservation Actions — </w:t>
      </w:r>
      <w:proofErr w:type="spellStart"/>
      <w:r w:rsidRPr="0031639E">
        <w:rPr>
          <w:rFonts w:ascii="Arial" w:hAnsi="Arial" w:cs="Arial"/>
          <w:b/>
          <w:i/>
          <w:sz w:val="28"/>
          <w:szCs w:val="28"/>
        </w:rPr>
        <w:t>Uperoleia</w:t>
      </w:r>
      <w:proofErr w:type="spellEnd"/>
      <w:r w:rsidRPr="0031639E">
        <w:rPr>
          <w:rFonts w:ascii="Arial" w:hAnsi="Arial" w:cs="Arial"/>
          <w:b/>
          <w:i/>
          <w:sz w:val="28"/>
          <w:szCs w:val="28"/>
        </w:rPr>
        <w:t xml:space="preserve"> </w:t>
      </w:r>
      <w:proofErr w:type="spellStart"/>
      <w:r w:rsidRPr="0031639E">
        <w:rPr>
          <w:rFonts w:ascii="Arial" w:hAnsi="Arial" w:cs="Arial"/>
          <w:b/>
          <w:iCs/>
          <w:sz w:val="28"/>
          <w:szCs w:val="28"/>
        </w:rPr>
        <w:t>mahonyi</w:t>
      </w:r>
      <w:proofErr w:type="spellEnd"/>
      <w:r w:rsidRPr="0031639E">
        <w:rPr>
          <w:rFonts w:ascii="Arial" w:hAnsi="Arial" w:cs="Arial"/>
          <w:b/>
          <w:iCs/>
          <w:sz w:val="28"/>
          <w:szCs w:val="28"/>
        </w:rPr>
        <w:t xml:space="preserve"> (</w:t>
      </w:r>
      <w:proofErr w:type="spellStart"/>
      <w:r w:rsidRPr="0031639E">
        <w:rPr>
          <w:rFonts w:ascii="Arial" w:hAnsi="Arial" w:cs="Arial"/>
          <w:b/>
          <w:iCs/>
          <w:sz w:val="28"/>
          <w:szCs w:val="28"/>
        </w:rPr>
        <w:t>Mahony’s</w:t>
      </w:r>
      <w:proofErr w:type="spellEnd"/>
      <w:r w:rsidRPr="0031639E">
        <w:rPr>
          <w:rFonts w:ascii="Arial" w:hAnsi="Arial" w:cs="Arial"/>
          <w:b/>
          <w:iCs/>
          <w:sz w:val="28"/>
          <w:szCs w:val="28"/>
        </w:rPr>
        <w:t xml:space="preserve"> </w:t>
      </w:r>
      <w:proofErr w:type="spellStart"/>
      <w:r w:rsidRPr="0031639E">
        <w:rPr>
          <w:rFonts w:ascii="Arial" w:hAnsi="Arial" w:cs="Arial"/>
          <w:b/>
          <w:iCs/>
          <w:sz w:val="28"/>
          <w:szCs w:val="28"/>
        </w:rPr>
        <w:t>Toadlet</w:t>
      </w:r>
      <w:proofErr w:type="spellEnd"/>
      <w:r w:rsidRPr="0031639E">
        <w:rPr>
          <w:rFonts w:ascii="Arial" w:hAnsi="Arial" w:cs="Arial"/>
          <w:b/>
          <w:iCs/>
          <w:sz w:val="28"/>
          <w:szCs w:val="28"/>
        </w:rPr>
        <w:t>)</w:t>
      </w:r>
      <w:r>
        <w:rPr>
          <w:rFonts w:ascii="Arial" w:hAnsi="Arial" w:cs="Arial"/>
          <w:b/>
          <w:sz w:val="28"/>
          <w:szCs w:val="28"/>
        </w:rPr>
        <w:t xml:space="preserve"> assessed by New South Wales </w:t>
      </w:r>
    </w:p>
    <w:bookmarkEnd w:id="0"/>
    <w:p w14:paraId="6467D752" w14:textId="77777777" w:rsidR="0031639E" w:rsidRDefault="0031639E" w:rsidP="0031639E">
      <w:pPr>
        <w:pStyle w:val="NormalWeb"/>
        <w:rPr>
          <w:rFonts w:ascii="Arial" w:hAnsi="Arial" w:cs="Arial"/>
          <w:sz w:val="22"/>
          <w:szCs w:val="22"/>
        </w:rPr>
      </w:pPr>
      <w:r>
        <w:rPr>
          <w:rFonts w:ascii="Arial" w:hAnsi="Arial" w:cs="Arial"/>
          <w:sz w:val="22"/>
          <w:szCs w:val="22"/>
        </w:rPr>
        <w:t>You are invited to provide your views about:</w:t>
      </w:r>
    </w:p>
    <w:p w14:paraId="7EBC3F60" w14:textId="6D8A88A2" w:rsidR="0031639E" w:rsidRDefault="0031639E" w:rsidP="0031639E">
      <w:pPr>
        <w:pStyle w:val="NormalWeb"/>
        <w:tabs>
          <w:tab w:val="left" w:pos="426"/>
        </w:tabs>
        <w:ind w:left="425" w:hanging="425"/>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w:t>
      </w:r>
      <w:proofErr w:type="spellStart"/>
      <w:r w:rsidRPr="0031639E">
        <w:rPr>
          <w:rFonts w:ascii="Arial" w:hAnsi="Arial" w:cs="Arial"/>
          <w:i/>
          <w:iCs/>
          <w:sz w:val="22"/>
          <w:szCs w:val="22"/>
        </w:rPr>
        <w:t>Uperoleia</w:t>
      </w:r>
      <w:proofErr w:type="spellEnd"/>
      <w:r w:rsidRPr="0031639E">
        <w:rPr>
          <w:rFonts w:ascii="Arial" w:hAnsi="Arial" w:cs="Arial"/>
          <w:i/>
          <w:iCs/>
          <w:sz w:val="22"/>
          <w:szCs w:val="22"/>
        </w:rPr>
        <w:t xml:space="preserve"> </w:t>
      </w:r>
      <w:proofErr w:type="spellStart"/>
      <w:r w:rsidRPr="0031639E">
        <w:rPr>
          <w:rFonts w:ascii="Arial" w:hAnsi="Arial" w:cs="Arial"/>
          <w:i/>
          <w:iCs/>
          <w:sz w:val="22"/>
          <w:szCs w:val="22"/>
        </w:rPr>
        <w:t>mahonyi</w:t>
      </w:r>
      <w:proofErr w:type="spellEnd"/>
      <w:r w:rsidRPr="0031639E">
        <w:rPr>
          <w:rFonts w:ascii="Arial" w:hAnsi="Arial" w:cs="Arial"/>
          <w:sz w:val="22"/>
          <w:szCs w:val="22"/>
        </w:rPr>
        <w:t xml:space="preserve"> (</w:t>
      </w:r>
      <w:proofErr w:type="spellStart"/>
      <w:r w:rsidRPr="0031639E">
        <w:rPr>
          <w:rFonts w:ascii="Arial" w:hAnsi="Arial" w:cs="Arial"/>
          <w:sz w:val="22"/>
          <w:szCs w:val="22"/>
        </w:rPr>
        <w:t>Mahony’s</w:t>
      </w:r>
      <w:proofErr w:type="spellEnd"/>
      <w:r w:rsidRPr="0031639E">
        <w:rPr>
          <w:rFonts w:ascii="Arial" w:hAnsi="Arial" w:cs="Arial"/>
          <w:sz w:val="22"/>
          <w:szCs w:val="22"/>
        </w:rPr>
        <w:t xml:space="preserve"> </w:t>
      </w:r>
      <w:proofErr w:type="spellStart"/>
      <w:r w:rsidRPr="0031639E">
        <w:rPr>
          <w:rFonts w:ascii="Arial" w:hAnsi="Arial" w:cs="Arial"/>
          <w:sz w:val="22"/>
          <w:szCs w:val="22"/>
        </w:rPr>
        <w:t>Toadlet</w:t>
      </w:r>
      <w:proofErr w:type="spellEnd"/>
      <w:r w:rsidRPr="0031639E">
        <w:rPr>
          <w:rFonts w:ascii="Arial" w:hAnsi="Arial" w:cs="Arial"/>
          <w:sz w:val="22"/>
          <w:szCs w:val="22"/>
        </w:rPr>
        <w:t xml:space="preserve">) </w:t>
      </w:r>
      <w:r>
        <w:rPr>
          <w:rFonts w:ascii="Arial" w:hAnsi="Arial" w:cs="Arial"/>
          <w:sz w:val="22"/>
          <w:szCs w:val="22"/>
        </w:rPr>
        <w:t xml:space="preserve">assessed by the New South Wales Government using the </w:t>
      </w:r>
      <w:hyperlink r:id="rId12" w:history="1">
        <w:r w:rsidRPr="0031639E">
          <w:rPr>
            <w:rStyle w:val="Hyperlink"/>
            <w:rFonts w:ascii="Arial" w:hAnsi="Arial" w:cs="Arial"/>
            <w:sz w:val="22"/>
            <w:szCs w:val="22"/>
          </w:rPr>
          <w:t>Common Assessment Method</w:t>
        </w:r>
      </w:hyperlink>
      <w:r>
        <w:rPr>
          <w:rFonts w:ascii="Arial" w:hAnsi="Arial" w:cs="Arial"/>
          <w:sz w:val="22"/>
          <w:szCs w:val="22"/>
        </w:rPr>
        <w:t xml:space="preserve"> for inclusion on the </w:t>
      </w:r>
      <w:r>
        <w:rPr>
          <w:rFonts w:ascii="Arial" w:hAnsi="Arial" w:cs="Arial"/>
          <w:i/>
          <w:iCs/>
          <w:sz w:val="22"/>
          <w:szCs w:val="22"/>
          <w:lang w:val="en"/>
        </w:rPr>
        <w:t>Environment Protection and Biodiversity Conservation Act 1999</w:t>
      </w:r>
      <w:r>
        <w:rPr>
          <w:rFonts w:ascii="Arial" w:hAnsi="Arial" w:cs="Arial"/>
          <w:sz w:val="22"/>
          <w:szCs w:val="22"/>
          <w:lang w:val="en"/>
        </w:rPr>
        <w:t xml:space="preserve"> (</w:t>
      </w:r>
      <w:r>
        <w:rPr>
          <w:rStyle w:val="HTMLAcronym"/>
          <w:rFonts w:ascii="Arial" w:hAnsi="Arial" w:cs="Arial"/>
          <w:sz w:val="22"/>
          <w:szCs w:val="22"/>
        </w:rPr>
        <w:t>EPBC</w:t>
      </w:r>
      <w:r>
        <w:rPr>
          <w:rFonts w:ascii="Arial" w:hAnsi="Arial" w:cs="Arial"/>
          <w:sz w:val="22"/>
          <w:szCs w:val="22"/>
        </w:rPr>
        <w:t xml:space="preserve"> Act) threatened species list.</w:t>
      </w:r>
      <w:r>
        <w:rPr>
          <w:rFonts w:ascii="Arial" w:hAnsi="Arial" w:cs="Arial"/>
          <w:sz w:val="22"/>
          <w:szCs w:val="22"/>
        </w:rPr>
        <w:tab/>
      </w:r>
    </w:p>
    <w:p w14:paraId="16D836DF" w14:textId="77777777" w:rsidR="0031639E" w:rsidRDefault="0031639E" w:rsidP="0031639E">
      <w:pPr>
        <w:pStyle w:val="NormalWeb"/>
        <w:tabs>
          <w:tab w:val="left" w:pos="426"/>
        </w:tabs>
        <w:spacing w:after="120" w:afterAutospacing="0" w:line="276" w:lineRule="auto"/>
        <w:rPr>
          <w:rFonts w:ascii="Arial" w:hAnsi="Arial" w:cs="Arial"/>
          <w:i/>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14:paraId="7FBDB930" w14:textId="77777777" w:rsidR="0031639E" w:rsidRDefault="0031639E" w:rsidP="0031639E">
      <w:pPr>
        <w:spacing w:before="120" w:after="240"/>
        <w:rPr>
          <w:rFonts w:ascii="Arial" w:hAnsi="Arial" w:cs="Arial"/>
          <w:sz w:val="22"/>
          <w:szCs w:val="22"/>
        </w:rPr>
      </w:pPr>
      <w:r>
        <w:rPr>
          <w:rFonts w:ascii="Arial" w:hAnsi="Arial" w:cs="Arial"/>
          <w:sz w:val="22"/>
          <w:szCs w:val="22"/>
        </w:rPr>
        <w:t xml:space="preserve">The views of experts, stakeholders and the general public are welcome. Responses can be provided by any interested person. </w:t>
      </w:r>
    </w:p>
    <w:p w14:paraId="2C765EC6" w14:textId="77777777" w:rsidR="0031639E" w:rsidRDefault="0031639E" w:rsidP="0031639E">
      <w:pPr>
        <w:spacing w:before="120" w:after="240"/>
        <w:rPr>
          <w:rFonts w:ascii="Arial" w:hAnsi="Arial" w:cs="Arial"/>
          <w:sz w:val="22"/>
          <w:szCs w:val="22"/>
        </w:rPr>
      </w:pPr>
      <w:r>
        <w:rPr>
          <w:rFonts w:ascii="Arial" w:hAnsi="Arial" w:cs="Arial"/>
          <w:sz w:val="22"/>
          <w:szCs w:val="22"/>
        </w:rPr>
        <w:t>Anyone may nominate a native species, ecological community or key threatening process for listing, transfer to a new category, or deletion from the threatened species list under the EPBC 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541EA0FA" w14:textId="77777777" w:rsidR="0031639E" w:rsidRDefault="0031639E" w:rsidP="0031639E">
      <w:pPr>
        <w:spacing w:before="120" w:after="240"/>
        <w:rPr>
          <w:rFonts w:ascii="Arial" w:hAnsi="Arial" w:cs="Arial"/>
          <w:sz w:val="22"/>
          <w:szCs w:val="22"/>
        </w:rPr>
      </w:pPr>
      <w:r>
        <w:rPr>
          <w:rFonts w:ascii="Arial" w:hAnsi="Arial" w:cs="Arial"/>
          <w:sz w:val="22"/>
          <w:szCs w:val="22"/>
        </w:rPr>
        <w:t xml:space="preserve">Responses are to be provided in writing either by email to: </w:t>
      </w:r>
      <w:hyperlink r:id="rId13" w:history="1">
        <w:r>
          <w:rPr>
            <w:rStyle w:val="Hyperlink"/>
            <w:rFonts w:ascii="Arial" w:hAnsi="Arial" w:cs="Arial"/>
            <w:sz w:val="22"/>
            <w:szCs w:val="22"/>
          </w:rPr>
          <w:t>species.consultation@environment.gov.au</w:t>
        </w:r>
      </w:hyperlink>
      <w:r>
        <w:rPr>
          <w:rFonts w:ascii="Arial" w:hAnsi="Arial" w:cs="Arial"/>
          <w:sz w:val="22"/>
          <w:szCs w:val="22"/>
        </w:rPr>
        <w:t xml:space="preserve"> </w:t>
      </w:r>
    </w:p>
    <w:p w14:paraId="361288DD" w14:textId="77777777" w:rsidR="0031639E" w:rsidRDefault="0031639E" w:rsidP="0031639E">
      <w:pPr>
        <w:rPr>
          <w:rFonts w:ascii="Arial" w:hAnsi="Arial" w:cs="Arial"/>
          <w:sz w:val="22"/>
          <w:szCs w:val="22"/>
        </w:rPr>
      </w:pPr>
    </w:p>
    <w:p w14:paraId="00194B4C" w14:textId="77777777" w:rsidR="0031639E" w:rsidRDefault="0031639E" w:rsidP="0031639E">
      <w:pPr>
        <w:rPr>
          <w:rFonts w:ascii="Arial" w:hAnsi="Arial" w:cs="Arial"/>
          <w:sz w:val="22"/>
          <w:szCs w:val="22"/>
        </w:rPr>
      </w:pPr>
      <w:proofErr w:type="gramStart"/>
      <w:r>
        <w:rPr>
          <w:rFonts w:ascii="Arial" w:hAnsi="Arial" w:cs="Arial"/>
          <w:color w:val="000000"/>
          <w:sz w:val="22"/>
          <w:szCs w:val="22"/>
        </w:rPr>
        <w:t>or</w:t>
      </w:r>
      <w:proofErr w:type="gramEnd"/>
      <w:r>
        <w:rPr>
          <w:rFonts w:ascii="Arial" w:hAnsi="Arial" w:cs="Arial"/>
          <w:color w:val="000000"/>
          <w:sz w:val="22"/>
          <w:szCs w:val="22"/>
        </w:rPr>
        <w:t xml:space="preserve"> by mail to: </w:t>
      </w:r>
    </w:p>
    <w:p w14:paraId="656A613F" w14:textId="77777777" w:rsidR="0031639E" w:rsidRDefault="0031639E" w:rsidP="0031639E">
      <w:pPr>
        <w:rPr>
          <w:rFonts w:ascii="Arial" w:hAnsi="Arial" w:cs="Arial"/>
          <w:color w:val="000000"/>
          <w:sz w:val="22"/>
          <w:szCs w:val="22"/>
        </w:rPr>
      </w:pPr>
    </w:p>
    <w:p w14:paraId="3D21A865" w14:textId="77777777" w:rsidR="0031639E" w:rsidRDefault="0031639E" w:rsidP="0031639E">
      <w:pPr>
        <w:pStyle w:val="TSSC"/>
        <w:numPr>
          <w:ilvl w:val="0"/>
          <w:numId w:val="0"/>
        </w:numPr>
        <w:tabs>
          <w:tab w:val="clear" w:pos="567"/>
          <w:tab w:val="left" w:pos="720"/>
        </w:tabs>
        <w:ind w:left="426"/>
        <w:rPr>
          <w:rFonts w:ascii="Arial" w:hAnsi="Arial" w:cs="Arial"/>
          <w:sz w:val="22"/>
          <w:szCs w:val="22"/>
        </w:rPr>
      </w:pPr>
      <w:r>
        <w:rPr>
          <w:rFonts w:ascii="Arial" w:hAnsi="Arial" w:cs="Arial"/>
          <w:sz w:val="22"/>
          <w:szCs w:val="22"/>
          <w:lang w:val="en"/>
        </w:rPr>
        <w:t>The Director</w:t>
      </w:r>
      <w:r>
        <w:rPr>
          <w:rFonts w:ascii="Arial" w:hAnsi="Arial" w:cs="Arial"/>
          <w:sz w:val="22"/>
          <w:szCs w:val="22"/>
          <w:lang w:val="en"/>
        </w:rPr>
        <w:br/>
        <w:t>Species Information and Policy Section</w:t>
      </w:r>
      <w:r>
        <w:rPr>
          <w:rFonts w:ascii="Arial" w:hAnsi="Arial" w:cs="Arial"/>
          <w:sz w:val="22"/>
          <w:szCs w:val="22"/>
          <w:lang w:val="en"/>
        </w:rPr>
        <w:br/>
        <w:t>Biodiversity Conservation Division</w:t>
      </w:r>
      <w:r>
        <w:rPr>
          <w:rFonts w:ascii="Arial" w:hAnsi="Arial" w:cs="Arial"/>
          <w:sz w:val="22"/>
          <w:szCs w:val="22"/>
          <w:lang w:val="en"/>
        </w:rPr>
        <w:br/>
        <w:t>Department of Agriculture, Water and the Environment</w:t>
      </w:r>
      <w:r>
        <w:rPr>
          <w:rFonts w:ascii="Arial" w:hAnsi="Arial" w:cs="Arial"/>
          <w:sz w:val="22"/>
          <w:szCs w:val="22"/>
          <w:lang w:val="en"/>
        </w:rPr>
        <w:br/>
        <w:t xml:space="preserve">PO Box </w:t>
      </w:r>
      <w:r>
        <w:rPr>
          <w:rFonts w:ascii="Arial" w:hAnsi="Arial" w:cs="Arial"/>
          <w:sz w:val="22"/>
          <w:szCs w:val="22"/>
        </w:rPr>
        <w:t>858</w:t>
      </w:r>
      <w:r>
        <w:rPr>
          <w:rFonts w:ascii="Arial" w:hAnsi="Arial" w:cs="Arial"/>
          <w:sz w:val="22"/>
          <w:szCs w:val="22"/>
          <w:lang w:val="en"/>
        </w:rPr>
        <w:br/>
      </w:r>
      <w:proofErr w:type="gramStart"/>
      <w:r>
        <w:rPr>
          <w:rFonts w:ascii="Arial" w:hAnsi="Arial" w:cs="Arial"/>
          <w:sz w:val="22"/>
          <w:szCs w:val="22"/>
          <w:lang w:val="en"/>
        </w:rPr>
        <w:t>CANBERRA  ACT</w:t>
      </w:r>
      <w:proofErr w:type="gramEnd"/>
      <w:r>
        <w:rPr>
          <w:rFonts w:ascii="Arial" w:hAnsi="Arial" w:cs="Arial"/>
          <w:sz w:val="22"/>
          <w:szCs w:val="22"/>
          <w:lang w:val="en"/>
        </w:rPr>
        <w:t xml:space="preserve">  2601</w:t>
      </w:r>
    </w:p>
    <w:p w14:paraId="4F46117E" w14:textId="77777777" w:rsidR="0031639E" w:rsidRDefault="0031639E" w:rsidP="0031639E">
      <w:pPr>
        <w:pStyle w:val="TSSC"/>
        <w:numPr>
          <w:ilvl w:val="0"/>
          <w:numId w:val="0"/>
        </w:numPr>
        <w:tabs>
          <w:tab w:val="clear" w:pos="567"/>
          <w:tab w:val="left" w:pos="720"/>
        </w:tabs>
        <w:rPr>
          <w:rFonts w:ascii="Arial" w:hAnsi="Arial" w:cs="Arial"/>
          <w:sz w:val="22"/>
          <w:szCs w:val="22"/>
        </w:rPr>
      </w:pPr>
    </w:p>
    <w:p w14:paraId="4E19F0B4" w14:textId="77777777" w:rsidR="0031639E" w:rsidRDefault="0031639E" w:rsidP="0031639E">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rPr>
        <w:t>Responses are required to be submitted by 7 September 2020.</w:t>
      </w:r>
    </w:p>
    <w:p w14:paraId="543412BD" w14:textId="77777777" w:rsidR="0031639E" w:rsidRDefault="0031639E" w:rsidP="0031639E">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 about listing threatened species</w:t>
      </w:r>
    </w:p>
    <w:p w14:paraId="6CBFC555" w14:textId="77777777" w:rsidR="0031639E" w:rsidRDefault="0031639E" w:rsidP="0031639E">
      <w:pPr>
        <w:rPr>
          <w:rFonts w:ascii="Arial" w:hAnsi="Arial" w:cs="Arial"/>
          <w:sz w:val="22"/>
          <w:szCs w:val="22"/>
        </w:rPr>
      </w:pPr>
      <w:r>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p>
    <w:p w14:paraId="14024491" w14:textId="77777777" w:rsidR="0031639E" w:rsidRDefault="00BE2ADB" w:rsidP="0031639E">
      <w:pPr>
        <w:spacing w:after="200"/>
        <w:rPr>
          <w:rFonts w:ascii="Arial" w:hAnsi="Arial" w:cs="Arial"/>
          <w:sz w:val="22"/>
          <w:szCs w:val="22"/>
        </w:rPr>
      </w:pPr>
      <w:hyperlink r:id="rId14" w:history="1">
        <w:r w:rsidR="0031639E">
          <w:rPr>
            <w:rStyle w:val="Hyperlink"/>
            <w:rFonts w:ascii="Arial" w:hAnsi="Arial" w:cs="Arial"/>
            <w:sz w:val="22"/>
            <w:szCs w:val="22"/>
          </w:rPr>
          <w:t>http://www.environment.gov.au/biodiversity/threatened/index.html</w:t>
        </w:r>
      </w:hyperlink>
      <w:r w:rsidR="0031639E">
        <w:rPr>
          <w:rFonts w:ascii="Arial" w:hAnsi="Arial" w:cs="Arial"/>
          <w:sz w:val="22"/>
          <w:szCs w:val="22"/>
        </w:rPr>
        <w:t>.</w:t>
      </w:r>
    </w:p>
    <w:p w14:paraId="360D3DBA" w14:textId="77777777" w:rsidR="0031639E" w:rsidRDefault="0031639E" w:rsidP="0031639E">
      <w:pPr>
        <w:spacing w:after="200"/>
        <w:rPr>
          <w:rFonts w:ascii="Arial" w:hAnsi="Arial" w:cs="Arial"/>
          <w:sz w:val="22"/>
          <w:szCs w:val="22"/>
        </w:rPr>
      </w:pPr>
      <w:r>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hyperlink r:id="rId15" w:history="1">
        <w:r>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3505D440" w14:textId="77777777" w:rsidR="0031639E" w:rsidRDefault="0031639E" w:rsidP="0031639E">
      <w:pPr>
        <w:spacing w:after="200"/>
        <w:rPr>
          <w:rFonts w:ascii="Arial" w:hAnsi="Arial" w:cs="Arial"/>
          <w:sz w:val="22"/>
          <w:szCs w:val="22"/>
        </w:rPr>
      </w:pPr>
      <w:r>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for the Environment </w:t>
      </w:r>
      <w:r>
        <w:rPr>
          <w:rFonts w:ascii="Arial" w:hAnsi="Arial" w:cs="Arial"/>
          <w:sz w:val="22"/>
          <w:szCs w:val="22"/>
          <w:lang w:val="en" w:eastAsia="en-AU"/>
        </w:rPr>
        <w:t xml:space="preserve">(the Minister) </w:t>
      </w:r>
      <w:r>
        <w:rPr>
          <w:rFonts w:ascii="Arial" w:hAnsi="Arial" w:cs="Arial"/>
          <w:sz w:val="22"/>
          <w:szCs w:val="22"/>
        </w:rPr>
        <w:t xml:space="preserve">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6" w:history="1">
        <w:r>
          <w:rPr>
            <w:rStyle w:val="Hyperlink"/>
            <w:rFonts w:ascii="Arial" w:hAnsi="Arial" w:cs="Arial"/>
            <w:sz w:val="22"/>
            <w:szCs w:val="22"/>
          </w:rPr>
          <w:t>http://www.environment.gov.au/biodiversity/threatened/nominations.html</w:t>
        </w:r>
      </w:hyperlink>
      <w:r>
        <w:rPr>
          <w:rFonts w:ascii="Arial" w:hAnsi="Arial" w:cs="Arial"/>
          <w:sz w:val="22"/>
          <w:szCs w:val="22"/>
        </w:rPr>
        <w:t>.</w:t>
      </w:r>
    </w:p>
    <w:p w14:paraId="3BAC6042" w14:textId="77777777" w:rsidR="0031639E" w:rsidRDefault="0031639E" w:rsidP="0031639E">
      <w:pPr>
        <w:spacing w:after="200"/>
        <w:rPr>
          <w:rFonts w:ascii="Arial" w:hAnsi="Arial" w:cs="Arial"/>
          <w:sz w:val="22"/>
          <w:szCs w:val="22"/>
        </w:rPr>
      </w:pPr>
      <w:r>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7" w:history="1">
        <w:r>
          <w:rPr>
            <w:rStyle w:val="Hyperlink"/>
            <w:rFonts w:ascii="Arial" w:hAnsi="Arial" w:cs="Arial"/>
            <w:sz w:val="22"/>
            <w:szCs w:val="22"/>
          </w:rPr>
          <w:t>http://www.environment.gov.au/biodiversity/threatened/recovery.html</w:t>
        </w:r>
      </w:hyperlink>
      <w:r>
        <w:rPr>
          <w:rFonts w:ascii="Arial" w:hAnsi="Arial" w:cs="Arial"/>
          <w:sz w:val="22"/>
          <w:szCs w:val="22"/>
        </w:rPr>
        <w:t>.</w:t>
      </w:r>
    </w:p>
    <w:p w14:paraId="5EF5A8FA" w14:textId="77777777" w:rsidR="0031639E" w:rsidRDefault="0031639E" w:rsidP="0031639E">
      <w:pPr>
        <w:spacing w:after="200"/>
        <w:rPr>
          <w:rFonts w:ascii="Arial" w:hAnsi="Arial" w:cs="Arial"/>
          <w:b/>
          <w:sz w:val="22"/>
          <w:szCs w:val="22"/>
        </w:rPr>
      </w:pPr>
      <w:r>
        <w:rPr>
          <w:rFonts w:ascii="Arial" w:hAnsi="Arial" w:cs="Arial"/>
          <w:b/>
          <w:sz w:val="22"/>
          <w:szCs w:val="22"/>
        </w:rPr>
        <w:t>Information about this consultation process</w:t>
      </w:r>
    </w:p>
    <w:p w14:paraId="11607955" w14:textId="77777777" w:rsidR="0031639E" w:rsidRDefault="0031639E" w:rsidP="0031639E">
      <w:pPr>
        <w:spacing w:after="200"/>
        <w:rPr>
          <w:rFonts w:ascii="Arial" w:hAnsi="Arial" w:cs="Arial"/>
          <w:sz w:val="22"/>
          <w:szCs w:val="22"/>
        </w:rPr>
      </w:pPr>
      <w:r>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Minister.</w:t>
      </w:r>
    </w:p>
    <w:p w14:paraId="3D1B64AE" w14:textId="77777777" w:rsidR="0031639E" w:rsidRDefault="0031639E" w:rsidP="0031639E">
      <w:pPr>
        <w:spacing w:after="200"/>
        <w:rPr>
          <w:rFonts w:ascii="Arial" w:hAnsi="Arial" w:cs="Arial"/>
          <w:sz w:val="22"/>
          <w:szCs w:val="22"/>
        </w:rPr>
      </w:pPr>
      <w:r>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14:paraId="5EF246E5" w14:textId="77777777" w:rsidR="0031639E" w:rsidRDefault="0031639E" w:rsidP="0031639E">
      <w:pPr>
        <w:spacing w:after="200"/>
        <w:rPr>
          <w:rFonts w:ascii="Arial" w:hAnsi="Arial" w:cs="Arial"/>
          <w:sz w:val="22"/>
          <w:szCs w:val="22"/>
        </w:rPr>
      </w:pPr>
      <w:r>
        <w:rPr>
          <w:rFonts w:ascii="Arial" w:hAnsi="Arial" w:cs="Arial"/>
          <w:sz w:val="22"/>
          <w:szCs w:val="22"/>
        </w:rPr>
        <w:t>Information provided through consultation may be subject to freedom of information legislation and court processes. It is also important to note that under the EPBC Act,</w:t>
      </w:r>
      <w:r>
        <w:rPr>
          <w:rFonts w:ascii="Arial" w:hAnsi="Arial" w:cs="Arial"/>
          <w:i/>
          <w:sz w:val="22"/>
          <w:szCs w:val="22"/>
        </w:rPr>
        <w:t xml:space="preserve"> </w:t>
      </w:r>
      <w:r>
        <w:rPr>
          <w:rFonts w:ascii="Arial" w:hAnsi="Arial" w:cs="Arial"/>
          <w:sz w:val="22"/>
          <w:szCs w:val="22"/>
        </w:rPr>
        <w:t>the deliberations and recommendations of the Committee are confidential until the Minister has made a final decision on the nomination, unless otherwise determined by the Minister.</w:t>
      </w:r>
    </w:p>
    <w:p w14:paraId="0F96974F" w14:textId="77777777" w:rsidR="0031639E" w:rsidRDefault="0031639E" w:rsidP="0031639E">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1F377C8E" w14:textId="77777777" w:rsidR="0031639E" w:rsidRDefault="0031639E" w:rsidP="0031639E">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Pr>
          <w:rFonts w:ascii="Arial" w:hAnsi="Arial" w:cs="Arial"/>
          <w:sz w:val="22"/>
          <w:szCs w:val="22"/>
        </w:rPr>
        <w:t>Cth</w:t>
      </w:r>
      <w:proofErr w:type="spellEnd"/>
      <w:r>
        <w:rPr>
          <w:rFonts w:ascii="Arial" w:hAnsi="Arial" w:cs="Arial"/>
          <w:sz w:val="22"/>
          <w:szCs w:val="22"/>
        </w:rPr>
        <w:t>) and the Department’s Privacy Policy.</w:t>
      </w:r>
    </w:p>
    <w:p w14:paraId="2EB218AC" w14:textId="77777777" w:rsidR="0031639E" w:rsidRDefault="0031639E" w:rsidP="0031639E">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1694419" w14:textId="77777777" w:rsidR="0031639E" w:rsidRDefault="0031639E" w:rsidP="0031639E">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8" w:history="1">
        <w:r>
          <w:rPr>
            <w:rStyle w:val="Hyperlink"/>
            <w:rFonts w:ascii="Arial" w:hAnsi="Arial" w:cs="Arial"/>
            <w:sz w:val="22"/>
            <w:szCs w:val="22"/>
          </w:rPr>
          <w:t>‘common assessment method’</w:t>
        </w:r>
      </w:hyperlink>
      <w:r>
        <w:rPr>
          <w:rFonts w:ascii="Arial" w:hAnsi="Arial" w:cs="Arial"/>
          <w:sz w:val="22"/>
          <w:szCs w:val="22"/>
        </w:rPr>
        <w:t>.  As a result, any personal information that you have provided in connection with your comments may be shared between Commonwealth, State or Territory government entities to assist with their assessment processes.</w:t>
      </w:r>
    </w:p>
    <w:p w14:paraId="3E661CBE" w14:textId="77777777" w:rsidR="0031639E" w:rsidRDefault="0031639E" w:rsidP="0031639E">
      <w:pPr>
        <w:spacing w:before="120" w:after="240"/>
        <w:rPr>
          <w:rFonts w:ascii="Arial" w:hAnsi="Arial" w:cs="Arial"/>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9" w:history="1">
        <w:r>
          <w:rPr>
            <w:rStyle w:val="Hyperlink"/>
            <w:rFonts w:ascii="Arial" w:hAnsi="Arial" w:cs="Arial"/>
            <w:sz w:val="22"/>
            <w:szCs w:val="22"/>
          </w:rPr>
          <w:t>http://environment.gov.au/privacy-policy</w:t>
        </w:r>
      </w:hyperlink>
      <w:r>
        <w:rPr>
          <w:rFonts w:ascii="Arial" w:hAnsi="Arial" w:cs="Arial"/>
          <w:sz w:val="22"/>
          <w:szCs w:val="22"/>
        </w:rPr>
        <w:t>.</w:t>
      </w:r>
    </w:p>
    <w:p w14:paraId="6E697E90" w14:textId="77777777" w:rsidR="0031639E" w:rsidRDefault="0031639E" w:rsidP="0031639E">
      <w:pPr>
        <w:spacing w:after="200"/>
        <w:rPr>
          <w:rFonts w:ascii="Arial" w:hAnsi="Arial" w:cs="Arial"/>
          <w:b/>
          <w:sz w:val="22"/>
          <w:szCs w:val="22"/>
        </w:rPr>
      </w:pPr>
    </w:p>
    <w:p w14:paraId="602941F0" w14:textId="77777777" w:rsidR="0031639E" w:rsidRDefault="0031639E" w:rsidP="0031639E">
      <w:pPr>
        <w:spacing w:after="200"/>
        <w:rPr>
          <w:sz w:val="20"/>
          <w:szCs w:val="20"/>
        </w:rPr>
      </w:pPr>
      <w:r>
        <w:rPr>
          <w:rFonts w:ascii="Arial" w:hAnsi="Arial" w:cs="Arial"/>
          <w:b/>
          <w:sz w:val="22"/>
          <w:szCs w:val="22"/>
        </w:rPr>
        <w:t>Your details</w:t>
      </w:r>
    </w:p>
    <w:p w14:paraId="29D3761F" w14:textId="77777777" w:rsidR="0031639E" w:rsidRDefault="0031639E" w:rsidP="0031639E">
      <w:pPr>
        <w:spacing w:after="200"/>
        <w:rPr>
          <w:rFonts w:ascii="Arial" w:hAnsi="Arial" w:cs="Arial"/>
          <w:sz w:val="22"/>
          <w:szCs w:val="22"/>
        </w:rPr>
      </w:pPr>
      <w:r>
        <w:rPr>
          <w:rFonts w:ascii="Arial" w:hAnsi="Arial" w:cs="Arial"/>
          <w:sz w:val="22"/>
          <w:szCs w:val="22"/>
        </w:rPr>
        <w:t>Name:</w:t>
      </w:r>
    </w:p>
    <w:p w14:paraId="30674640" w14:textId="77777777" w:rsidR="0031639E" w:rsidRDefault="0031639E" w:rsidP="0031639E">
      <w:pPr>
        <w:spacing w:after="200"/>
        <w:rPr>
          <w:rFonts w:ascii="Arial" w:hAnsi="Arial" w:cs="Arial"/>
          <w:sz w:val="22"/>
          <w:szCs w:val="22"/>
        </w:rPr>
      </w:pPr>
      <w:r>
        <w:rPr>
          <w:rFonts w:ascii="Arial" w:hAnsi="Arial" w:cs="Arial"/>
          <w:sz w:val="22"/>
          <w:szCs w:val="22"/>
        </w:rPr>
        <w:t>Organisation (if applicable):</w:t>
      </w:r>
    </w:p>
    <w:p w14:paraId="04FEC791" w14:textId="77777777" w:rsidR="0031639E" w:rsidRDefault="0031639E" w:rsidP="0031639E">
      <w:pPr>
        <w:spacing w:after="200"/>
        <w:rPr>
          <w:rFonts w:ascii="Arial" w:hAnsi="Arial" w:cs="Arial"/>
          <w:sz w:val="22"/>
          <w:szCs w:val="22"/>
        </w:rPr>
      </w:pPr>
      <w:r>
        <w:rPr>
          <w:rFonts w:ascii="Arial" w:hAnsi="Arial" w:cs="Arial"/>
          <w:sz w:val="22"/>
          <w:szCs w:val="22"/>
        </w:rPr>
        <w:t>Phone:</w:t>
      </w:r>
    </w:p>
    <w:p w14:paraId="3D3AAFA3" w14:textId="77777777" w:rsidR="0031639E" w:rsidRDefault="0031639E" w:rsidP="0031639E">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14:paraId="3B8FA523" w14:textId="77777777" w:rsidR="0031639E" w:rsidRDefault="0031639E" w:rsidP="009469D8">
      <w:pPr>
        <w:pStyle w:val="TSSC"/>
        <w:keepNext/>
        <w:numPr>
          <w:ilvl w:val="0"/>
          <w:numId w:val="0"/>
        </w:numPr>
        <w:tabs>
          <w:tab w:val="clear" w:pos="567"/>
          <w:tab w:val="left" w:pos="720"/>
        </w:tabs>
        <w:ind w:left="1559" w:hanging="1559"/>
        <w:rPr>
          <w:rFonts w:ascii="Arial" w:hAnsi="Arial" w:cs="Arial"/>
          <w:b/>
          <w:sz w:val="22"/>
          <w:szCs w:val="22"/>
          <w:u w:val="single"/>
        </w:rPr>
      </w:pPr>
    </w:p>
    <w:p w14:paraId="094C1BE1" w14:textId="77777777" w:rsidR="0031639E" w:rsidRDefault="0031639E" w:rsidP="009469D8">
      <w:pPr>
        <w:pStyle w:val="TSSC"/>
        <w:keepNext/>
        <w:numPr>
          <w:ilvl w:val="0"/>
          <w:numId w:val="0"/>
        </w:numPr>
        <w:tabs>
          <w:tab w:val="clear" w:pos="567"/>
          <w:tab w:val="left" w:pos="720"/>
        </w:tabs>
        <w:ind w:left="1559" w:hanging="1559"/>
        <w:rPr>
          <w:rFonts w:ascii="Arial" w:hAnsi="Arial" w:cs="Arial"/>
          <w:b/>
          <w:sz w:val="22"/>
          <w:szCs w:val="22"/>
          <w:u w:val="single"/>
        </w:rPr>
      </w:pPr>
    </w:p>
    <w:p w14:paraId="7E259CF0" w14:textId="77777777" w:rsidR="0031639E" w:rsidRDefault="0031639E" w:rsidP="009469D8">
      <w:pPr>
        <w:pStyle w:val="TSSC"/>
        <w:keepNext/>
        <w:numPr>
          <w:ilvl w:val="0"/>
          <w:numId w:val="0"/>
        </w:numPr>
        <w:tabs>
          <w:tab w:val="clear" w:pos="567"/>
          <w:tab w:val="left" w:pos="720"/>
        </w:tabs>
        <w:ind w:left="1559" w:hanging="1559"/>
        <w:rPr>
          <w:rFonts w:ascii="Arial" w:hAnsi="Arial" w:cs="Arial"/>
          <w:b/>
          <w:sz w:val="22"/>
          <w:szCs w:val="22"/>
          <w:u w:val="single"/>
        </w:rPr>
      </w:pPr>
    </w:p>
    <w:p w14:paraId="1C396C6F" w14:textId="51279D98" w:rsidR="009469D8" w:rsidRDefault="0031639E" w:rsidP="009469D8">
      <w:pPr>
        <w:pStyle w:val="TSSC"/>
        <w:keepNext/>
        <w:numPr>
          <w:ilvl w:val="0"/>
          <w:numId w:val="0"/>
        </w:numPr>
        <w:tabs>
          <w:tab w:val="clear" w:pos="567"/>
          <w:tab w:val="left" w:pos="720"/>
        </w:tabs>
        <w:ind w:left="1559" w:hanging="1559"/>
        <w:rPr>
          <w:rFonts w:ascii="Arial" w:hAnsi="Arial" w:cs="Arial"/>
          <w:b/>
          <w:sz w:val="22"/>
          <w:szCs w:val="22"/>
          <w:u w:val="single"/>
        </w:rPr>
      </w:pPr>
      <w:r>
        <w:rPr>
          <w:rFonts w:ascii="Arial" w:hAnsi="Arial" w:cs="Arial"/>
          <w:b/>
          <w:sz w:val="22"/>
          <w:szCs w:val="22"/>
          <w:u w:val="single"/>
        </w:rPr>
        <w:br w:type="column"/>
      </w:r>
      <w:r w:rsidR="009469D8" w:rsidRPr="00C77247">
        <w:rPr>
          <w:rFonts w:ascii="Arial" w:hAnsi="Arial" w:cs="Arial"/>
          <w:b/>
          <w:sz w:val="22"/>
          <w:szCs w:val="22"/>
          <w:u w:val="single"/>
        </w:rPr>
        <w:lastRenderedPageBreak/>
        <w:t xml:space="preserve">Consultation questions for </w:t>
      </w:r>
      <w:r w:rsidRPr="0031639E">
        <w:rPr>
          <w:rFonts w:ascii="Arial" w:hAnsi="Arial" w:cs="Arial"/>
          <w:b/>
          <w:iCs/>
          <w:sz w:val="22"/>
          <w:szCs w:val="22"/>
          <w:u w:val="single"/>
        </w:rPr>
        <w:t>species</w:t>
      </w:r>
    </w:p>
    <w:p w14:paraId="71590ECC" w14:textId="7085EAA4" w:rsidR="00121E1E" w:rsidRDefault="00121E1E" w:rsidP="00F65892">
      <w:pPr>
        <w:pStyle w:val="Normal12ptCharCharCharCharCharChar"/>
        <w:spacing w:before="240"/>
        <w:rPr>
          <w:rFonts w:ascii="Arial" w:hAnsi="Arial" w:cs="Arial"/>
          <w:b/>
          <w:sz w:val="22"/>
          <w:szCs w:val="22"/>
          <w:u w:val="single"/>
        </w:rPr>
      </w:pPr>
    </w:p>
    <w:p w14:paraId="44962811" w14:textId="77777777" w:rsidR="00DD37B0" w:rsidRDefault="00DD37B0" w:rsidP="00DD37B0">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w:t>
      </w:r>
      <w:proofErr w:type="gramStart"/>
      <w:r>
        <w:rPr>
          <w:rFonts w:ascii="Arial" w:hAnsi="Arial" w:cs="Arial"/>
          <w:b/>
          <w:sz w:val="22"/>
          <w:szCs w:val="22"/>
        </w:rPr>
        <w:t>A</w:t>
      </w:r>
      <w:proofErr w:type="gramEnd"/>
      <w:r>
        <w:rPr>
          <w:rFonts w:ascii="Arial" w:hAnsi="Arial" w:cs="Arial"/>
          <w:b/>
          <w:sz w:val="22"/>
          <w:szCs w:val="22"/>
        </w:rPr>
        <w:t xml:space="preserve"> </w:t>
      </w:r>
      <w:r>
        <w:rPr>
          <w:rFonts w:ascii="Arial" w:hAnsi="Arial" w:cs="Arial"/>
          <w:b/>
          <w:sz w:val="22"/>
          <w:szCs w:val="22"/>
        </w:rPr>
        <w:tab/>
        <w:t>GENERAL</w:t>
      </w:r>
    </w:p>
    <w:p w14:paraId="4F8BFEA6"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48B5046A" w14:textId="77777777" w:rsidR="00DD37B0" w:rsidRDefault="00DD37B0" w:rsidP="00DD37B0">
      <w:pPr>
        <w:pStyle w:val="ListParagraph"/>
        <w:autoSpaceDE w:val="0"/>
        <w:autoSpaceDN w:val="0"/>
        <w:adjustRightInd w:val="0"/>
        <w:ind w:left="360"/>
        <w:rPr>
          <w:rFonts w:ascii="Arial" w:hAnsi="Arial" w:cs="Arial"/>
          <w:sz w:val="22"/>
          <w:szCs w:val="22"/>
        </w:rPr>
      </w:pPr>
    </w:p>
    <w:p w14:paraId="637735BD"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6F558EB1" w14:textId="77777777" w:rsidR="00DD37B0" w:rsidRDefault="00DD37B0" w:rsidP="00DD37B0">
      <w:pPr>
        <w:pStyle w:val="ListParagraph"/>
        <w:autoSpaceDE w:val="0"/>
        <w:autoSpaceDN w:val="0"/>
        <w:adjustRightInd w:val="0"/>
        <w:ind w:left="360"/>
        <w:rPr>
          <w:rFonts w:ascii="Arial" w:hAnsi="Arial" w:cs="Arial"/>
          <w:sz w:val="22"/>
          <w:szCs w:val="22"/>
        </w:rPr>
      </w:pPr>
    </w:p>
    <w:p w14:paraId="404FFFE1"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58184403" w14:textId="77777777" w:rsidR="00DD37B0" w:rsidRDefault="00DD37B0" w:rsidP="00DD37B0">
      <w:pPr>
        <w:autoSpaceDE w:val="0"/>
        <w:autoSpaceDN w:val="0"/>
        <w:adjustRightInd w:val="0"/>
        <w:rPr>
          <w:rFonts w:ascii="Arial" w:hAnsi="Arial" w:cs="Arial"/>
          <w:sz w:val="22"/>
          <w:szCs w:val="22"/>
        </w:rPr>
      </w:pPr>
    </w:p>
    <w:p w14:paraId="35F608C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3ABC4E8E"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651E6C42" w14:textId="77777777" w:rsidR="00DD37B0" w:rsidRDefault="00DD37B0" w:rsidP="00DD37B0">
      <w:pPr>
        <w:shd w:val="clear" w:color="auto" w:fill="D9D9D9" w:themeFill="background1" w:themeFillShade="D9"/>
        <w:autoSpaceDE w:val="0"/>
        <w:autoSpaceDN w:val="0"/>
        <w:adjustRightInd w:val="0"/>
        <w:jc w:val="center"/>
        <w:rPr>
          <w:rFonts w:ascii="Arial" w:hAnsi="Arial" w:cs="Arial"/>
          <w:b/>
          <w:sz w:val="22"/>
          <w:szCs w:val="22"/>
        </w:rPr>
      </w:pPr>
    </w:p>
    <w:p w14:paraId="5B2C158A" w14:textId="77777777" w:rsidR="00DD37B0" w:rsidRDefault="00DD37B0" w:rsidP="00DD37B0">
      <w:pPr>
        <w:autoSpaceDE w:val="0"/>
        <w:autoSpaceDN w:val="0"/>
        <w:adjustRightInd w:val="0"/>
        <w:rPr>
          <w:rFonts w:ascii="Arial" w:hAnsi="Arial" w:cs="Arial"/>
          <w:sz w:val="22"/>
          <w:szCs w:val="22"/>
        </w:rPr>
      </w:pPr>
    </w:p>
    <w:p w14:paraId="454328B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3C7F0A84" w14:textId="77777777" w:rsidR="00DD37B0" w:rsidRDefault="00DD37B0" w:rsidP="00DD37B0">
      <w:pPr>
        <w:autoSpaceDE w:val="0"/>
        <w:autoSpaceDN w:val="0"/>
        <w:adjustRightInd w:val="0"/>
        <w:ind w:left="1560" w:hanging="1560"/>
        <w:rPr>
          <w:rFonts w:ascii="Arial" w:hAnsi="Arial" w:cs="Arial"/>
          <w:b/>
          <w:sz w:val="22"/>
          <w:szCs w:val="22"/>
        </w:rPr>
      </w:pPr>
    </w:p>
    <w:p w14:paraId="70C34FB4" w14:textId="77777777" w:rsidR="00DD37B0" w:rsidRDefault="00DD37B0" w:rsidP="00DD37B0">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0FD59FDC" w14:textId="77777777" w:rsidR="00DD37B0" w:rsidRDefault="00DD37B0" w:rsidP="00DD37B0">
      <w:pPr>
        <w:autoSpaceDE w:val="0"/>
        <w:autoSpaceDN w:val="0"/>
        <w:adjustRightInd w:val="0"/>
        <w:rPr>
          <w:rFonts w:ascii="Arial" w:hAnsi="Arial" w:cs="Arial"/>
          <w:b/>
          <w:bCs/>
          <w:sz w:val="22"/>
          <w:szCs w:val="22"/>
        </w:rPr>
      </w:pPr>
    </w:p>
    <w:p w14:paraId="11626AF4"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7ADD6AE" w14:textId="77777777" w:rsidR="00DD37B0" w:rsidRDefault="00DD37B0" w:rsidP="00DD37B0">
      <w:pPr>
        <w:pStyle w:val="ListParagraph"/>
        <w:autoSpaceDE w:val="0"/>
        <w:autoSpaceDN w:val="0"/>
        <w:adjustRightInd w:val="0"/>
        <w:ind w:left="360"/>
        <w:rPr>
          <w:rFonts w:ascii="Arial" w:hAnsi="Arial" w:cs="Arial"/>
          <w:sz w:val="22"/>
          <w:szCs w:val="22"/>
        </w:rPr>
      </w:pPr>
    </w:p>
    <w:p w14:paraId="331181F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41B4AA44" w14:textId="77777777" w:rsidR="00DD37B0" w:rsidRDefault="00DD37B0" w:rsidP="00DD37B0">
      <w:pPr>
        <w:autoSpaceDE w:val="0"/>
        <w:autoSpaceDN w:val="0"/>
        <w:adjustRightInd w:val="0"/>
        <w:rPr>
          <w:rFonts w:ascii="Arial" w:hAnsi="Arial" w:cs="Arial"/>
          <w:sz w:val="22"/>
          <w:szCs w:val="22"/>
        </w:rPr>
      </w:pPr>
    </w:p>
    <w:p w14:paraId="4AF4C6FF"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2B830BBD" w14:textId="77777777" w:rsidR="00DD37B0" w:rsidRDefault="00DD37B0" w:rsidP="00DD37B0">
      <w:pPr>
        <w:autoSpaceDE w:val="0"/>
        <w:autoSpaceDN w:val="0"/>
        <w:adjustRightInd w:val="0"/>
        <w:rPr>
          <w:rFonts w:ascii="Arial" w:hAnsi="Arial" w:cs="Arial"/>
          <w:sz w:val="22"/>
          <w:szCs w:val="22"/>
        </w:rPr>
      </w:pPr>
    </w:p>
    <w:p w14:paraId="5D66291A"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3343A350" w14:textId="77777777" w:rsidR="00DD37B0" w:rsidRDefault="00DD37B0" w:rsidP="00DD37B0">
      <w:pPr>
        <w:autoSpaceDE w:val="0"/>
        <w:autoSpaceDN w:val="0"/>
        <w:adjustRightInd w:val="0"/>
        <w:rPr>
          <w:rFonts w:ascii="Arial,Bold" w:hAnsi="Arial,Bold" w:cs="Arial,Bold"/>
          <w:b/>
          <w:bCs/>
          <w:sz w:val="22"/>
          <w:szCs w:val="22"/>
        </w:rPr>
      </w:pPr>
    </w:p>
    <w:p w14:paraId="44DCF7DF"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6C1E0E9C" w14:textId="77777777" w:rsidR="00DD37B0" w:rsidRDefault="00DD37B0" w:rsidP="00DD37B0">
      <w:pPr>
        <w:pStyle w:val="ListParagraph"/>
        <w:autoSpaceDE w:val="0"/>
        <w:autoSpaceDN w:val="0"/>
        <w:adjustRightInd w:val="0"/>
        <w:ind w:left="360"/>
        <w:rPr>
          <w:rFonts w:ascii="Arial" w:hAnsi="Arial" w:cs="Arial"/>
          <w:sz w:val="22"/>
          <w:szCs w:val="22"/>
        </w:rPr>
      </w:pPr>
    </w:p>
    <w:p w14:paraId="58236664"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611BDD92" w14:textId="77777777" w:rsidR="00DD37B0" w:rsidRDefault="00DD37B0" w:rsidP="00DD37B0">
      <w:pPr>
        <w:pStyle w:val="ListParagraph"/>
        <w:autoSpaceDE w:val="0"/>
        <w:autoSpaceDN w:val="0"/>
        <w:adjustRightInd w:val="0"/>
        <w:ind w:left="360"/>
        <w:rPr>
          <w:rFonts w:ascii="Arial" w:hAnsi="Arial" w:cs="Arial"/>
          <w:sz w:val="22"/>
          <w:szCs w:val="22"/>
        </w:rPr>
      </w:pPr>
    </w:p>
    <w:p w14:paraId="051022AD"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570F0B42" w14:textId="77777777" w:rsidR="00DD37B0" w:rsidRDefault="00DD37B0" w:rsidP="00DD37B0">
      <w:pPr>
        <w:pStyle w:val="ListParagraph"/>
        <w:autoSpaceDE w:val="0"/>
        <w:autoSpaceDN w:val="0"/>
        <w:adjustRightInd w:val="0"/>
        <w:ind w:left="360"/>
        <w:rPr>
          <w:rFonts w:ascii="Arial" w:hAnsi="Arial" w:cs="Arial"/>
          <w:sz w:val="22"/>
          <w:szCs w:val="22"/>
        </w:rPr>
      </w:pPr>
    </w:p>
    <w:p w14:paraId="772FB69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7C7CDA54" w14:textId="77777777" w:rsidR="00DD37B0" w:rsidRDefault="00DD37B0" w:rsidP="00DD37B0">
      <w:pPr>
        <w:autoSpaceDE w:val="0"/>
        <w:autoSpaceDN w:val="0"/>
        <w:adjustRightInd w:val="0"/>
        <w:ind w:left="1560" w:hanging="1560"/>
        <w:rPr>
          <w:rFonts w:ascii="Arial" w:hAnsi="Arial" w:cs="Arial"/>
          <w:b/>
          <w:sz w:val="22"/>
          <w:szCs w:val="22"/>
        </w:rPr>
      </w:pPr>
    </w:p>
    <w:p w14:paraId="5CD0C51F" w14:textId="0F9A083D" w:rsidR="00DD37B0" w:rsidRDefault="0031639E"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br w:type="column"/>
      </w:r>
      <w:r w:rsidR="00DD37B0">
        <w:rPr>
          <w:rFonts w:ascii="Arial" w:hAnsi="Arial" w:cs="Arial"/>
          <w:sz w:val="22"/>
          <w:szCs w:val="22"/>
        </w:rPr>
        <w:lastRenderedPageBreak/>
        <w:t>Number of mature individuals is estimated to be in the range of:</w:t>
      </w:r>
    </w:p>
    <w:p w14:paraId="502712CC" w14:textId="77777777" w:rsidR="00DD37B0" w:rsidRPr="00E953DB" w:rsidRDefault="00DD37B0" w:rsidP="00DD37B0">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06090277" w14:textId="77777777" w:rsidR="00DD37B0" w:rsidRDefault="00DD37B0" w:rsidP="00DD37B0">
      <w:pPr>
        <w:pStyle w:val="ListParagraph"/>
        <w:autoSpaceDE w:val="0"/>
        <w:autoSpaceDN w:val="0"/>
        <w:adjustRightInd w:val="0"/>
        <w:ind w:left="360"/>
        <w:rPr>
          <w:rFonts w:ascii="Arial" w:hAnsi="Arial" w:cs="Arial"/>
          <w:sz w:val="22"/>
          <w:szCs w:val="22"/>
        </w:rPr>
      </w:pPr>
    </w:p>
    <w:p w14:paraId="22B0475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5FAE236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691333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665DB4"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2125C059"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4050D6D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84F055E" w14:textId="77777777" w:rsidR="00DD37B0" w:rsidRDefault="00DD37B0" w:rsidP="00DD37B0">
      <w:pPr>
        <w:autoSpaceDE w:val="0"/>
        <w:autoSpaceDN w:val="0"/>
        <w:adjustRightInd w:val="0"/>
        <w:rPr>
          <w:rFonts w:ascii="Arial" w:hAnsi="Arial" w:cs="Arial"/>
          <w:sz w:val="22"/>
          <w:szCs w:val="22"/>
        </w:rPr>
      </w:pPr>
    </w:p>
    <w:p w14:paraId="0A8DCC61"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7CE667FF" w14:textId="77777777" w:rsidR="00DD37B0" w:rsidRDefault="00DD37B0" w:rsidP="00DD37B0">
      <w:pPr>
        <w:autoSpaceDE w:val="0"/>
        <w:autoSpaceDN w:val="0"/>
        <w:adjustRightInd w:val="0"/>
        <w:ind w:left="1560" w:hanging="1560"/>
        <w:rPr>
          <w:rFonts w:ascii="Arial" w:hAnsi="Arial" w:cs="Arial"/>
          <w:b/>
          <w:sz w:val="22"/>
          <w:szCs w:val="22"/>
        </w:rPr>
      </w:pPr>
    </w:p>
    <w:p w14:paraId="2E309BC5"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19D4B168" w14:textId="77777777" w:rsidR="00DD37B0" w:rsidRDefault="00DD37B0" w:rsidP="00DD37B0">
      <w:pPr>
        <w:pStyle w:val="ListParagraph"/>
        <w:autoSpaceDE w:val="0"/>
        <w:autoSpaceDN w:val="0"/>
        <w:adjustRightInd w:val="0"/>
        <w:ind w:left="360"/>
        <w:rPr>
          <w:rFonts w:ascii="Arial" w:hAnsi="Arial" w:cs="Arial"/>
          <w:sz w:val="22"/>
          <w:szCs w:val="22"/>
        </w:rPr>
      </w:pPr>
    </w:p>
    <w:p w14:paraId="0FA69849" w14:textId="77777777" w:rsidR="00DD37B0" w:rsidRDefault="00DD37B0" w:rsidP="00DD37B0">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052CD029" w14:textId="77777777" w:rsidR="00DD37B0" w:rsidRDefault="00DD37B0" w:rsidP="00DD37B0">
      <w:pPr>
        <w:autoSpaceDE w:val="0"/>
        <w:autoSpaceDN w:val="0"/>
        <w:adjustRightInd w:val="0"/>
        <w:rPr>
          <w:rFonts w:ascii="Arial,Bold" w:hAnsi="Arial,Bold" w:cs="Arial,Bold"/>
          <w:b/>
          <w:bCs/>
          <w:sz w:val="22"/>
          <w:szCs w:val="22"/>
        </w:rPr>
      </w:pPr>
    </w:p>
    <w:p w14:paraId="233A6BBE" w14:textId="77777777" w:rsidR="00DD37B0" w:rsidRDefault="00DD37B0" w:rsidP="00726DD1">
      <w:pPr>
        <w:pStyle w:val="ListParagraph"/>
        <w:numPr>
          <w:ilvl w:val="0"/>
          <w:numId w:val="11"/>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1344305E" w14:textId="77777777" w:rsidR="00DD37B0" w:rsidRDefault="00DD37B0" w:rsidP="00DD37B0">
      <w:pPr>
        <w:pStyle w:val="ListParagraph"/>
        <w:autoSpaceDE w:val="0"/>
        <w:autoSpaceDN w:val="0"/>
        <w:adjustRightInd w:val="0"/>
        <w:ind w:left="360"/>
        <w:rPr>
          <w:rFonts w:ascii="Arial,Italic" w:hAnsi="Arial,Italic" w:cs="Arial,Italic"/>
          <w:i/>
          <w:iCs/>
          <w:sz w:val="22"/>
          <w:szCs w:val="22"/>
        </w:rPr>
      </w:pPr>
    </w:p>
    <w:p w14:paraId="3A003F8B"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6929695" w14:textId="77777777" w:rsidR="00DD37B0" w:rsidRDefault="00DD37B0" w:rsidP="00DD37B0">
      <w:pPr>
        <w:pStyle w:val="ListParagraph"/>
        <w:autoSpaceDE w:val="0"/>
        <w:autoSpaceDN w:val="0"/>
        <w:adjustRightInd w:val="0"/>
        <w:ind w:left="360"/>
        <w:rPr>
          <w:rFonts w:ascii="Arial" w:hAnsi="Arial" w:cs="Arial"/>
          <w:sz w:val="22"/>
          <w:szCs w:val="22"/>
        </w:rPr>
      </w:pPr>
    </w:p>
    <w:p w14:paraId="30A798D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28A01BBF"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2155307A" w14:textId="77777777" w:rsidR="00DD37B0" w:rsidRDefault="00DD37B0" w:rsidP="00DD37B0">
      <w:pPr>
        <w:pStyle w:val="ListParagraph"/>
        <w:autoSpaceDE w:val="0"/>
        <w:autoSpaceDN w:val="0"/>
        <w:adjustRightInd w:val="0"/>
        <w:ind w:left="360"/>
        <w:rPr>
          <w:rFonts w:ascii="Arial" w:hAnsi="Arial" w:cs="Arial"/>
          <w:sz w:val="22"/>
          <w:szCs w:val="22"/>
        </w:rPr>
      </w:pPr>
    </w:p>
    <w:p w14:paraId="5C3173B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031F51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793A475"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618EC28"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0528713C"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7B8CAED6"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F1C2FBE" w14:textId="77777777" w:rsidR="00DD37B0" w:rsidRDefault="00DD37B0" w:rsidP="00DD37B0">
      <w:pPr>
        <w:autoSpaceDE w:val="0"/>
        <w:autoSpaceDN w:val="0"/>
        <w:adjustRightInd w:val="0"/>
        <w:rPr>
          <w:rFonts w:ascii="Arial,Italic" w:hAnsi="Arial,Italic" w:cs="Arial,Italic"/>
          <w:i/>
          <w:iCs/>
          <w:sz w:val="22"/>
          <w:szCs w:val="22"/>
        </w:rPr>
      </w:pPr>
    </w:p>
    <w:p w14:paraId="57606A5B"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28DD1933" w14:textId="77777777" w:rsidR="00DD37B0" w:rsidRPr="00C77247" w:rsidRDefault="00DD37B0" w:rsidP="00DD37B0">
      <w:pPr>
        <w:autoSpaceDE w:val="0"/>
        <w:autoSpaceDN w:val="0"/>
        <w:adjustRightInd w:val="0"/>
        <w:rPr>
          <w:rFonts w:ascii="Arial" w:hAnsi="Arial" w:cs="Arial"/>
          <w:sz w:val="22"/>
          <w:szCs w:val="22"/>
        </w:rPr>
      </w:pPr>
    </w:p>
    <w:p w14:paraId="451C81D5"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71ADAD14" w14:textId="77777777" w:rsidR="00DD37B0" w:rsidRDefault="00DD37B0" w:rsidP="00DD37B0">
      <w:pPr>
        <w:autoSpaceDE w:val="0"/>
        <w:autoSpaceDN w:val="0"/>
        <w:adjustRightInd w:val="0"/>
        <w:ind w:left="360"/>
        <w:rPr>
          <w:rFonts w:ascii="Arial" w:hAnsi="Arial" w:cs="Arial"/>
          <w:sz w:val="22"/>
          <w:szCs w:val="22"/>
        </w:rPr>
      </w:pPr>
    </w:p>
    <w:p w14:paraId="2ED5DD44" w14:textId="1376B33E" w:rsidR="00DD37B0" w:rsidRDefault="0031639E" w:rsidP="00DD37B0">
      <w:pPr>
        <w:autoSpaceDE w:val="0"/>
        <w:autoSpaceDN w:val="0"/>
        <w:adjustRightInd w:val="0"/>
        <w:ind w:left="360"/>
        <w:rPr>
          <w:rFonts w:ascii="Arial" w:hAnsi="Arial" w:cs="Arial"/>
          <w:sz w:val="22"/>
          <w:szCs w:val="22"/>
        </w:rPr>
      </w:pPr>
      <w:r>
        <w:rPr>
          <w:rFonts w:ascii="Arial" w:hAnsi="Arial" w:cs="Arial"/>
          <w:sz w:val="22"/>
          <w:szCs w:val="22"/>
        </w:rPr>
        <w:br w:type="column"/>
      </w:r>
      <w:r w:rsidR="00DD37B0">
        <w:rPr>
          <w:rFonts w:ascii="Arial" w:hAnsi="Arial" w:cs="Arial"/>
          <w:sz w:val="22"/>
          <w:szCs w:val="22"/>
        </w:rPr>
        <w:lastRenderedPageBreak/>
        <w:t>Decline estimated to be in the range of:</w:t>
      </w:r>
    </w:p>
    <w:p w14:paraId="5D963D1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67B173F7" w14:textId="77777777" w:rsidR="00DD37B0" w:rsidRDefault="00DD37B0" w:rsidP="00DD37B0">
      <w:pPr>
        <w:autoSpaceDE w:val="0"/>
        <w:autoSpaceDN w:val="0"/>
        <w:adjustRightInd w:val="0"/>
        <w:ind w:left="360"/>
        <w:rPr>
          <w:rFonts w:ascii="Arial" w:hAnsi="Arial" w:cs="Arial"/>
          <w:sz w:val="22"/>
          <w:szCs w:val="22"/>
        </w:rPr>
      </w:pPr>
    </w:p>
    <w:p w14:paraId="1DBAACD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1D84787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E0F0D7A"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284F8C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6247F2A1"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7D34079D"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50151F46" w14:textId="77777777" w:rsidR="00DD37B0" w:rsidRDefault="00DD37B0" w:rsidP="00DD37B0">
      <w:pPr>
        <w:autoSpaceDE w:val="0"/>
        <w:autoSpaceDN w:val="0"/>
        <w:adjustRightInd w:val="0"/>
        <w:rPr>
          <w:rFonts w:ascii="Arial" w:hAnsi="Arial" w:cs="Arial"/>
          <w:sz w:val="22"/>
          <w:szCs w:val="22"/>
        </w:rPr>
      </w:pPr>
    </w:p>
    <w:p w14:paraId="555DA967"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0538C09E" w14:textId="77777777" w:rsidR="00DD37B0" w:rsidRDefault="00DD37B0" w:rsidP="00DD37B0">
      <w:pPr>
        <w:autoSpaceDE w:val="0"/>
        <w:autoSpaceDN w:val="0"/>
        <w:adjustRightInd w:val="0"/>
        <w:rPr>
          <w:rFonts w:ascii="Arial" w:hAnsi="Arial" w:cs="Arial"/>
          <w:sz w:val="22"/>
          <w:szCs w:val="22"/>
        </w:rPr>
      </w:pPr>
    </w:p>
    <w:p w14:paraId="6D422BF6"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1E9D6FE9" w14:textId="77777777" w:rsidR="00DD37B0" w:rsidRDefault="00DD37B0" w:rsidP="00DD37B0">
      <w:pPr>
        <w:autoSpaceDE w:val="0"/>
        <w:autoSpaceDN w:val="0"/>
        <w:adjustRightInd w:val="0"/>
        <w:ind w:left="1560" w:hanging="1560"/>
        <w:rPr>
          <w:rFonts w:ascii="Arial" w:hAnsi="Arial" w:cs="Arial"/>
          <w:b/>
          <w:sz w:val="22"/>
          <w:szCs w:val="22"/>
        </w:rPr>
      </w:pPr>
    </w:p>
    <w:p w14:paraId="18DAF4B8"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22EAFDBA" w14:textId="77777777" w:rsidR="00DD37B0" w:rsidRDefault="00DD37B0" w:rsidP="00DD37B0">
      <w:pPr>
        <w:autoSpaceDE w:val="0"/>
        <w:autoSpaceDN w:val="0"/>
        <w:adjustRightInd w:val="0"/>
        <w:rPr>
          <w:rFonts w:ascii="Arial,Bold" w:hAnsi="Arial,Bold" w:cs="Arial,Bold"/>
          <w:b/>
          <w:bCs/>
          <w:sz w:val="22"/>
          <w:szCs w:val="22"/>
        </w:rPr>
      </w:pPr>
    </w:p>
    <w:p w14:paraId="2C149BF8"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2DB032F1" w14:textId="77777777" w:rsidR="00DD37B0" w:rsidRDefault="00DD37B0" w:rsidP="00DD37B0">
      <w:pPr>
        <w:pStyle w:val="ListParagraph"/>
        <w:autoSpaceDE w:val="0"/>
        <w:autoSpaceDN w:val="0"/>
        <w:adjustRightInd w:val="0"/>
        <w:ind w:left="360"/>
        <w:rPr>
          <w:rFonts w:ascii="Arial" w:hAnsi="Arial" w:cs="Arial"/>
          <w:sz w:val="22"/>
          <w:szCs w:val="22"/>
        </w:rPr>
      </w:pPr>
    </w:p>
    <w:p w14:paraId="5B9F03B8"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7E5E7E36" w14:textId="77777777" w:rsidR="00DD37B0" w:rsidRDefault="00DD37B0" w:rsidP="00DD37B0">
      <w:pPr>
        <w:pStyle w:val="ListParagraph"/>
        <w:autoSpaceDE w:val="0"/>
        <w:autoSpaceDN w:val="0"/>
        <w:adjustRightInd w:val="0"/>
        <w:ind w:left="360"/>
        <w:rPr>
          <w:rFonts w:ascii="Arial" w:hAnsi="Arial" w:cs="Arial"/>
          <w:sz w:val="22"/>
          <w:szCs w:val="22"/>
        </w:rPr>
      </w:pPr>
    </w:p>
    <w:p w14:paraId="0A1CCBB1"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0DBEF256" w14:textId="77777777" w:rsidR="00DD37B0" w:rsidRDefault="00DD37B0" w:rsidP="00DD37B0">
      <w:pPr>
        <w:pStyle w:val="ListParagraph"/>
        <w:autoSpaceDE w:val="0"/>
        <w:autoSpaceDN w:val="0"/>
        <w:adjustRightInd w:val="0"/>
        <w:ind w:left="360"/>
        <w:rPr>
          <w:rFonts w:ascii="Arial" w:hAnsi="Arial" w:cs="Arial"/>
          <w:sz w:val="22"/>
          <w:szCs w:val="22"/>
        </w:rPr>
      </w:pPr>
    </w:p>
    <w:p w14:paraId="71638716"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12423987" w14:textId="77777777" w:rsidR="00DD37B0" w:rsidRDefault="00DD37B0" w:rsidP="00DD37B0">
      <w:pPr>
        <w:pStyle w:val="ListParagraph"/>
        <w:autoSpaceDE w:val="0"/>
        <w:autoSpaceDN w:val="0"/>
        <w:adjustRightInd w:val="0"/>
        <w:ind w:left="360"/>
        <w:rPr>
          <w:rFonts w:ascii="Arial" w:hAnsi="Arial" w:cs="Arial"/>
          <w:sz w:val="22"/>
          <w:szCs w:val="22"/>
        </w:rPr>
      </w:pPr>
    </w:p>
    <w:p w14:paraId="11A59E21"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19B0004D" w14:textId="77777777" w:rsidR="00DD37B0" w:rsidRDefault="00DD37B0" w:rsidP="00DD37B0">
      <w:pPr>
        <w:pStyle w:val="ListParagraph"/>
        <w:autoSpaceDE w:val="0"/>
        <w:autoSpaceDN w:val="0"/>
        <w:adjustRightInd w:val="0"/>
        <w:ind w:left="360"/>
        <w:rPr>
          <w:rFonts w:ascii="Arial" w:hAnsi="Arial" w:cs="Arial"/>
          <w:sz w:val="22"/>
          <w:szCs w:val="22"/>
        </w:rPr>
      </w:pPr>
    </w:p>
    <w:p w14:paraId="1008592D"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2B51C69A" w14:textId="77777777" w:rsidR="00DD37B0" w:rsidRDefault="00DD37B0" w:rsidP="00DD37B0">
      <w:pPr>
        <w:autoSpaceDE w:val="0"/>
        <w:autoSpaceDN w:val="0"/>
        <w:adjustRightInd w:val="0"/>
        <w:rPr>
          <w:rFonts w:ascii="Arial" w:hAnsi="Arial" w:cs="Arial"/>
        </w:rPr>
      </w:pPr>
    </w:p>
    <w:p w14:paraId="7B3CBEB5"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46D31D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C1F0543" w14:textId="77777777" w:rsidR="00DD37B0" w:rsidRDefault="00DD37B0" w:rsidP="00DD37B0">
      <w:pPr>
        <w:autoSpaceDE w:val="0"/>
        <w:autoSpaceDN w:val="0"/>
        <w:adjustRightInd w:val="0"/>
        <w:rPr>
          <w:rFonts w:ascii="Arial" w:hAnsi="Arial" w:cs="Arial"/>
          <w:sz w:val="22"/>
          <w:szCs w:val="22"/>
        </w:rPr>
      </w:pPr>
    </w:p>
    <w:p w14:paraId="5D19BF9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FD80568"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5D5442CB"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49341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04BAB8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200CC97"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43B56F35" w14:textId="77777777" w:rsidR="00DD37B0" w:rsidRDefault="00DD37B0" w:rsidP="00DD37B0">
      <w:pPr>
        <w:autoSpaceDE w:val="0"/>
        <w:autoSpaceDN w:val="0"/>
        <w:adjustRightInd w:val="0"/>
        <w:rPr>
          <w:rFonts w:ascii="Arial" w:hAnsi="Arial" w:cs="Arial"/>
          <w:sz w:val="22"/>
          <w:szCs w:val="22"/>
        </w:rPr>
      </w:pPr>
    </w:p>
    <w:p w14:paraId="2278207E"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2B7F6632" w14:textId="77777777" w:rsidR="00A171FB" w:rsidRDefault="00A171FB" w:rsidP="00DD37B0">
      <w:pPr>
        <w:autoSpaceDE w:val="0"/>
        <w:autoSpaceDN w:val="0"/>
        <w:adjustRightInd w:val="0"/>
        <w:rPr>
          <w:rFonts w:ascii="Arial" w:hAnsi="Arial" w:cs="Arial"/>
        </w:rPr>
      </w:pPr>
    </w:p>
    <w:p w14:paraId="49112238" w14:textId="77777777" w:rsidR="00DD37B0" w:rsidRDefault="00DD37B0" w:rsidP="00DD37B0">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15A98A2"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7B9E53F7" w14:textId="77777777" w:rsidR="00DD37B0" w:rsidRDefault="00DD37B0" w:rsidP="00DD37B0">
      <w:pPr>
        <w:autoSpaceDE w:val="0"/>
        <w:autoSpaceDN w:val="0"/>
        <w:adjustRightInd w:val="0"/>
        <w:ind w:left="360"/>
        <w:rPr>
          <w:rFonts w:ascii="Arial" w:hAnsi="Arial" w:cs="Arial"/>
          <w:sz w:val="22"/>
          <w:szCs w:val="22"/>
        </w:rPr>
      </w:pPr>
    </w:p>
    <w:p w14:paraId="04083820"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4A5DCDCF"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0BAD622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59B57D9"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385E5F8"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42D40F2B" w14:textId="77777777" w:rsidR="00DD37B0" w:rsidRDefault="00DD37B0" w:rsidP="00DD37B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C56C7AD" w14:textId="77777777" w:rsidR="00DD37B0" w:rsidRDefault="00DD37B0" w:rsidP="00DD37B0">
      <w:pPr>
        <w:autoSpaceDE w:val="0"/>
        <w:autoSpaceDN w:val="0"/>
        <w:adjustRightInd w:val="0"/>
        <w:ind w:left="1920" w:hanging="1560"/>
        <w:rPr>
          <w:rFonts w:ascii="Arial" w:hAnsi="Arial" w:cs="Arial"/>
          <w:b/>
          <w:sz w:val="22"/>
          <w:szCs w:val="22"/>
        </w:rPr>
      </w:pPr>
    </w:p>
    <w:p w14:paraId="083716A3" w14:textId="77777777" w:rsidR="00DD37B0" w:rsidRDefault="00DD37B0" w:rsidP="00DD37B0">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446C1613" w14:textId="77777777" w:rsidR="00DD37B0" w:rsidRDefault="00DD37B0" w:rsidP="00DD37B0">
      <w:pPr>
        <w:autoSpaceDE w:val="0"/>
        <w:autoSpaceDN w:val="0"/>
        <w:adjustRightInd w:val="0"/>
        <w:rPr>
          <w:rFonts w:ascii="Arial" w:hAnsi="Arial" w:cs="Arial"/>
          <w:b/>
          <w:sz w:val="22"/>
          <w:szCs w:val="22"/>
        </w:rPr>
      </w:pPr>
    </w:p>
    <w:p w14:paraId="0197ACD9" w14:textId="77777777" w:rsidR="00DD37B0" w:rsidRDefault="00DD37B0" w:rsidP="00DD37B0">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32CEC16C" w14:textId="77777777" w:rsidR="00DD37B0" w:rsidRDefault="00DD37B0" w:rsidP="00DD37B0">
      <w:pPr>
        <w:autoSpaceDE w:val="0"/>
        <w:autoSpaceDN w:val="0"/>
        <w:adjustRightInd w:val="0"/>
        <w:rPr>
          <w:rFonts w:ascii="Arial" w:hAnsi="Arial" w:cs="Arial"/>
          <w:sz w:val="22"/>
          <w:szCs w:val="22"/>
        </w:rPr>
      </w:pPr>
    </w:p>
    <w:p w14:paraId="40DF15B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4951E045" w14:textId="77777777" w:rsidR="00DD37B0" w:rsidRDefault="00DD37B0" w:rsidP="00DD37B0">
      <w:pPr>
        <w:pStyle w:val="ListParagraph"/>
        <w:autoSpaceDE w:val="0"/>
        <w:autoSpaceDN w:val="0"/>
        <w:adjustRightInd w:val="0"/>
        <w:ind w:left="360"/>
        <w:rPr>
          <w:rFonts w:ascii="Arial" w:hAnsi="Arial" w:cs="Arial"/>
          <w:sz w:val="22"/>
          <w:szCs w:val="22"/>
        </w:rPr>
      </w:pPr>
    </w:p>
    <w:p w14:paraId="651588BC"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062B940E" w14:textId="77777777" w:rsidR="00DD37B0" w:rsidRDefault="00DD37B0" w:rsidP="00DD37B0">
      <w:pPr>
        <w:pStyle w:val="ListParagraph"/>
        <w:autoSpaceDE w:val="0"/>
        <w:autoSpaceDN w:val="0"/>
        <w:adjustRightInd w:val="0"/>
        <w:ind w:left="360"/>
        <w:rPr>
          <w:rFonts w:ascii="Arial" w:hAnsi="Arial" w:cs="Arial"/>
          <w:sz w:val="22"/>
          <w:szCs w:val="22"/>
        </w:rPr>
      </w:pPr>
    </w:p>
    <w:p w14:paraId="50DB84F2" w14:textId="77777777" w:rsidR="00DD37B0" w:rsidRDefault="00DD37B0" w:rsidP="00DD37B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10882A08" w14:textId="77777777" w:rsidR="00DD37B0" w:rsidRDefault="00DD37B0" w:rsidP="00DD37B0">
      <w:pPr>
        <w:autoSpaceDE w:val="0"/>
        <w:autoSpaceDN w:val="0"/>
        <w:adjustRightInd w:val="0"/>
        <w:rPr>
          <w:rFonts w:ascii="Arial,Bold" w:hAnsi="Arial,Bold" w:cs="Arial,Bold"/>
          <w:b/>
          <w:bCs/>
          <w:sz w:val="22"/>
          <w:szCs w:val="22"/>
        </w:rPr>
      </w:pPr>
    </w:p>
    <w:p w14:paraId="52C140E2"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AE2FEFC"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515CDE11" w14:textId="77777777" w:rsidR="00DD37B0" w:rsidRDefault="00DD37B0" w:rsidP="00DD37B0">
      <w:pPr>
        <w:autoSpaceDE w:val="0"/>
        <w:autoSpaceDN w:val="0"/>
        <w:adjustRightInd w:val="0"/>
        <w:ind w:firstLine="360"/>
        <w:rPr>
          <w:rFonts w:ascii="Arial" w:hAnsi="Arial" w:cs="Arial"/>
          <w:sz w:val="22"/>
          <w:szCs w:val="22"/>
        </w:rPr>
      </w:pPr>
    </w:p>
    <w:p w14:paraId="72C007D1"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BF8CE5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311C64A"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F0CC1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5FD1711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00EC026F"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7925FA98" w14:textId="77777777" w:rsidR="00DD37B0" w:rsidRDefault="00DD37B0" w:rsidP="00DD37B0">
      <w:pPr>
        <w:autoSpaceDE w:val="0"/>
        <w:autoSpaceDN w:val="0"/>
        <w:adjustRightInd w:val="0"/>
        <w:ind w:firstLine="360"/>
        <w:rPr>
          <w:rFonts w:ascii="Arial" w:hAnsi="Arial" w:cs="Arial"/>
          <w:sz w:val="22"/>
          <w:szCs w:val="22"/>
        </w:rPr>
      </w:pPr>
    </w:p>
    <w:p w14:paraId="410B81BF" w14:textId="4BC6FD95" w:rsidR="00DD37B0" w:rsidRDefault="0031639E" w:rsidP="00DD37B0">
      <w:pPr>
        <w:autoSpaceDE w:val="0"/>
        <w:autoSpaceDN w:val="0"/>
        <w:adjustRightInd w:val="0"/>
        <w:ind w:left="360"/>
        <w:rPr>
          <w:rFonts w:ascii="Arial" w:hAnsi="Arial" w:cs="Arial"/>
          <w:sz w:val="22"/>
          <w:szCs w:val="22"/>
        </w:rPr>
      </w:pPr>
      <w:r>
        <w:rPr>
          <w:rFonts w:ascii="Arial" w:hAnsi="Arial" w:cs="Arial"/>
          <w:sz w:val="22"/>
          <w:szCs w:val="22"/>
        </w:rPr>
        <w:br w:type="column"/>
      </w:r>
      <w:r w:rsidR="00DD37B0">
        <w:rPr>
          <w:rFonts w:ascii="Arial" w:hAnsi="Arial" w:cs="Arial"/>
          <w:sz w:val="22"/>
          <w:szCs w:val="22"/>
        </w:rPr>
        <w:lastRenderedPageBreak/>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717D4A62" w14:textId="77777777" w:rsidR="00DD37B0" w:rsidRDefault="00DD37B0" w:rsidP="00DD37B0">
      <w:pPr>
        <w:autoSpaceDE w:val="0"/>
        <w:autoSpaceDN w:val="0"/>
        <w:adjustRightInd w:val="0"/>
        <w:rPr>
          <w:rFonts w:ascii="Arial,Bold" w:hAnsi="Arial,Bold" w:cs="Arial,Bold"/>
          <w:b/>
          <w:bCs/>
          <w:sz w:val="22"/>
          <w:szCs w:val="22"/>
        </w:rPr>
      </w:pPr>
    </w:p>
    <w:p w14:paraId="6E9B952C" w14:textId="77777777" w:rsidR="00DD37B0" w:rsidRDefault="00DD37B0" w:rsidP="00DD37B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61B6B7B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39B1BAC6" w14:textId="77777777" w:rsidR="00DD37B0" w:rsidRDefault="00DD37B0" w:rsidP="00DD37B0">
      <w:pPr>
        <w:autoSpaceDE w:val="0"/>
        <w:autoSpaceDN w:val="0"/>
        <w:adjustRightInd w:val="0"/>
        <w:ind w:firstLine="360"/>
        <w:rPr>
          <w:rFonts w:ascii="Arial" w:hAnsi="Arial" w:cs="Arial"/>
          <w:sz w:val="22"/>
          <w:szCs w:val="22"/>
        </w:rPr>
      </w:pPr>
    </w:p>
    <w:p w14:paraId="7256FD9E"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E4C7F60"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7BF4BC9"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0CB238D"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C1FC7A4" w14:textId="77777777" w:rsidR="00DD37B0" w:rsidRDefault="00DD37B0" w:rsidP="00DD37B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2A3ABC51" w14:textId="77777777" w:rsidR="00DD37B0" w:rsidRDefault="00DD37B0" w:rsidP="00DD37B0">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2A572BD2" w14:textId="77777777" w:rsidR="00DD37B0" w:rsidRDefault="00DD37B0" w:rsidP="00DD37B0">
      <w:pPr>
        <w:autoSpaceDE w:val="0"/>
        <w:autoSpaceDN w:val="0"/>
        <w:adjustRightInd w:val="0"/>
        <w:rPr>
          <w:rFonts w:ascii="Arial" w:hAnsi="Arial" w:cs="Arial"/>
          <w:sz w:val="22"/>
          <w:szCs w:val="22"/>
        </w:rPr>
      </w:pPr>
    </w:p>
    <w:p w14:paraId="6D38DA3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3917B83C"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E03AA3D"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4DA6DB33" w14:textId="77777777" w:rsidR="00DD37B0" w:rsidRDefault="00DD37B0" w:rsidP="00DD37B0">
      <w:pPr>
        <w:autoSpaceDE w:val="0"/>
        <w:autoSpaceDN w:val="0"/>
        <w:adjustRightInd w:val="0"/>
        <w:rPr>
          <w:rFonts w:ascii="Arial" w:hAnsi="Arial" w:cs="Arial"/>
          <w:sz w:val="22"/>
          <w:szCs w:val="22"/>
        </w:rPr>
      </w:pPr>
    </w:p>
    <w:p w14:paraId="153402BB"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07597330" w14:textId="77777777" w:rsidR="00DD37B0" w:rsidRDefault="00DD37B0" w:rsidP="00DD37B0">
      <w:pPr>
        <w:autoSpaceDE w:val="0"/>
        <w:autoSpaceDN w:val="0"/>
        <w:adjustRightInd w:val="0"/>
        <w:ind w:left="1560" w:hanging="1560"/>
        <w:rPr>
          <w:rFonts w:ascii="Arial,Bold" w:hAnsi="Arial,Bold" w:cs="Arial,Bold"/>
          <w:b/>
          <w:bCs/>
          <w:sz w:val="22"/>
          <w:szCs w:val="22"/>
        </w:rPr>
      </w:pPr>
    </w:p>
    <w:p w14:paraId="0DA4B535"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02C871A6" w14:textId="77777777" w:rsidR="00DD37B0" w:rsidRDefault="00DD37B0" w:rsidP="00DD37B0">
      <w:pPr>
        <w:pStyle w:val="ListParagraph"/>
        <w:autoSpaceDE w:val="0"/>
        <w:autoSpaceDN w:val="0"/>
        <w:adjustRightInd w:val="0"/>
        <w:ind w:left="360"/>
        <w:rPr>
          <w:rFonts w:ascii="Arial" w:hAnsi="Arial" w:cs="Arial"/>
          <w:sz w:val="22"/>
          <w:szCs w:val="22"/>
        </w:rPr>
      </w:pPr>
    </w:p>
    <w:p w14:paraId="5EBC940B"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03884052" w14:textId="77777777" w:rsidR="00DD37B0" w:rsidRDefault="00DD37B0" w:rsidP="00DD37B0">
      <w:pPr>
        <w:pStyle w:val="ListParagraph"/>
        <w:autoSpaceDE w:val="0"/>
        <w:autoSpaceDN w:val="0"/>
        <w:adjustRightInd w:val="0"/>
        <w:ind w:left="360"/>
        <w:rPr>
          <w:rFonts w:ascii="Arial" w:hAnsi="Arial" w:cs="Arial"/>
          <w:sz w:val="22"/>
          <w:szCs w:val="22"/>
        </w:rPr>
      </w:pPr>
    </w:p>
    <w:p w14:paraId="1D18377F"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4515D555" w14:textId="77777777" w:rsidR="00DD37B0" w:rsidRDefault="00DD37B0" w:rsidP="00DD37B0">
      <w:pPr>
        <w:pStyle w:val="ListParagraph"/>
        <w:autoSpaceDE w:val="0"/>
        <w:autoSpaceDN w:val="0"/>
        <w:adjustRightInd w:val="0"/>
        <w:ind w:left="360"/>
        <w:rPr>
          <w:rFonts w:ascii="Arial" w:hAnsi="Arial" w:cs="Arial"/>
          <w:sz w:val="22"/>
          <w:szCs w:val="22"/>
        </w:rPr>
      </w:pPr>
    </w:p>
    <w:p w14:paraId="71A601A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089B6E52" w14:textId="77777777" w:rsidR="00DD37B0" w:rsidRDefault="00DD37B0" w:rsidP="00DD37B0">
      <w:pPr>
        <w:pStyle w:val="ListParagraph"/>
        <w:autoSpaceDE w:val="0"/>
        <w:autoSpaceDN w:val="0"/>
        <w:adjustRightInd w:val="0"/>
        <w:ind w:left="360"/>
        <w:rPr>
          <w:rFonts w:ascii="Arial" w:hAnsi="Arial" w:cs="Arial"/>
          <w:sz w:val="22"/>
          <w:szCs w:val="22"/>
        </w:rPr>
      </w:pPr>
    </w:p>
    <w:p w14:paraId="4DE3E7E0"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3B435D08" w14:textId="77777777" w:rsidR="00DD37B0" w:rsidRDefault="00DD37B0" w:rsidP="00DD37B0">
      <w:pPr>
        <w:autoSpaceDE w:val="0"/>
        <w:autoSpaceDN w:val="0"/>
        <w:adjustRightInd w:val="0"/>
        <w:ind w:left="1560" w:hanging="1560"/>
        <w:rPr>
          <w:rFonts w:ascii="Arial,Bold" w:hAnsi="Arial,Bold" w:cs="Arial,Bold"/>
          <w:b/>
          <w:bCs/>
          <w:sz w:val="22"/>
          <w:szCs w:val="22"/>
        </w:rPr>
      </w:pPr>
    </w:p>
    <w:p w14:paraId="2254E1E3" w14:textId="77777777" w:rsidR="00DD37B0" w:rsidRDefault="00DD37B0" w:rsidP="00DD37B0">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2D6A7D1C" w14:textId="77777777" w:rsidR="00DD37B0" w:rsidRDefault="00DD37B0" w:rsidP="00DD37B0">
      <w:pPr>
        <w:autoSpaceDE w:val="0"/>
        <w:autoSpaceDN w:val="0"/>
        <w:adjustRightInd w:val="0"/>
        <w:ind w:left="1560" w:hanging="1560"/>
        <w:rPr>
          <w:rFonts w:ascii="Arial,Bold" w:hAnsi="Arial,Bold" w:cs="Arial,Bold"/>
          <w:b/>
          <w:bCs/>
          <w:sz w:val="22"/>
          <w:szCs w:val="22"/>
        </w:rPr>
      </w:pPr>
    </w:p>
    <w:p w14:paraId="694E6520"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7F8A612D" w14:textId="77777777" w:rsidR="00DD37B0" w:rsidRDefault="00DD37B0" w:rsidP="00DD37B0">
      <w:pPr>
        <w:pStyle w:val="ListParagraph"/>
        <w:autoSpaceDE w:val="0"/>
        <w:autoSpaceDN w:val="0"/>
        <w:adjustRightInd w:val="0"/>
        <w:ind w:left="360"/>
        <w:rPr>
          <w:rFonts w:ascii="Arial" w:hAnsi="Arial" w:cs="Arial"/>
          <w:sz w:val="22"/>
          <w:szCs w:val="22"/>
        </w:rPr>
      </w:pPr>
    </w:p>
    <w:p w14:paraId="7ABEF268"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0A6671C0" w14:textId="77777777" w:rsidR="00DD37B0" w:rsidRDefault="00DD37B0" w:rsidP="00DD37B0">
      <w:pPr>
        <w:pStyle w:val="ListParagraph"/>
        <w:autoSpaceDE w:val="0"/>
        <w:autoSpaceDN w:val="0"/>
        <w:adjustRightInd w:val="0"/>
        <w:ind w:left="360"/>
        <w:rPr>
          <w:rFonts w:ascii="Arial" w:hAnsi="Arial" w:cs="Arial"/>
          <w:sz w:val="22"/>
          <w:szCs w:val="22"/>
        </w:rPr>
      </w:pPr>
    </w:p>
    <w:p w14:paraId="172690DE" w14:textId="77777777" w:rsidR="00DD37B0" w:rsidRDefault="00DD37B0" w:rsidP="00726DD1">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3D905E61" w14:textId="77777777" w:rsidR="00DD37B0" w:rsidRDefault="00DD37B0" w:rsidP="00DD37B0">
      <w:pPr>
        <w:autoSpaceDE w:val="0"/>
        <w:autoSpaceDN w:val="0"/>
        <w:adjustRightInd w:val="0"/>
        <w:rPr>
          <w:rFonts w:ascii="Arial" w:hAnsi="Arial" w:cs="Arial"/>
          <w:sz w:val="22"/>
          <w:szCs w:val="22"/>
        </w:rPr>
      </w:pPr>
    </w:p>
    <w:p w14:paraId="66817EE3" w14:textId="5E9FAAC8" w:rsidR="00DD37B0" w:rsidRDefault="00DD37B0" w:rsidP="00DD37B0">
      <w:pPr>
        <w:keepNext/>
        <w:autoSpaceDE w:val="0"/>
        <w:autoSpaceDN w:val="0"/>
        <w:adjustRightInd w:val="0"/>
        <w:ind w:left="1560" w:hanging="1560"/>
        <w:rPr>
          <w:rFonts w:ascii="Arial" w:hAnsi="Arial" w:cs="Arial"/>
          <w:b/>
          <w:sz w:val="22"/>
          <w:szCs w:val="22"/>
        </w:rPr>
      </w:pPr>
      <w:r>
        <w:rPr>
          <w:rFonts w:ascii="Arial" w:hAnsi="Arial" w:cs="Arial"/>
          <w:b/>
          <w:sz w:val="22"/>
          <w:szCs w:val="22"/>
        </w:rPr>
        <w:lastRenderedPageBreak/>
        <w:t xml:space="preserve">SECTION I </w:t>
      </w:r>
      <w:r>
        <w:rPr>
          <w:rFonts w:ascii="Arial" w:hAnsi="Arial" w:cs="Arial"/>
          <w:b/>
          <w:sz w:val="22"/>
          <w:szCs w:val="22"/>
        </w:rPr>
        <w:tab/>
        <w:t>DO YOU HAVE INFORMATION ON STAKEHOLDERS IN THE RECOVERY OF THE SPECIES?</w:t>
      </w:r>
      <w:r w:rsidR="004A125C">
        <w:rPr>
          <w:rFonts w:ascii="Arial" w:hAnsi="Arial" w:cs="Arial"/>
          <w:b/>
          <w:sz w:val="22"/>
          <w:szCs w:val="22"/>
        </w:rPr>
        <w:t xml:space="preserve"> (If no, skip to Part 3)</w:t>
      </w:r>
    </w:p>
    <w:p w14:paraId="10EDA787" w14:textId="77777777" w:rsidR="00DD37B0" w:rsidRDefault="00DD37B0" w:rsidP="00DD37B0">
      <w:pPr>
        <w:keepNext/>
        <w:autoSpaceDE w:val="0"/>
        <w:autoSpaceDN w:val="0"/>
        <w:adjustRightInd w:val="0"/>
        <w:ind w:left="1560" w:hanging="1560"/>
        <w:rPr>
          <w:rFonts w:ascii="Arial" w:hAnsi="Arial" w:cs="Arial"/>
          <w:b/>
          <w:sz w:val="22"/>
          <w:szCs w:val="22"/>
        </w:rPr>
      </w:pPr>
    </w:p>
    <w:p w14:paraId="0840B073"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34BDED6A"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7549D9D7"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2D37013F"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2379658"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198F7A40"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30519948"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45722331"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46BCE5F1" w14:textId="77777777" w:rsidR="00DD37B0" w:rsidRDefault="00DD37B0" w:rsidP="00726DD1">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57CE31E8" w14:textId="77777777" w:rsidR="00DD37B0" w:rsidRDefault="00DD37B0" w:rsidP="00DD37B0">
      <w:pPr>
        <w:pStyle w:val="ListParagraph"/>
        <w:autoSpaceDE w:val="0"/>
        <w:autoSpaceDN w:val="0"/>
        <w:adjustRightInd w:val="0"/>
        <w:ind w:left="360"/>
        <w:rPr>
          <w:rFonts w:ascii="Arial" w:hAnsi="Arial" w:cs="Arial"/>
          <w:color w:val="000000"/>
          <w:sz w:val="22"/>
          <w:szCs w:val="22"/>
        </w:rPr>
      </w:pPr>
    </w:p>
    <w:p w14:paraId="1C5D6594" w14:textId="77777777" w:rsidR="00DD37B0" w:rsidRDefault="00DD37B0" w:rsidP="00726DD1">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460E9F81" w14:textId="77777777" w:rsidR="00DD37B0" w:rsidRDefault="00DD37B0" w:rsidP="00DD37B0">
      <w:pPr>
        <w:pStyle w:val="ListParagraph"/>
        <w:autoSpaceDE w:val="0"/>
        <w:autoSpaceDN w:val="0"/>
        <w:adjustRightInd w:val="0"/>
        <w:ind w:left="1080"/>
        <w:rPr>
          <w:rFonts w:ascii="Arial" w:hAnsi="Arial" w:cs="Arial"/>
          <w:color w:val="000000"/>
          <w:sz w:val="22"/>
          <w:szCs w:val="22"/>
        </w:rPr>
      </w:pPr>
    </w:p>
    <w:p w14:paraId="3A09EF4E" w14:textId="77777777" w:rsidR="00DD37B0" w:rsidRDefault="00DD37B0" w:rsidP="00726DD1">
      <w:pPr>
        <w:pStyle w:val="ListParagraph"/>
        <w:numPr>
          <w:ilvl w:val="1"/>
          <w:numId w:val="11"/>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2A2E5C34" w14:textId="77777777" w:rsidR="00DD37B0" w:rsidRDefault="00DD37B0" w:rsidP="00DD37B0">
      <w:pPr>
        <w:autoSpaceDE w:val="0"/>
        <w:autoSpaceDN w:val="0"/>
        <w:adjustRightInd w:val="0"/>
      </w:pPr>
    </w:p>
    <w:p w14:paraId="4F93FAB3"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7B058DA0"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F1722D8" w14:textId="77777777" w:rsidR="00DD37B0" w:rsidRDefault="00DD37B0" w:rsidP="00DD37B0">
      <w:pPr>
        <w:shd w:val="clear" w:color="auto" w:fill="D9D9D9" w:themeFill="background1" w:themeFillShade="D9"/>
        <w:autoSpaceDE w:val="0"/>
        <w:autoSpaceDN w:val="0"/>
        <w:adjustRightInd w:val="0"/>
        <w:jc w:val="center"/>
        <w:rPr>
          <w:rFonts w:ascii="Arial" w:hAnsi="Arial" w:cs="Arial"/>
          <w:b/>
        </w:rPr>
      </w:pPr>
    </w:p>
    <w:p w14:paraId="55A08BB7" w14:textId="77777777" w:rsidR="00DD37B0" w:rsidRDefault="00DD37B0" w:rsidP="00DD37B0">
      <w:pPr>
        <w:autoSpaceDE w:val="0"/>
        <w:autoSpaceDN w:val="0"/>
        <w:adjustRightInd w:val="0"/>
        <w:rPr>
          <w:rFonts w:ascii="Arial" w:hAnsi="Arial" w:cs="Arial"/>
          <w:sz w:val="22"/>
          <w:szCs w:val="22"/>
        </w:rPr>
      </w:pPr>
    </w:p>
    <w:p w14:paraId="40765FB6" w14:textId="03AD7911" w:rsidR="00496C4A" w:rsidRPr="0031639E" w:rsidRDefault="00DD37B0" w:rsidP="0031639E">
      <w:pPr>
        <w:pStyle w:val="ListParagraph"/>
        <w:numPr>
          <w:ilvl w:val="0"/>
          <w:numId w:val="11"/>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12317669" w14:textId="77777777" w:rsidR="00912081" w:rsidRPr="00FC23A3" w:rsidRDefault="00912081" w:rsidP="00FC23A3">
      <w:pPr>
        <w:pStyle w:val="CAreference"/>
      </w:pPr>
    </w:p>
    <w:sectPr w:rsidR="00912081" w:rsidRPr="00FC23A3"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D3600" w14:textId="77777777" w:rsidR="00086C91" w:rsidRDefault="00086C91">
      <w:r>
        <w:separator/>
      </w:r>
    </w:p>
  </w:endnote>
  <w:endnote w:type="continuationSeparator" w:id="0">
    <w:p w14:paraId="64E605AA" w14:textId="77777777" w:rsidR="00086C91" w:rsidRDefault="00086C91">
      <w:r>
        <w:continuationSeparator/>
      </w:r>
    </w:p>
  </w:endnote>
  <w:endnote w:type="continuationNotice" w:id="1">
    <w:p w14:paraId="70EE6DBF" w14:textId="77777777" w:rsidR="00086C91" w:rsidRDefault="00086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udyOlSt BT">
    <w:altName w:val="GoudyOlSt BT"/>
    <w:panose1 w:val="00000000000000000000"/>
    <w:charset w:val="00"/>
    <w:family w:val="roman"/>
    <w:notTrueType/>
    <w:pitch w:val="default"/>
    <w:sig w:usb0="00000003" w:usb1="00000000" w:usb2="00000000" w:usb3="00000000" w:csb0="00000001" w:csb1="00000000"/>
  </w:font>
  <w:font w:name="GillSans">
    <w:altName w:val="Calibri"/>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0E7FD2" w:rsidRDefault="000E7F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0E7FD2" w:rsidRDefault="000E7F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A" w14:textId="7A177051" w:rsidR="000E7FD2" w:rsidRPr="00F33606" w:rsidRDefault="000E7FD2" w:rsidP="00F33606">
    <w:pPr>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D" w14:textId="7F4A5B05" w:rsidR="000E7FD2" w:rsidRDefault="000E7FD2" w:rsidP="00D040E8">
    <w:pPr>
      <w:jc w:val="cen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A0C03" w14:textId="77777777" w:rsidR="00086C91" w:rsidRDefault="00086C91">
      <w:r>
        <w:separator/>
      </w:r>
    </w:p>
  </w:footnote>
  <w:footnote w:type="continuationSeparator" w:id="0">
    <w:p w14:paraId="046F7EF7" w14:textId="77777777" w:rsidR="00086C91" w:rsidRDefault="00086C91">
      <w:r>
        <w:continuationSeparator/>
      </w:r>
    </w:p>
  </w:footnote>
  <w:footnote w:type="continuationNotice" w:id="1">
    <w:p w14:paraId="291DC01A" w14:textId="77777777" w:rsidR="00086C91" w:rsidRDefault="00086C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750D2" w14:textId="77777777" w:rsidR="00BE2ADB" w:rsidRDefault="00BE2A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0E7FD2" w:rsidRPr="006115F8" w:rsidRDefault="000E7FD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0C363574" w:rsidR="000E7FD2" w:rsidRDefault="000E7FD2">
    <w:pPr>
      <w:pStyle w:val="Heading2"/>
      <w:jc w:val="center"/>
      <w:rPr>
        <w:color w:val="808080"/>
        <w:sz w:val="32"/>
      </w:rPr>
    </w:pPr>
  </w:p>
  <w:p w14:paraId="1D1C58F7" w14:textId="77777777" w:rsidR="0048548E" w:rsidRPr="0048548E" w:rsidRDefault="0048548E" w:rsidP="0048548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9" w15:restartNumberingAfterBreak="0">
    <w:nsid w:val="27701DA3"/>
    <w:multiLevelType w:val="hybridMultilevel"/>
    <w:tmpl w:val="3F78629E"/>
    <w:lvl w:ilvl="0" w:tplc="0C090001">
      <w:start w:val="1"/>
      <w:numFmt w:val="bullet"/>
      <w:lvlText w:val=""/>
      <w:lvlJc w:val="left"/>
      <w:pPr>
        <w:ind w:left="3904" w:hanging="360"/>
      </w:pPr>
      <w:rPr>
        <w:rFonts w:ascii="Symbol" w:hAnsi="Symbol" w:hint="default"/>
      </w:rPr>
    </w:lvl>
    <w:lvl w:ilvl="1" w:tplc="0C090003" w:tentative="1">
      <w:start w:val="1"/>
      <w:numFmt w:val="bullet"/>
      <w:lvlText w:val="o"/>
      <w:lvlJc w:val="left"/>
      <w:pPr>
        <w:ind w:left="4624" w:hanging="360"/>
      </w:pPr>
      <w:rPr>
        <w:rFonts w:ascii="Courier New" w:hAnsi="Courier New" w:cs="Courier New" w:hint="default"/>
      </w:rPr>
    </w:lvl>
    <w:lvl w:ilvl="2" w:tplc="0C090005" w:tentative="1">
      <w:start w:val="1"/>
      <w:numFmt w:val="bullet"/>
      <w:lvlText w:val=""/>
      <w:lvlJc w:val="left"/>
      <w:pPr>
        <w:ind w:left="5344" w:hanging="360"/>
      </w:pPr>
      <w:rPr>
        <w:rFonts w:ascii="Wingdings" w:hAnsi="Wingdings" w:hint="default"/>
      </w:rPr>
    </w:lvl>
    <w:lvl w:ilvl="3" w:tplc="0C090001" w:tentative="1">
      <w:start w:val="1"/>
      <w:numFmt w:val="bullet"/>
      <w:lvlText w:val=""/>
      <w:lvlJc w:val="left"/>
      <w:pPr>
        <w:ind w:left="6064" w:hanging="360"/>
      </w:pPr>
      <w:rPr>
        <w:rFonts w:ascii="Symbol" w:hAnsi="Symbol" w:hint="default"/>
      </w:rPr>
    </w:lvl>
    <w:lvl w:ilvl="4" w:tplc="0C090003" w:tentative="1">
      <w:start w:val="1"/>
      <w:numFmt w:val="bullet"/>
      <w:lvlText w:val="o"/>
      <w:lvlJc w:val="left"/>
      <w:pPr>
        <w:ind w:left="6784" w:hanging="360"/>
      </w:pPr>
      <w:rPr>
        <w:rFonts w:ascii="Courier New" w:hAnsi="Courier New" w:cs="Courier New" w:hint="default"/>
      </w:rPr>
    </w:lvl>
    <w:lvl w:ilvl="5" w:tplc="0C090005" w:tentative="1">
      <w:start w:val="1"/>
      <w:numFmt w:val="bullet"/>
      <w:lvlText w:val=""/>
      <w:lvlJc w:val="left"/>
      <w:pPr>
        <w:ind w:left="7504" w:hanging="360"/>
      </w:pPr>
      <w:rPr>
        <w:rFonts w:ascii="Wingdings" w:hAnsi="Wingdings" w:hint="default"/>
      </w:rPr>
    </w:lvl>
    <w:lvl w:ilvl="6" w:tplc="0C090001" w:tentative="1">
      <w:start w:val="1"/>
      <w:numFmt w:val="bullet"/>
      <w:lvlText w:val=""/>
      <w:lvlJc w:val="left"/>
      <w:pPr>
        <w:ind w:left="8224" w:hanging="360"/>
      </w:pPr>
      <w:rPr>
        <w:rFonts w:ascii="Symbol" w:hAnsi="Symbol" w:hint="default"/>
      </w:rPr>
    </w:lvl>
    <w:lvl w:ilvl="7" w:tplc="0C090003" w:tentative="1">
      <w:start w:val="1"/>
      <w:numFmt w:val="bullet"/>
      <w:lvlText w:val="o"/>
      <w:lvlJc w:val="left"/>
      <w:pPr>
        <w:ind w:left="8944" w:hanging="360"/>
      </w:pPr>
      <w:rPr>
        <w:rFonts w:ascii="Courier New" w:hAnsi="Courier New" w:cs="Courier New" w:hint="default"/>
      </w:rPr>
    </w:lvl>
    <w:lvl w:ilvl="8" w:tplc="0C090005" w:tentative="1">
      <w:start w:val="1"/>
      <w:numFmt w:val="bullet"/>
      <w:lvlText w:val=""/>
      <w:lvlJc w:val="left"/>
      <w:pPr>
        <w:ind w:left="9664" w:hanging="360"/>
      </w:pPr>
      <w:rPr>
        <w:rFonts w:ascii="Wingdings" w:hAnsi="Wingdings" w:hint="default"/>
      </w:rPr>
    </w:lvl>
  </w:abstractNum>
  <w:abstractNum w:abstractNumId="10" w15:restartNumberingAfterBreak="0">
    <w:nsid w:val="3B6D0237"/>
    <w:multiLevelType w:val="multilevel"/>
    <w:tmpl w:val="5D54C8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3"/>
  </w:num>
  <w:num w:numId="5">
    <w:abstractNumId w:val="4"/>
  </w:num>
  <w:num w:numId="6">
    <w:abstractNumId w:val="1"/>
  </w:num>
  <w:num w:numId="7">
    <w:abstractNumId w:val="11"/>
  </w:num>
  <w:num w:numId="8">
    <w:abstractNumId w:val="12"/>
  </w:num>
  <w:num w:numId="9">
    <w:abstractNumId w:val="6"/>
  </w:num>
  <w:num w:numId="10">
    <w:abstractNumId w:val="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6A8"/>
    <w:rsid w:val="00001E06"/>
    <w:rsid w:val="00001E4A"/>
    <w:rsid w:val="00002493"/>
    <w:rsid w:val="00002E28"/>
    <w:rsid w:val="00003038"/>
    <w:rsid w:val="00003310"/>
    <w:rsid w:val="000034C4"/>
    <w:rsid w:val="00003A27"/>
    <w:rsid w:val="00004578"/>
    <w:rsid w:val="000056F6"/>
    <w:rsid w:val="00005F48"/>
    <w:rsid w:val="000074A4"/>
    <w:rsid w:val="0001064C"/>
    <w:rsid w:val="00010BFD"/>
    <w:rsid w:val="00010F7E"/>
    <w:rsid w:val="000118E0"/>
    <w:rsid w:val="00012639"/>
    <w:rsid w:val="00014C41"/>
    <w:rsid w:val="00015917"/>
    <w:rsid w:val="000206B8"/>
    <w:rsid w:val="00022DB0"/>
    <w:rsid w:val="00022DD9"/>
    <w:rsid w:val="00024451"/>
    <w:rsid w:val="00024B6B"/>
    <w:rsid w:val="00024FA0"/>
    <w:rsid w:val="00025A79"/>
    <w:rsid w:val="00025B88"/>
    <w:rsid w:val="00025FE5"/>
    <w:rsid w:val="000262D2"/>
    <w:rsid w:val="000279C3"/>
    <w:rsid w:val="00027E38"/>
    <w:rsid w:val="00031145"/>
    <w:rsid w:val="00031C16"/>
    <w:rsid w:val="00032A5A"/>
    <w:rsid w:val="00032AAF"/>
    <w:rsid w:val="000338AD"/>
    <w:rsid w:val="00035B96"/>
    <w:rsid w:val="0003622A"/>
    <w:rsid w:val="00036E06"/>
    <w:rsid w:val="0003716B"/>
    <w:rsid w:val="000376D9"/>
    <w:rsid w:val="00041235"/>
    <w:rsid w:val="00043063"/>
    <w:rsid w:val="0004717A"/>
    <w:rsid w:val="000508B4"/>
    <w:rsid w:val="00050B6B"/>
    <w:rsid w:val="00050C32"/>
    <w:rsid w:val="00050E41"/>
    <w:rsid w:val="000510F2"/>
    <w:rsid w:val="0005187C"/>
    <w:rsid w:val="000525B6"/>
    <w:rsid w:val="00053F76"/>
    <w:rsid w:val="00054D47"/>
    <w:rsid w:val="00055CB2"/>
    <w:rsid w:val="0005652A"/>
    <w:rsid w:val="0005658A"/>
    <w:rsid w:val="00056B8D"/>
    <w:rsid w:val="00056EBF"/>
    <w:rsid w:val="00057925"/>
    <w:rsid w:val="00062E62"/>
    <w:rsid w:val="00063273"/>
    <w:rsid w:val="000636CB"/>
    <w:rsid w:val="000637EF"/>
    <w:rsid w:val="00063C08"/>
    <w:rsid w:val="00063D8D"/>
    <w:rsid w:val="000645C6"/>
    <w:rsid w:val="0006462C"/>
    <w:rsid w:val="00064A65"/>
    <w:rsid w:val="00065256"/>
    <w:rsid w:val="00065D08"/>
    <w:rsid w:val="00066389"/>
    <w:rsid w:val="000672D5"/>
    <w:rsid w:val="00070D5D"/>
    <w:rsid w:val="00072E0F"/>
    <w:rsid w:val="00072EEC"/>
    <w:rsid w:val="00073427"/>
    <w:rsid w:val="00073A6F"/>
    <w:rsid w:val="00075104"/>
    <w:rsid w:val="00075363"/>
    <w:rsid w:val="00075A57"/>
    <w:rsid w:val="00075F32"/>
    <w:rsid w:val="00075FC1"/>
    <w:rsid w:val="0007622A"/>
    <w:rsid w:val="000762F4"/>
    <w:rsid w:val="00076AE8"/>
    <w:rsid w:val="000801AA"/>
    <w:rsid w:val="000802C5"/>
    <w:rsid w:val="000810ED"/>
    <w:rsid w:val="000816CA"/>
    <w:rsid w:val="000843BF"/>
    <w:rsid w:val="00085786"/>
    <w:rsid w:val="00086C91"/>
    <w:rsid w:val="000871F9"/>
    <w:rsid w:val="000878C9"/>
    <w:rsid w:val="00087AAF"/>
    <w:rsid w:val="00087FD1"/>
    <w:rsid w:val="00090433"/>
    <w:rsid w:val="000909ED"/>
    <w:rsid w:val="000920F6"/>
    <w:rsid w:val="00093417"/>
    <w:rsid w:val="0009386B"/>
    <w:rsid w:val="00093956"/>
    <w:rsid w:val="0009403D"/>
    <w:rsid w:val="000954EC"/>
    <w:rsid w:val="00097F12"/>
    <w:rsid w:val="000A21AA"/>
    <w:rsid w:val="000A277F"/>
    <w:rsid w:val="000A3B89"/>
    <w:rsid w:val="000A72F2"/>
    <w:rsid w:val="000A7DF5"/>
    <w:rsid w:val="000B03BF"/>
    <w:rsid w:val="000B0699"/>
    <w:rsid w:val="000B2462"/>
    <w:rsid w:val="000B27BD"/>
    <w:rsid w:val="000B2CE4"/>
    <w:rsid w:val="000B3481"/>
    <w:rsid w:val="000B34CF"/>
    <w:rsid w:val="000B7130"/>
    <w:rsid w:val="000C027A"/>
    <w:rsid w:val="000C194B"/>
    <w:rsid w:val="000C288A"/>
    <w:rsid w:val="000C2F0E"/>
    <w:rsid w:val="000C30BE"/>
    <w:rsid w:val="000C3A51"/>
    <w:rsid w:val="000C3ABE"/>
    <w:rsid w:val="000C430A"/>
    <w:rsid w:val="000C45F8"/>
    <w:rsid w:val="000C4A02"/>
    <w:rsid w:val="000C51B3"/>
    <w:rsid w:val="000C5505"/>
    <w:rsid w:val="000C59DE"/>
    <w:rsid w:val="000C68E6"/>
    <w:rsid w:val="000C6ABE"/>
    <w:rsid w:val="000C6C8D"/>
    <w:rsid w:val="000C6EA4"/>
    <w:rsid w:val="000C7489"/>
    <w:rsid w:val="000C7DCA"/>
    <w:rsid w:val="000D14F8"/>
    <w:rsid w:val="000D2A59"/>
    <w:rsid w:val="000D415A"/>
    <w:rsid w:val="000D6ED1"/>
    <w:rsid w:val="000E0512"/>
    <w:rsid w:val="000E0EFF"/>
    <w:rsid w:val="000E36D1"/>
    <w:rsid w:val="000E4505"/>
    <w:rsid w:val="000E50F8"/>
    <w:rsid w:val="000E5251"/>
    <w:rsid w:val="000E59E6"/>
    <w:rsid w:val="000E7DD5"/>
    <w:rsid w:val="000E7FD2"/>
    <w:rsid w:val="000F0708"/>
    <w:rsid w:val="000F2341"/>
    <w:rsid w:val="000F2C8B"/>
    <w:rsid w:val="000F3360"/>
    <w:rsid w:val="000F37D0"/>
    <w:rsid w:val="000F3A7D"/>
    <w:rsid w:val="000F4366"/>
    <w:rsid w:val="000F4E29"/>
    <w:rsid w:val="000F5392"/>
    <w:rsid w:val="000F5B2B"/>
    <w:rsid w:val="000F5F83"/>
    <w:rsid w:val="000F65A5"/>
    <w:rsid w:val="000F66A2"/>
    <w:rsid w:val="000F710E"/>
    <w:rsid w:val="000F74A2"/>
    <w:rsid w:val="0010030B"/>
    <w:rsid w:val="00100D3A"/>
    <w:rsid w:val="00101862"/>
    <w:rsid w:val="001024DD"/>
    <w:rsid w:val="001035E7"/>
    <w:rsid w:val="00104CF2"/>
    <w:rsid w:val="001052DB"/>
    <w:rsid w:val="00105F7E"/>
    <w:rsid w:val="001067C6"/>
    <w:rsid w:val="00106E9E"/>
    <w:rsid w:val="001073FE"/>
    <w:rsid w:val="00107756"/>
    <w:rsid w:val="001079E6"/>
    <w:rsid w:val="00107F68"/>
    <w:rsid w:val="001111B2"/>
    <w:rsid w:val="00111D1F"/>
    <w:rsid w:val="00112E61"/>
    <w:rsid w:val="0011316D"/>
    <w:rsid w:val="00113570"/>
    <w:rsid w:val="001139B9"/>
    <w:rsid w:val="00115212"/>
    <w:rsid w:val="00116F45"/>
    <w:rsid w:val="0011707D"/>
    <w:rsid w:val="00120A29"/>
    <w:rsid w:val="00121497"/>
    <w:rsid w:val="001215FA"/>
    <w:rsid w:val="00121644"/>
    <w:rsid w:val="00121C5A"/>
    <w:rsid w:val="00121E1E"/>
    <w:rsid w:val="00122FA8"/>
    <w:rsid w:val="0012308A"/>
    <w:rsid w:val="0012499D"/>
    <w:rsid w:val="00126C3A"/>
    <w:rsid w:val="001272D2"/>
    <w:rsid w:val="001278D9"/>
    <w:rsid w:val="00132A63"/>
    <w:rsid w:val="0013574B"/>
    <w:rsid w:val="00135828"/>
    <w:rsid w:val="00137631"/>
    <w:rsid w:val="00137655"/>
    <w:rsid w:val="00140009"/>
    <w:rsid w:val="001404C2"/>
    <w:rsid w:val="001407DB"/>
    <w:rsid w:val="00142F50"/>
    <w:rsid w:val="0014349F"/>
    <w:rsid w:val="001439BA"/>
    <w:rsid w:val="001467F0"/>
    <w:rsid w:val="00147598"/>
    <w:rsid w:val="00150873"/>
    <w:rsid w:val="00150A4B"/>
    <w:rsid w:val="00151735"/>
    <w:rsid w:val="00152FEA"/>
    <w:rsid w:val="00155D5C"/>
    <w:rsid w:val="0015612F"/>
    <w:rsid w:val="00156A30"/>
    <w:rsid w:val="00156DBE"/>
    <w:rsid w:val="00156EDE"/>
    <w:rsid w:val="00157759"/>
    <w:rsid w:val="00160C14"/>
    <w:rsid w:val="00160DE0"/>
    <w:rsid w:val="00162DCF"/>
    <w:rsid w:val="00162EFF"/>
    <w:rsid w:val="00163F95"/>
    <w:rsid w:val="001649D7"/>
    <w:rsid w:val="0016530C"/>
    <w:rsid w:val="001654FC"/>
    <w:rsid w:val="00165574"/>
    <w:rsid w:val="00165A17"/>
    <w:rsid w:val="00167BA6"/>
    <w:rsid w:val="00171A75"/>
    <w:rsid w:val="00171B45"/>
    <w:rsid w:val="00171F8A"/>
    <w:rsid w:val="00172178"/>
    <w:rsid w:val="00172233"/>
    <w:rsid w:val="00172BD0"/>
    <w:rsid w:val="00173037"/>
    <w:rsid w:val="001747BC"/>
    <w:rsid w:val="00175138"/>
    <w:rsid w:val="001803F5"/>
    <w:rsid w:val="0018160D"/>
    <w:rsid w:val="00181A9E"/>
    <w:rsid w:val="00182A28"/>
    <w:rsid w:val="00183ED7"/>
    <w:rsid w:val="00184D34"/>
    <w:rsid w:val="001855EE"/>
    <w:rsid w:val="00185842"/>
    <w:rsid w:val="0018660B"/>
    <w:rsid w:val="0018674D"/>
    <w:rsid w:val="00186B8D"/>
    <w:rsid w:val="00190CD3"/>
    <w:rsid w:val="001914D9"/>
    <w:rsid w:val="001922C4"/>
    <w:rsid w:val="00192E7F"/>
    <w:rsid w:val="001932E8"/>
    <w:rsid w:val="00193413"/>
    <w:rsid w:val="0019386A"/>
    <w:rsid w:val="00194619"/>
    <w:rsid w:val="00194847"/>
    <w:rsid w:val="001952BE"/>
    <w:rsid w:val="001961BC"/>
    <w:rsid w:val="00196D8C"/>
    <w:rsid w:val="0019718F"/>
    <w:rsid w:val="001973B5"/>
    <w:rsid w:val="001A08B5"/>
    <w:rsid w:val="001A0A23"/>
    <w:rsid w:val="001A0B76"/>
    <w:rsid w:val="001A1138"/>
    <w:rsid w:val="001A22EB"/>
    <w:rsid w:val="001A2572"/>
    <w:rsid w:val="001A33BE"/>
    <w:rsid w:val="001A3431"/>
    <w:rsid w:val="001A5C1F"/>
    <w:rsid w:val="001A5E84"/>
    <w:rsid w:val="001A67B4"/>
    <w:rsid w:val="001A6911"/>
    <w:rsid w:val="001A798D"/>
    <w:rsid w:val="001A7AFF"/>
    <w:rsid w:val="001B0E3F"/>
    <w:rsid w:val="001B1933"/>
    <w:rsid w:val="001B2487"/>
    <w:rsid w:val="001B2CBE"/>
    <w:rsid w:val="001B2EB3"/>
    <w:rsid w:val="001B37CD"/>
    <w:rsid w:val="001B52FC"/>
    <w:rsid w:val="001B5B3F"/>
    <w:rsid w:val="001B707E"/>
    <w:rsid w:val="001B7C46"/>
    <w:rsid w:val="001C0139"/>
    <w:rsid w:val="001C14CC"/>
    <w:rsid w:val="001C30E6"/>
    <w:rsid w:val="001C35B2"/>
    <w:rsid w:val="001C4B2A"/>
    <w:rsid w:val="001C4D21"/>
    <w:rsid w:val="001C597D"/>
    <w:rsid w:val="001C6298"/>
    <w:rsid w:val="001C65AE"/>
    <w:rsid w:val="001C6B82"/>
    <w:rsid w:val="001C78A0"/>
    <w:rsid w:val="001D04A6"/>
    <w:rsid w:val="001D05BF"/>
    <w:rsid w:val="001D1082"/>
    <w:rsid w:val="001D1813"/>
    <w:rsid w:val="001D1961"/>
    <w:rsid w:val="001D2385"/>
    <w:rsid w:val="001D2786"/>
    <w:rsid w:val="001D2E31"/>
    <w:rsid w:val="001D2E96"/>
    <w:rsid w:val="001D3BF9"/>
    <w:rsid w:val="001D3D6A"/>
    <w:rsid w:val="001D3DA1"/>
    <w:rsid w:val="001D43EB"/>
    <w:rsid w:val="001D450C"/>
    <w:rsid w:val="001D49A1"/>
    <w:rsid w:val="001D5C16"/>
    <w:rsid w:val="001D6602"/>
    <w:rsid w:val="001D6660"/>
    <w:rsid w:val="001D7316"/>
    <w:rsid w:val="001E006C"/>
    <w:rsid w:val="001E07C5"/>
    <w:rsid w:val="001E15E6"/>
    <w:rsid w:val="001E21D4"/>
    <w:rsid w:val="001E3025"/>
    <w:rsid w:val="001E393E"/>
    <w:rsid w:val="001E3AA2"/>
    <w:rsid w:val="001E4E6C"/>
    <w:rsid w:val="001E7E75"/>
    <w:rsid w:val="001F2E2D"/>
    <w:rsid w:val="001F32F6"/>
    <w:rsid w:val="001F3FD1"/>
    <w:rsid w:val="001F6067"/>
    <w:rsid w:val="001F6517"/>
    <w:rsid w:val="001F68F9"/>
    <w:rsid w:val="001F6E5F"/>
    <w:rsid w:val="002000BA"/>
    <w:rsid w:val="00200E3E"/>
    <w:rsid w:val="002022E2"/>
    <w:rsid w:val="00203126"/>
    <w:rsid w:val="002044FB"/>
    <w:rsid w:val="00204BFF"/>
    <w:rsid w:val="0020539F"/>
    <w:rsid w:val="00205C7F"/>
    <w:rsid w:val="002067F2"/>
    <w:rsid w:val="002072B3"/>
    <w:rsid w:val="00212963"/>
    <w:rsid w:val="00212C72"/>
    <w:rsid w:val="00212D65"/>
    <w:rsid w:val="002130AF"/>
    <w:rsid w:val="00213821"/>
    <w:rsid w:val="00213CC4"/>
    <w:rsid w:val="00216073"/>
    <w:rsid w:val="002171FD"/>
    <w:rsid w:val="00217F88"/>
    <w:rsid w:val="002202EB"/>
    <w:rsid w:val="00220520"/>
    <w:rsid w:val="002226F0"/>
    <w:rsid w:val="00222809"/>
    <w:rsid w:val="002228C1"/>
    <w:rsid w:val="002229EF"/>
    <w:rsid w:val="00223959"/>
    <w:rsid w:val="00224DDA"/>
    <w:rsid w:val="002255E1"/>
    <w:rsid w:val="00225F41"/>
    <w:rsid w:val="00226E45"/>
    <w:rsid w:val="002274E7"/>
    <w:rsid w:val="0022764B"/>
    <w:rsid w:val="00230843"/>
    <w:rsid w:val="00231292"/>
    <w:rsid w:val="00231B4D"/>
    <w:rsid w:val="0023263E"/>
    <w:rsid w:val="0023348E"/>
    <w:rsid w:val="00233BCB"/>
    <w:rsid w:val="00235D66"/>
    <w:rsid w:val="00236419"/>
    <w:rsid w:val="0023684E"/>
    <w:rsid w:val="00236D85"/>
    <w:rsid w:val="00237E05"/>
    <w:rsid w:val="00240F7D"/>
    <w:rsid w:val="00241378"/>
    <w:rsid w:val="00241725"/>
    <w:rsid w:val="00241FA1"/>
    <w:rsid w:val="0024295A"/>
    <w:rsid w:val="00243036"/>
    <w:rsid w:val="002432E9"/>
    <w:rsid w:val="002433E7"/>
    <w:rsid w:val="00243700"/>
    <w:rsid w:val="00244235"/>
    <w:rsid w:val="00244465"/>
    <w:rsid w:val="00244C94"/>
    <w:rsid w:val="00245487"/>
    <w:rsid w:val="002454A8"/>
    <w:rsid w:val="00246C06"/>
    <w:rsid w:val="00251744"/>
    <w:rsid w:val="00252978"/>
    <w:rsid w:val="00252CFE"/>
    <w:rsid w:val="00252DD9"/>
    <w:rsid w:val="00254C8B"/>
    <w:rsid w:val="00254CE0"/>
    <w:rsid w:val="00254E78"/>
    <w:rsid w:val="00255F41"/>
    <w:rsid w:val="00256D1F"/>
    <w:rsid w:val="00257A78"/>
    <w:rsid w:val="002603DC"/>
    <w:rsid w:val="00260405"/>
    <w:rsid w:val="0026047A"/>
    <w:rsid w:val="00263A42"/>
    <w:rsid w:val="002640D0"/>
    <w:rsid w:val="00266F92"/>
    <w:rsid w:val="00267C6A"/>
    <w:rsid w:val="002708DF"/>
    <w:rsid w:val="002716A4"/>
    <w:rsid w:val="00271D64"/>
    <w:rsid w:val="00272692"/>
    <w:rsid w:val="00272804"/>
    <w:rsid w:val="00272ECF"/>
    <w:rsid w:val="00274219"/>
    <w:rsid w:val="00276E44"/>
    <w:rsid w:val="00276F79"/>
    <w:rsid w:val="002771FF"/>
    <w:rsid w:val="00277665"/>
    <w:rsid w:val="0027797D"/>
    <w:rsid w:val="0028003E"/>
    <w:rsid w:val="002800DF"/>
    <w:rsid w:val="0028018D"/>
    <w:rsid w:val="00280766"/>
    <w:rsid w:val="00280B26"/>
    <w:rsid w:val="00280BDC"/>
    <w:rsid w:val="00281649"/>
    <w:rsid w:val="00281901"/>
    <w:rsid w:val="0028308C"/>
    <w:rsid w:val="0028329E"/>
    <w:rsid w:val="0028472D"/>
    <w:rsid w:val="00284D19"/>
    <w:rsid w:val="00286F0A"/>
    <w:rsid w:val="002873B5"/>
    <w:rsid w:val="00287C5D"/>
    <w:rsid w:val="00291215"/>
    <w:rsid w:val="00293164"/>
    <w:rsid w:val="002939A8"/>
    <w:rsid w:val="002942A6"/>
    <w:rsid w:val="00295993"/>
    <w:rsid w:val="00297D85"/>
    <w:rsid w:val="00297DF2"/>
    <w:rsid w:val="002A004F"/>
    <w:rsid w:val="002A1CD9"/>
    <w:rsid w:val="002A2B15"/>
    <w:rsid w:val="002A2B9C"/>
    <w:rsid w:val="002A385F"/>
    <w:rsid w:val="002A5804"/>
    <w:rsid w:val="002A74F4"/>
    <w:rsid w:val="002B01C9"/>
    <w:rsid w:val="002B0BD6"/>
    <w:rsid w:val="002B1013"/>
    <w:rsid w:val="002B16AA"/>
    <w:rsid w:val="002B1B62"/>
    <w:rsid w:val="002B235E"/>
    <w:rsid w:val="002B2B88"/>
    <w:rsid w:val="002B3565"/>
    <w:rsid w:val="002B3724"/>
    <w:rsid w:val="002B43AB"/>
    <w:rsid w:val="002B4FC1"/>
    <w:rsid w:val="002B6025"/>
    <w:rsid w:val="002B6330"/>
    <w:rsid w:val="002B6753"/>
    <w:rsid w:val="002B7C8A"/>
    <w:rsid w:val="002B7EA2"/>
    <w:rsid w:val="002C004F"/>
    <w:rsid w:val="002C0879"/>
    <w:rsid w:val="002C3C94"/>
    <w:rsid w:val="002C4271"/>
    <w:rsid w:val="002C5A58"/>
    <w:rsid w:val="002C5EC5"/>
    <w:rsid w:val="002C62D9"/>
    <w:rsid w:val="002C72FE"/>
    <w:rsid w:val="002C7FD4"/>
    <w:rsid w:val="002D1A11"/>
    <w:rsid w:val="002D2A58"/>
    <w:rsid w:val="002D2BB8"/>
    <w:rsid w:val="002D46CB"/>
    <w:rsid w:val="002D5313"/>
    <w:rsid w:val="002D6429"/>
    <w:rsid w:val="002D698A"/>
    <w:rsid w:val="002D6BA1"/>
    <w:rsid w:val="002D6CA2"/>
    <w:rsid w:val="002D6F98"/>
    <w:rsid w:val="002E05D1"/>
    <w:rsid w:val="002E214D"/>
    <w:rsid w:val="002E2732"/>
    <w:rsid w:val="002E2F8F"/>
    <w:rsid w:val="002E5F37"/>
    <w:rsid w:val="002E7DDE"/>
    <w:rsid w:val="002E7F8F"/>
    <w:rsid w:val="002F0A52"/>
    <w:rsid w:val="002F1114"/>
    <w:rsid w:val="002F2153"/>
    <w:rsid w:val="002F3081"/>
    <w:rsid w:val="002F38C1"/>
    <w:rsid w:val="002F43E0"/>
    <w:rsid w:val="002F5156"/>
    <w:rsid w:val="00300076"/>
    <w:rsid w:val="003004EE"/>
    <w:rsid w:val="00300C3E"/>
    <w:rsid w:val="00302BA8"/>
    <w:rsid w:val="00302BDB"/>
    <w:rsid w:val="0030346F"/>
    <w:rsid w:val="003037E7"/>
    <w:rsid w:val="003039FF"/>
    <w:rsid w:val="00303ECD"/>
    <w:rsid w:val="00304CEE"/>
    <w:rsid w:val="00304E27"/>
    <w:rsid w:val="003075D2"/>
    <w:rsid w:val="0031008D"/>
    <w:rsid w:val="00311224"/>
    <w:rsid w:val="00311B00"/>
    <w:rsid w:val="00312060"/>
    <w:rsid w:val="0031304D"/>
    <w:rsid w:val="003130C3"/>
    <w:rsid w:val="0031386C"/>
    <w:rsid w:val="00314BAB"/>
    <w:rsid w:val="00315516"/>
    <w:rsid w:val="0031639E"/>
    <w:rsid w:val="00316460"/>
    <w:rsid w:val="00316D56"/>
    <w:rsid w:val="00317F30"/>
    <w:rsid w:val="003213B9"/>
    <w:rsid w:val="00321AC5"/>
    <w:rsid w:val="00322BF4"/>
    <w:rsid w:val="00323730"/>
    <w:rsid w:val="00323B86"/>
    <w:rsid w:val="00324144"/>
    <w:rsid w:val="00324E9B"/>
    <w:rsid w:val="0032520A"/>
    <w:rsid w:val="003269C0"/>
    <w:rsid w:val="00327534"/>
    <w:rsid w:val="00330E14"/>
    <w:rsid w:val="00332866"/>
    <w:rsid w:val="00333A5C"/>
    <w:rsid w:val="00333C82"/>
    <w:rsid w:val="00334083"/>
    <w:rsid w:val="003351E0"/>
    <w:rsid w:val="00335292"/>
    <w:rsid w:val="0033595C"/>
    <w:rsid w:val="003363E7"/>
    <w:rsid w:val="00336ACE"/>
    <w:rsid w:val="003371C4"/>
    <w:rsid w:val="003375EC"/>
    <w:rsid w:val="0034002C"/>
    <w:rsid w:val="003407FA"/>
    <w:rsid w:val="00343936"/>
    <w:rsid w:val="003444D6"/>
    <w:rsid w:val="003445DF"/>
    <w:rsid w:val="00344C3C"/>
    <w:rsid w:val="00345E56"/>
    <w:rsid w:val="00346EBF"/>
    <w:rsid w:val="0034720F"/>
    <w:rsid w:val="00347982"/>
    <w:rsid w:val="003504C4"/>
    <w:rsid w:val="0035132A"/>
    <w:rsid w:val="00351471"/>
    <w:rsid w:val="003517C6"/>
    <w:rsid w:val="00352A70"/>
    <w:rsid w:val="00355689"/>
    <w:rsid w:val="003558A2"/>
    <w:rsid w:val="0035614B"/>
    <w:rsid w:val="003605C2"/>
    <w:rsid w:val="003609F1"/>
    <w:rsid w:val="00360B63"/>
    <w:rsid w:val="003645CA"/>
    <w:rsid w:val="00364FDE"/>
    <w:rsid w:val="0036568F"/>
    <w:rsid w:val="003659B1"/>
    <w:rsid w:val="0036676B"/>
    <w:rsid w:val="003674D6"/>
    <w:rsid w:val="00370AA4"/>
    <w:rsid w:val="00370DD1"/>
    <w:rsid w:val="0037105A"/>
    <w:rsid w:val="003710F9"/>
    <w:rsid w:val="0037136C"/>
    <w:rsid w:val="0037141B"/>
    <w:rsid w:val="00371580"/>
    <w:rsid w:val="00371E5B"/>
    <w:rsid w:val="003722AB"/>
    <w:rsid w:val="00373110"/>
    <w:rsid w:val="003737AB"/>
    <w:rsid w:val="003737D1"/>
    <w:rsid w:val="00374377"/>
    <w:rsid w:val="003743A5"/>
    <w:rsid w:val="00374C15"/>
    <w:rsid w:val="003771C2"/>
    <w:rsid w:val="00377E4A"/>
    <w:rsid w:val="00382287"/>
    <w:rsid w:val="003828CB"/>
    <w:rsid w:val="0038318E"/>
    <w:rsid w:val="003867F1"/>
    <w:rsid w:val="00386E2D"/>
    <w:rsid w:val="00386FC0"/>
    <w:rsid w:val="00387C62"/>
    <w:rsid w:val="00390ABC"/>
    <w:rsid w:val="00391136"/>
    <w:rsid w:val="003919D5"/>
    <w:rsid w:val="00392451"/>
    <w:rsid w:val="003928A3"/>
    <w:rsid w:val="003934C9"/>
    <w:rsid w:val="003938C6"/>
    <w:rsid w:val="003942B2"/>
    <w:rsid w:val="00394332"/>
    <w:rsid w:val="00394681"/>
    <w:rsid w:val="00395E48"/>
    <w:rsid w:val="00395ED9"/>
    <w:rsid w:val="00396432"/>
    <w:rsid w:val="00396855"/>
    <w:rsid w:val="00396D2E"/>
    <w:rsid w:val="0039708C"/>
    <w:rsid w:val="003A021F"/>
    <w:rsid w:val="003A180E"/>
    <w:rsid w:val="003A28F6"/>
    <w:rsid w:val="003A3987"/>
    <w:rsid w:val="003A52D4"/>
    <w:rsid w:val="003A5878"/>
    <w:rsid w:val="003A7F9E"/>
    <w:rsid w:val="003B02BD"/>
    <w:rsid w:val="003B02DE"/>
    <w:rsid w:val="003B08E9"/>
    <w:rsid w:val="003B0BA5"/>
    <w:rsid w:val="003B0E0C"/>
    <w:rsid w:val="003B14C8"/>
    <w:rsid w:val="003B2720"/>
    <w:rsid w:val="003B2B5D"/>
    <w:rsid w:val="003B2ED8"/>
    <w:rsid w:val="003B3930"/>
    <w:rsid w:val="003B39FA"/>
    <w:rsid w:val="003B3F30"/>
    <w:rsid w:val="003B411C"/>
    <w:rsid w:val="003B43C0"/>
    <w:rsid w:val="003B4BEB"/>
    <w:rsid w:val="003B5A9E"/>
    <w:rsid w:val="003B7430"/>
    <w:rsid w:val="003C0B3A"/>
    <w:rsid w:val="003C0D97"/>
    <w:rsid w:val="003C0FB6"/>
    <w:rsid w:val="003C1342"/>
    <w:rsid w:val="003C15CF"/>
    <w:rsid w:val="003C16E2"/>
    <w:rsid w:val="003C2E69"/>
    <w:rsid w:val="003C3061"/>
    <w:rsid w:val="003C4351"/>
    <w:rsid w:val="003C603F"/>
    <w:rsid w:val="003C651B"/>
    <w:rsid w:val="003C6972"/>
    <w:rsid w:val="003D1711"/>
    <w:rsid w:val="003D27B8"/>
    <w:rsid w:val="003D374C"/>
    <w:rsid w:val="003D3D4E"/>
    <w:rsid w:val="003D4561"/>
    <w:rsid w:val="003D5CA4"/>
    <w:rsid w:val="003D5E54"/>
    <w:rsid w:val="003D6BA6"/>
    <w:rsid w:val="003D6C33"/>
    <w:rsid w:val="003D7147"/>
    <w:rsid w:val="003D74C2"/>
    <w:rsid w:val="003E003B"/>
    <w:rsid w:val="003E0667"/>
    <w:rsid w:val="003E0D0F"/>
    <w:rsid w:val="003E0EC3"/>
    <w:rsid w:val="003E15FD"/>
    <w:rsid w:val="003E18B2"/>
    <w:rsid w:val="003E263E"/>
    <w:rsid w:val="003E2AE5"/>
    <w:rsid w:val="003E36E7"/>
    <w:rsid w:val="003E3952"/>
    <w:rsid w:val="003E46A2"/>
    <w:rsid w:val="003E5E7F"/>
    <w:rsid w:val="003E62CD"/>
    <w:rsid w:val="003E6416"/>
    <w:rsid w:val="003E6889"/>
    <w:rsid w:val="003E6CC9"/>
    <w:rsid w:val="003E78B9"/>
    <w:rsid w:val="003F0369"/>
    <w:rsid w:val="003F05F8"/>
    <w:rsid w:val="003F0FBC"/>
    <w:rsid w:val="003F1596"/>
    <w:rsid w:val="003F1D77"/>
    <w:rsid w:val="003F1F4C"/>
    <w:rsid w:val="003F282F"/>
    <w:rsid w:val="003F3E16"/>
    <w:rsid w:val="003F4463"/>
    <w:rsid w:val="003F4D21"/>
    <w:rsid w:val="003F5892"/>
    <w:rsid w:val="003F5EA3"/>
    <w:rsid w:val="003F6975"/>
    <w:rsid w:val="003F72E3"/>
    <w:rsid w:val="003F7EA5"/>
    <w:rsid w:val="004001FC"/>
    <w:rsid w:val="0040196B"/>
    <w:rsid w:val="00401FC7"/>
    <w:rsid w:val="00402CFF"/>
    <w:rsid w:val="004039E4"/>
    <w:rsid w:val="00403CC6"/>
    <w:rsid w:val="004055CF"/>
    <w:rsid w:val="00405C09"/>
    <w:rsid w:val="00405D78"/>
    <w:rsid w:val="004109D9"/>
    <w:rsid w:val="00411253"/>
    <w:rsid w:val="004121E7"/>
    <w:rsid w:val="004127EE"/>
    <w:rsid w:val="0041301C"/>
    <w:rsid w:val="004132A6"/>
    <w:rsid w:val="00413547"/>
    <w:rsid w:val="00413760"/>
    <w:rsid w:val="00414605"/>
    <w:rsid w:val="0041524B"/>
    <w:rsid w:val="004153B2"/>
    <w:rsid w:val="00416B79"/>
    <w:rsid w:val="00420228"/>
    <w:rsid w:val="00420CB1"/>
    <w:rsid w:val="00420EBA"/>
    <w:rsid w:val="00421103"/>
    <w:rsid w:val="00423AB1"/>
    <w:rsid w:val="00424584"/>
    <w:rsid w:val="00424AC4"/>
    <w:rsid w:val="004251C0"/>
    <w:rsid w:val="00425ED4"/>
    <w:rsid w:val="00426177"/>
    <w:rsid w:val="004305C3"/>
    <w:rsid w:val="004313EB"/>
    <w:rsid w:val="00433DFA"/>
    <w:rsid w:val="0043420C"/>
    <w:rsid w:val="00436D16"/>
    <w:rsid w:val="00437AB0"/>
    <w:rsid w:val="0044051A"/>
    <w:rsid w:val="004406CA"/>
    <w:rsid w:val="00444305"/>
    <w:rsid w:val="00444379"/>
    <w:rsid w:val="00444E6F"/>
    <w:rsid w:val="00444FDB"/>
    <w:rsid w:val="00445E44"/>
    <w:rsid w:val="0044620A"/>
    <w:rsid w:val="00446551"/>
    <w:rsid w:val="0045009C"/>
    <w:rsid w:val="00450121"/>
    <w:rsid w:val="00450D16"/>
    <w:rsid w:val="00450FBE"/>
    <w:rsid w:val="0045159B"/>
    <w:rsid w:val="00452BB7"/>
    <w:rsid w:val="00453808"/>
    <w:rsid w:val="0045485B"/>
    <w:rsid w:val="00454C90"/>
    <w:rsid w:val="00460080"/>
    <w:rsid w:val="00460B68"/>
    <w:rsid w:val="00462486"/>
    <w:rsid w:val="00463678"/>
    <w:rsid w:val="004646D5"/>
    <w:rsid w:val="004656BA"/>
    <w:rsid w:val="00465C67"/>
    <w:rsid w:val="004665F8"/>
    <w:rsid w:val="00467641"/>
    <w:rsid w:val="00470025"/>
    <w:rsid w:val="004705B4"/>
    <w:rsid w:val="00470DCC"/>
    <w:rsid w:val="00471212"/>
    <w:rsid w:val="00471798"/>
    <w:rsid w:val="00472ED9"/>
    <w:rsid w:val="00473EA9"/>
    <w:rsid w:val="00474A00"/>
    <w:rsid w:val="00474C15"/>
    <w:rsid w:val="00476E74"/>
    <w:rsid w:val="004770CB"/>
    <w:rsid w:val="004778EE"/>
    <w:rsid w:val="0048047E"/>
    <w:rsid w:val="00481182"/>
    <w:rsid w:val="004812C0"/>
    <w:rsid w:val="00481987"/>
    <w:rsid w:val="00482AC5"/>
    <w:rsid w:val="00484568"/>
    <w:rsid w:val="00484CE9"/>
    <w:rsid w:val="0048548E"/>
    <w:rsid w:val="00485E9C"/>
    <w:rsid w:val="00490C47"/>
    <w:rsid w:val="00491E31"/>
    <w:rsid w:val="004928B1"/>
    <w:rsid w:val="00494EA9"/>
    <w:rsid w:val="00495620"/>
    <w:rsid w:val="00496C4A"/>
    <w:rsid w:val="00497296"/>
    <w:rsid w:val="0049737E"/>
    <w:rsid w:val="004A0613"/>
    <w:rsid w:val="004A0B82"/>
    <w:rsid w:val="004A0FDE"/>
    <w:rsid w:val="004A1036"/>
    <w:rsid w:val="004A125C"/>
    <w:rsid w:val="004A1744"/>
    <w:rsid w:val="004A1B86"/>
    <w:rsid w:val="004A2351"/>
    <w:rsid w:val="004A2B98"/>
    <w:rsid w:val="004A34A9"/>
    <w:rsid w:val="004A3EC8"/>
    <w:rsid w:val="004A46B1"/>
    <w:rsid w:val="004A4E40"/>
    <w:rsid w:val="004A57B3"/>
    <w:rsid w:val="004A7AEC"/>
    <w:rsid w:val="004A7D85"/>
    <w:rsid w:val="004B02D4"/>
    <w:rsid w:val="004B0D40"/>
    <w:rsid w:val="004B126A"/>
    <w:rsid w:val="004B1D49"/>
    <w:rsid w:val="004B1DC6"/>
    <w:rsid w:val="004B1F15"/>
    <w:rsid w:val="004B2524"/>
    <w:rsid w:val="004B2880"/>
    <w:rsid w:val="004B2FA2"/>
    <w:rsid w:val="004B35E4"/>
    <w:rsid w:val="004B43E6"/>
    <w:rsid w:val="004B50FB"/>
    <w:rsid w:val="004B5282"/>
    <w:rsid w:val="004B62BC"/>
    <w:rsid w:val="004B6997"/>
    <w:rsid w:val="004B70BE"/>
    <w:rsid w:val="004C0221"/>
    <w:rsid w:val="004C0F28"/>
    <w:rsid w:val="004C1707"/>
    <w:rsid w:val="004C1A90"/>
    <w:rsid w:val="004C267E"/>
    <w:rsid w:val="004C2C75"/>
    <w:rsid w:val="004C3835"/>
    <w:rsid w:val="004C3C82"/>
    <w:rsid w:val="004C4896"/>
    <w:rsid w:val="004C5484"/>
    <w:rsid w:val="004C5904"/>
    <w:rsid w:val="004C5F2A"/>
    <w:rsid w:val="004D066E"/>
    <w:rsid w:val="004D23AE"/>
    <w:rsid w:val="004D321A"/>
    <w:rsid w:val="004D3BB4"/>
    <w:rsid w:val="004D52A2"/>
    <w:rsid w:val="004D6058"/>
    <w:rsid w:val="004D6466"/>
    <w:rsid w:val="004E0B91"/>
    <w:rsid w:val="004E0FEF"/>
    <w:rsid w:val="004E1118"/>
    <w:rsid w:val="004E19C3"/>
    <w:rsid w:val="004E2314"/>
    <w:rsid w:val="004E53E0"/>
    <w:rsid w:val="004E79EE"/>
    <w:rsid w:val="004E7AD6"/>
    <w:rsid w:val="004F00A3"/>
    <w:rsid w:val="004F033C"/>
    <w:rsid w:val="004F38BB"/>
    <w:rsid w:val="004F3CF9"/>
    <w:rsid w:val="004F6376"/>
    <w:rsid w:val="004F64E7"/>
    <w:rsid w:val="004F6E9D"/>
    <w:rsid w:val="0050114D"/>
    <w:rsid w:val="005013BD"/>
    <w:rsid w:val="005019E5"/>
    <w:rsid w:val="00501DCD"/>
    <w:rsid w:val="005029AC"/>
    <w:rsid w:val="00502FF8"/>
    <w:rsid w:val="0050396C"/>
    <w:rsid w:val="00503B9C"/>
    <w:rsid w:val="00504201"/>
    <w:rsid w:val="005048D7"/>
    <w:rsid w:val="00504A1A"/>
    <w:rsid w:val="005058B0"/>
    <w:rsid w:val="005060D5"/>
    <w:rsid w:val="00506CC7"/>
    <w:rsid w:val="00506DB3"/>
    <w:rsid w:val="005076B2"/>
    <w:rsid w:val="00507D3A"/>
    <w:rsid w:val="00510C3A"/>
    <w:rsid w:val="00510F11"/>
    <w:rsid w:val="00511B11"/>
    <w:rsid w:val="00511ED4"/>
    <w:rsid w:val="00512A61"/>
    <w:rsid w:val="00512A6F"/>
    <w:rsid w:val="00512D63"/>
    <w:rsid w:val="0051379B"/>
    <w:rsid w:val="005138E9"/>
    <w:rsid w:val="00513B42"/>
    <w:rsid w:val="005146E6"/>
    <w:rsid w:val="005150FC"/>
    <w:rsid w:val="005156BE"/>
    <w:rsid w:val="00515799"/>
    <w:rsid w:val="005160CC"/>
    <w:rsid w:val="00516491"/>
    <w:rsid w:val="0051653F"/>
    <w:rsid w:val="00517C96"/>
    <w:rsid w:val="00520127"/>
    <w:rsid w:val="00521AE5"/>
    <w:rsid w:val="005223BD"/>
    <w:rsid w:val="005226D2"/>
    <w:rsid w:val="0052340E"/>
    <w:rsid w:val="00523753"/>
    <w:rsid w:val="0052457B"/>
    <w:rsid w:val="005255E2"/>
    <w:rsid w:val="00526546"/>
    <w:rsid w:val="00527669"/>
    <w:rsid w:val="00530252"/>
    <w:rsid w:val="00531309"/>
    <w:rsid w:val="00531A40"/>
    <w:rsid w:val="00531DBD"/>
    <w:rsid w:val="00532142"/>
    <w:rsid w:val="0053339A"/>
    <w:rsid w:val="00533530"/>
    <w:rsid w:val="00534B33"/>
    <w:rsid w:val="00535E99"/>
    <w:rsid w:val="00536214"/>
    <w:rsid w:val="00540CC7"/>
    <w:rsid w:val="005416F2"/>
    <w:rsid w:val="00542358"/>
    <w:rsid w:val="005435BA"/>
    <w:rsid w:val="0054373F"/>
    <w:rsid w:val="0054387E"/>
    <w:rsid w:val="00543DDF"/>
    <w:rsid w:val="00544478"/>
    <w:rsid w:val="0054514E"/>
    <w:rsid w:val="00546124"/>
    <w:rsid w:val="005462DE"/>
    <w:rsid w:val="00546ED2"/>
    <w:rsid w:val="005501BC"/>
    <w:rsid w:val="00551139"/>
    <w:rsid w:val="00552CE4"/>
    <w:rsid w:val="00552DD3"/>
    <w:rsid w:val="0055328A"/>
    <w:rsid w:val="00553DD4"/>
    <w:rsid w:val="0055537D"/>
    <w:rsid w:val="00555740"/>
    <w:rsid w:val="00556832"/>
    <w:rsid w:val="00557732"/>
    <w:rsid w:val="00561DDF"/>
    <w:rsid w:val="005630BA"/>
    <w:rsid w:val="00563F54"/>
    <w:rsid w:val="0056571A"/>
    <w:rsid w:val="00566EA9"/>
    <w:rsid w:val="005677F8"/>
    <w:rsid w:val="00567C10"/>
    <w:rsid w:val="005708C4"/>
    <w:rsid w:val="00570F9A"/>
    <w:rsid w:val="00571323"/>
    <w:rsid w:val="005718D1"/>
    <w:rsid w:val="005736C1"/>
    <w:rsid w:val="00574C80"/>
    <w:rsid w:val="00575283"/>
    <w:rsid w:val="00576152"/>
    <w:rsid w:val="00577C57"/>
    <w:rsid w:val="005800EF"/>
    <w:rsid w:val="005807C6"/>
    <w:rsid w:val="00581CA2"/>
    <w:rsid w:val="00581F4B"/>
    <w:rsid w:val="005830B7"/>
    <w:rsid w:val="0058399B"/>
    <w:rsid w:val="00583DA8"/>
    <w:rsid w:val="0058422E"/>
    <w:rsid w:val="005842B4"/>
    <w:rsid w:val="00585151"/>
    <w:rsid w:val="005859D1"/>
    <w:rsid w:val="005869F8"/>
    <w:rsid w:val="005904ED"/>
    <w:rsid w:val="00590D98"/>
    <w:rsid w:val="00591525"/>
    <w:rsid w:val="00591658"/>
    <w:rsid w:val="00591866"/>
    <w:rsid w:val="00591A5D"/>
    <w:rsid w:val="0059233B"/>
    <w:rsid w:val="00592B2B"/>
    <w:rsid w:val="00592FFB"/>
    <w:rsid w:val="0059446D"/>
    <w:rsid w:val="00594DA5"/>
    <w:rsid w:val="00595428"/>
    <w:rsid w:val="00595F08"/>
    <w:rsid w:val="00596874"/>
    <w:rsid w:val="005969C3"/>
    <w:rsid w:val="00596EB9"/>
    <w:rsid w:val="00597249"/>
    <w:rsid w:val="00597776"/>
    <w:rsid w:val="00597839"/>
    <w:rsid w:val="00597BDB"/>
    <w:rsid w:val="005A05CD"/>
    <w:rsid w:val="005A07EF"/>
    <w:rsid w:val="005A1085"/>
    <w:rsid w:val="005A1AF0"/>
    <w:rsid w:val="005A2317"/>
    <w:rsid w:val="005A273D"/>
    <w:rsid w:val="005A35D9"/>
    <w:rsid w:val="005A373D"/>
    <w:rsid w:val="005A3AC9"/>
    <w:rsid w:val="005A6747"/>
    <w:rsid w:val="005A7196"/>
    <w:rsid w:val="005A795D"/>
    <w:rsid w:val="005A7E6B"/>
    <w:rsid w:val="005B0E50"/>
    <w:rsid w:val="005B2C97"/>
    <w:rsid w:val="005B3272"/>
    <w:rsid w:val="005B4224"/>
    <w:rsid w:val="005B5183"/>
    <w:rsid w:val="005B65B0"/>
    <w:rsid w:val="005C0127"/>
    <w:rsid w:val="005C0A18"/>
    <w:rsid w:val="005C0F94"/>
    <w:rsid w:val="005C1016"/>
    <w:rsid w:val="005C27CA"/>
    <w:rsid w:val="005C3C9F"/>
    <w:rsid w:val="005C4898"/>
    <w:rsid w:val="005C49CD"/>
    <w:rsid w:val="005C4BC6"/>
    <w:rsid w:val="005C551C"/>
    <w:rsid w:val="005C5BD6"/>
    <w:rsid w:val="005C5ECC"/>
    <w:rsid w:val="005C676F"/>
    <w:rsid w:val="005C7D6D"/>
    <w:rsid w:val="005D2403"/>
    <w:rsid w:val="005D36D4"/>
    <w:rsid w:val="005D3F76"/>
    <w:rsid w:val="005D3FD8"/>
    <w:rsid w:val="005D46F5"/>
    <w:rsid w:val="005D4B90"/>
    <w:rsid w:val="005D6D47"/>
    <w:rsid w:val="005E09E4"/>
    <w:rsid w:val="005E2679"/>
    <w:rsid w:val="005E4065"/>
    <w:rsid w:val="005E4B1E"/>
    <w:rsid w:val="005E54C4"/>
    <w:rsid w:val="005E5945"/>
    <w:rsid w:val="005E5CD0"/>
    <w:rsid w:val="005E623C"/>
    <w:rsid w:val="005E6393"/>
    <w:rsid w:val="005E6DF6"/>
    <w:rsid w:val="005E7430"/>
    <w:rsid w:val="005E7D84"/>
    <w:rsid w:val="005F10B5"/>
    <w:rsid w:val="005F14E3"/>
    <w:rsid w:val="005F2C06"/>
    <w:rsid w:val="005F37B3"/>
    <w:rsid w:val="005F3B7E"/>
    <w:rsid w:val="005F3F27"/>
    <w:rsid w:val="005F46E6"/>
    <w:rsid w:val="005F5B02"/>
    <w:rsid w:val="005F66C4"/>
    <w:rsid w:val="005F6C4C"/>
    <w:rsid w:val="005F6FF9"/>
    <w:rsid w:val="005F7786"/>
    <w:rsid w:val="0060264C"/>
    <w:rsid w:val="00603C38"/>
    <w:rsid w:val="006043F7"/>
    <w:rsid w:val="006046F6"/>
    <w:rsid w:val="00604D92"/>
    <w:rsid w:val="006069F1"/>
    <w:rsid w:val="00606AD1"/>
    <w:rsid w:val="0060766E"/>
    <w:rsid w:val="00607799"/>
    <w:rsid w:val="006115F8"/>
    <w:rsid w:val="0061166F"/>
    <w:rsid w:val="00611731"/>
    <w:rsid w:val="00611FB8"/>
    <w:rsid w:val="006126E3"/>
    <w:rsid w:val="00615CF6"/>
    <w:rsid w:val="0061688F"/>
    <w:rsid w:val="006208CF"/>
    <w:rsid w:val="00620D97"/>
    <w:rsid w:val="00621107"/>
    <w:rsid w:val="006227B6"/>
    <w:rsid w:val="00622873"/>
    <w:rsid w:val="0062343E"/>
    <w:rsid w:val="0062385E"/>
    <w:rsid w:val="00623B47"/>
    <w:rsid w:val="0062404C"/>
    <w:rsid w:val="00624301"/>
    <w:rsid w:val="00624D09"/>
    <w:rsid w:val="00625BD4"/>
    <w:rsid w:val="006268D5"/>
    <w:rsid w:val="00626F34"/>
    <w:rsid w:val="006302FC"/>
    <w:rsid w:val="006308F6"/>
    <w:rsid w:val="00631E72"/>
    <w:rsid w:val="006324C4"/>
    <w:rsid w:val="006339B2"/>
    <w:rsid w:val="00633C7A"/>
    <w:rsid w:val="0063409E"/>
    <w:rsid w:val="00634A9A"/>
    <w:rsid w:val="00635383"/>
    <w:rsid w:val="00635BAC"/>
    <w:rsid w:val="00635BAF"/>
    <w:rsid w:val="006372D4"/>
    <w:rsid w:val="00637AFB"/>
    <w:rsid w:val="0064067C"/>
    <w:rsid w:val="00640C27"/>
    <w:rsid w:val="006411D2"/>
    <w:rsid w:val="006428DC"/>
    <w:rsid w:val="00642FC6"/>
    <w:rsid w:val="006430A7"/>
    <w:rsid w:val="006439B2"/>
    <w:rsid w:val="00643C3F"/>
    <w:rsid w:val="0064488C"/>
    <w:rsid w:val="006458A9"/>
    <w:rsid w:val="00647206"/>
    <w:rsid w:val="00647B1B"/>
    <w:rsid w:val="0065181B"/>
    <w:rsid w:val="0065579D"/>
    <w:rsid w:val="006564D1"/>
    <w:rsid w:val="006577D3"/>
    <w:rsid w:val="00660744"/>
    <w:rsid w:val="00661162"/>
    <w:rsid w:val="00661A3F"/>
    <w:rsid w:val="00661FF3"/>
    <w:rsid w:val="006625FA"/>
    <w:rsid w:val="00663973"/>
    <w:rsid w:val="00663C38"/>
    <w:rsid w:val="00664AEA"/>
    <w:rsid w:val="00664C5B"/>
    <w:rsid w:val="006658AC"/>
    <w:rsid w:val="00666AAB"/>
    <w:rsid w:val="006670AB"/>
    <w:rsid w:val="00667DEE"/>
    <w:rsid w:val="00667EAB"/>
    <w:rsid w:val="006702B8"/>
    <w:rsid w:val="00670911"/>
    <w:rsid w:val="006718C9"/>
    <w:rsid w:val="006731BD"/>
    <w:rsid w:val="006733B3"/>
    <w:rsid w:val="00673976"/>
    <w:rsid w:val="00673C37"/>
    <w:rsid w:val="0067494D"/>
    <w:rsid w:val="00675F6D"/>
    <w:rsid w:val="00676B83"/>
    <w:rsid w:val="00680175"/>
    <w:rsid w:val="0068145D"/>
    <w:rsid w:val="00682429"/>
    <w:rsid w:val="006826F6"/>
    <w:rsid w:val="006834B0"/>
    <w:rsid w:val="00683BAA"/>
    <w:rsid w:val="0068412B"/>
    <w:rsid w:val="00684852"/>
    <w:rsid w:val="00685BFD"/>
    <w:rsid w:val="00685E39"/>
    <w:rsid w:val="006875C3"/>
    <w:rsid w:val="006904C7"/>
    <w:rsid w:val="00692275"/>
    <w:rsid w:val="006929FE"/>
    <w:rsid w:val="00693E86"/>
    <w:rsid w:val="00694B45"/>
    <w:rsid w:val="00696962"/>
    <w:rsid w:val="0069720B"/>
    <w:rsid w:val="006A1359"/>
    <w:rsid w:val="006A2554"/>
    <w:rsid w:val="006A2AC2"/>
    <w:rsid w:val="006A433C"/>
    <w:rsid w:val="006A554C"/>
    <w:rsid w:val="006A5B4E"/>
    <w:rsid w:val="006A6160"/>
    <w:rsid w:val="006A6224"/>
    <w:rsid w:val="006A644D"/>
    <w:rsid w:val="006A6727"/>
    <w:rsid w:val="006A697F"/>
    <w:rsid w:val="006A7103"/>
    <w:rsid w:val="006A714A"/>
    <w:rsid w:val="006A7467"/>
    <w:rsid w:val="006B0939"/>
    <w:rsid w:val="006B169F"/>
    <w:rsid w:val="006B68B2"/>
    <w:rsid w:val="006B6CF2"/>
    <w:rsid w:val="006B6F88"/>
    <w:rsid w:val="006B795C"/>
    <w:rsid w:val="006C2087"/>
    <w:rsid w:val="006C297D"/>
    <w:rsid w:val="006C37C3"/>
    <w:rsid w:val="006C3E42"/>
    <w:rsid w:val="006C59BD"/>
    <w:rsid w:val="006C6378"/>
    <w:rsid w:val="006C65F1"/>
    <w:rsid w:val="006C661F"/>
    <w:rsid w:val="006C77D8"/>
    <w:rsid w:val="006D008B"/>
    <w:rsid w:val="006D1B37"/>
    <w:rsid w:val="006D2711"/>
    <w:rsid w:val="006D41B0"/>
    <w:rsid w:val="006D48FA"/>
    <w:rsid w:val="006D5429"/>
    <w:rsid w:val="006D5DC4"/>
    <w:rsid w:val="006D6CF3"/>
    <w:rsid w:val="006D7524"/>
    <w:rsid w:val="006E05B0"/>
    <w:rsid w:val="006E156B"/>
    <w:rsid w:val="006E216A"/>
    <w:rsid w:val="006E26BA"/>
    <w:rsid w:val="006E5EC0"/>
    <w:rsid w:val="006E6EAD"/>
    <w:rsid w:val="006E7387"/>
    <w:rsid w:val="006F00A2"/>
    <w:rsid w:val="006F0F30"/>
    <w:rsid w:val="006F12E3"/>
    <w:rsid w:val="006F1D81"/>
    <w:rsid w:val="006F3E4B"/>
    <w:rsid w:val="006F41E9"/>
    <w:rsid w:val="006F436A"/>
    <w:rsid w:val="006F543E"/>
    <w:rsid w:val="006F6040"/>
    <w:rsid w:val="006F6BCB"/>
    <w:rsid w:val="0070072F"/>
    <w:rsid w:val="00701ED3"/>
    <w:rsid w:val="00701ED4"/>
    <w:rsid w:val="00701F76"/>
    <w:rsid w:val="00702165"/>
    <w:rsid w:val="007037BB"/>
    <w:rsid w:val="00703835"/>
    <w:rsid w:val="00703CF9"/>
    <w:rsid w:val="007045A4"/>
    <w:rsid w:val="007056DD"/>
    <w:rsid w:val="00705EB2"/>
    <w:rsid w:val="00705F8A"/>
    <w:rsid w:val="007069B7"/>
    <w:rsid w:val="007071B3"/>
    <w:rsid w:val="00707228"/>
    <w:rsid w:val="0070761C"/>
    <w:rsid w:val="00710B2F"/>
    <w:rsid w:val="00712389"/>
    <w:rsid w:val="00712E4F"/>
    <w:rsid w:val="00713885"/>
    <w:rsid w:val="007143CA"/>
    <w:rsid w:val="0071591C"/>
    <w:rsid w:val="00715A68"/>
    <w:rsid w:val="00716159"/>
    <w:rsid w:val="00716E6E"/>
    <w:rsid w:val="00716F77"/>
    <w:rsid w:val="00717D54"/>
    <w:rsid w:val="0072269B"/>
    <w:rsid w:val="00722C15"/>
    <w:rsid w:val="00723D08"/>
    <w:rsid w:val="00724791"/>
    <w:rsid w:val="00725863"/>
    <w:rsid w:val="007258E3"/>
    <w:rsid w:val="00726882"/>
    <w:rsid w:val="00726DD1"/>
    <w:rsid w:val="0072751D"/>
    <w:rsid w:val="007308E3"/>
    <w:rsid w:val="00731AC2"/>
    <w:rsid w:val="007331A5"/>
    <w:rsid w:val="0073366D"/>
    <w:rsid w:val="007355C9"/>
    <w:rsid w:val="00735C46"/>
    <w:rsid w:val="007365DE"/>
    <w:rsid w:val="00736917"/>
    <w:rsid w:val="00737D26"/>
    <w:rsid w:val="00740849"/>
    <w:rsid w:val="00740A08"/>
    <w:rsid w:val="007410D7"/>
    <w:rsid w:val="00742742"/>
    <w:rsid w:val="0074322F"/>
    <w:rsid w:val="007439BA"/>
    <w:rsid w:val="00743D05"/>
    <w:rsid w:val="0074416F"/>
    <w:rsid w:val="00744F85"/>
    <w:rsid w:val="007459C0"/>
    <w:rsid w:val="00746304"/>
    <w:rsid w:val="0074726E"/>
    <w:rsid w:val="007473BC"/>
    <w:rsid w:val="00747C05"/>
    <w:rsid w:val="00747E42"/>
    <w:rsid w:val="0075216D"/>
    <w:rsid w:val="00753A29"/>
    <w:rsid w:val="00754476"/>
    <w:rsid w:val="00754A6D"/>
    <w:rsid w:val="00755A2A"/>
    <w:rsid w:val="00755BC6"/>
    <w:rsid w:val="007565EA"/>
    <w:rsid w:val="00756ED1"/>
    <w:rsid w:val="007570DC"/>
    <w:rsid w:val="00757C71"/>
    <w:rsid w:val="00757F39"/>
    <w:rsid w:val="00760BC3"/>
    <w:rsid w:val="00760FA5"/>
    <w:rsid w:val="00763319"/>
    <w:rsid w:val="007636CE"/>
    <w:rsid w:val="00763EC0"/>
    <w:rsid w:val="00764CC3"/>
    <w:rsid w:val="00764D26"/>
    <w:rsid w:val="00765560"/>
    <w:rsid w:val="00766629"/>
    <w:rsid w:val="00766DA8"/>
    <w:rsid w:val="00767520"/>
    <w:rsid w:val="00767523"/>
    <w:rsid w:val="00767CCC"/>
    <w:rsid w:val="007703B4"/>
    <w:rsid w:val="00770655"/>
    <w:rsid w:val="00770BF5"/>
    <w:rsid w:val="00771611"/>
    <w:rsid w:val="00771C0A"/>
    <w:rsid w:val="00771FD7"/>
    <w:rsid w:val="00774E03"/>
    <w:rsid w:val="007761D8"/>
    <w:rsid w:val="00777481"/>
    <w:rsid w:val="00780192"/>
    <w:rsid w:val="007807E0"/>
    <w:rsid w:val="00782B37"/>
    <w:rsid w:val="0078600E"/>
    <w:rsid w:val="00787FC5"/>
    <w:rsid w:val="00790AD5"/>
    <w:rsid w:val="00791D92"/>
    <w:rsid w:val="00792C8C"/>
    <w:rsid w:val="00794A14"/>
    <w:rsid w:val="00795857"/>
    <w:rsid w:val="00795FFB"/>
    <w:rsid w:val="00796134"/>
    <w:rsid w:val="00796745"/>
    <w:rsid w:val="007970FA"/>
    <w:rsid w:val="007A02DE"/>
    <w:rsid w:val="007A19C8"/>
    <w:rsid w:val="007A44F9"/>
    <w:rsid w:val="007A49BA"/>
    <w:rsid w:val="007A54F2"/>
    <w:rsid w:val="007A6104"/>
    <w:rsid w:val="007A686B"/>
    <w:rsid w:val="007A6CCA"/>
    <w:rsid w:val="007A6F4A"/>
    <w:rsid w:val="007A7232"/>
    <w:rsid w:val="007A78AD"/>
    <w:rsid w:val="007B048F"/>
    <w:rsid w:val="007B0CC9"/>
    <w:rsid w:val="007B2118"/>
    <w:rsid w:val="007B3000"/>
    <w:rsid w:val="007B65AE"/>
    <w:rsid w:val="007B79C7"/>
    <w:rsid w:val="007C0DFE"/>
    <w:rsid w:val="007C1954"/>
    <w:rsid w:val="007C1FD8"/>
    <w:rsid w:val="007C20A6"/>
    <w:rsid w:val="007C2929"/>
    <w:rsid w:val="007C2FD5"/>
    <w:rsid w:val="007C3A95"/>
    <w:rsid w:val="007C48CD"/>
    <w:rsid w:val="007C518A"/>
    <w:rsid w:val="007C62E3"/>
    <w:rsid w:val="007C6449"/>
    <w:rsid w:val="007C6C7A"/>
    <w:rsid w:val="007C6F82"/>
    <w:rsid w:val="007D077A"/>
    <w:rsid w:val="007D09C0"/>
    <w:rsid w:val="007D0DC3"/>
    <w:rsid w:val="007D120C"/>
    <w:rsid w:val="007D23A2"/>
    <w:rsid w:val="007D2760"/>
    <w:rsid w:val="007D2CCC"/>
    <w:rsid w:val="007D2DBA"/>
    <w:rsid w:val="007D3A4E"/>
    <w:rsid w:val="007D3B07"/>
    <w:rsid w:val="007D43B1"/>
    <w:rsid w:val="007D45E2"/>
    <w:rsid w:val="007D4B8C"/>
    <w:rsid w:val="007D5290"/>
    <w:rsid w:val="007D6F60"/>
    <w:rsid w:val="007D7E49"/>
    <w:rsid w:val="007E0527"/>
    <w:rsid w:val="007E0AED"/>
    <w:rsid w:val="007E0B2E"/>
    <w:rsid w:val="007E146B"/>
    <w:rsid w:val="007E501C"/>
    <w:rsid w:val="007E52A9"/>
    <w:rsid w:val="007E5F49"/>
    <w:rsid w:val="007E774A"/>
    <w:rsid w:val="007F1AF5"/>
    <w:rsid w:val="007F3578"/>
    <w:rsid w:val="007F37ED"/>
    <w:rsid w:val="007F3D15"/>
    <w:rsid w:val="007F45B2"/>
    <w:rsid w:val="007F568F"/>
    <w:rsid w:val="007F5A67"/>
    <w:rsid w:val="007F7325"/>
    <w:rsid w:val="007F732A"/>
    <w:rsid w:val="007F75DD"/>
    <w:rsid w:val="00800F52"/>
    <w:rsid w:val="00803934"/>
    <w:rsid w:val="008040B8"/>
    <w:rsid w:val="00804307"/>
    <w:rsid w:val="00805232"/>
    <w:rsid w:val="008052A5"/>
    <w:rsid w:val="00805B08"/>
    <w:rsid w:val="00805CCF"/>
    <w:rsid w:val="008060EB"/>
    <w:rsid w:val="0080639E"/>
    <w:rsid w:val="00806A43"/>
    <w:rsid w:val="00806E7A"/>
    <w:rsid w:val="00807949"/>
    <w:rsid w:val="008079F0"/>
    <w:rsid w:val="00807A0A"/>
    <w:rsid w:val="00807BB5"/>
    <w:rsid w:val="00810162"/>
    <w:rsid w:val="008107E5"/>
    <w:rsid w:val="00810AA1"/>
    <w:rsid w:val="00810C63"/>
    <w:rsid w:val="00810FAC"/>
    <w:rsid w:val="00813C3E"/>
    <w:rsid w:val="00814BBF"/>
    <w:rsid w:val="00814C47"/>
    <w:rsid w:val="008154FF"/>
    <w:rsid w:val="008202E4"/>
    <w:rsid w:val="00820570"/>
    <w:rsid w:val="00822D2B"/>
    <w:rsid w:val="00824BEE"/>
    <w:rsid w:val="00824E89"/>
    <w:rsid w:val="00825B2B"/>
    <w:rsid w:val="00825EDD"/>
    <w:rsid w:val="00826E34"/>
    <w:rsid w:val="00832B32"/>
    <w:rsid w:val="00833332"/>
    <w:rsid w:val="00835348"/>
    <w:rsid w:val="0083602D"/>
    <w:rsid w:val="00837267"/>
    <w:rsid w:val="00840A16"/>
    <w:rsid w:val="00840EDC"/>
    <w:rsid w:val="0084145E"/>
    <w:rsid w:val="00842B34"/>
    <w:rsid w:val="00843D3C"/>
    <w:rsid w:val="00843D9F"/>
    <w:rsid w:val="00843FE0"/>
    <w:rsid w:val="0084491E"/>
    <w:rsid w:val="00844FE3"/>
    <w:rsid w:val="00846B74"/>
    <w:rsid w:val="00847066"/>
    <w:rsid w:val="008471B8"/>
    <w:rsid w:val="0085016E"/>
    <w:rsid w:val="00850B42"/>
    <w:rsid w:val="0085113F"/>
    <w:rsid w:val="008518A1"/>
    <w:rsid w:val="00852971"/>
    <w:rsid w:val="00854490"/>
    <w:rsid w:val="00855369"/>
    <w:rsid w:val="00855525"/>
    <w:rsid w:val="008555DE"/>
    <w:rsid w:val="00855E94"/>
    <w:rsid w:val="00856F18"/>
    <w:rsid w:val="00857D0E"/>
    <w:rsid w:val="00857E0F"/>
    <w:rsid w:val="00860E65"/>
    <w:rsid w:val="00861282"/>
    <w:rsid w:val="00861BA4"/>
    <w:rsid w:val="00862FDF"/>
    <w:rsid w:val="00863AC7"/>
    <w:rsid w:val="00863D3E"/>
    <w:rsid w:val="008643E3"/>
    <w:rsid w:val="008646FD"/>
    <w:rsid w:val="00865181"/>
    <w:rsid w:val="0086521D"/>
    <w:rsid w:val="00870AA8"/>
    <w:rsid w:val="00871AD6"/>
    <w:rsid w:val="00871C35"/>
    <w:rsid w:val="008720A8"/>
    <w:rsid w:val="00872D93"/>
    <w:rsid w:val="00875539"/>
    <w:rsid w:val="0088082B"/>
    <w:rsid w:val="00881749"/>
    <w:rsid w:val="00882024"/>
    <w:rsid w:val="00883DD2"/>
    <w:rsid w:val="00884158"/>
    <w:rsid w:val="00884BE9"/>
    <w:rsid w:val="00884EF0"/>
    <w:rsid w:val="00885120"/>
    <w:rsid w:val="00885543"/>
    <w:rsid w:val="0088578C"/>
    <w:rsid w:val="00885DB0"/>
    <w:rsid w:val="00886ADE"/>
    <w:rsid w:val="00887643"/>
    <w:rsid w:val="00887F2C"/>
    <w:rsid w:val="0089049F"/>
    <w:rsid w:val="008917EB"/>
    <w:rsid w:val="008938E3"/>
    <w:rsid w:val="00894EF5"/>
    <w:rsid w:val="00897C4A"/>
    <w:rsid w:val="008A0076"/>
    <w:rsid w:val="008A1D7E"/>
    <w:rsid w:val="008A2676"/>
    <w:rsid w:val="008A2AE1"/>
    <w:rsid w:val="008A333A"/>
    <w:rsid w:val="008A35B6"/>
    <w:rsid w:val="008A3E6D"/>
    <w:rsid w:val="008A4937"/>
    <w:rsid w:val="008A6153"/>
    <w:rsid w:val="008A642C"/>
    <w:rsid w:val="008A6833"/>
    <w:rsid w:val="008B027F"/>
    <w:rsid w:val="008B085A"/>
    <w:rsid w:val="008B0DA0"/>
    <w:rsid w:val="008B1251"/>
    <w:rsid w:val="008B130F"/>
    <w:rsid w:val="008B348B"/>
    <w:rsid w:val="008B393D"/>
    <w:rsid w:val="008B41C8"/>
    <w:rsid w:val="008B4BB1"/>
    <w:rsid w:val="008B5D5A"/>
    <w:rsid w:val="008B615F"/>
    <w:rsid w:val="008B6395"/>
    <w:rsid w:val="008B7BBA"/>
    <w:rsid w:val="008C0E53"/>
    <w:rsid w:val="008C1409"/>
    <w:rsid w:val="008C3234"/>
    <w:rsid w:val="008C3893"/>
    <w:rsid w:val="008C3FB6"/>
    <w:rsid w:val="008C474C"/>
    <w:rsid w:val="008C588E"/>
    <w:rsid w:val="008C5AC1"/>
    <w:rsid w:val="008C70B3"/>
    <w:rsid w:val="008D02DE"/>
    <w:rsid w:val="008D087C"/>
    <w:rsid w:val="008D1CE0"/>
    <w:rsid w:val="008D2477"/>
    <w:rsid w:val="008D2FB7"/>
    <w:rsid w:val="008D4B23"/>
    <w:rsid w:val="008D5420"/>
    <w:rsid w:val="008D543E"/>
    <w:rsid w:val="008D5EB9"/>
    <w:rsid w:val="008D71E9"/>
    <w:rsid w:val="008D7A82"/>
    <w:rsid w:val="008E05C5"/>
    <w:rsid w:val="008E078B"/>
    <w:rsid w:val="008E13DC"/>
    <w:rsid w:val="008E242D"/>
    <w:rsid w:val="008E2A9A"/>
    <w:rsid w:val="008E42CD"/>
    <w:rsid w:val="008E50B5"/>
    <w:rsid w:val="008E5BC6"/>
    <w:rsid w:val="008E72A6"/>
    <w:rsid w:val="008E7D9D"/>
    <w:rsid w:val="008F2232"/>
    <w:rsid w:val="008F30A3"/>
    <w:rsid w:val="008F35FA"/>
    <w:rsid w:val="008F3BA6"/>
    <w:rsid w:val="008F3BFA"/>
    <w:rsid w:val="008F43B4"/>
    <w:rsid w:val="008F5911"/>
    <w:rsid w:val="008F6580"/>
    <w:rsid w:val="008F7178"/>
    <w:rsid w:val="009003CC"/>
    <w:rsid w:val="00900700"/>
    <w:rsid w:val="00900D10"/>
    <w:rsid w:val="00902C26"/>
    <w:rsid w:val="00904114"/>
    <w:rsid w:val="009053B2"/>
    <w:rsid w:val="009070AD"/>
    <w:rsid w:val="00907AA1"/>
    <w:rsid w:val="0091021B"/>
    <w:rsid w:val="00910CA5"/>
    <w:rsid w:val="00911116"/>
    <w:rsid w:val="00912081"/>
    <w:rsid w:val="0091214A"/>
    <w:rsid w:val="009130FC"/>
    <w:rsid w:val="009131E6"/>
    <w:rsid w:val="00915A96"/>
    <w:rsid w:val="00916BAB"/>
    <w:rsid w:val="00916C38"/>
    <w:rsid w:val="00916C40"/>
    <w:rsid w:val="009173C9"/>
    <w:rsid w:val="0091755A"/>
    <w:rsid w:val="0092006C"/>
    <w:rsid w:val="0092022E"/>
    <w:rsid w:val="00921977"/>
    <w:rsid w:val="009230E2"/>
    <w:rsid w:val="00925427"/>
    <w:rsid w:val="00926CFF"/>
    <w:rsid w:val="00927529"/>
    <w:rsid w:val="0092757F"/>
    <w:rsid w:val="009276A0"/>
    <w:rsid w:val="009304AA"/>
    <w:rsid w:val="00930C70"/>
    <w:rsid w:val="009312D4"/>
    <w:rsid w:val="00931674"/>
    <w:rsid w:val="00933654"/>
    <w:rsid w:val="00933808"/>
    <w:rsid w:val="00933B96"/>
    <w:rsid w:val="009343EB"/>
    <w:rsid w:val="00934C9D"/>
    <w:rsid w:val="00936116"/>
    <w:rsid w:val="009373C0"/>
    <w:rsid w:val="00937754"/>
    <w:rsid w:val="00937FAA"/>
    <w:rsid w:val="009406F3"/>
    <w:rsid w:val="0094073E"/>
    <w:rsid w:val="009411A2"/>
    <w:rsid w:val="009428B2"/>
    <w:rsid w:val="00943B22"/>
    <w:rsid w:val="00943FE7"/>
    <w:rsid w:val="00944F5B"/>
    <w:rsid w:val="00946719"/>
    <w:rsid w:val="0094696A"/>
    <w:rsid w:val="009469D8"/>
    <w:rsid w:val="0094731C"/>
    <w:rsid w:val="00947489"/>
    <w:rsid w:val="00947CF9"/>
    <w:rsid w:val="009504E8"/>
    <w:rsid w:val="00951786"/>
    <w:rsid w:val="00951D36"/>
    <w:rsid w:val="0095258E"/>
    <w:rsid w:val="00952AFA"/>
    <w:rsid w:val="009530D5"/>
    <w:rsid w:val="00953407"/>
    <w:rsid w:val="00953E16"/>
    <w:rsid w:val="009545DC"/>
    <w:rsid w:val="00954B53"/>
    <w:rsid w:val="00954EEE"/>
    <w:rsid w:val="00954F5B"/>
    <w:rsid w:val="0095501A"/>
    <w:rsid w:val="00955A5B"/>
    <w:rsid w:val="009574FC"/>
    <w:rsid w:val="00957744"/>
    <w:rsid w:val="00960D61"/>
    <w:rsid w:val="00961CF8"/>
    <w:rsid w:val="009632EF"/>
    <w:rsid w:val="00964756"/>
    <w:rsid w:val="009647BB"/>
    <w:rsid w:val="00965661"/>
    <w:rsid w:val="009673C2"/>
    <w:rsid w:val="0096796F"/>
    <w:rsid w:val="00967B37"/>
    <w:rsid w:val="00967F4A"/>
    <w:rsid w:val="00970581"/>
    <w:rsid w:val="00970680"/>
    <w:rsid w:val="0097085B"/>
    <w:rsid w:val="00971195"/>
    <w:rsid w:val="009738E8"/>
    <w:rsid w:val="0097413A"/>
    <w:rsid w:val="009771FB"/>
    <w:rsid w:val="009772B5"/>
    <w:rsid w:val="0098093F"/>
    <w:rsid w:val="00981808"/>
    <w:rsid w:val="00983957"/>
    <w:rsid w:val="009855BB"/>
    <w:rsid w:val="00985678"/>
    <w:rsid w:val="00985CEA"/>
    <w:rsid w:val="00986648"/>
    <w:rsid w:val="0098688C"/>
    <w:rsid w:val="00986E47"/>
    <w:rsid w:val="00987002"/>
    <w:rsid w:val="00987C92"/>
    <w:rsid w:val="009904DD"/>
    <w:rsid w:val="00990C5E"/>
    <w:rsid w:val="0099135D"/>
    <w:rsid w:val="00992E1B"/>
    <w:rsid w:val="00992FC1"/>
    <w:rsid w:val="00993C4D"/>
    <w:rsid w:val="00994B0A"/>
    <w:rsid w:val="0099504B"/>
    <w:rsid w:val="00995179"/>
    <w:rsid w:val="00995907"/>
    <w:rsid w:val="00997230"/>
    <w:rsid w:val="0099750C"/>
    <w:rsid w:val="009975EA"/>
    <w:rsid w:val="009A2BF4"/>
    <w:rsid w:val="009A2C57"/>
    <w:rsid w:val="009A2D69"/>
    <w:rsid w:val="009A3D1B"/>
    <w:rsid w:val="009A40F9"/>
    <w:rsid w:val="009A423A"/>
    <w:rsid w:val="009A47CD"/>
    <w:rsid w:val="009A495E"/>
    <w:rsid w:val="009A5403"/>
    <w:rsid w:val="009A551B"/>
    <w:rsid w:val="009A612E"/>
    <w:rsid w:val="009A6EE0"/>
    <w:rsid w:val="009A73ED"/>
    <w:rsid w:val="009A7655"/>
    <w:rsid w:val="009B0C7A"/>
    <w:rsid w:val="009B1AC1"/>
    <w:rsid w:val="009B1C02"/>
    <w:rsid w:val="009B2863"/>
    <w:rsid w:val="009B2FB9"/>
    <w:rsid w:val="009B32FA"/>
    <w:rsid w:val="009B392C"/>
    <w:rsid w:val="009B42AA"/>
    <w:rsid w:val="009B4BBB"/>
    <w:rsid w:val="009B53F8"/>
    <w:rsid w:val="009B6C23"/>
    <w:rsid w:val="009B76DA"/>
    <w:rsid w:val="009B7DCA"/>
    <w:rsid w:val="009C1962"/>
    <w:rsid w:val="009C1CCF"/>
    <w:rsid w:val="009C1FFE"/>
    <w:rsid w:val="009C27A2"/>
    <w:rsid w:val="009C3117"/>
    <w:rsid w:val="009C3DB9"/>
    <w:rsid w:val="009C3EE5"/>
    <w:rsid w:val="009C4143"/>
    <w:rsid w:val="009C50CB"/>
    <w:rsid w:val="009C51C7"/>
    <w:rsid w:val="009C56D6"/>
    <w:rsid w:val="009C5A6C"/>
    <w:rsid w:val="009C6024"/>
    <w:rsid w:val="009C615D"/>
    <w:rsid w:val="009C701A"/>
    <w:rsid w:val="009C7930"/>
    <w:rsid w:val="009D051F"/>
    <w:rsid w:val="009D0BED"/>
    <w:rsid w:val="009D1F42"/>
    <w:rsid w:val="009D2F97"/>
    <w:rsid w:val="009D37FA"/>
    <w:rsid w:val="009D39D5"/>
    <w:rsid w:val="009D3B37"/>
    <w:rsid w:val="009D423E"/>
    <w:rsid w:val="009D45F6"/>
    <w:rsid w:val="009D4715"/>
    <w:rsid w:val="009D5116"/>
    <w:rsid w:val="009D5700"/>
    <w:rsid w:val="009E20FF"/>
    <w:rsid w:val="009E3854"/>
    <w:rsid w:val="009E49DC"/>
    <w:rsid w:val="009E4BFA"/>
    <w:rsid w:val="009E4CE1"/>
    <w:rsid w:val="009E5E7D"/>
    <w:rsid w:val="009E7055"/>
    <w:rsid w:val="009E7EF6"/>
    <w:rsid w:val="009F0076"/>
    <w:rsid w:val="009F2F4A"/>
    <w:rsid w:val="009F3A56"/>
    <w:rsid w:val="009F4052"/>
    <w:rsid w:val="009F590F"/>
    <w:rsid w:val="009F5AF7"/>
    <w:rsid w:val="009F5B07"/>
    <w:rsid w:val="009F5C2D"/>
    <w:rsid w:val="009F6F17"/>
    <w:rsid w:val="009F770E"/>
    <w:rsid w:val="009F7F4B"/>
    <w:rsid w:val="00A00032"/>
    <w:rsid w:val="00A016AD"/>
    <w:rsid w:val="00A01A92"/>
    <w:rsid w:val="00A0347D"/>
    <w:rsid w:val="00A038E8"/>
    <w:rsid w:val="00A03CF3"/>
    <w:rsid w:val="00A04055"/>
    <w:rsid w:val="00A04275"/>
    <w:rsid w:val="00A0451C"/>
    <w:rsid w:val="00A04F6E"/>
    <w:rsid w:val="00A10952"/>
    <w:rsid w:val="00A10C0E"/>
    <w:rsid w:val="00A10D25"/>
    <w:rsid w:val="00A1192B"/>
    <w:rsid w:val="00A12CFA"/>
    <w:rsid w:val="00A1312F"/>
    <w:rsid w:val="00A14709"/>
    <w:rsid w:val="00A150B3"/>
    <w:rsid w:val="00A152EE"/>
    <w:rsid w:val="00A15388"/>
    <w:rsid w:val="00A15773"/>
    <w:rsid w:val="00A1680A"/>
    <w:rsid w:val="00A171FB"/>
    <w:rsid w:val="00A221B6"/>
    <w:rsid w:val="00A230F3"/>
    <w:rsid w:val="00A2313B"/>
    <w:rsid w:val="00A25499"/>
    <w:rsid w:val="00A256C7"/>
    <w:rsid w:val="00A259CC"/>
    <w:rsid w:val="00A26397"/>
    <w:rsid w:val="00A26DA7"/>
    <w:rsid w:val="00A30B0A"/>
    <w:rsid w:val="00A30F0D"/>
    <w:rsid w:val="00A31D08"/>
    <w:rsid w:val="00A337C1"/>
    <w:rsid w:val="00A33B74"/>
    <w:rsid w:val="00A35953"/>
    <w:rsid w:val="00A36E7D"/>
    <w:rsid w:val="00A375D3"/>
    <w:rsid w:val="00A409D8"/>
    <w:rsid w:val="00A40FE9"/>
    <w:rsid w:val="00A4123F"/>
    <w:rsid w:val="00A41EF9"/>
    <w:rsid w:val="00A423EE"/>
    <w:rsid w:val="00A424CA"/>
    <w:rsid w:val="00A44311"/>
    <w:rsid w:val="00A44897"/>
    <w:rsid w:val="00A468E0"/>
    <w:rsid w:val="00A46EFC"/>
    <w:rsid w:val="00A471FC"/>
    <w:rsid w:val="00A473CE"/>
    <w:rsid w:val="00A50313"/>
    <w:rsid w:val="00A52670"/>
    <w:rsid w:val="00A52A7C"/>
    <w:rsid w:val="00A54563"/>
    <w:rsid w:val="00A5591C"/>
    <w:rsid w:val="00A55EF4"/>
    <w:rsid w:val="00A56B95"/>
    <w:rsid w:val="00A56FBF"/>
    <w:rsid w:val="00A57783"/>
    <w:rsid w:val="00A57C2F"/>
    <w:rsid w:val="00A608BF"/>
    <w:rsid w:val="00A61373"/>
    <w:rsid w:val="00A6372B"/>
    <w:rsid w:val="00A64DF9"/>
    <w:rsid w:val="00A64F19"/>
    <w:rsid w:val="00A6578B"/>
    <w:rsid w:val="00A667BA"/>
    <w:rsid w:val="00A66FB7"/>
    <w:rsid w:val="00A6774C"/>
    <w:rsid w:val="00A700EB"/>
    <w:rsid w:val="00A71CCF"/>
    <w:rsid w:val="00A72139"/>
    <w:rsid w:val="00A7425F"/>
    <w:rsid w:val="00A743A3"/>
    <w:rsid w:val="00A74839"/>
    <w:rsid w:val="00A7560F"/>
    <w:rsid w:val="00A76A06"/>
    <w:rsid w:val="00A76E52"/>
    <w:rsid w:val="00A7780A"/>
    <w:rsid w:val="00A77C3C"/>
    <w:rsid w:val="00A80ED2"/>
    <w:rsid w:val="00A81488"/>
    <w:rsid w:val="00A81861"/>
    <w:rsid w:val="00A8278D"/>
    <w:rsid w:val="00A829E6"/>
    <w:rsid w:val="00A838FA"/>
    <w:rsid w:val="00A84779"/>
    <w:rsid w:val="00A865F7"/>
    <w:rsid w:val="00A86B08"/>
    <w:rsid w:val="00A906A1"/>
    <w:rsid w:val="00A92387"/>
    <w:rsid w:val="00A92965"/>
    <w:rsid w:val="00A93841"/>
    <w:rsid w:val="00A939FC"/>
    <w:rsid w:val="00A93C8F"/>
    <w:rsid w:val="00A96ADA"/>
    <w:rsid w:val="00A96FEA"/>
    <w:rsid w:val="00AA04B9"/>
    <w:rsid w:val="00AA0F0A"/>
    <w:rsid w:val="00AA13F0"/>
    <w:rsid w:val="00AA1AFA"/>
    <w:rsid w:val="00AA1CF7"/>
    <w:rsid w:val="00AA204A"/>
    <w:rsid w:val="00AA2C08"/>
    <w:rsid w:val="00AA374F"/>
    <w:rsid w:val="00AA3C2A"/>
    <w:rsid w:val="00AA3FD2"/>
    <w:rsid w:val="00AA4567"/>
    <w:rsid w:val="00AA5591"/>
    <w:rsid w:val="00AA6975"/>
    <w:rsid w:val="00AB0314"/>
    <w:rsid w:val="00AB124C"/>
    <w:rsid w:val="00AB337E"/>
    <w:rsid w:val="00AB3B17"/>
    <w:rsid w:val="00AB4621"/>
    <w:rsid w:val="00AB4F58"/>
    <w:rsid w:val="00AB626E"/>
    <w:rsid w:val="00AB638E"/>
    <w:rsid w:val="00AB72C2"/>
    <w:rsid w:val="00AC0F33"/>
    <w:rsid w:val="00AC1790"/>
    <w:rsid w:val="00AC360F"/>
    <w:rsid w:val="00AC4C5B"/>
    <w:rsid w:val="00AC52D4"/>
    <w:rsid w:val="00AC78A8"/>
    <w:rsid w:val="00AD021D"/>
    <w:rsid w:val="00AD0609"/>
    <w:rsid w:val="00AD09FC"/>
    <w:rsid w:val="00AD0AF7"/>
    <w:rsid w:val="00AD27C3"/>
    <w:rsid w:val="00AD2C97"/>
    <w:rsid w:val="00AD2EF7"/>
    <w:rsid w:val="00AD3165"/>
    <w:rsid w:val="00AD39C7"/>
    <w:rsid w:val="00AD3FC0"/>
    <w:rsid w:val="00AD4B47"/>
    <w:rsid w:val="00AD526C"/>
    <w:rsid w:val="00AD5530"/>
    <w:rsid w:val="00AD6883"/>
    <w:rsid w:val="00AD6EF8"/>
    <w:rsid w:val="00AD7053"/>
    <w:rsid w:val="00AD75D0"/>
    <w:rsid w:val="00AD7D68"/>
    <w:rsid w:val="00AD7D97"/>
    <w:rsid w:val="00AE0B51"/>
    <w:rsid w:val="00AE0D2C"/>
    <w:rsid w:val="00AE0D75"/>
    <w:rsid w:val="00AE0F08"/>
    <w:rsid w:val="00AE1ED3"/>
    <w:rsid w:val="00AE24C3"/>
    <w:rsid w:val="00AE2D44"/>
    <w:rsid w:val="00AE3142"/>
    <w:rsid w:val="00AE3FA2"/>
    <w:rsid w:val="00AE46D0"/>
    <w:rsid w:val="00AE707E"/>
    <w:rsid w:val="00AE7526"/>
    <w:rsid w:val="00AE7F79"/>
    <w:rsid w:val="00AF0969"/>
    <w:rsid w:val="00AF1F35"/>
    <w:rsid w:val="00AF2174"/>
    <w:rsid w:val="00AF27D3"/>
    <w:rsid w:val="00AF408C"/>
    <w:rsid w:val="00AF4F25"/>
    <w:rsid w:val="00AF75A6"/>
    <w:rsid w:val="00B006E8"/>
    <w:rsid w:val="00B00F09"/>
    <w:rsid w:val="00B016CE"/>
    <w:rsid w:val="00B01B1D"/>
    <w:rsid w:val="00B04BE4"/>
    <w:rsid w:val="00B053A6"/>
    <w:rsid w:val="00B056BF"/>
    <w:rsid w:val="00B06352"/>
    <w:rsid w:val="00B07EAB"/>
    <w:rsid w:val="00B101B4"/>
    <w:rsid w:val="00B11181"/>
    <w:rsid w:val="00B11444"/>
    <w:rsid w:val="00B114D7"/>
    <w:rsid w:val="00B119BD"/>
    <w:rsid w:val="00B1247B"/>
    <w:rsid w:val="00B13B7C"/>
    <w:rsid w:val="00B14915"/>
    <w:rsid w:val="00B1552F"/>
    <w:rsid w:val="00B15839"/>
    <w:rsid w:val="00B158D5"/>
    <w:rsid w:val="00B163ED"/>
    <w:rsid w:val="00B16C20"/>
    <w:rsid w:val="00B179BC"/>
    <w:rsid w:val="00B20E3E"/>
    <w:rsid w:val="00B2128A"/>
    <w:rsid w:val="00B219EC"/>
    <w:rsid w:val="00B23880"/>
    <w:rsid w:val="00B23E4C"/>
    <w:rsid w:val="00B23E7C"/>
    <w:rsid w:val="00B24584"/>
    <w:rsid w:val="00B2521F"/>
    <w:rsid w:val="00B253D8"/>
    <w:rsid w:val="00B26024"/>
    <w:rsid w:val="00B26262"/>
    <w:rsid w:val="00B26D30"/>
    <w:rsid w:val="00B273B1"/>
    <w:rsid w:val="00B30803"/>
    <w:rsid w:val="00B309F8"/>
    <w:rsid w:val="00B32539"/>
    <w:rsid w:val="00B333E2"/>
    <w:rsid w:val="00B334BC"/>
    <w:rsid w:val="00B3427D"/>
    <w:rsid w:val="00B345F8"/>
    <w:rsid w:val="00B35C41"/>
    <w:rsid w:val="00B35F52"/>
    <w:rsid w:val="00B36F13"/>
    <w:rsid w:val="00B3701F"/>
    <w:rsid w:val="00B3712F"/>
    <w:rsid w:val="00B37C37"/>
    <w:rsid w:val="00B41726"/>
    <w:rsid w:val="00B41FB6"/>
    <w:rsid w:val="00B42B7C"/>
    <w:rsid w:val="00B434EB"/>
    <w:rsid w:val="00B44485"/>
    <w:rsid w:val="00B479A8"/>
    <w:rsid w:val="00B51177"/>
    <w:rsid w:val="00B53399"/>
    <w:rsid w:val="00B541B5"/>
    <w:rsid w:val="00B54F95"/>
    <w:rsid w:val="00B55451"/>
    <w:rsid w:val="00B555D6"/>
    <w:rsid w:val="00B56A5C"/>
    <w:rsid w:val="00B6014D"/>
    <w:rsid w:val="00B60732"/>
    <w:rsid w:val="00B61610"/>
    <w:rsid w:val="00B62B7D"/>
    <w:rsid w:val="00B62E7F"/>
    <w:rsid w:val="00B64355"/>
    <w:rsid w:val="00B655F1"/>
    <w:rsid w:val="00B6605B"/>
    <w:rsid w:val="00B665FD"/>
    <w:rsid w:val="00B67828"/>
    <w:rsid w:val="00B700B6"/>
    <w:rsid w:val="00B70207"/>
    <w:rsid w:val="00B707B2"/>
    <w:rsid w:val="00B70FEC"/>
    <w:rsid w:val="00B71D3E"/>
    <w:rsid w:val="00B72DD8"/>
    <w:rsid w:val="00B734FC"/>
    <w:rsid w:val="00B7378A"/>
    <w:rsid w:val="00B7417C"/>
    <w:rsid w:val="00B744F8"/>
    <w:rsid w:val="00B74F74"/>
    <w:rsid w:val="00B75278"/>
    <w:rsid w:val="00B75DD1"/>
    <w:rsid w:val="00B7625F"/>
    <w:rsid w:val="00B76272"/>
    <w:rsid w:val="00B7681C"/>
    <w:rsid w:val="00B770A9"/>
    <w:rsid w:val="00B779E8"/>
    <w:rsid w:val="00B80310"/>
    <w:rsid w:val="00B8177A"/>
    <w:rsid w:val="00B81848"/>
    <w:rsid w:val="00B81EB8"/>
    <w:rsid w:val="00B82BA2"/>
    <w:rsid w:val="00B83528"/>
    <w:rsid w:val="00B849E9"/>
    <w:rsid w:val="00B866AA"/>
    <w:rsid w:val="00B87A54"/>
    <w:rsid w:val="00B90991"/>
    <w:rsid w:val="00B91D83"/>
    <w:rsid w:val="00B9220A"/>
    <w:rsid w:val="00B935B0"/>
    <w:rsid w:val="00B94096"/>
    <w:rsid w:val="00B94481"/>
    <w:rsid w:val="00B944AA"/>
    <w:rsid w:val="00B9667D"/>
    <w:rsid w:val="00BA04E7"/>
    <w:rsid w:val="00BA101D"/>
    <w:rsid w:val="00BA1102"/>
    <w:rsid w:val="00BA128F"/>
    <w:rsid w:val="00BA18A6"/>
    <w:rsid w:val="00BA2373"/>
    <w:rsid w:val="00BA36AB"/>
    <w:rsid w:val="00BA40AF"/>
    <w:rsid w:val="00BA53C0"/>
    <w:rsid w:val="00BA5A7A"/>
    <w:rsid w:val="00BA64C8"/>
    <w:rsid w:val="00BB0349"/>
    <w:rsid w:val="00BB04A4"/>
    <w:rsid w:val="00BB11C8"/>
    <w:rsid w:val="00BB725C"/>
    <w:rsid w:val="00BB747D"/>
    <w:rsid w:val="00BB7BB1"/>
    <w:rsid w:val="00BC0628"/>
    <w:rsid w:val="00BC17DA"/>
    <w:rsid w:val="00BC1D36"/>
    <w:rsid w:val="00BC345C"/>
    <w:rsid w:val="00BC365F"/>
    <w:rsid w:val="00BC3A56"/>
    <w:rsid w:val="00BC5245"/>
    <w:rsid w:val="00BC559A"/>
    <w:rsid w:val="00BC7883"/>
    <w:rsid w:val="00BD24C5"/>
    <w:rsid w:val="00BD2B4E"/>
    <w:rsid w:val="00BD3069"/>
    <w:rsid w:val="00BD419D"/>
    <w:rsid w:val="00BD4A12"/>
    <w:rsid w:val="00BD5828"/>
    <w:rsid w:val="00BD6A38"/>
    <w:rsid w:val="00BE007D"/>
    <w:rsid w:val="00BE20F9"/>
    <w:rsid w:val="00BE271B"/>
    <w:rsid w:val="00BE2A11"/>
    <w:rsid w:val="00BE2ADB"/>
    <w:rsid w:val="00BE5EE4"/>
    <w:rsid w:val="00BE6D63"/>
    <w:rsid w:val="00BF07E7"/>
    <w:rsid w:val="00BF0865"/>
    <w:rsid w:val="00BF4805"/>
    <w:rsid w:val="00BF5986"/>
    <w:rsid w:val="00BF59E1"/>
    <w:rsid w:val="00BF6E2D"/>
    <w:rsid w:val="00BF7038"/>
    <w:rsid w:val="00BF7D63"/>
    <w:rsid w:val="00C02252"/>
    <w:rsid w:val="00C0282B"/>
    <w:rsid w:val="00C02B05"/>
    <w:rsid w:val="00C02B54"/>
    <w:rsid w:val="00C02E1E"/>
    <w:rsid w:val="00C04D0C"/>
    <w:rsid w:val="00C05276"/>
    <w:rsid w:val="00C056FD"/>
    <w:rsid w:val="00C05B24"/>
    <w:rsid w:val="00C06205"/>
    <w:rsid w:val="00C06231"/>
    <w:rsid w:val="00C068FE"/>
    <w:rsid w:val="00C06B51"/>
    <w:rsid w:val="00C06D3A"/>
    <w:rsid w:val="00C1081E"/>
    <w:rsid w:val="00C117A7"/>
    <w:rsid w:val="00C121CC"/>
    <w:rsid w:val="00C14584"/>
    <w:rsid w:val="00C14C53"/>
    <w:rsid w:val="00C14CD5"/>
    <w:rsid w:val="00C17688"/>
    <w:rsid w:val="00C17FBF"/>
    <w:rsid w:val="00C20340"/>
    <w:rsid w:val="00C212DD"/>
    <w:rsid w:val="00C218EF"/>
    <w:rsid w:val="00C2197A"/>
    <w:rsid w:val="00C2296B"/>
    <w:rsid w:val="00C22CDA"/>
    <w:rsid w:val="00C22F7A"/>
    <w:rsid w:val="00C230F8"/>
    <w:rsid w:val="00C2572F"/>
    <w:rsid w:val="00C267CF"/>
    <w:rsid w:val="00C30574"/>
    <w:rsid w:val="00C3168F"/>
    <w:rsid w:val="00C318EF"/>
    <w:rsid w:val="00C3271F"/>
    <w:rsid w:val="00C34A4F"/>
    <w:rsid w:val="00C35786"/>
    <w:rsid w:val="00C35930"/>
    <w:rsid w:val="00C35D98"/>
    <w:rsid w:val="00C37803"/>
    <w:rsid w:val="00C4035E"/>
    <w:rsid w:val="00C42910"/>
    <w:rsid w:val="00C44473"/>
    <w:rsid w:val="00C4475E"/>
    <w:rsid w:val="00C45E75"/>
    <w:rsid w:val="00C46514"/>
    <w:rsid w:val="00C4759B"/>
    <w:rsid w:val="00C503A8"/>
    <w:rsid w:val="00C522F0"/>
    <w:rsid w:val="00C52884"/>
    <w:rsid w:val="00C52BE1"/>
    <w:rsid w:val="00C52DD1"/>
    <w:rsid w:val="00C5333A"/>
    <w:rsid w:val="00C5412E"/>
    <w:rsid w:val="00C5465A"/>
    <w:rsid w:val="00C546A6"/>
    <w:rsid w:val="00C55755"/>
    <w:rsid w:val="00C55DF1"/>
    <w:rsid w:val="00C57724"/>
    <w:rsid w:val="00C57AF0"/>
    <w:rsid w:val="00C603C7"/>
    <w:rsid w:val="00C6232E"/>
    <w:rsid w:val="00C63803"/>
    <w:rsid w:val="00C639E5"/>
    <w:rsid w:val="00C64075"/>
    <w:rsid w:val="00C6411A"/>
    <w:rsid w:val="00C644C7"/>
    <w:rsid w:val="00C64884"/>
    <w:rsid w:val="00C64E58"/>
    <w:rsid w:val="00C651BB"/>
    <w:rsid w:val="00C70823"/>
    <w:rsid w:val="00C71295"/>
    <w:rsid w:val="00C712FD"/>
    <w:rsid w:val="00C714A2"/>
    <w:rsid w:val="00C715A9"/>
    <w:rsid w:val="00C717F8"/>
    <w:rsid w:val="00C71999"/>
    <w:rsid w:val="00C733AA"/>
    <w:rsid w:val="00C734BE"/>
    <w:rsid w:val="00C74A81"/>
    <w:rsid w:val="00C75DEC"/>
    <w:rsid w:val="00C768AF"/>
    <w:rsid w:val="00C77AC3"/>
    <w:rsid w:val="00C803A6"/>
    <w:rsid w:val="00C816E9"/>
    <w:rsid w:val="00C818F8"/>
    <w:rsid w:val="00C81D15"/>
    <w:rsid w:val="00C82BE5"/>
    <w:rsid w:val="00C83B6B"/>
    <w:rsid w:val="00C847E6"/>
    <w:rsid w:val="00C8496D"/>
    <w:rsid w:val="00C84FB9"/>
    <w:rsid w:val="00C85B20"/>
    <w:rsid w:val="00C870C5"/>
    <w:rsid w:val="00C87702"/>
    <w:rsid w:val="00C87D23"/>
    <w:rsid w:val="00C90335"/>
    <w:rsid w:val="00C91A49"/>
    <w:rsid w:val="00C920A3"/>
    <w:rsid w:val="00C929C4"/>
    <w:rsid w:val="00C9318A"/>
    <w:rsid w:val="00C9383C"/>
    <w:rsid w:val="00C94799"/>
    <w:rsid w:val="00C951DC"/>
    <w:rsid w:val="00C95C4B"/>
    <w:rsid w:val="00C96841"/>
    <w:rsid w:val="00C96E5F"/>
    <w:rsid w:val="00C970B0"/>
    <w:rsid w:val="00CA00DA"/>
    <w:rsid w:val="00CA129E"/>
    <w:rsid w:val="00CA3205"/>
    <w:rsid w:val="00CA39C7"/>
    <w:rsid w:val="00CA5911"/>
    <w:rsid w:val="00CB0BFC"/>
    <w:rsid w:val="00CB2B06"/>
    <w:rsid w:val="00CB2F06"/>
    <w:rsid w:val="00CB38D2"/>
    <w:rsid w:val="00CB3DE8"/>
    <w:rsid w:val="00CB42BF"/>
    <w:rsid w:val="00CB4A31"/>
    <w:rsid w:val="00CB50DA"/>
    <w:rsid w:val="00CB5589"/>
    <w:rsid w:val="00CB6E6C"/>
    <w:rsid w:val="00CB7A09"/>
    <w:rsid w:val="00CB7E5C"/>
    <w:rsid w:val="00CB7F26"/>
    <w:rsid w:val="00CC074F"/>
    <w:rsid w:val="00CC29EE"/>
    <w:rsid w:val="00CC30E3"/>
    <w:rsid w:val="00CC4497"/>
    <w:rsid w:val="00CC466C"/>
    <w:rsid w:val="00CC47E4"/>
    <w:rsid w:val="00CC76E0"/>
    <w:rsid w:val="00CC79A3"/>
    <w:rsid w:val="00CD016E"/>
    <w:rsid w:val="00CD0EE4"/>
    <w:rsid w:val="00CD1270"/>
    <w:rsid w:val="00CD2167"/>
    <w:rsid w:val="00CD2A63"/>
    <w:rsid w:val="00CD395D"/>
    <w:rsid w:val="00CD5DDE"/>
    <w:rsid w:val="00CD6791"/>
    <w:rsid w:val="00CD71FE"/>
    <w:rsid w:val="00CE0604"/>
    <w:rsid w:val="00CE1800"/>
    <w:rsid w:val="00CE28C8"/>
    <w:rsid w:val="00CE2EA5"/>
    <w:rsid w:val="00CE2EB4"/>
    <w:rsid w:val="00CE453D"/>
    <w:rsid w:val="00CE5F3F"/>
    <w:rsid w:val="00CE6B12"/>
    <w:rsid w:val="00CF10CA"/>
    <w:rsid w:val="00CF1A30"/>
    <w:rsid w:val="00CF1E27"/>
    <w:rsid w:val="00CF22F8"/>
    <w:rsid w:val="00CF2A15"/>
    <w:rsid w:val="00CF31F4"/>
    <w:rsid w:val="00CF5E39"/>
    <w:rsid w:val="00CF65B9"/>
    <w:rsid w:val="00CF7737"/>
    <w:rsid w:val="00CF77AE"/>
    <w:rsid w:val="00CF78E5"/>
    <w:rsid w:val="00CF7C9D"/>
    <w:rsid w:val="00D024EA"/>
    <w:rsid w:val="00D02588"/>
    <w:rsid w:val="00D031C3"/>
    <w:rsid w:val="00D034DA"/>
    <w:rsid w:val="00D040E8"/>
    <w:rsid w:val="00D04A4C"/>
    <w:rsid w:val="00D04E55"/>
    <w:rsid w:val="00D05C16"/>
    <w:rsid w:val="00D05CEC"/>
    <w:rsid w:val="00D06C22"/>
    <w:rsid w:val="00D07416"/>
    <w:rsid w:val="00D1002E"/>
    <w:rsid w:val="00D10FCA"/>
    <w:rsid w:val="00D11CF6"/>
    <w:rsid w:val="00D12CC1"/>
    <w:rsid w:val="00D13A5A"/>
    <w:rsid w:val="00D1400D"/>
    <w:rsid w:val="00D145BE"/>
    <w:rsid w:val="00D15D90"/>
    <w:rsid w:val="00D1647A"/>
    <w:rsid w:val="00D16FDC"/>
    <w:rsid w:val="00D175A2"/>
    <w:rsid w:val="00D2301C"/>
    <w:rsid w:val="00D2361B"/>
    <w:rsid w:val="00D23D79"/>
    <w:rsid w:val="00D242DE"/>
    <w:rsid w:val="00D24361"/>
    <w:rsid w:val="00D24C01"/>
    <w:rsid w:val="00D24F41"/>
    <w:rsid w:val="00D2628B"/>
    <w:rsid w:val="00D2786C"/>
    <w:rsid w:val="00D30496"/>
    <w:rsid w:val="00D30806"/>
    <w:rsid w:val="00D31AF0"/>
    <w:rsid w:val="00D3320E"/>
    <w:rsid w:val="00D34FAF"/>
    <w:rsid w:val="00D368DB"/>
    <w:rsid w:val="00D36AFB"/>
    <w:rsid w:val="00D36FF2"/>
    <w:rsid w:val="00D37001"/>
    <w:rsid w:val="00D37DF0"/>
    <w:rsid w:val="00D406EA"/>
    <w:rsid w:val="00D41164"/>
    <w:rsid w:val="00D41611"/>
    <w:rsid w:val="00D41F3A"/>
    <w:rsid w:val="00D42D3C"/>
    <w:rsid w:val="00D4386E"/>
    <w:rsid w:val="00D43AF0"/>
    <w:rsid w:val="00D44A6B"/>
    <w:rsid w:val="00D458B7"/>
    <w:rsid w:val="00D45A2A"/>
    <w:rsid w:val="00D46255"/>
    <w:rsid w:val="00D47341"/>
    <w:rsid w:val="00D4742A"/>
    <w:rsid w:val="00D476EB"/>
    <w:rsid w:val="00D5019B"/>
    <w:rsid w:val="00D52BA2"/>
    <w:rsid w:val="00D53E05"/>
    <w:rsid w:val="00D54308"/>
    <w:rsid w:val="00D5430A"/>
    <w:rsid w:val="00D55479"/>
    <w:rsid w:val="00D55F22"/>
    <w:rsid w:val="00D57182"/>
    <w:rsid w:val="00D57FEE"/>
    <w:rsid w:val="00D606E5"/>
    <w:rsid w:val="00D61690"/>
    <w:rsid w:val="00D636FC"/>
    <w:rsid w:val="00D64804"/>
    <w:rsid w:val="00D648AC"/>
    <w:rsid w:val="00D660FC"/>
    <w:rsid w:val="00D705C8"/>
    <w:rsid w:val="00D71358"/>
    <w:rsid w:val="00D71B29"/>
    <w:rsid w:val="00D72BE2"/>
    <w:rsid w:val="00D72FC4"/>
    <w:rsid w:val="00D738BA"/>
    <w:rsid w:val="00D73BB6"/>
    <w:rsid w:val="00D7533C"/>
    <w:rsid w:val="00D765D5"/>
    <w:rsid w:val="00D77272"/>
    <w:rsid w:val="00D77311"/>
    <w:rsid w:val="00D77B1F"/>
    <w:rsid w:val="00D80AD8"/>
    <w:rsid w:val="00D81116"/>
    <w:rsid w:val="00D81C4C"/>
    <w:rsid w:val="00D83382"/>
    <w:rsid w:val="00D835CD"/>
    <w:rsid w:val="00D839D2"/>
    <w:rsid w:val="00D8465C"/>
    <w:rsid w:val="00D84DA2"/>
    <w:rsid w:val="00D84F4D"/>
    <w:rsid w:val="00D8524B"/>
    <w:rsid w:val="00D860F3"/>
    <w:rsid w:val="00D8675E"/>
    <w:rsid w:val="00D8714F"/>
    <w:rsid w:val="00D9041D"/>
    <w:rsid w:val="00D91AB5"/>
    <w:rsid w:val="00D9242B"/>
    <w:rsid w:val="00D92BF7"/>
    <w:rsid w:val="00D931C0"/>
    <w:rsid w:val="00D93AD5"/>
    <w:rsid w:val="00D94FDC"/>
    <w:rsid w:val="00D964D3"/>
    <w:rsid w:val="00D96EDB"/>
    <w:rsid w:val="00D975C6"/>
    <w:rsid w:val="00DA0911"/>
    <w:rsid w:val="00DA0F16"/>
    <w:rsid w:val="00DA1554"/>
    <w:rsid w:val="00DA1662"/>
    <w:rsid w:val="00DA29B7"/>
    <w:rsid w:val="00DA4842"/>
    <w:rsid w:val="00DA5511"/>
    <w:rsid w:val="00DA5667"/>
    <w:rsid w:val="00DA5EB5"/>
    <w:rsid w:val="00DA626F"/>
    <w:rsid w:val="00DA62FD"/>
    <w:rsid w:val="00DA6B33"/>
    <w:rsid w:val="00DA7F3D"/>
    <w:rsid w:val="00DB073B"/>
    <w:rsid w:val="00DB1954"/>
    <w:rsid w:val="00DB1FBB"/>
    <w:rsid w:val="00DB1FF2"/>
    <w:rsid w:val="00DB3547"/>
    <w:rsid w:val="00DB4D36"/>
    <w:rsid w:val="00DB6BBD"/>
    <w:rsid w:val="00DB6E2B"/>
    <w:rsid w:val="00DB6F79"/>
    <w:rsid w:val="00DC03A1"/>
    <w:rsid w:val="00DC0FBC"/>
    <w:rsid w:val="00DC1482"/>
    <w:rsid w:val="00DC1981"/>
    <w:rsid w:val="00DC36E7"/>
    <w:rsid w:val="00DC4300"/>
    <w:rsid w:val="00DC55CB"/>
    <w:rsid w:val="00DD01A9"/>
    <w:rsid w:val="00DD0BFD"/>
    <w:rsid w:val="00DD0C88"/>
    <w:rsid w:val="00DD0D40"/>
    <w:rsid w:val="00DD1731"/>
    <w:rsid w:val="00DD1947"/>
    <w:rsid w:val="00DD2A02"/>
    <w:rsid w:val="00DD2D98"/>
    <w:rsid w:val="00DD37B0"/>
    <w:rsid w:val="00DD3B8A"/>
    <w:rsid w:val="00DD40A6"/>
    <w:rsid w:val="00DD4356"/>
    <w:rsid w:val="00DD7302"/>
    <w:rsid w:val="00DE0654"/>
    <w:rsid w:val="00DE1383"/>
    <w:rsid w:val="00DE1B57"/>
    <w:rsid w:val="00DE2013"/>
    <w:rsid w:val="00DE23C7"/>
    <w:rsid w:val="00DE29A0"/>
    <w:rsid w:val="00DE2AC2"/>
    <w:rsid w:val="00DE37F8"/>
    <w:rsid w:val="00DE4AE0"/>
    <w:rsid w:val="00DE4C4D"/>
    <w:rsid w:val="00DE56EA"/>
    <w:rsid w:val="00DE6D5C"/>
    <w:rsid w:val="00DE7785"/>
    <w:rsid w:val="00DE77BC"/>
    <w:rsid w:val="00DE7A3B"/>
    <w:rsid w:val="00DF0DD4"/>
    <w:rsid w:val="00DF10BE"/>
    <w:rsid w:val="00DF2307"/>
    <w:rsid w:val="00DF60B7"/>
    <w:rsid w:val="00DF715C"/>
    <w:rsid w:val="00DF73F9"/>
    <w:rsid w:val="00DF7D41"/>
    <w:rsid w:val="00E00AB8"/>
    <w:rsid w:val="00E01D13"/>
    <w:rsid w:val="00E021FD"/>
    <w:rsid w:val="00E02240"/>
    <w:rsid w:val="00E02A77"/>
    <w:rsid w:val="00E03FAA"/>
    <w:rsid w:val="00E06B6E"/>
    <w:rsid w:val="00E07365"/>
    <w:rsid w:val="00E074F8"/>
    <w:rsid w:val="00E0799C"/>
    <w:rsid w:val="00E07DE9"/>
    <w:rsid w:val="00E10C39"/>
    <w:rsid w:val="00E120EB"/>
    <w:rsid w:val="00E12503"/>
    <w:rsid w:val="00E127D8"/>
    <w:rsid w:val="00E13040"/>
    <w:rsid w:val="00E13B62"/>
    <w:rsid w:val="00E14581"/>
    <w:rsid w:val="00E15188"/>
    <w:rsid w:val="00E15DE0"/>
    <w:rsid w:val="00E160B8"/>
    <w:rsid w:val="00E203A6"/>
    <w:rsid w:val="00E20691"/>
    <w:rsid w:val="00E218E4"/>
    <w:rsid w:val="00E21D5D"/>
    <w:rsid w:val="00E22787"/>
    <w:rsid w:val="00E234DD"/>
    <w:rsid w:val="00E23FE5"/>
    <w:rsid w:val="00E2556E"/>
    <w:rsid w:val="00E26F34"/>
    <w:rsid w:val="00E30A51"/>
    <w:rsid w:val="00E31825"/>
    <w:rsid w:val="00E319F2"/>
    <w:rsid w:val="00E34027"/>
    <w:rsid w:val="00E34177"/>
    <w:rsid w:val="00E34768"/>
    <w:rsid w:val="00E361A2"/>
    <w:rsid w:val="00E36FC8"/>
    <w:rsid w:val="00E436C9"/>
    <w:rsid w:val="00E439B9"/>
    <w:rsid w:val="00E445C0"/>
    <w:rsid w:val="00E45304"/>
    <w:rsid w:val="00E4631C"/>
    <w:rsid w:val="00E468F9"/>
    <w:rsid w:val="00E47040"/>
    <w:rsid w:val="00E509E0"/>
    <w:rsid w:val="00E50B1B"/>
    <w:rsid w:val="00E523B3"/>
    <w:rsid w:val="00E5285D"/>
    <w:rsid w:val="00E52FE1"/>
    <w:rsid w:val="00E53443"/>
    <w:rsid w:val="00E535D4"/>
    <w:rsid w:val="00E53E56"/>
    <w:rsid w:val="00E544F6"/>
    <w:rsid w:val="00E549BF"/>
    <w:rsid w:val="00E54C6C"/>
    <w:rsid w:val="00E5589F"/>
    <w:rsid w:val="00E55ABB"/>
    <w:rsid w:val="00E5626A"/>
    <w:rsid w:val="00E566D9"/>
    <w:rsid w:val="00E56E70"/>
    <w:rsid w:val="00E57688"/>
    <w:rsid w:val="00E6083B"/>
    <w:rsid w:val="00E609D4"/>
    <w:rsid w:val="00E60CBD"/>
    <w:rsid w:val="00E61C8E"/>
    <w:rsid w:val="00E61FB4"/>
    <w:rsid w:val="00E62546"/>
    <w:rsid w:val="00E633B1"/>
    <w:rsid w:val="00E65B2F"/>
    <w:rsid w:val="00E666E5"/>
    <w:rsid w:val="00E67E63"/>
    <w:rsid w:val="00E67EFA"/>
    <w:rsid w:val="00E70A56"/>
    <w:rsid w:val="00E72D92"/>
    <w:rsid w:val="00E73840"/>
    <w:rsid w:val="00E738F2"/>
    <w:rsid w:val="00E7538C"/>
    <w:rsid w:val="00E75583"/>
    <w:rsid w:val="00E76FDA"/>
    <w:rsid w:val="00E77879"/>
    <w:rsid w:val="00E80049"/>
    <w:rsid w:val="00E80549"/>
    <w:rsid w:val="00E80F89"/>
    <w:rsid w:val="00E82716"/>
    <w:rsid w:val="00E82FF8"/>
    <w:rsid w:val="00E847FF"/>
    <w:rsid w:val="00E84DBF"/>
    <w:rsid w:val="00E8647E"/>
    <w:rsid w:val="00E869C6"/>
    <w:rsid w:val="00E87187"/>
    <w:rsid w:val="00E90B11"/>
    <w:rsid w:val="00E91621"/>
    <w:rsid w:val="00E92057"/>
    <w:rsid w:val="00E92585"/>
    <w:rsid w:val="00E92B94"/>
    <w:rsid w:val="00E92CF5"/>
    <w:rsid w:val="00E9332D"/>
    <w:rsid w:val="00E933BA"/>
    <w:rsid w:val="00E93C5F"/>
    <w:rsid w:val="00E94342"/>
    <w:rsid w:val="00E9454C"/>
    <w:rsid w:val="00E9595E"/>
    <w:rsid w:val="00E95EB7"/>
    <w:rsid w:val="00E96E25"/>
    <w:rsid w:val="00E97DE0"/>
    <w:rsid w:val="00E97F39"/>
    <w:rsid w:val="00EA0ACB"/>
    <w:rsid w:val="00EA1421"/>
    <w:rsid w:val="00EA21E9"/>
    <w:rsid w:val="00EA3316"/>
    <w:rsid w:val="00EA3B40"/>
    <w:rsid w:val="00EA3FF6"/>
    <w:rsid w:val="00EA6142"/>
    <w:rsid w:val="00EA66B9"/>
    <w:rsid w:val="00EA68F8"/>
    <w:rsid w:val="00EA7607"/>
    <w:rsid w:val="00EA778E"/>
    <w:rsid w:val="00EA7906"/>
    <w:rsid w:val="00EA7A6E"/>
    <w:rsid w:val="00EA7CE1"/>
    <w:rsid w:val="00EB0328"/>
    <w:rsid w:val="00EB08BA"/>
    <w:rsid w:val="00EB139F"/>
    <w:rsid w:val="00EB1682"/>
    <w:rsid w:val="00EB20FC"/>
    <w:rsid w:val="00EB4178"/>
    <w:rsid w:val="00EB4641"/>
    <w:rsid w:val="00EB5141"/>
    <w:rsid w:val="00EB5C9E"/>
    <w:rsid w:val="00EB7758"/>
    <w:rsid w:val="00EC051F"/>
    <w:rsid w:val="00EC0B12"/>
    <w:rsid w:val="00EC1305"/>
    <w:rsid w:val="00EC17D4"/>
    <w:rsid w:val="00EC22B3"/>
    <w:rsid w:val="00EC284E"/>
    <w:rsid w:val="00EC3326"/>
    <w:rsid w:val="00EC427E"/>
    <w:rsid w:val="00EC43ED"/>
    <w:rsid w:val="00EC4593"/>
    <w:rsid w:val="00EC6282"/>
    <w:rsid w:val="00EC68C9"/>
    <w:rsid w:val="00EC69D5"/>
    <w:rsid w:val="00EC6E7E"/>
    <w:rsid w:val="00EC77C3"/>
    <w:rsid w:val="00EC799E"/>
    <w:rsid w:val="00EC7C48"/>
    <w:rsid w:val="00ED1205"/>
    <w:rsid w:val="00ED2324"/>
    <w:rsid w:val="00ED2347"/>
    <w:rsid w:val="00ED2C21"/>
    <w:rsid w:val="00ED31A7"/>
    <w:rsid w:val="00ED5052"/>
    <w:rsid w:val="00ED528F"/>
    <w:rsid w:val="00ED6364"/>
    <w:rsid w:val="00EE09DC"/>
    <w:rsid w:val="00EE13E1"/>
    <w:rsid w:val="00EE2DDB"/>
    <w:rsid w:val="00EE3763"/>
    <w:rsid w:val="00EE3CE4"/>
    <w:rsid w:val="00EE4C43"/>
    <w:rsid w:val="00EE62E2"/>
    <w:rsid w:val="00EE64DC"/>
    <w:rsid w:val="00EE79C5"/>
    <w:rsid w:val="00EE7D5D"/>
    <w:rsid w:val="00EF024E"/>
    <w:rsid w:val="00EF0322"/>
    <w:rsid w:val="00EF0606"/>
    <w:rsid w:val="00EF074B"/>
    <w:rsid w:val="00EF0FA7"/>
    <w:rsid w:val="00EF10F3"/>
    <w:rsid w:val="00EF2832"/>
    <w:rsid w:val="00EF354F"/>
    <w:rsid w:val="00EF3586"/>
    <w:rsid w:val="00EF3DD3"/>
    <w:rsid w:val="00EF4B59"/>
    <w:rsid w:val="00EF4EA9"/>
    <w:rsid w:val="00EF5378"/>
    <w:rsid w:val="00EF5D50"/>
    <w:rsid w:val="00EF64CD"/>
    <w:rsid w:val="00F000E8"/>
    <w:rsid w:val="00F01B6F"/>
    <w:rsid w:val="00F01C86"/>
    <w:rsid w:val="00F0298C"/>
    <w:rsid w:val="00F03056"/>
    <w:rsid w:val="00F03243"/>
    <w:rsid w:val="00F040A4"/>
    <w:rsid w:val="00F04FF1"/>
    <w:rsid w:val="00F07717"/>
    <w:rsid w:val="00F10D1D"/>
    <w:rsid w:val="00F113FA"/>
    <w:rsid w:val="00F129BC"/>
    <w:rsid w:val="00F131DB"/>
    <w:rsid w:val="00F15FD4"/>
    <w:rsid w:val="00F17935"/>
    <w:rsid w:val="00F209CA"/>
    <w:rsid w:val="00F21448"/>
    <w:rsid w:val="00F21FA4"/>
    <w:rsid w:val="00F221EF"/>
    <w:rsid w:val="00F2253B"/>
    <w:rsid w:val="00F22A1A"/>
    <w:rsid w:val="00F23C26"/>
    <w:rsid w:val="00F24801"/>
    <w:rsid w:val="00F2540E"/>
    <w:rsid w:val="00F262EE"/>
    <w:rsid w:val="00F27819"/>
    <w:rsid w:val="00F319F3"/>
    <w:rsid w:val="00F328C0"/>
    <w:rsid w:val="00F328E8"/>
    <w:rsid w:val="00F33606"/>
    <w:rsid w:val="00F33C34"/>
    <w:rsid w:val="00F33D7E"/>
    <w:rsid w:val="00F3498B"/>
    <w:rsid w:val="00F35379"/>
    <w:rsid w:val="00F35A27"/>
    <w:rsid w:val="00F35F2A"/>
    <w:rsid w:val="00F36D4D"/>
    <w:rsid w:val="00F37026"/>
    <w:rsid w:val="00F44EA8"/>
    <w:rsid w:val="00F451F4"/>
    <w:rsid w:val="00F502CC"/>
    <w:rsid w:val="00F507A1"/>
    <w:rsid w:val="00F510FD"/>
    <w:rsid w:val="00F51D7B"/>
    <w:rsid w:val="00F52635"/>
    <w:rsid w:val="00F54F58"/>
    <w:rsid w:val="00F54F8F"/>
    <w:rsid w:val="00F57E11"/>
    <w:rsid w:val="00F634C2"/>
    <w:rsid w:val="00F64262"/>
    <w:rsid w:val="00F6512F"/>
    <w:rsid w:val="00F65892"/>
    <w:rsid w:val="00F65A8C"/>
    <w:rsid w:val="00F660DF"/>
    <w:rsid w:val="00F665E8"/>
    <w:rsid w:val="00F6664D"/>
    <w:rsid w:val="00F66BB4"/>
    <w:rsid w:val="00F66C93"/>
    <w:rsid w:val="00F6706D"/>
    <w:rsid w:val="00F72002"/>
    <w:rsid w:val="00F7400E"/>
    <w:rsid w:val="00F741CE"/>
    <w:rsid w:val="00F742B7"/>
    <w:rsid w:val="00F75153"/>
    <w:rsid w:val="00F76CE0"/>
    <w:rsid w:val="00F76D14"/>
    <w:rsid w:val="00F80806"/>
    <w:rsid w:val="00F8092A"/>
    <w:rsid w:val="00F81D61"/>
    <w:rsid w:val="00F81EA0"/>
    <w:rsid w:val="00F8247F"/>
    <w:rsid w:val="00F8260D"/>
    <w:rsid w:val="00F82D76"/>
    <w:rsid w:val="00F8409F"/>
    <w:rsid w:val="00F84EAF"/>
    <w:rsid w:val="00F863AD"/>
    <w:rsid w:val="00F864A5"/>
    <w:rsid w:val="00F86792"/>
    <w:rsid w:val="00F87265"/>
    <w:rsid w:val="00F87D9C"/>
    <w:rsid w:val="00F87F6D"/>
    <w:rsid w:val="00F903B0"/>
    <w:rsid w:val="00F90DF9"/>
    <w:rsid w:val="00F90EDC"/>
    <w:rsid w:val="00F92848"/>
    <w:rsid w:val="00F9404E"/>
    <w:rsid w:val="00F94DE9"/>
    <w:rsid w:val="00F96545"/>
    <w:rsid w:val="00F9695E"/>
    <w:rsid w:val="00F97807"/>
    <w:rsid w:val="00F97CEC"/>
    <w:rsid w:val="00FA105F"/>
    <w:rsid w:val="00FA10FE"/>
    <w:rsid w:val="00FA169A"/>
    <w:rsid w:val="00FA1EB6"/>
    <w:rsid w:val="00FA2246"/>
    <w:rsid w:val="00FA40DC"/>
    <w:rsid w:val="00FA4C6A"/>
    <w:rsid w:val="00FA5D5E"/>
    <w:rsid w:val="00FA6C60"/>
    <w:rsid w:val="00FA7130"/>
    <w:rsid w:val="00FA7D61"/>
    <w:rsid w:val="00FB0094"/>
    <w:rsid w:val="00FB09D2"/>
    <w:rsid w:val="00FB17F8"/>
    <w:rsid w:val="00FB1F59"/>
    <w:rsid w:val="00FB2C14"/>
    <w:rsid w:val="00FB3627"/>
    <w:rsid w:val="00FB3A60"/>
    <w:rsid w:val="00FB4833"/>
    <w:rsid w:val="00FB6809"/>
    <w:rsid w:val="00FB686B"/>
    <w:rsid w:val="00FC0A36"/>
    <w:rsid w:val="00FC23A3"/>
    <w:rsid w:val="00FC24C1"/>
    <w:rsid w:val="00FC2996"/>
    <w:rsid w:val="00FC2A19"/>
    <w:rsid w:val="00FC680A"/>
    <w:rsid w:val="00FC73FB"/>
    <w:rsid w:val="00FD0916"/>
    <w:rsid w:val="00FD1221"/>
    <w:rsid w:val="00FD1B36"/>
    <w:rsid w:val="00FD28EE"/>
    <w:rsid w:val="00FD2D19"/>
    <w:rsid w:val="00FD3488"/>
    <w:rsid w:val="00FD3C7B"/>
    <w:rsid w:val="00FD4D5A"/>
    <w:rsid w:val="00FD4DF7"/>
    <w:rsid w:val="00FD5774"/>
    <w:rsid w:val="00FD5F8D"/>
    <w:rsid w:val="00FD659B"/>
    <w:rsid w:val="00FD65F0"/>
    <w:rsid w:val="00FD71B5"/>
    <w:rsid w:val="00FE08FF"/>
    <w:rsid w:val="00FE0A89"/>
    <w:rsid w:val="00FE0B8A"/>
    <w:rsid w:val="00FE0FFE"/>
    <w:rsid w:val="00FE11A1"/>
    <w:rsid w:val="00FE1C6D"/>
    <w:rsid w:val="00FE2630"/>
    <w:rsid w:val="00FE2A76"/>
    <w:rsid w:val="00FE35A6"/>
    <w:rsid w:val="00FE4206"/>
    <w:rsid w:val="00FE535B"/>
    <w:rsid w:val="00FE78FC"/>
    <w:rsid w:val="00FE7DE8"/>
    <w:rsid w:val="00FE7EB6"/>
    <w:rsid w:val="00FF0370"/>
    <w:rsid w:val="00FF1A7F"/>
    <w:rsid w:val="00FF1FBE"/>
    <w:rsid w:val="00FF2D4C"/>
    <w:rsid w:val="00FF3685"/>
    <w:rsid w:val="00FF39B6"/>
    <w:rsid w:val="00FF4368"/>
    <w:rsid w:val="00FF45E6"/>
    <w:rsid w:val="00FF45F6"/>
    <w:rsid w:val="00FF50B0"/>
    <w:rsid w:val="00FF5AD1"/>
    <w:rsid w:val="00FF5F14"/>
    <w:rsid w:val="00FF6201"/>
    <w:rsid w:val="00FF6417"/>
    <w:rsid w:val="00FF6C67"/>
    <w:rsid w:val="00FF6E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1590D08"/>
  <w15:docId w15:val="{98B5228C-1CC8-4DA1-B9AF-F946725D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2"/>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3"/>
      </w:numPr>
      <w:contextualSpacing/>
    </w:pPr>
  </w:style>
  <w:style w:type="numbering" w:customStyle="1" w:styleId="BulletList">
    <w:name w:val="Bullet List"/>
    <w:uiPriority w:val="99"/>
    <w:rsid w:val="00C83B6B"/>
    <w:pPr>
      <w:numPr>
        <w:numId w:val="4"/>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5"/>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6"/>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7"/>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8"/>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9"/>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10"/>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CAbulletmajor">
    <w:name w:val="CA bullet major"/>
    <w:basedOn w:val="ListBullet"/>
    <w:link w:val="CAbulletmajorChar"/>
    <w:qFormat/>
    <w:rsid w:val="00DD2D98"/>
    <w:pPr>
      <w:spacing w:after="120" w:line="276" w:lineRule="auto"/>
      <w:contextualSpacing w:val="0"/>
    </w:pPr>
    <w:rPr>
      <w:rFonts w:ascii="Arial" w:hAnsi="Arial" w:cs="Arial"/>
      <w:sz w:val="22"/>
      <w:szCs w:val="22"/>
    </w:rPr>
  </w:style>
  <w:style w:type="character" w:customStyle="1" w:styleId="CAbulletmajorChar">
    <w:name w:val="CA bullet major Char"/>
    <w:basedOn w:val="ListBulletChar"/>
    <w:link w:val="CAbulletmajor"/>
    <w:rsid w:val="00DD2D98"/>
    <w:rPr>
      <w:rFonts w:ascii="Arial" w:hAnsi="Arial" w:cs="Arial"/>
      <w:sz w:val="22"/>
      <w:szCs w:val="22"/>
      <w:lang w:eastAsia="en-US"/>
    </w:rPr>
  </w:style>
  <w:style w:type="character" w:customStyle="1" w:styleId="frontelement">
    <w:name w:val="frontelement"/>
    <w:basedOn w:val="DefaultParagraphFont"/>
    <w:rsid w:val="00151735"/>
  </w:style>
  <w:style w:type="paragraph" w:customStyle="1" w:styleId="Pa10">
    <w:name w:val="Pa10"/>
    <w:basedOn w:val="Default"/>
    <w:next w:val="Default"/>
    <w:uiPriority w:val="99"/>
    <w:rsid w:val="00472ED9"/>
    <w:pPr>
      <w:spacing w:line="201" w:lineRule="atLeast"/>
    </w:pPr>
    <w:rPr>
      <w:rFonts w:ascii="GoudyOlSt BT" w:hAnsi="GoudyOlSt BT" w:cs="Times New Roman"/>
      <w:color w:val="auto"/>
    </w:rPr>
  </w:style>
  <w:style w:type="character" w:customStyle="1" w:styleId="A6">
    <w:name w:val="A6"/>
    <w:uiPriority w:val="99"/>
    <w:rsid w:val="00765560"/>
    <w:rPr>
      <w:rFonts w:cs="GillSans"/>
      <w:color w:val="000000"/>
      <w:sz w:val="22"/>
      <w:szCs w:val="22"/>
    </w:rPr>
  </w:style>
  <w:style w:type="character" w:customStyle="1" w:styleId="title-text">
    <w:name w:val="title-text"/>
    <w:basedOn w:val="DefaultParagraphFont"/>
    <w:rsid w:val="00E07365"/>
  </w:style>
  <w:style w:type="paragraph" w:customStyle="1" w:styleId="EndNoteBibliography">
    <w:name w:val="EndNote Bibliography"/>
    <w:basedOn w:val="Normal"/>
    <w:link w:val="EndNoteBibliographyChar"/>
    <w:rsid w:val="00F90EDC"/>
    <w:rPr>
      <w:noProof/>
      <w:lang w:val="en-US"/>
    </w:rPr>
  </w:style>
  <w:style w:type="character" w:customStyle="1" w:styleId="EndNoteBibliographyChar">
    <w:name w:val="EndNote Bibliography Char"/>
    <w:basedOn w:val="DefaultParagraphFont"/>
    <w:link w:val="EndNoteBibliography"/>
    <w:rsid w:val="00F90EDC"/>
    <w:rPr>
      <w:noProof/>
      <w:sz w:val="24"/>
      <w:szCs w:val="24"/>
      <w:lang w:val="en-US" w:eastAsia="en-US"/>
    </w:rPr>
  </w:style>
  <w:style w:type="character" w:customStyle="1" w:styleId="w8qarf">
    <w:name w:val="w8qarf"/>
    <w:basedOn w:val="DefaultParagraphFont"/>
    <w:rsid w:val="005708C4"/>
  </w:style>
  <w:style w:type="character" w:customStyle="1" w:styleId="lrzxr">
    <w:name w:val="lrzxr"/>
    <w:basedOn w:val="DefaultParagraphFont"/>
    <w:rsid w:val="005708C4"/>
  </w:style>
  <w:style w:type="character" w:customStyle="1" w:styleId="UnresolvedMention1">
    <w:name w:val="Unresolved Mention1"/>
    <w:basedOn w:val="DefaultParagraphFont"/>
    <w:uiPriority w:val="99"/>
    <w:semiHidden/>
    <w:unhideWhenUsed/>
    <w:rsid w:val="00912081"/>
    <w:rPr>
      <w:color w:val="605E5C"/>
      <w:shd w:val="clear" w:color="auto" w:fill="E1DFDD"/>
    </w:rPr>
  </w:style>
  <w:style w:type="character" w:customStyle="1" w:styleId="UnresolvedMention">
    <w:name w:val="Unresolved Mention"/>
    <w:basedOn w:val="DefaultParagraphFont"/>
    <w:uiPriority w:val="99"/>
    <w:semiHidden/>
    <w:unhideWhenUsed/>
    <w:rsid w:val="00316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50160833">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1188771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75773">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744910695">
      <w:bodyDiv w:val="1"/>
      <w:marLeft w:val="0"/>
      <w:marRight w:val="0"/>
      <w:marTop w:val="0"/>
      <w:marBottom w:val="0"/>
      <w:divBdr>
        <w:top w:val="none" w:sz="0" w:space="0" w:color="auto"/>
        <w:left w:val="none" w:sz="0" w:space="0" w:color="auto"/>
        <w:bottom w:val="none" w:sz="0" w:space="0" w:color="auto"/>
        <w:right w:val="none" w:sz="0" w:space="0" w:color="auto"/>
      </w:divBdr>
    </w:div>
    <w:div w:id="746421614">
      <w:bodyDiv w:val="1"/>
      <w:marLeft w:val="0"/>
      <w:marRight w:val="0"/>
      <w:marTop w:val="0"/>
      <w:marBottom w:val="0"/>
      <w:divBdr>
        <w:top w:val="none" w:sz="0" w:space="0" w:color="auto"/>
        <w:left w:val="none" w:sz="0" w:space="0" w:color="auto"/>
        <w:bottom w:val="none" w:sz="0" w:space="0" w:color="auto"/>
        <w:right w:val="none" w:sz="0" w:space="0" w:color="auto"/>
      </w:divBdr>
    </w:div>
    <w:div w:id="92807894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52140493">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5936963">
      <w:bodyDiv w:val="1"/>
      <w:marLeft w:val="0"/>
      <w:marRight w:val="0"/>
      <w:marTop w:val="0"/>
      <w:marBottom w:val="0"/>
      <w:divBdr>
        <w:top w:val="none" w:sz="0" w:space="0" w:color="auto"/>
        <w:left w:val="none" w:sz="0" w:space="0" w:color="auto"/>
        <w:bottom w:val="none" w:sz="0" w:space="0" w:color="auto"/>
        <w:right w:val="none" w:sz="0" w:space="0" w:color="auto"/>
      </w:divBdr>
      <w:divsChild>
        <w:div w:id="2124834770">
          <w:marLeft w:val="0"/>
          <w:marRight w:val="0"/>
          <w:marTop w:val="0"/>
          <w:marBottom w:val="0"/>
          <w:divBdr>
            <w:top w:val="none" w:sz="0" w:space="0" w:color="auto"/>
            <w:left w:val="none" w:sz="0" w:space="0" w:color="auto"/>
            <w:bottom w:val="none" w:sz="0" w:space="0" w:color="auto"/>
            <w:right w:val="none" w:sz="0" w:space="0" w:color="auto"/>
          </w:divBdr>
          <w:divsChild>
            <w:div w:id="948581096">
              <w:marLeft w:val="0"/>
              <w:marRight w:val="0"/>
              <w:marTop w:val="0"/>
              <w:marBottom w:val="0"/>
              <w:divBdr>
                <w:top w:val="none" w:sz="0" w:space="0" w:color="auto"/>
                <w:left w:val="none" w:sz="0" w:space="0" w:color="auto"/>
                <w:bottom w:val="none" w:sz="0" w:space="0" w:color="auto"/>
                <w:right w:val="none" w:sz="0" w:space="0" w:color="auto"/>
              </w:divBdr>
              <w:divsChild>
                <w:div w:id="1199002211">
                  <w:marLeft w:val="0"/>
                  <w:marRight w:val="0"/>
                  <w:marTop w:val="0"/>
                  <w:marBottom w:val="0"/>
                  <w:divBdr>
                    <w:top w:val="none" w:sz="0" w:space="0" w:color="auto"/>
                    <w:left w:val="none" w:sz="0" w:space="0" w:color="auto"/>
                    <w:bottom w:val="none" w:sz="0" w:space="0" w:color="auto"/>
                    <w:right w:val="none" w:sz="0" w:space="0" w:color="auto"/>
                  </w:divBdr>
                  <w:divsChild>
                    <w:div w:id="476610514">
                      <w:marLeft w:val="0"/>
                      <w:marRight w:val="0"/>
                      <w:marTop w:val="0"/>
                      <w:marBottom w:val="0"/>
                      <w:divBdr>
                        <w:top w:val="none" w:sz="0" w:space="0" w:color="auto"/>
                        <w:left w:val="none" w:sz="0" w:space="0" w:color="auto"/>
                        <w:bottom w:val="none" w:sz="0" w:space="0" w:color="auto"/>
                        <w:right w:val="none" w:sz="0" w:space="0" w:color="auto"/>
                      </w:divBdr>
                      <w:divsChild>
                        <w:div w:id="463081707">
                          <w:marLeft w:val="0"/>
                          <w:marRight w:val="0"/>
                          <w:marTop w:val="15"/>
                          <w:marBottom w:val="0"/>
                          <w:divBdr>
                            <w:top w:val="none" w:sz="0" w:space="0" w:color="auto"/>
                            <w:left w:val="none" w:sz="0" w:space="0" w:color="auto"/>
                            <w:bottom w:val="none" w:sz="0" w:space="0" w:color="auto"/>
                            <w:right w:val="none" w:sz="0" w:space="0" w:color="auto"/>
                          </w:divBdr>
                          <w:divsChild>
                            <w:div w:id="1040980024">
                              <w:marLeft w:val="0"/>
                              <w:marRight w:val="0"/>
                              <w:marTop w:val="0"/>
                              <w:marBottom w:val="0"/>
                              <w:divBdr>
                                <w:top w:val="none" w:sz="0" w:space="0" w:color="auto"/>
                                <w:left w:val="none" w:sz="0" w:space="0" w:color="auto"/>
                                <w:bottom w:val="none" w:sz="0" w:space="0" w:color="auto"/>
                                <w:right w:val="none" w:sz="0" w:space="0" w:color="auto"/>
                              </w:divBdr>
                              <w:divsChild>
                                <w:div w:id="1732920061">
                                  <w:marLeft w:val="0"/>
                                  <w:marRight w:val="0"/>
                                  <w:marTop w:val="0"/>
                                  <w:marBottom w:val="0"/>
                                  <w:divBdr>
                                    <w:top w:val="none" w:sz="0" w:space="0" w:color="auto"/>
                                    <w:left w:val="none" w:sz="0" w:space="0" w:color="auto"/>
                                    <w:bottom w:val="none" w:sz="0" w:space="0" w:color="auto"/>
                                    <w:right w:val="none" w:sz="0" w:space="0" w:color="auto"/>
                                  </w:divBdr>
                                </w:div>
                                <w:div w:id="7831444">
                                  <w:marLeft w:val="0"/>
                                  <w:marRight w:val="0"/>
                                  <w:marTop w:val="0"/>
                                  <w:marBottom w:val="0"/>
                                  <w:divBdr>
                                    <w:top w:val="none" w:sz="0" w:space="0" w:color="auto"/>
                                    <w:left w:val="none" w:sz="0" w:space="0" w:color="auto"/>
                                    <w:bottom w:val="none" w:sz="0" w:space="0" w:color="auto"/>
                                    <w:right w:val="none" w:sz="0" w:space="0" w:color="auto"/>
                                  </w:divBdr>
                                </w:div>
                                <w:div w:id="976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pecies.consultation@environment.gov.au" TargetMode="External"/><Relationship Id="rId18" Type="http://schemas.openxmlformats.org/officeDocument/2006/relationships/hyperlink" Target="http://www.environment.gov.au/biodiversity/threatened/ca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environment.gov.au/biodiversity/threatened/cam" TargetMode="External"/><Relationship Id="rId17" Type="http://schemas.openxmlformats.org/officeDocument/2006/relationships/hyperlink" Target="http://www.environment.gov.au/biodiversity/threatened/recovery.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2.jpg@01D5E643.DEFD09A0"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environment.gov.au/biodiversity/threatened/pubs/guidelines-species.pdf"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environment.gov.au/privacy-poli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nvironment.gov.au/biodiversity/threatened/index.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0" ma:contentTypeDescription="Create a new document." ma:contentTypeScope="" ma:versionID="1687c2928aadab8b34b3ef00a2881e5b">
  <xsd:schema xmlns:xsd="http://www.w3.org/2001/XMLSchema" xmlns:xs="http://www.w3.org/2001/XMLSchema" xmlns:p="http://schemas.microsoft.com/office/2006/metadata/properties" xmlns:ns2="ac7ce04e-ea5d-4d46-bab0-39b1fa6a6f36" targetNamespace="http://schemas.microsoft.com/office/2006/metadata/properties" ma:root="true" ma:fieldsID="75e032eac2f78033ddf2cbf11c0bd23d"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59FF9AC1-9D6C-4D4B-8161-D3109EF8A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A4B71F-35B3-4F90-B7E2-CE3C93299094}">
  <ds:schemaRefs>
    <ds:schemaRef ds:uri="http://schemas.microsoft.com/sharepoint/v3/contenttype/forms"/>
  </ds:schemaRefs>
</ds:datastoreItem>
</file>

<file path=customXml/itemProps3.xml><?xml version="1.0" encoding="utf-8"?>
<ds:datastoreItem xmlns:ds="http://schemas.openxmlformats.org/officeDocument/2006/customXml" ds:itemID="{94041058-72B8-4C44-898E-DDE1765C172E}">
  <ds:schemaRefs>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ac7ce04e-ea5d-4d46-bab0-39b1fa6a6f36"/>
    <ds:schemaRef ds:uri="http://purl.org/dc/terms/"/>
  </ds:schemaRefs>
</ds:datastoreItem>
</file>

<file path=docProps/app.xml><?xml version="1.0" encoding="utf-8"?>
<Properties xmlns="http://schemas.openxmlformats.org/officeDocument/2006/extended-properties" xmlns:vt="http://schemas.openxmlformats.org/officeDocument/2006/docPropsVTypes">
  <Template>96A963A6.dotm</Template>
  <TotalTime>1</TotalTime>
  <Pages>9</Pages>
  <Words>3105</Words>
  <Characters>16679</Characters>
  <Application>Microsoft Office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Uperoleia mahonyi (Mahony’s Toadlet) assessed by New South Wales</dc:title>
  <dc:creator>Department of Agriculture, Water and the Environment</dc:creator>
  <cp:lastModifiedBy>Bec Durack</cp:lastModifiedBy>
  <cp:revision>2</cp:revision>
  <dcterms:created xsi:type="dcterms:W3CDTF">2020-07-27T01:45:00Z</dcterms:created>
  <dcterms:modified xsi:type="dcterms:W3CDTF">2020-07-27T01:45:00Z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